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D5D1" w14:textId="0D5CB38A" w:rsidR="00F168B1" w:rsidRPr="00A772DC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 xml:space="preserve">Table S2 </w:t>
      </w:r>
      <w:r w:rsidR="00A772DC" w:rsidRPr="00A772DC">
        <w:rPr>
          <w:rFonts w:asciiTheme="minorHAnsi" w:hAnsiTheme="minorHAnsi" w:cstheme="minorHAnsi"/>
        </w:rPr>
        <w:t>Leave one out analysis, 2017-2018 and 2018-2019.</w:t>
      </w:r>
    </w:p>
    <w:p w14:paraId="700460E7" w14:textId="682E8FCC" w:rsidR="00F168B1" w:rsidRPr="00A772DC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 xml:space="preserve">Random-effects model Method: REML </w:t>
      </w:r>
    </w:p>
    <w:p w14:paraId="2BA91711" w14:textId="2570825A" w:rsidR="00F168B1" w:rsidRPr="00A772DC" w:rsidRDefault="00F168B1" w:rsidP="00F168B1">
      <w:pPr>
        <w:rPr>
          <w:rFonts w:asciiTheme="minorHAnsi" w:hAnsiTheme="minorHAnsi" w:cstheme="minorHAnsi"/>
        </w:rPr>
      </w:pPr>
    </w:p>
    <w:tbl>
      <w:tblPr>
        <w:tblStyle w:val="TableGrid"/>
        <w:tblW w:w="9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7"/>
        <w:gridCol w:w="1427"/>
        <w:gridCol w:w="23"/>
        <w:gridCol w:w="1195"/>
        <w:gridCol w:w="1034"/>
        <w:gridCol w:w="2346"/>
      </w:tblGrid>
      <w:tr w:rsidR="00A772DC" w:rsidRPr="00A772DC" w14:paraId="7BA74054" w14:textId="77777777" w:rsidTr="003576CF">
        <w:tc>
          <w:tcPr>
            <w:tcW w:w="3167" w:type="dxa"/>
            <w:tcBorders>
              <w:top w:val="single" w:sz="4" w:space="0" w:color="auto"/>
            </w:tcBorders>
          </w:tcPr>
          <w:p w14:paraId="475A1CF8" w14:textId="77777777" w:rsidR="00A772DC" w:rsidRPr="00A772DC" w:rsidRDefault="00A772DC" w:rsidP="006E7A0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</w:tcBorders>
          </w:tcPr>
          <w:p w14:paraId="67162E35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58F79878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2DA11F0B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  <w:tcBorders>
              <w:top w:val="single" w:sz="4" w:space="0" w:color="auto"/>
            </w:tcBorders>
          </w:tcPr>
          <w:p w14:paraId="1930AE9B" w14:textId="77777777" w:rsidR="00A772DC" w:rsidRPr="00A772DC" w:rsidRDefault="00A772DC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4BD3FA25" w14:textId="77777777" w:rsidTr="003576CF">
        <w:tc>
          <w:tcPr>
            <w:tcW w:w="3167" w:type="dxa"/>
          </w:tcPr>
          <w:p w14:paraId="047F4835" w14:textId="0D2AB87D" w:rsidR="00F168B1" w:rsidRPr="00A772DC" w:rsidRDefault="00E53441" w:rsidP="006E7A0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Season and </w:t>
            </w:r>
            <w:r w:rsidR="00F168B1" w:rsidRPr="00A772DC">
              <w:rPr>
                <w:rFonts w:asciiTheme="minorHAnsi" w:hAnsiTheme="minorHAnsi" w:cstheme="minorHAnsi"/>
              </w:rPr>
              <w:t>Omitted study</w:t>
            </w:r>
          </w:p>
        </w:tc>
        <w:tc>
          <w:tcPr>
            <w:tcW w:w="1450" w:type="dxa"/>
            <w:gridSpan w:val="2"/>
          </w:tcPr>
          <w:p w14:paraId="2201D8DF" w14:textId="5B9C377B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aRR</w:t>
            </w:r>
            <w:proofErr w:type="spellEnd"/>
          </w:p>
        </w:tc>
        <w:tc>
          <w:tcPr>
            <w:tcW w:w="1195" w:type="dxa"/>
          </w:tcPr>
          <w:p w14:paraId="3BE99EA8" w14:textId="2D5B015C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[95% conf</w:t>
            </w:r>
          </w:p>
        </w:tc>
        <w:tc>
          <w:tcPr>
            <w:tcW w:w="1034" w:type="dxa"/>
          </w:tcPr>
          <w:p w14:paraId="0C785CFD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interval]</w:t>
            </w:r>
          </w:p>
        </w:tc>
        <w:tc>
          <w:tcPr>
            <w:tcW w:w="2346" w:type="dxa"/>
          </w:tcPr>
          <w:p w14:paraId="0094141B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p-value</w:t>
            </w:r>
          </w:p>
        </w:tc>
      </w:tr>
      <w:tr w:rsidR="00E53441" w:rsidRPr="00A772DC" w14:paraId="27342015" w14:textId="77777777" w:rsidTr="003576CF">
        <w:tc>
          <w:tcPr>
            <w:tcW w:w="3167" w:type="dxa"/>
            <w:tcBorders>
              <w:bottom w:val="single" w:sz="4" w:space="0" w:color="auto"/>
            </w:tcBorders>
          </w:tcPr>
          <w:p w14:paraId="599CCAA7" w14:textId="77777777" w:rsidR="00E53441" w:rsidRPr="00A772DC" w:rsidRDefault="00E53441" w:rsidP="00A772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</w:tcPr>
          <w:p w14:paraId="6F17607A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6EDD132A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3235335C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14:paraId="3E002910" w14:textId="77777777" w:rsidR="00E53441" w:rsidRPr="00A772DC" w:rsidRDefault="00E5344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168B1" w:rsidRPr="00A772DC" w14:paraId="200320BF" w14:textId="77777777" w:rsidTr="003576CF">
        <w:tc>
          <w:tcPr>
            <w:tcW w:w="3167" w:type="dxa"/>
            <w:tcBorders>
              <w:top w:val="single" w:sz="4" w:space="0" w:color="auto"/>
            </w:tcBorders>
          </w:tcPr>
          <w:p w14:paraId="56EC3D6D" w14:textId="1E3230AD" w:rsidR="00F168B1" w:rsidRPr="00A772DC" w:rsidRDefault="00F168B1" w:rsidP="00A772DC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2017-2018 Influenza season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</w:tcBorders>
          </w:tcPr>
          <w:p w14:paraId="3FFD5896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753C5219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26268098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  <w:tcBorders>
              <w:top w:val="single" w:sz="4" w:space="0" w:color="auto"/>
            </w:tcBorders>
          </w:tcPr>
          <w:p w14:paraId="2E201645" w14:textId="77777777" w:rsidR="00F168B1" w:rsidRPr="00A772DC" w:rsidRDefault="00F168B1" w:rsidP="00F168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991" w:rsidRPr="00A772DC" w14:paraId="4BF909D9" w14:textId="77777777" w:rsidTr="003576CF">
        <w:tc>
          <w:tcPr>
            <w:tcW w:w="3167" w:type="dxa"/>
          </w:tcPr>
          <w:p w14:paraId="3748D812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Boikos 2020a</w:t>
            </w:r>
          </w:p>
        </w:tc>
        <w:tc>
          <w:tcPr>
            <w:tcW w:w="1450" w:type="dxa"/>
            <w:gridSpan w:val="2"/>
          </w:tcPr>
          <w:p w14:paraId="00960A14" w14:textId="48B03D48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0.891</w:t>
            </w:r>
          </w:p>
        </w:tc>
        <w:tc>
          <w:tcPr>
            <w:tcW w:w="1195" w:type="dxa"/>
          </w:tcPr>
          <w:p w14:paraId="170D4516" w14:textId="2683EE66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0.865</w:t>
            </w:r>
          </w:p>
        </w:tc>
        <w:tc>
          <w:tcPr>
            <w:tcW w:w="1034" w:type="dxa"/>
          </w:tcPr>
          <w:p w14:paraId="732009B9" w14:textId="541C04C4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0.918</w:t>
            </w:r>
          </w:p>
        </w:tc>
        <w:tc>
          <w:tcPr>
            <w:tcW w:w="2346" w:type="dxa"/>
          </w:tcPr>
          <w:p w14:paraId="44AA151E" w14:textId="719D9E60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0.000</w:t>
            </w:r>
          </w:p>
        </w:tc>
      </w:tr>
      <w:tr w:rsidR="00996991" w:rsidRPr="00A772DC" w14:paraId="1B648795" w14:textId="77777777" w:rsidTr="003576CF">
        <w:tc>
          <w:tcPr>
            <w:tcW w:w="3167" w:type="dxa"/>
          </w:tcPr>
          <w:p w14:paraId="2BFB9D87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Bruxvoort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2019a</w:t>
            </w:r>
          </w:p>
        </w:tc>
        <w:tc>
          <w:tcPr>
            <w:tcW w:w="1450" w:type="dxa"/>
            <w:gridSpan w:val="2"/>
          </w:tcPr>
          <w:p w14:paraId="6ED719C2" w14:textId="7583FF65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0.892</w:t>
            </w:r>
          </w:p>
        </w:tc>
        <w:tc>
          <w:tcPr>
            <w:tcW w:w="1195" w:type="dxa"/>
          </w:tcPr>
          <w:p w14:paraId="4D041FE3" w14:textId="17BBF226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0.866</w:t>
            </w:r>
          </w:p>
        </w:tc>
        <w:tc>
          <w:tcPr>
            <w:tcW w:w="1034" w:type="dxa"/>
          </w:tcPr>
          <w:p w14:paraId="32481D69" w14:textId="202FD59D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0.919</w:t>
            </w:r>
          </w:p>
        </w:tc>
        <w:tc>
          <w:tcPr>
            <w:tcW w:w="2346" w:type="dxa"/>
          </w:tcPr>
          <w:p w14:paraId="09F1C6CE" w14:textId="58F11F8B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0.000</w:t>
            </w:r>
          </w:p>
        </w:tc>
      </w:tr>
      <w:tr w:rsidR="00996991" w:rsidRPr="00A772DC" w14:paraId="12F99840" w14:textId="77777777" w:rsidTr="003576CF">
        <w:tc>
          <w:tcPr>
            <w:tcW w:w="3167" w:type="dxa"/>
          </w:tcPr>
          <w:p w14:paraId="7AB22230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Divino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2020</w:t>
            </w:r>
          </w:p>
        </w:tc>
        <w:tc>
          <w:tcPr>
            <w:tcW w:w="1450" w:type="dxa"/>
            <w:gridSpan w:val="2"/>
          </w:tcPr>
          <w:p w14:paraId="1ED67B15" w14:textId="7494316A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0.921</w:t>
            </w:r>
          </w:p>
        </w:tc>
        <w:tc>
          <w:tcPr>
            <w:tcW w:w="1195" w:type="dxa"/>
          </w:tcPr>
          <w:p w14:paraId="253CA0FC" w14:textId="3C079E51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0.858</w:t>
            </w:r>
          </w:p>
        </w:tc>
        <w:tc>
          <w:tcPr>
            <w:tcW w:w="1034" w:type="dxa"/>
          </w:tcPr>
          <w:p w14:paraId="21F89A8C" w14:textId="4D906B68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0.988</w:t>
            </w:r>
          </w:p>
        </w:tc>
        <w:tc>
          <w:tcPr>
            <w:tcW w:w="2346" w:type="dxa"/>
          </w:tcPr>
          <w:p w14:paraId="13E9FF73" w14:textId="098F21D5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  <w:lang w:val="es-ES"/>
              </w:rPr>
              <w:t>0.022</w:t>
            </w:r>
          </w:p>
        </w:tc>
      </w:tr>
      <w:tr w:rsidR="00996991" w:rsidRPr="00A772DC" w14:paraId="6AF14595" w14:textId="77777777" w:rsidTr="003576CF">
        <w:tc>
          <w:tcPr>
            <w:tcW w:w="3167" w:type="dxa"/>
          </w:tcPr>
          <w:p w14:paraId="0C528EF1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Eick</w:t>
            </w:r>
            <w:proofErr w:type="spellEnd"/>
            <w:r w:rsidRPr="00A772DC">
              <w:rPr>
                <w:rFonts w:asciiTheme="minorHAnsi" w:hAnsiTheme="minorHAnsi" w:cstheme="minorHAnsi"/>
              </w:rPr>
              <w:t>-Cost 2018</w:t>
            </w:r>
          </w:p>
        </w:tc>
        <w:tc>
          <w:tcPr>
            <w:tcW w:w="1450" w:type="dxa"/>
            <w:gridSpan w:val="2"/>
          </w:tcPr>
          <w:p w14:paraId="56427629" w14:textId="63F704DA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0.890</w:t>
            </w:r>
          </w:p>
        </w:tc>
        <w:tc>
          <w:tcPr>
            <w:tcW w:w="1195" w:type="dxa"/>
          </w:tcPr>
          <w:p w14:paraId="4EBBEF17" w14:textId="15DC41AF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0.863</w:t>
            </w:r>
          </w:p>
        </w:tc>
        <w:tc>
          <w:tcPr>
            <w:tcW w:w="1034" w:type="dxa"/>
          </w:tcPr>
          <w:p w14:paraId="1AD02A49" w14:textId="0372703A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0.917</w:t>
            </w:r>
          </w:p>
        </w:tc>
        <w:tc>
          <w:tcPr>
            <w:tcW w:w="2346" w:type="dxa"/>
          </w:tcPr>
          <w:p w14:paraId="0B482CF4" w14:textId="61294671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0.000</w:t>
            </w:r>
          </w:p>
        </w:tc>
      </w:tr>
      <w:tr w:rsidR="00996991" w:rsidRPr="00A772DC" w14:paraId="1F624429" w14:textId="77777777" w:rsidTr="003576CF">
        <w:tc>
          <w:tcPr>
            <w:tcW w:w="3167" w:type="dxa"/>
          </w:tcPr>
          <w:p w14:paraId="45076721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proofErr w:type="spellStart"/>
            <w:r w:rsidRPr="00A772DC">
              <w:rPr>
                <w:rFonts w:asciiTheme="minorHAnsi" w:hAnsiTheme="minorHAnsi" w:cstheme="minorHAnsi"/>
              </w:rPr>
              <w:t>Izurieta</w:t>
            </w:r>
            <w:proofErr w:type="spellEnd"/>
            <w:r w:rsidRPr="00A772DC">
              <w:rPr>
                <w:rFonts w:asciiTheme="minorHAnsi" w:hAnsiTheme="minorHAnsi" w:cstheme="minorHAnsi"/>
              </w:rPr>
              <w:t xml:space="preserve"> 2019b</w:t>
            </w:r>
          </w:p>
        </w:tc>
        <w:tc>
          <w:tcPr>
            <w:tcW w:w="1450" w:type="dxa"/>
            <w:gridSpan w:val="2"/>
          </w:tcPr>
          <w:p w14:paraId="480C3C86" w14:textId="60477226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0.924</w:t>
            </w:r>
          </w:p>
        </w:tc>
        <w:tc>
          <w:tcPr>
            <w:tcW w:w="1195" w:type="dxa"/>
          </w:tcPr>
          <w:p w14:paraId="187AAADD" w14:textId="197E2D52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0.845</w:t>
            </w:r>
          </w:p>
        </w:tc>
        <w:tc>
          <w:tcPr>
            <w:tcW w:w="1034" w:type="dxa"/>
          </w:tcPr>
          <w:p w14:paraId="34F98D05" w14:textId="66F7C0E4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1.010</w:t>
            </w:r>
          </w:p>
        </w:tc>
        <w:tc>
          <w:tcPr>
            <w:tcW w:w="2346" w:type="dxa"/>
          </w:tcPr>
          <w:p w14:paraId="789C4DD1" w14:textId="797FCA1D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0.080</w:t>
            </w:r>
          </w:p>
        </w:tc>
      </w:tr>
      <w:tr w:rsidR="00996991" w:rsidRPr="00A772DC" w14:paraId="4D2A1472" w14:textId="77777777" w:rsidTr="003576CF">
        <w:tc>
          <w:tcPr>
            <w:tcW w:w="3167" w:type="dxa"/>
          </w:tcPr>
          <w:p w14:paraId="17DDAED7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Klein 2020a</w:t>
            </w:r>
          </w:p>
        </w:tc>
        <w:tc>
          <w:tcPr>
            <w:tcW w:w="1450" w:type="dxa"/>
            <w:gridSpan w:val="2"/>
          </w:tcPr>
          <w:p w14:paraId="2E892EB2" w14:textId="76FDB66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0.890</w:t>
            </w:r>
          </w:p>
        </w:tc>
        <w:tc>
          <w:tcPr>
            <w:tcW w:w="1195" w:type="dxa"/>
          </w:tcPr>
          <w:p w14:paraId="5FD12C2B" w14:textId="347EF355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0.864</w:t>
            </w:r>
          </w:p>
        </w:tc>
        <w:tc>
          <w:tcPr>
            <w:tcW w:w="1034" w:type="dxa"/>
          </w:tcPr>
          <w:p w14:paraId="76984EBA" w14:textId="7DD72CFF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0.917</w:t>
            </w:r>
          </w:p>
        </w:tc>
        <w:tc>
          <w:tcPr>
            <w:tcW w:w="2346" w:type="dxa"/>
          </w:tcPr>
          <w:p w14:paraId="47DEE5FE" w14:textId="11AF9115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0.000</w:t>
            </w:r>
          </w:p>
        </w:tc>
      </w:tr>
      <w:tr w:rsidR="00996991" w:rsidRPr="00A772DC" w14:paraId="4B214B93" w14:textId="77777777" w:rsidTr="003576CF">
        <w:tc>
          <w:tcPr>
            <w:tcW w:w="3167" w:type="dxa"/>
          </w:tcPr>
          <w:p w14:paraId="625F24B7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Martin 2020c</w:t>
            </w:r>
          </w:p>
        </w:tc>
        <w:tc>
          <w:tcPr>
            <w:tcW w:w="1450" w:type="dxa"/>
            <w:gridSpan w:val="2"/>
          </w:tcPr>
          <w:p w14:paraId="77106F5F" w14:textId="7C80CDDD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0.892</w:t>
            </w:r>
          </w:p>
        </w:tc>
        <w:tc>
          <w:tcPr>
            <w:tcW w:w="1195" w:type="dxa"/>
          </w:tcPr>
          <w:p w14:paraId="4C8D891F" w14:textId="1B4AB0B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0.866</w:t>
            </w:r>
          </w:p>
        </w:tc>
        <w:tc>
          <w:tcPr>
            <w:tcW w:w="1034" w:type="dxa"/>
          </w:tcPr>
          <w:p w14:paraId="6CD23C9B" w14:textId="4ED07D3A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0.919</w:t>
            </w:r>
          </w:p>
        </w:tc>
        <w:tc>
          <w:tcPr>
            <w:tcW w:w="2346" w:type="dxa"/>
          </w:tcPr>
          <w:p w14:paraId="4117DA5F" w14:textId="371230F4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0.000</w:t>
            </w:r>
          </w:p>
        </w:tc>
      </w:tr>
      <w:tr w:rsidR="00996991" w:rsidRPr="00A772DC" w14:paraId="7BA0EE7B" w14:textId="77777777" w:rsidTr="003576CF">
        <w:tc>
          <w:tcPr>
            <w:tcW w:w="3167" w:type="dxa"/>
          </w:tcPr>
          <w:p w14:paraId="575D10CE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gridSpan w:val="2"/>
          </w:tcPr>
          <w:p w14:paraId="285A96D7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5" w:type="dxa"/>
          </w:tcPr>
          <w:p w14:paraId="36596E14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</w:tcPr>
          <w:p w14:paraId="1FE0C30B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</w:tcPr>
          <w:p w14:paraId="081A7FAE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991" w:rsidRPr="00A772DC" w14:paraId="02F869BD" w14:textId="77777777" w:rsidTr="003576CF">
        <w:tc>
          <w:tcPr>
            <w:tcW w:w="3167" w:type="dxa"/>
          </w:tcPr>
          <w:p w14:paraId="67E9CE55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exp(theta)</w:t>
            </w:r>
          </w:p>
        </w:tc>
        <w:tc>
          <w:tcPr>
            <w:tcW w:w="1450" w:type="dxa"/>
            <w:gridSpan w:val="2"/>
          </w:tcPr>
          <w:p w14:paraId="0F9D7138" w14:textId="4AFF83F2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0.892</w:t>
            </w:r>
          </w:p>
        </w:tc>
        <w:tc>
          <w:tcPr>
            <w:tcW w:w="1195" w:type="dxa"/>
          </w:tcPr>
          <w:p w14:paraId="260D18C2" w14:textId="0753FC6E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0.866</w:t>
            </w:r>
          </w:p>
        </w:tc>
        <w:tc>
          <w:tcPr>
            <w:tcW w:w="1034" w:type="dxa"/>
          </w:tcPr>
          <w:p w14:paraId="5F7B92C8" w14:textId="105B019A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0.919</w:t>
            </w:r>
          </w:p>
        </w:tc>
        <w:tc>
          <w:tcPr>
            <w:tcW w:w="2346" w:type="dxa"/>
          </w:tcPr>
          <w:p w14:paraId="774A930E" w14:textId="0FF630F5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  <w:r w:rsidRPr="00996991">
              <w:rPr>
                <w:rFonts w:asciiTheme="minorHAnsi" w:hAnsiTheme="minorHAnsi" w:cstheme="minorHAnsi"/>
              </w:rPr>
              <w:t>0.000</w:t>
            </w:r>
          </w:p>
        </w:tc>
      </w:tr>
      <w:tr w:rsidR="00996991" w:rsidRPr="00A772DC" w14:paraId="3410BD10" w14:textId="77777777" w:rsidTr="003576CF">
        <w:tc>
          <w:tcPr>
            <w:tcW w:w="3167" w:type="dxa"/>
          </w:tcPr>
          <w:p w14:paraId="52E16BD5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2CF2B6A7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8" w:type="dxa"/>
            <w:gridSpan w:val="2"/>
          </w:tcPr>
          <w:p w14:paraId="7655EA33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</w:tcPr>
          <w:p w14:paraId="590695F2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</w:tcPr>
          <w:p w14:paraId="6CB342A6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991" w:rsidRPr="00A772DC" w14:paraId="20A6B7FC" w14:textId="77777777" w:rsidTr="003576CF">
        <w:tc>
          <w:tcPr>
            <w:tcW w:w="3167" w:type="dxa"/>
          </w:tcPr>
          <w:p w14:paraId="6FACEA81" w14:textId="75D5503A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  <w:r w:rsidRPr="00A772DC">
              <w:rPr>
                <w:rFonts w:asciiTheme="minorHAnsi" w:hAnsiTheme="minorHAnsi" w:cstheme="minorHAnsi"/>
              </w:rPr>
              <w:t>2018-2019 influenza season</w:t>
            </w:r>
          </w:p>
        </w:tc>
        <w:tc>
          <w:tcPr>
            <w:tcW w:w="1427" w:type="dxa"/>
          </w:tcPr>
          <w:p w14:paraId="57AD460E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8" w:type="dxa"/>
            <w:gridSpan w:val="2"/>
          </w:tcPr>
          <w:p w14:paraId="2D657635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</w:tcPr>
          <w:p w14:paraId="2874910B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</w:tcPr>
          <w:p w14:paraId="14E141D1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96991" w:rsidRPr="00A772DC" w14:paraId="2E0970A5" w14:textId="77777777" w:rsidTr="003576CF">
        <w:tc>
          <w:tcPr>
            <w:tcW w:w="3167" w:type="dxa"/>
          </w:tcPr>
          <w:p w14:paraId="731FBC19" w14:textId="77777777" w:rsidR="00996991" w:rsidRPr="00A772DC" w:rsidRDefault="00996991" w:rsidP="0099699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237FED51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8" w:type="dxa"/>
            <w:gridSpan w:val="2"/>
          </w:tcPr>
          <w:p w14:paraId="7DBFF4FE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</w:tcPr>
          <w:p w14:paraId="4826B9CC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</w:tcPr>
          <w:p w14:paraId="10B294F7" w14:textId="77777777" w:rsidR="00996991" w:rsidRPr="00A772DC" w:rsidRDefault="00996991" w:rsidP="0099699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67BB1" w:rsidRPr="00A772DC" w14:paraId="17E19287" w14:textId="77777777" w:rsidTr="003576CF">
        <w:tc>
          <w:tcPr>
            <w:tcW w:w="3167" w:type="dxa"/>
          </w:tcPr>
          <w:p w14:paraId="36ECF5D8" w14:textId="735AECAB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Boikos 2021c</w:t>
            </w:r>
          </w:p>
        </w:tc>
        <w:tc>
          <w:tcPr>
            <w:tcW w:w="1427" w:type="dxa"/>
          </w:tcPr>
          <w:p w14:paraId="3BA03B42" w14:textId="77DA4C6B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0.947</w:t>
            </w:r>
          </w:p>
        </w:tc>
        <w:tc>
          <w:tcPr>
            <w:tcW w:w="1218" w:type="dxa"/>
            <w:gridSpan w:val="2"/>
          </w:tcPr>
          <w:p w14:paraId="0D0E1A03" w14:textId="39B37256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0.920</w:t>
            </w:r>
          </w:p>
        </w:tc>
        <w:tc>
          <w:tcPr>
            <w:tcW w:w="1034" w:type="dxa"/>
          </w:tcPr>
          <w:p w14:paraId="7108A00E" w14:textId="1DF8F19F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0.975</w:t>
            </w:r>
          </w:p>
        </w:tc>
        <w:tc>
          <w:tcPr>
            <w:tcW w:w="2346" w:type="dxa"/>
          </w:tcPr>
          <w:p w14:paraId="2AE7C0F0" w14:textId="0587D12C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0.000</w:t>
            </w:r>
          </w:p>
        </w:tc>
      </w:tr>
      <w:tr w:rsidR="00667BB1" w:rsidRPr="00A772DC" w14:paraId="6AEBBE71" w14:textId="77777777" w:rsidTr="003576CF">
        <w:tc>
          <w:tcPr>
            <w:tcW w:w="3167" w:type="dxa"/>
          </w:tcPr>
          <w:p w14:paraId="43BF08A1" w14:textId="5902263F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Boikos 2021d</w:t>
            </w:r>
          </w:p>
        </w:tc>
        <w:tc>
          <w:tcPr>
            <w:tcW w:w="1427" w:type="dxa"/>
          </w:tcPr>
          <w:p w14:paraId="12BADC30" w14:textId="1623506A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0.993</w:t>
            </w:r>
          </w:p>
        </w:tc>
        <w:tc>
          <w:tcPr>
            <w:tcW w:w="1218" w:type="dxa"/>
            <w:gridSpan w:val="2"/>
          </w:tcPr>
          <w:p w14:paraId="259DCCCB" w14:textId="58932E2A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0.952</w:t>
            </w:r>
          </w:p>
        </w:tc>
        <w:tc>
          <w:tcPr>
            <w:tcW w:w="1034" w:type="dxa"/>
          </w:tcPr>
          <w:p w14:paraId="31C659CB" w14:textId="4F139F3C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1.035</w:t>
            </w:r>
          </w:p>
        </w:tc>
        <w:tc>
          <w:tcPr>
            <w:tcW w:w="2346" w:type="dxa"/>
          </w:tcPr>
          <w:p w14:paraId="50F1E505" w14:textId="66FF4BE6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0.725</w:t>
            </w:r>
          </w:p>
        </w:tc>
      </w:tr>
      <w:tr w:rsidR="00667BB1" w:rsidRPr="00A772DC" w14:paraId="7F6A78C6" w14:textId="77777777" w:rsidTr="003576CF">
        <w:tc>
          <w:tcPr>
            <w:tcW w:w="3167" w:type="dxa"/>
          </w:tcPr>
          <w:p w14:paraId="70F5D5C8" w14:textId="50AA32C6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 xml:space="preserve">Fu </w:t>
            </w:r>
            <w:proofErr w:type="spellStart"/>
            <w:r w:rsidRPr="00667BB1">
              <w:rPr>
                <w:rFonts w:asciiTheme="minorHAnsi" w:hAnsiTheme="minorHAnsi" w:cstheme="minorHAnsi"/>
                <w:lang w:val="de-DE"/>
              </w:rPr>
              <w:t>Tseng</w:t>
            </w:r>
            <w:proofErr w:type="spellEnd"/>
            <w:r w:rsidRPr="00667BB1">
              <w:rPr>
                <w:rFonts w:asciiTheme="minorHAnsi" w:hAnsiTheme="minorHAnsi" w:cstheme="minorHAnsi"/>
                <w:lang w:val="de-DE"/>
              </w:rPr>
              <w:t xml:space="preserve"> 2019b</w:t>
            </w:r>
          </w:p>
        </w:tc>
        <w:tc>
          <w:tcPr>
            <w:tcW w:w="1427" w:type="dxa"/>
          </w:tcPr>
          <w:p w14:paraId="221746AE" w14:textId="161950E5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0.971</w:t>
            </w:r>
          </w:p>
        </w:tc>
        <w:tc>
          <w:tcPr>
            <w:tcW w:w="1218" w:type="dxa"/>
            <w:gridSpan w:val="2"/>
          </w:tcPr>
          <w:p w14:paraId="71FF3FC6" w14:textId="2F60FA31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0.929</w:t>
            </w:r>
          </w:p>
        </w:tc>
        <w:tc>
          <w:tcPr>
            <w:tcW w:w="1034" w:type="dxa"/>
          </w:tcPr>
          <w:p w14:paraId="683E8278" w14:textId="4066940C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1.015</w:t>
            </w:r>
          </w:p>
        </w:tc>
        <w:tc>
          <w:tcPr>
            <w:tcW w:w="2346" w:type="dxa"/>
          </w:tcPr>
          <w:p w14:paraId="0686E0CB" w14:textId="526EC87E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de-DE"/>
              </w:rPr>
              <w:t>0.192</w:t>
            </w:r>
          </w:p>
        </w:tc>
      </w:tr>
      <w:tr w:rsidR="00667BB1" w:rsidRPr="00A772DC" w14:paraId="260A26FE" w14:textId="77777777" w:rsidTr="003576CF">
        <w:tc>
          <w:tcPr>
            <w:tcW w:w="3167" w:type="dxa"/>
          </w:tcPr>
          <w:p w14:paraId="32A84A81" w14:textId="6912AD0C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Izurieta 2020a</w:t>
            </w:r>
          </w:p>
        </w:tc>
        <w:tc>
          <w:tcPr>
            <w:tcW w:w="1427" w:type="dxa"/>
          </w:tcPr>
          <w:p w14:paraId="7D3EF307" w14:textId="79988BBF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0.972</w:t>
            </w:r>
          </w:p>
        </w:tc>
        <w:tc>
          <w:tcPr>
            <w:tcW w:w="1218" w:type="dxa"/>
            <w:gridSpan w:val="2"/>
          </w:tcPr>
          <w:p w14:paraId="72FE4E46" w14:textId="723224C2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0.917</w:t>
            </w:r>
          </w:p>
        </w:tc>
        <w:tc>
          <w:tcPr>
            <w:tcW w:w="1034" w:type="dxa"/>
          </w:tcPr>
          <w:p w14:paraId="210DC1A7" w14:textId="3DDAA353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1.029</w:t>
            </w:r>
          </w:p>
        </w:tc>
        <w:tc>
          <w:tcPr>
            <w:tcW w:w="2346" w:type="dxa"/>
          </w:tcPr>
          <w:p w14:paraId="2CCBEB2F" w14:textId="4E362B0E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0.325</w:t>
            </w:r>
          </w:p>
        </w:tc>
      </w:tr>
      <w:tr w:rsidR="00667BB1" w:rsidRPr="00A772DC" w14:paraId="6BBB10A6" w14:textId="77777777" w:rsidTr="003576CF">
        <w:tc>
          <w:tcPr>
            <w:tcW w:w="3167" w:type="dxa"/>
          </w:tcPr>
          <w:p w14:paraId="6E86AB99" w14:textId="22ABA474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proofErr w:type="spellStart"/>
            <w:r w:rsidRPr="00667BB1">
              <w:rPr>
                <w:rFonts w:asciiTheme="minorHAnsi" w:hAnsiTheme="minorHAnsi" w:cstheme="minorHAnsi"/>
                <w:lang w:val="es-ES"/>
              </w:rPr>
              <w:t>Krishnarajah</w:t>
            </w:r>
            <w:proofErr w:type="spellEnd"/>
            <w:r w:rsidRPr="00667BB1">
              <w:rPr>
                <w:rFonts w:asciiTheme="minorHAnsi" w:hAnsiTheme="minorHAnsi" w:cstheme="minorHAnsi"/>
                <w:lang w:val="es-ES"/>
              </w:rPr>
              <w:t xml:space="preserve"> 2021</w:t>
            </w:r>
          </w:p>
        </w:tc>
        <w:tc>
          <w:tcPr>
            <w:tcW w:w="1427" w:type="dxa"/>
          </w:tcPr>
          <w:p w14:paraId="3F71F7CE" w14:textId="3B3E2A98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0.977</w:t>
            </w:r>
          </w:p>
        </w:tc>
        <w:tc>
          <w:tcPr>
            <w:tcW w:w="1218" w:type="dxa"/>
            <w:gridSpan w:val="2"/>
          </w:tcPr>
          <w:p w14:paraId="123C70FB" w14:textId="7EB7B3A1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0.927</w:t>
            </w:r>
          </w:p>
        </w:tc>
        <w:tc>
          <w:tcPr>
            <w:tcW w:w="1034" w:type="dxa"/>
          </w:tcPr>
          <w:p w14:paraId="33C70A2D" w14:textId="222E80D9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1.029</w:t>
            </w:r>
          </w:p>
        </w:tc>
        <w:tc>
          <w:tcPr>
            <w:tcW w:w="2346" w:type="dxa"/>
          </w:tcPr>
          <w:p w14:paraId="68965EAD" w14:textId="6075EB37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0.377</w:t>
            </w:r>
          </w:p>
        </w:tc>
      </w:tr>
      <w:tr w:rsidR="00667BB1" w:rsidRPr="00A772DC" w14:paraId="2A04E276" w14:textId="77777777" w:rsidTr="003576CF">
        <w:tc>
          <w:tcPr>
            <w:tcW w:w="3167" w:type="dxa"/>
          </w:tcPr>
          <w:p w14:paraId="027AAF89" w14:textId="77777777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27" w:type="dxa"/>
          </w:tcPr>
          <w:p w14:paraId="37ACDEBB" w14:textId="77777777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18" w:type="dxa"/>
            <w:gridSpan w:val="2"/>
          </w:tcPr>
          <w:p w14:paraId="7DE97C1B" w14:textId="77777777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34" w:type="dxa"/>
          </w:tcPr>
          <w:p w14:paraId="014B164B" w14:textId="77777777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6" w:type="dxa"/>
          </w:tcPr>
          <w:p w14:paraId="5B6E1ABE" w14:textId="77777777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67BB1" w:rsidRPr="00A772DC" w14:paraId="69C45729" w14:textId="77777777" w:rsidTr="003576CF">
        <w:tc>
          <w:tcPr>
            <w:tcW w:w="3167" w:type="dxa"/>
            <w:tcBorders>
              <w:bottom w:val="single" w:sz="4" w:space="0" w:color="auto"/>
            </w:tcBorders>
          </w:tcPr>
          <w:p w14:paraId="187090E0" w14:textId="3828305A" w:rsidR="00667BB1" w:rsidRPr="00A772DC" w:rsidRDefault="00667BB1" w:rsidP="00667BB1">
            <w:pPr>
              <w:rPr>
                <w:rFonts w:asciiTheme="minorHAnsi" w:hAnsiTheme="minorHAnsi" w:cstheme="minorHAnsi"/>
              </w:rPr>
            </w:pPr>
            <w:proofErr w:type="spellStart"/>
            <w:r w:rsidRPr="00667BB1">
              <w:rPr>
                <w:rFonts w:asciiTheme="minorHAnsi" w:hAnsiTheme="minorHAnsi" w:cstheme="minorHAnsi"/>
                <w:lang w:val="es-ES"/>
              </w:rPr>
              <w:t>exp</w:t>
            </w:r>
            <w:proofErr w:type="spellEnd"/>
            <w:r w:rsidRPr="00667BB1">
              <w:rPr>
                <w:rFonts w:asciiTheme="minorHAnsi" w:hAnsiTheme="minorHAnsi" w:cstheme="minorHAnsi"/>
                <w:lang w:val="es-ES"/>
              </w:rPr>
              <w:t>(theta)</w:t>
            </w:r>
          </w:p>
        </w:tc>
        <w:tc>
          <w:tcPr>
            <w:tcW w:w="1427" w:type="dxa"/>
            <w:tcBorders>
              <w:bottom w:val="single" w:sz="4" w:space="0" w:color="auto"/>
            </w:tcBorders>
          </w:tcPr>
          <w:p w14:paraId="3172AA35" w14:textId="6E4954E4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0.972</w:t>
            </w: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</w:tcPr>
          <w:p w14:paraId="16F87C03" w14:textId="5D5B4F01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0.931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55BA40E0" w14:textId="04A939DE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1.015</w:t>
            </w:r>
          </w:p>
        </w:tc>
        <w:tc>
          <w:tcPr>
            <w:tcW w:w="2346" w:type="dxa"/>
            <w:tcBorders>
              <w:bottom w:val="single" w:sz="4" w:space="0" w:color="auto"/>
            </w:tcBorders>
          </w:tcPr>
          <w:p w14:paraId="72134ED6" w14:textId="6C22DAD2" w:rsidR="00667BB1" w:rsidRPr="00A772DC" w:rsidRDefault="00667BB1" w:rsidP="00667BB1">
            <w:pPr>
              <w:jc w:val="center"/>
              <w:rPr>
                <w:rFonts w:asciiTheme="minorHAnsi" w:hAnsiTheme="minorHAnsi" w:cstheme="minorHAnsi"/>
              </w:rPr>
            </w:pPr>
            <w:r w:rsidRPr="00667BB1">
              <w:rPr>
                <w:rFonts w:asciiTheme="minorHAnsi" w:hAnsiTheme="minorHAnsi" w:cstheme="minorHAnsi"/>
                <w:lang w:val="es-ES"/>
              </w:rPr>
              <w:t>0.200</w:t>
            </w:r>
          </w:p>
        </w:tc>
      </w:tr>
    </w:tbl>
    <w:p w14:paraId="585D62A7" w14:textId="1F78FDD0" w:rsidR="00F168B1" w:rsidRDefault="00F168B1" w:rsidP="00F168B1">
      <w:pPr>
        <w:rPr>
          <w:rFonts w:asciiTheme="minorHAnsi" w:hAnsiTheme="minorHAnsi" w:cstheme="minorHAnsi"/>
        </w:rPr>
      </w:pP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  <w:r w:rsidRPr="00A772DC">
        <w:rPr>
          <w:rFonts w:asciiTheme="minorHAnsi" w:hAnsiTheme="minorHAnsi" w:cstheme="minorHAnsi"/>
        </w:rPr>
        <w:tab/>
      </w:r>
    </w:p>
    <w:p w14:paraId="45DEC454" w14:textId="77777777" w:rsidR="00996991" w:rsidRDefault="00996991" w:rsidP="00F168B1">
      <w:pPr>
        <w:rPr>
          <w:rFonts w:asciiTheme="minorHAnsi" w:hAnsiTheme="minorHAnsi" w:cstheme="minorHAnsi"/>
        </w:rPr>
      </w:pPr>
    </w:p>
    <w:p w14:paraId="45DC6807" w14:textId="1166F47B" w:rsidR="00996991" w:rsidRDefault="00DB4420" w:rsidP="00667BB1">
      <w:pPr>
        <w:rPr>
          <w:rFonts w:asciiTheme="minorHAnsi" w:hAnsiTheme="minorHAnsi" w:cstheme="minorHAnsi"/>
          <w:lang w:val="es-ES"/>
        </w:rPr>
      </w:pPr>
      <w:proofErr w:type="spellStart"/>
      <w:r>
        <w:rPr>
          <w:rFonts w:asciiTheme="minorHAnsi" w:hAnsiTheme="minorHAnsi" w:cstheme="minorHAnsi"/>
          <w:lang w:val="es-ES"/>
        </w:rPr>
        <w:t>aRR</w:t>
      </w:r>
      <w:proofErr w:type="spellEnd"/>
      <w:r>
        <w:rPr>
          <w:rFonts w:asciiTheme="minorHAnsi" w:hAnsiTheme="minorHAnsi" w:cstheme="minorHAnsi"/>
          <w:lang w:val="es-ES"/>
        </w:rPr>
        <w:t xml:space="preserve">, </w:t>
      </w:r>
      <w:proofErr w:type="spellStart"/>
      <w:r>
        <w:rPr>
          <w:rFonts w:asciiTheme="minorHAnsi" w:hAnsiTheme="minorHAnsi" w:cstheme="minorHAnsi"/>
          <w:lang w:val="es-ES"/>
        </w:rPr>
        <w:t>adjusted</w:t>
      </w:r>
      <w:proofErr w:type="spellEnd"/>
      <w:r>
        <w:rPr>
          <w:rFonts w:asciiTheme="minorHAnsi" w:hAnsiTheme="minorHAnsi" w:cstheme="minorHAnsi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lang w:val="es-ES"/>
        </w:rPr>
        <w:t>relative</w:t>
      </w:r>
      <w:proofErr w:type="spellEnd"/>
      <w:r>
        <w:rPr>
          <w:rFonts w:asciiTheme="minorHAnsi" w:hAnsiTheme="minorHAnsi" w:cstheme="minorHAnsi"/>
          <w:lang w:val="es-ES"/>
        </w:rPr>
        <w:t xml:space="preserve"> </w:t>
      </w:r>
      <w:proofErr w:type="spellStart"/>
      <w:r>
        <w:rPr>
          <w:rFonts w:asciiTheme="minorHAnsi" w:hAnsiTheme="minorHAnsi" w:cstheme="minorHAnsi"/>
          <w:lang w:val="es-ES"/>
        </w:rPr>
        <w:t>risk</w:t>
      </w:r>
      <w:proofErr w:type="spellEnd"/>
    </w:p>
    <w:p w14:paraId="4FC63DC5" w14:textId="54F07A33" w:rsidR="00DB4420" w:rsidRPr="003576CF" w:rsidRDefault="00DB4420" w:rsidP="00667BB1">
      <w:pPr>
        <w:rPr>
          <w:rFonts w:asciiTheme="minorHAnsi" w:hAnsiTheme="minorHAnsi" w:cstheme="minorHAnsi"/>
          <w:lang w:val="en-US"/>
        </w:rPr>
      </w:pPr>
      <w:r w:rsidRPr="003576CF">
        <w:rPr>
          <w:rFonts w:asciiTheme="minorHAnsi" w:hAnsiTheme="minorHAnsi" w:cstheme="minorHAnsi"/>
          <w:lang w:val="en-US"/>
        </w:rPr>
        <w:t xml:space="preserve">exp(theta) </w:t>
      </w:r>
      <w:proofErr w:type="spellStart"/>
      <w:r w:rsidR="003576CF" w:rsidRPr="003576CF">
        <w:rPr>
          <w:rFonts w:asciiTheme="minorHAnsi" w:hAnsiTheme="minorHAnsi" w:cstheme="minorHAnsi"/>
          <w:lang w:val="en-US"/>
        </w:rPr>
        <w:t>poooled</w:t>
      </w:r>
      <w:proofErr w:type="spellEnd"/>
      <w:r w:rsidR="003576CF" w:rsidRPr="003576CF">
        <w:rPr>
          <w:rFonts w:asciiTheme="minorHAnsi" w:hAnsiTheme="minorHAnsi" w:cstheme="minorHAnsi"/>
          <w:lang w:val="en-US"/>
        </w:rPr>
        <w:t xml:space="preserve"> adjusted relative r</w:t>
      </w:r>
      <w:r w:rsidR="003576CF">
        <w:rPr>
          <w:rFonts w:asciiTheme="minorHAnsi" w:hAnsiTheme="minorHAnsi" w:cstheme="minorHAnsi"/>
          <w:lang w:val="en-US"/>
        </w:rPr>
        <w:t>isk</w:t>
      </w:r>
    </w:p>
    <w:sectPr w:rsidR="00DB4420" w:rsidRPr="003576CF" w:rsidSect="006B3C1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4C3E" w14:textId="77777777" w:rsidR="00856547" w:rsidRDefault="00856547" w:rsidP="00212EF8">
      <w:r>
        <w:separator/>
      </w:r>
    </w:p>
  </w:endnote>
  <w:endnote w:type="continuationSeparator" w:id="0">
    <w:p w14:paraId="61B2951D" w14:textId="77777777" w:rsidR="00856547" w:rsidRDefault="00856547" w:rsidP="0021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83957" w14:textId="77777777" w:rsidR="00856547" w:rsidRDefault="00856547" w:rsidP="00212EF8">
      <w:r>
        <w:separator/>
      </w:r>
    </w:p>
  </w:footnote>
  <w:footnote w:type="continuationSeparator" w:id="0">
    <w:p w14:paraId="26C0C3D1" w14:textId="77777777" w:rsidR="00856547" w:rsidRDefault="00856547" w:rsidP="00212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37312"/>
    <w:multiLevelType w:val="hybridMultilevel"/>
    <w:tmpl w:val="761C8936"/>
    <w:lvl w:ilvl="0" w:tplc="DAF6D318">
      <w:start w:val="1"/>
      <w:numFmt w:val="decimal"/>
      <w:lvlText w:val="%1."/>
      <w:lvlJc w:val="left"/>
      <w:pPr>
        <w:ind w:left="720" w:hanging="360"/>
      </w:pPr>
      <w:rPr>
        <w:rFonts w:ascii="Abadi" w:hAnsi="Aba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B1"/>
    <w:rsid w:val="00057A8F"/>
    <w:rsid w:val="000877CA"/>
    <w:rsid w:val="000B4850"/>
    <w:rsid w:val="000E2E9C"/>
    <w:rsid w:val="00105122"/>
    <w:rsid w:val="001110A7"/>
    <w:rsid w:val="00137F88"/>
    <w:rsid w:val="00163A53"/>
    <w:rsid w:val="00176814"/>
    <w:rsid w:val="001E2672"/>
    <w:rsid w:val="001F51E2"/>
    <w:rsid w:val="001F731A"/>
    <w:rsid w:val="00212EF8"/>
    <w:rsid w:val="002D66A5"/>
    <w:rsid w:val="003576CF"/>
    <w:rsid w:val="0037406C"/>
    <w:rsid w:val="003A6275"/>
    <w:rsid w:val="003C5509"/>
    <w:rsid w:val="003E271D"/>
    <w:rsid w:val="00434E96"/>
    <w:rsid w:val="0048730B"/>
    <w:rsid w:val="00487C05"/>
    <w:rsid w:val="004F2A06"/>
    <w:rsid w:val="004F7D84"/>
    <w:rsid w:val="00530073"/>
    <w:rsid w:val="00563E36"/>
    <w:rsid w:val="00592E48"/>
    <w:rsid w:val="005E688A"/>
    <w:rsid w:val="00664ECD"/>
    <w:rsid w:val="00665C61"/>
    <w:rsid w:val="00667BB1"/>
    <w:rsid w:val="00680698"/>
    <w:rsid w:val="006B3C16"/>
    <w:rsid w:val="007177A2"/>
    <w:rsid w:val="007C416D"/>
    <w:rsid w:val="007F2E71"/>
    <w:rsid w:val="0081326D"/>
    <w:rsid w:val="00813501"/>
    <w:rsid w:val="00856547"/>
    <w:rsid w:val="008616EB"/>
    <w:rsid w:val="00884FB1"/>
    <w:rsid w:val="008C7DDE"/>
    <w:rsid w:val="00906384"/>
    <w:rsid w:val="00937630"/>
    <w:rsid w:val="00996991"/>
    <w:rsid w:val="00A24AFC"/>
    <w:rsid w:val="00A7456A"/>
    <w:rsid w:val="00A772DC"/>
    <w:rsid w:val="00A9757A"/>
    <w:rsid w:val="00AA2470"/>
    <w:rsid w:val="00AB2EC8"/>
    <w:rsid w:val="00B10A4B"/>
    <w:rsid w:val="00B15D1A"/>
    <w:rsid w:val="00B53A3B"/>
    <w:rsid w:val="00B56912"/>
    <w:rsid w:val="00B87552"/>
    <w:rsid w:val="00BE7205"/>
    <w:rsid w:val="00C44634"/>
    <w:rsid w:val="00C944FA"/>
    <w:rsid w:val="00CA560D"/>
    <w:rsid w:val="00CA5621"/>
    <w:rsid w:val="00D06FFF"/>
    <w:rsid w:val="00D15DE5"/>
    <w:rsid w:val="00DB4420"/>
    <w:rsid w:val="00E53441"/>
    <w:rsid w:val="00ED1640"/>
    <w:rsid w:val="00F168B1"/>
    <w:rsid w:val="00F84A50"/>
    <w:rsid w:val="00FA72F0"/>
    <w:rsid w:val="00FB2C36"/>
    <w:rsid w:val="00FE7DB4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3190E4"/>
  <w15:chartTrackingRefBased/>
  <w15:docId w15:val="{07B6E1CD-7A8F-A14D-9205-9DA1D4D9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E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2E48"/>
    <w:pPr>
      <w:widowControl w:val="0"/>
    </w:pPr>
    <w:rPr>
      <w:rFonts w:ascii="Abadi" w:hAnsi="Abad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12EF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12EF8"/>
    <w:rPr>
      <w:rFonts w:ascii="Abadi" w:hAnsi="Abadi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212EF8"/>
    <w:rPr>
      <w:vertAlign w:val="superscript"/>
    </w:rPr>
  </w:style>
  <w:style w:type="table" w:styleId="TableGrid">
    <w:name w:val="Table Grid"/>
    <w:basedOn w:val="TableNormal"/>
    <w:uiPriority w:val="39"/>
    <w:rsid w:val="00F16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uanpuigbarbera/Library/Group%20Containers/UBF8T346G9.Office/User%20Content.localized/Templates.localized/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BE2834-D8C8-3C48-8816-37938542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Normal.dotx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Puig-Barberà</dc:creator>
  <cp:keywords/>
  <dc:description/>
  <cp:lastModifiedBy>Joan Puig-Barberà</cp:lastModifiedBy>
  <cp:revision>3</cp:revision>
  <dcterms:created xsi:type="dcterms:W3CDTF">2021-12-04T10:42:00Z</dcterms:created>
  <dcterms:modified xsi:type="dcterms:W3CDTF">2021-12-04T10:43:00Z</dcterms:modified>
</cp:coreProperties>
</file>