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E4889" w14:textId="77777777" w:rsidR="007E7945" w:rsidRDefault="009B25FF" w:rsidP="00B7730B">
      <w:pPr>
        <w:widowControl w:val="0"/>
        <w:autoSpaceDE w:val="0"/>
        <w:autoSpaceDN w:val="0"/>
        <w:adjustRightInd w:val="0"/>
        <w:spacing w:line="240" w:lineRule="auto"/>
        <w:ind w:hanging="480"/>
        <w:rPr>
          <w:b/>
          <w:bCs/>
          <w:sz w:val="24"/>
          <w:szCs w:val="24"/>
        </w:rPr>
      </w:pPr>
      <w:r w:rsidRPr="00541C1D">
        <w:rPr>
          <w:rFonts w:ascii="Times New Roman" w:hAnsi="Times New Roman"/>
        </w:rPr>
        <w:t>Supplementary Table 1: Red</w:t>
      </w:r>
      <w:r>
        <w:rPr>
          <w:rFonts w:ascii="Times New Roman" w:hAnsi="Times New Roman"/>
        </w:rPr>
        <w:t xml:space="preserve"> </w:t>
      </w:r>
      <w:r w:rsidRPr="00541C1D">
        <w:rPr>
          <w:rFonts w:ascii="Times New Roman" w:hAnsi="Times New Roman"/>
        </w:rPr>
        <w:t>panda</w:t>
      </w:r>
      <w:r>
        <w:rPr>
          <w:rFonts w:ascii="Times New Roman" w:hAnsi="Times New Roman"/>
        </w:rPr>
        <w:t>s</w:t>
      </w:r>
      <w:r w:rsidRPr="00541C1D">
        <w:rPr>
          <w:rFonts w:ascii="Times New Roman" w:hAnsi="Times New Roman"/>
        </w:rPr>
        <w:t xml:space="preserve"> sampled in three zoos, their demographic and enclosures details.</w:t>
      </w:r>
    </w:p>
    <w:tbl>
      <w:tblPr>
        <w:tblStyle w:val="TableGrid"/>
        <w:tblpPr w:leftFromText="180" w:rightFromText="180" w:vertAnchor="page" w:horzAnchor="page" w:tblpX="553" w:tblpY="2326"/>
        <w:tblW w:w="1102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1202"/>
        <w:gridCol w:w="592"/>
        <w:gridCol w:w="978"/>
        <w:gridCol w:w="1131"/>
        <w:gridCol w:w="1131"/>
        <w:gridCol w:w="1131"/>
        <w:gridCol w:w="1137"/>
        <w:gridCol w:w="692"/>
        <w:gridCol w:w="2251"/>
      </w:tblGrid>
      <w:tr w:rsidR="009B25FF" w:rsidRPr="00541C1D" w14:paraId="33738A9D" w14:textId="77777777" w:rsidTr="009B25FF">
        <w:trPr>
          <w:cantSplit/>
          <w:trHeight w:val="624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1880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Place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9A0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Red Panda</w:t>
            </w:r>
          </w:p>
          <w:p w14:paraId="622F14A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 xml:space="preserve"> ID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8376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 xml:space="preserve">Age 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C04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Age class/sex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14:paraId="642B6D64" w14:textId="77777777" w:rsidR="009B25FF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Sociality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14:paraId="7110753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Breeding history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E6BD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Enclosure</w:t>
            </w:r>
          </w:p>
          <w:p w14:paraId="6A2B15D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 xml:space="preserve"> area (m</w:t>
            </w:r>
            <w:r w:rsidRPr="00541C1D">
              <w:rPr>
                <w:rFonts w:ascii="Times New Roman" w:hAnsi="Times New Roman"/>
                <w:bCs/>
                <w:vertAlign w:val="superscript"/>
              </w:rPr>
              <w:t>2</w:t>
            </w:r>
            <w:r w:rsidRPr="00541C1D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23FB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Enclosure type</w:t>
            </w:r>
            <w:r w:rsidRPr="00C61DDE">
              <w:rPr>
                <w:rFonts w:ascii="Times New Roman" w:hAnsi="Times New Roman"/>
                <w:bCs/>
                <w:vertAlign w:val="superscript"/>
              </w:rPr>
              <w:t>*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3EC96" w14:textId="77777777" w:rsidR="009B25FF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</w:t>
            </w:r>
            <w:r w:rsidRPr="00541C1D">
              <w:rPr>
                <w:rFonts w:ascii="Times New Roman" w:hAnsi="Times New Roman"/>
                <w:bCs/>
              </w:rPr>
              <w:t>est</w:t>
            </w:r>
          </w:p>
          <w:p w14:paraId="0117EF7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No.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9775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Individuals sampled for f</w:t>
            </w:r>
            <w:r w:rsidRPr="00541C1D">
              <w:rPr>
                <w:rFonts w:ascii="Times New Roman" w:hAnsi="Times New Roman"/>
                <w:bCs/>
              </w:rPr>
              <w:t>G</w:t>
            </w:r>
            <w:r>
              <w:rPr>
                <w:rFonts w:ascii="Times New Roman" w:hAnsi="Times New Roman"/>
                <w:bCs/>
              </w:rPr>
              <w:t>C</w:t>
            </w:r>
            <w:r w:rsidRPr="00541C1D">
              <w:rPr>
                <w:rFonts w:ascii="Times New Roman" w:hAnsi="Times New Roman"/>
                <w:bCs/>
              </w:rPr>
              <w:t>M/</w:t>
            </w:r>
            <w:r>
              <w:rPr>
                <w:rFonts w:ascii="Times New Roman" w:hAnsi="Times New Roman"/>
                <w:bCs/>
              </w:rPr>
              <w:t>f</w:t>
            </w:r>
            <w:r w:rsidRPr="00541C1D">
              <w:rPr>
                <w:rFonts w:ascii="Times New Roman" w:hAnsi="Times New Roman"/>
                <w:bCs/>
              </w:rPr>
              <w:t>AM</w:t>
            </w:r>
            <w:r>
              <w:rPr>
                <w:rFonts w:ascii="Times New Roman" w:hAnsi="Times New Roman"/>
                <w:bCs/>
              </w:rPr>
              <w:t xml:space="preserve"> or f</w:t>
            </w:r>
            <w:r w:rsidRPr="00541C1D">
              <w:rPr>
                <w:rFonts w:ascii="Times New Roman" w:hAnsi="Times New Roman"/>
                <w:bCs/>
              </w:rPr>
              <w:t xml:space="preserve">PM </w:t>
            </w:r>
          </w:p>
        </w:tc>
      </w:tr>
      <w:tr w:rsidR="009B25FF" w:rsidRPr="00541C1D" w14:paraId="38B9EA33" w14:textId="77777777" w:rsidTr="009B25FF">
        <w:trPr>
          <w:cantSplit/>
          <w:trHeight w:val="319"/>
        </w:trPr>
        <w:tc>
          <w:tcPr>
            <w:tcW w:w="776" w:type="dxa"/>
            <w:tcBorders>
              <w:top w:val="single" w:sz="4" w:space="0" w:color="auto"/>
            </w:tcBorders>
          </w:tcPr>
          <w:p w14:paraId="729977B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0493C04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</w:t>
            </w:r>
          </w:p>
        </w:tc>
        <w:tc>
          <w:tcPr>
            <w:tcW w:w="592" w:type="dxa"/>
            <w:tcBorders>
              <w:top w:val="single" w:sz="4" w:space="0" w:color="auto"/>
            </w:tcBorders>
          </w:tcPr>
          <w:p w14:paraId="3343420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3648B3C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1E268E3A" w14:textId="77777777" w:rsidR="009B25FF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482AF6E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334DC4D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3068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49865C2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14:paraId="428A266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</w:tcBorders>
          </w:tcPr>
          <w:p w14:paraId="48EFF5E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1B6FFACC" w14:textId="77777777" w:rsidTr="009B25FF">
        <w:trPr>
          <w:cantSplit/>
          <w:trHeight w:val="305"/>
        </w:trPr>
        <w:tc>
          <w:tcPr>
            <w:tcW w:w="776" w:type="dxa"/>
          </w:tcPr>
          <w:p w14:paraId="4F5A785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5CC7D5A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RP2</w:t>
            </w:r>
          </w:p>
        </w:tc>
        <w:tc>
          <w:tcPr>
            <w:tcW w:w="592" w:type="dxa"/>
          </w:tcPr>
          <w:p w14:paraId="795C7A6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978" w:type="dxa"/>
          </w:tcPr>
          <w:p w14:paraId="6BCFA7B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1862E909" w14:textId="77777777" w:rsidR="009B25FF" w:rsidRDefault="009B25FF" w:rsidP="009B25FF">
            <w:pPr>
              <w:spacing w:line="240" w:lineRule="auto"/>
              <w:contextualSpacing/>
            </w:pPr>
            <w:r w:rsidRPr="00E5725B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2592BCF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</w:t>
            </w:r>
          </w:p>
        </w:tc>
        <w:tc>
          <w:tcPr>
            <w:tcW w:w="1131" w:type="dxa"/>
          </w:tcPr>
          <w:p w14:paraId="0968EAA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192</w:t>
            </w:r>
          </w:p>
        </w:tc>
        <w:tc>
          <w:tcPr>
            <w:tcW w:w="1137" w:type="dxa"/>
          </w:tcPr>
          <w:p w14:paraId="18FF2A7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100BEAC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343975F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0AC3BEF6" w14:textId="77777777" w:rsidTr="009B25FF">
        <w:trPr>
          <w:cantSplit/>
          <w:trHeight w:val="319"/>
        </w:trPr>
        <w:tc>
          <w:tcPr>
            <w:tcW w:w="776" w:type="dxa"/>
          </w:tcPr>
          <w:p w14:paraId="31F52B1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2582058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RP3</w:t>
            </w:r>
          </w:p>
        </w:tc>
        <w:tc>
          <w:tcPr>
            <w:tcW w:w="592" w:type="dxa"/>
          </w:tcPr>
          <w:p w14:paraId="081B5B3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978" w:type="dxa"/>
          </w:tcPr>
          <w:p w14:paraId="1C87564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0F04A61A" w14:textId="77777777" w:rsidR="009B25FF" w:rsidRDefault="009B25FF" w:rsidP="009B25FF">
            <w:pPr>
              <w:spacing w:line="240" w:lineRule="auto"/>
              <w:contextualSpacing/>
            </w:pPr>
            <w:r w:rsidRPr="00E5725B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4064E68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79ED5E0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192</w:t>
            </w:r>
          </w:p>
        </w:tc>
        <w:tc>
          <w:tcPr>
            <w:tcW w:w="1137" w:type="dxa"/>
          </w:tcPr>
          <w:p w14:paraId="223E06B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40948D3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1DF9948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727C6D4C" w14:textId="77777777" w:rsidTr="009B25FF">
        <w:trPr>
          <w:cantSplit/>
          <w:trHeight w:val="319"/>
        </w:trPr>
        <w:tc>
          <w:tcPr>
            <w:tcW w:w="776" w:type="dxa"/>
          </w:tcPr>
          <w:p w14:paraId="1281948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102B922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RP4</w:t>
            </w:r>
          </w:p>
        </w:tc>
        <w:tc>
          <w:tcPr>
            <w:tcW w:w="592" w:type="dxa"/>
          </w:tcPr>
          <w:p w14:paraId="7292A1D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78" w:type="dxa"/>
          </w:tcPr>
          <w:p w14:paraId="7E58378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195748AE" w14:textId="77777777" w:rsidR="009B25FF" w:rsidRDefault="009B25FF" w:rsidP="009B25FF">
            <w:pPr>
              <w:spacing w:line="240" w:lineRule="auto"/>
              <w:contextualSpacing/>
            </w:pPr>
            <w:r w:rsidRPr="00E5725B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448C00D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4A08485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1560</w:t>
            </w:r>
          </w:p>
        </w:tc>
        <w:tc>
          <w:tcPr>
            <w:tcW w:w="1137" w:type="dxa"/>
          </w:tcPr>
          <w:p w14:paraId="3ACAFE9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1896361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</w:tcPr>
          <w:p w14:paraId="55A693A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01624910" w14:textId="77777777" w:rsidTr="009B25FF">
        <w:trPr>
          <w:cantSplit/>
          <w:trHeight w:val="305"/>
        </w:trPr>
        <w:tc>
          <w:tcPr>
            <w:tcW w:w="776" w:type="dxa"/>
          </w:tcPr>
          <w:p w14:paraId="2A79FCD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24E4895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RP5</w:t>
            </w:r>
          </w:p>
        </w:tc>
        <w:tc>
          <w:tcPr>
            <w:tcW w:w="592" w:type="dxa"/>
          </w:tcPr>
          <w:p w14:paraId="6E747C0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78" w:type="dxa"/>
          </w:tcPr>
          <w:p w14:paraId="05C8158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67EFB4C9" w14:textId="77777777" w:rsidR="009B25FF" w:rsidRDefault="009B25FF" w:rsidP="009B25FF">
            <w:pPr>
              <w:spacing w:line="240" w:lineRule="auto"/>
              <w:contextualSpacing/>
            </w:pPr>
            <w:r w:rsidRPr="00E5725B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71F778C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3DE2655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1560</w:t>
            </w:r>
          </w:p>
        </w:tc>
        <w:tc>
          <w:tcPr>
            <w:tcW w:w="1137" w:type="dxa"/>
          </w:tcPr>
          <w:p w14:paraId="31572AE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7815A76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</w:tcPr>
          <w:p w14:paraId="71C3D8D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33841503" w14:textId="77777777" w:rsidTr="009B25FF">
        <w:trPr>
          <w:cantSplit/>
          <w:trHeight w:val="319"/>
        </w:trPr>
        <w:tc>
          <w:tcPr>
            <w:tcW w:w="776" w:type="dxa"/>
          </w:tcPr>
          <w:p w14:paraId="32998AA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4769307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RP6</w:t>
            </w:r>
          </w:p>
        </w:tc>
        <w:tc>
          <w:tcPr>
            <w:tcW w:w="592" w:type="dxa"/>
          </w:tcPr>
          <w:p w14:paraId="2974232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78" w:type="dxa"/>
          </w:tcPr>
          <w:p w14:paraId="67744A1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734BD296" w14:textId="77777777" w:rsidR="009B25FF" w:rsidRDefault="009B25FF" w:rsidP="009B25FF">
            <w:pPr>
              <w:spacing w:line="240" w:lineRule="auto"/>
              <w:contextualSpacing/>
            </w:pPr>
            <w:r w:rsidRPr="00E5725B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3EDAAA1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65BC403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1560</w:t>
            </w:r>
          </w:p>
        </w:tc>
        <w:tc>
          <w:tcPr>
            <w:tcW w:w="1137" w:type="dxa"/>
          </w:tcPr>
          <w:p w14:paraId="01F98F7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5E00EB1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</w:tcPr>
          <w:p w14:paraId="6447DA0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2B0CF43D" w14:textId="77777777" w:rsidTr="009B25FF">
        <w:trPr>
          <w:cantSplit/>
          <w:trHeight w:val="319"/>
        </w:trPr>
        <w:tc>
          <w:tcPr>
            <w:tcW w:w="776" w:type="dxa"/>
          </w:tcPr>
          <w:p w14:paraId="6D26DF1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07496EB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RP7</w:t>
            </w:r>
          </w:p>
        </w:tc>
        <w:tc>
          <w:tcPr>
            <w:tcW w:w="592" w:type="dxa"/>
          </w:tcPr>
          <w:p w14:paraId="272A2C6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78" w:type="dxa"/>
          </w:tcPr>
          <w:p w14:paraId="17F5C91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4B30BCF1" w14:textId="77777777" w:rsidR="009B25FF" w:rsidRDefault="009B25FF" w:rsidP="009B25FF">
            <w:pPr>
              <w:spacing w:line="240" w:lineRule="auto"/>
              <w:contextualSpacing/>
            </w:pPr>
            <w:r w:rsidRPr="003D3C97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27CD42D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088B05E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495</w:t>
            </w:r>
          </w:p>
        </w:tc>
        <w:tc>
          <w:tcPr>
            <w:tcW w:w="1137" w:type="dxa"/>
          </w:tcPr>
          <w:p w14:paraId="586E652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1E2B7B2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051FABC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4FE24A94" w14:textId="77777777" w:rsidTr="009B25FF">
        <w:trPr>
          <w:cantSplit/>
          <w:trHeight w:val="319"/>
        </w:trPr>
        <w:tc>
          <w:tcPr>
            <w:tcW w:w="776" w:type="dxa"/>
          </w:tcPr>
          <w:p w14:paraId="2B029BE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1E24D62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RP8</w:t>
            </w:r>
          </w:p>
        </w:tc>
        <w:tc>
          <w:tcPr>
            <w:tcW w:w="592" w:type="dxa"/>
          </w:tcPr>
          <w:p w14:paraId="06383DB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78" w:type="dxa"/>
          </w:tcPr>
          <w:p w14:paraId="36A5052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73C46BCE" w14:textId="77777777" w:rsidR="009B25FF" w:rsidRDefault="009B25FF" w:rsidP="009B25FF">
            <w:pPr>
              <w:spacing w:line="240" w:lineRule="auto"/>
              <w:contextualSpacing/>
            </w:pPr>
            <w:r w:rsidRPr="003D3C97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5168C39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3B240DC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2925</w:t>
            </w:r>
          </w:p>
        </w:tc>
        <w:tc>
          <w:tcPr>
            <w:tcW w:w="1137" w:type="dxa"/>
          </w:tcPr>
          <w:p w14:paraId="7132A08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3E445AB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5F580C7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27795AE4" w14:textId="77777777" w:rsidTr="009B25FF">
        <w:trPr>
          <w:cantSplit/>
          <w:trHeight w:val="624"/>
        </w:trPr>
        <w:tc>
          <w:tcPr>
            <w:tcW w:w="776" w:type="dxa"/>
          </w:tcPr>
          <w:p w14:paraId="3753EF7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2A15E6E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RP9</w:t>
            </w:r>
          </w:p>
        </w:tc>
        <w:tc>
          <w:tcPr>
            <w:tcW w:w="592" w:type="dxa"/>
          </w:tcPr>
          <w:p w14:paraId="2547AA0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978" w:type="dxa"/>
          </w:tcPr>
          <w:p w14:paraId="4953537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1CB50206" w14:textId="77777777" w:rsidR="009B25FF" w:rsidRDefault="002029D7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one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</w:p>
        </w:tc>
        <w:tc>
          <w:tcPr>
            <w:tcW w:w="1131" w:type="dxa"/>
          </w:tcPr>
          <w:p w14:paraId="671B703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22AC546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2925</w:t>
            </w:r>
          </w:p>
        </w:tc>
        <w:tc>
          <w:tcPr>
            <w:tcW w:w="1137" w:type="dxa"/>
          </w:tcPr>
          <w:p w14:paraId="482FDC1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6F1C7B2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32ACBA7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42FA881A" w14:textId="77777777" w:rsidTr="009B25FF">
        <w:trPr>
          <w:cantSplit/>
          <w:trHeight w:val="639"/>
        </w:trPr>
        <w:tc>
          <w:tcPr>
            <w:tcW w:w="776" w:type="dxa"/>
          </w:tcPr>
          <w:p w14:paraId="75A0AE7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30533DE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RP10</w:t>
            </w:r>
          </w:p>
        </w:tc>
        <w:tc>
          <w:tcPr>
            <w:tcW w:w="592" w:type="dxa"/>
          </w:tcPr>
          <w:p w14:paraId="047A222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0.6</w:t>
            </w:r>
          </w:p>
        </w:tc>
        <w:tc>
          <w:tcPr>
            <w:tcW w:w="978" w:type="dxa"/>
          </w:tcPr>
          <w:p w14:paraId="5C7C1EB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CF</w:t>
            </w:r>
          </w:p>
        </w:tc>
        <w:tc>
          <w:tcPr>
            <w:tcW w:w="1131" w:type="dxa"/>
          </w:tcPr>
          <w:p w14:paraId="20B2F3FA" w14:textId="77777777" w:rsidR="009B25FF" w:rsidRDefault="002029D7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one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</w:p>
        </w:tc>
        <w:tc>
          <w:tcPr>
            <w:tcW w:w="1131" w:type="dxa"/>
          </w:tcPr>
          <w:p w14:paraId="0C4678B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31" w:type="dxa"/>
          </w:tcPr>
          <w:p w14:paraId="0691D57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2925</w:t>
            </w:r>
          </w:p>
        </w:tc>
        <w:tc>
          <w:tcPr>
            <w:tcW w:w="1137" w:type="dxa"/>
          </w:tcPr>
          <w:p w14:paraId="23B790B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5437D62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7D1FAB4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No</w:t>
            </w:r>
          </w:p>
        </w:tc>
      </w:tr>
      <w:tr w:rsidR="009B25FF" w:rsidRPr="00541C1D" w14:paraId="1F4AD9D7" w14:textId="77777777" w:rsidTr="009B25FF">
        <w:trPr>
          <w:cantSplit/>
          <w:trHeight w:val="305"/>
        </w:trPr>
        <w:tc>
          <w:tcPr>
            <w:tcW w:w="776" w:type="dxa"/>
          </w:tcPr>
          <w:p w14:paraId="2044280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71C0ABE5" w14:textId="77777777" w:rsidR="009B25FF" w:rsidRPr="009B45D3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9B45D3">
              <w:rPr>
                <w:rFonts w:ascii="Times New Roman" w:hAnsi="Times New Roman"/>
                <w:bCs/>
              </w:rPr>
              <w:t>RP11</w:t>
            </w:r>
          </w:p>
        </w:tc>
        <w:tc>
          <w:tcPr>
            <w:tcW w:w="592" w:type="dxa"/>
          </w:tcPr>
          <w:p w14:paraId="078F6D1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78" w:type="dxa"/>
          </w:tcPr>
          <w:p w14:paraId="24592A2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0BB209DC" w14:textId="77777777" w:rsidR="009B25FF" w:rsidRDefault="009B25FF" w:rsidP="002E4195">
            <w:pPr>
              <w:spacing w:line="240" w:lineRule="auto"/>
              <w:contextualSpacing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Solitary</w:t>
            </w:r>
          </w:p>
        </w:tc>
        <w:tc>
          <w:tcPr>
            <w:tcW w:w="1131" w:type="dxa"/>
          </w:tcPr>
          <w:p w14:paraId="4830F68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</w:t>
            </w:r>
          </w:p>
        </w:tc>
        <w:tc>
          <w:tcPr>
            <w:tcW w:w="1131" w:type="dxa"/>
          </w:tcPr>
          <w:p w14:paraId="196F002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350</w:t>
            </w:r>
          </w:p>
        </w:tc>
        <w:tc>
          <w:tcPr>
            <w:tcW w:w="1137" w:type="dxa"/>
          </w:tcPr>
          <w:p w14:paraId="526485F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75754E3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51" w:type="dxa"/>
          </w:tcPr>
          <w:p w14:paraId="3046983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30B1D701" w14:textId="77777777" w:rsidTr="009B25FF">
        <w:trPr>
          <w:cantSplit/>
          <w:trHeight w:val="639"/>
        </w:trPr>
        <w:tc>
          <w:tcPr>
            <w:tcW w:w="776" w:type="dxa"/>
          </w:tcPr>
          <w:p w14:paraId="1593CEB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626F2D5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RP12</w:t>
            </w:r>
          </w:p>
        </w:tc>
        <w:tc>
          <w:tcPr>
            <w:tcW w:w="592" w:type="dxa"/>
          </w:tcPr>
          <w:p w14:paraId="5E2BF03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978" w:type="dxa"/>
          </w:tcPr>
          <w:p w14:paraId="56AA9CD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6A4F7C15" w14:textId="77777777" w:rsidR="009B25FF" w:rsidRDefault="002029D7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two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  <w:r>
              <w:rPr>
                <w:rFonts w:ascii="Times New Roman" w:hAnsi="Times New Roman"/>
                <w:bCs/>
              </w:rPr>
              <w:t>s</w:t>
            </w:r>
          </w:p>
        </w:tc>
        <w:tc>
          <w:tcPr>
            <w:tcW w:w="1131" w:type="dxa"/>
          </w:tcPr>
          <w:p w14:paraId="0658104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7B74C3F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322</w:t>
            </w:r>
          </w:p>
        </w:tc>
        <w:tc>
          <w:tcPr>
            <w:tcW w:w="1137" w:type="dxa"/>
          </w:tcPr>
          <w:p w14:paraId="498F9F1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25D741F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4E0BAB2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3188E210" w14:textId="77777777" w:rsidTr="009B25FF">
        <w:trPr>
          <w:cantSplit/>
          <w:trHeight w:val="624"/>
        </w:trPr>
        <w:tc>
          <w:tcPr>
            <w:tcW w:w="776" w:type="dxa"/>
          </w:tcPr>
          <w:p w14:paraId="3192010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493F38B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RP13</w:t>
            </w:r>
          </w:p>
        </w:tc>
        <w:tc>
          <w:tcPr>
            <w:tcW w:w="592" w:type="dxa"/>
          </w:tcPr>
          <w:p w14:paraId="196EF0D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978" w:type="dxa"/>
          </w:tcPr>
          <w:p w14:paraId="501B0CD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CF</w:t>
            </w:r>
          </w:p>
        </w:tc>
        <w:tc>
          <w:tcPr>
            <w:tcW w:w="1131" w:type="dxa"/>
          </w:tcPr>
          <w:p w14:paraId="38C8D45F" w14:textId="77777777" w:rsidR="009B25FF" w:rsidRDefault="002029D7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two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  <w:r>
              <w:rPr>
                <w:rFonts w:ascii="Times New Roman" w:hAnsi="Times New Roman"/>
                <w:bCs/>
              </w:rPr>
              <w:t>s</w:t>
            </w:r>
          </w:p>
        </w:tc>
        <w:tc>
          <w:tcPr>
            <w:tcW w:w="1131" w:type="dxa"/>
          </w:tcPr>
          <w:p w14:paraId="0B881DC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31" w:type="dxa"/>
          </w:tcPr>
          <w:p w14:paraId="7FEBFA6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322</w:t>
            </w:r>
          </w:p>
        </w:tc>
        <w:tc>
          <w:tcPr>
            <w:tcW w:w="1137" w:type="dxa"/>
          </w:tcPr>
          <w:p w14:paraId="1AF2B68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6C5078C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66359B0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No</w:t>
            </w:r>
          </w:p>
        </w:tc>
      </w:tr>
      <w:tr w:rsidR="009B25FF" w:rsidRPr="00541C1D" w14:paraId="24015D83" w14:textId="77777777" w:rsidTr="009B25FF">
        <w:trPr>
          <w:cantSplit/>
          <w:trHeight w:val="639"/>
        </w:trPr>
        <w:tc>
          <w:tcPr>
            <w:tcW w:w="776" w:type="dxa"/>
          </w:tcPr>
          <w:p w14:paraId="6B55521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433ADA6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RP14</w:t>
            </w:r>
          </w:p>
        </w:tc>
        <w:tc>
          <w:tcPr>
            <w:tcW w:w="592" w:type="dxa"/>
          </w:tcPr>
          <w:p w14:paraId="43D9751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978" w:type="dxa"/>
          </w:tcPr>
          <w:p w14:paraId="086EAF4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CM</w:t>
            </w:r>
          </w:p>
        </w:tc>
        <w:tc>
          <w:tcPr>
            <w:tcW w:w="1131" w:type="dxa"/>
          </w:tcPr>
          <w:p w14:paraId="194622AA" w14:textId="77777777" w:rsidR="009B25FF" w:rsidRDefault="002029D7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two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  <w:r>
              <w:rPr>
                <w:rFonts w:ascii="Times New Roman" w:hAnsi="Times New Roman"/>
                <w:bCs/>
              </w:rPr>
              <w:t>s</w:t>
            </w:r>
          </w:p>
        </w:tc>
        <w:tc>
          <w:tcPr>
            <w:tcW w:w="1131" w:type="dxa"/>
          </w:tcPr>
          <w:p w14:paraId="32AC834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31" w:type="dxa"/>
          </w:tcPr>
          <w:p w14:paraId="1F34815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322</w:t>
            </w:r>
          </w:p>
        </w:tc>
        <w:tc>
          <w:tcPr>
            <w:tcW w:w="1137" w:type="dxa"/>
          </w:tcPr>
          <w:p w14:paraId="3C521AC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34DA250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2FCB442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No</w:t>
            </w:r>
          </w:p>
        </w:tc>
      </w:tr>
      <w:tr w:rsidR="009B25FF" w:rsidRPr="00541C1D" w14:paraId="09F3FEE7" w14:textId="77777777" w:rsidTr="009B25FF">
        <w:trPr>
          <w:cantSplit/>
          <w:trHeight w:val="305"/>
        </w:trPr>
        <w:tc>
          <w:tcPr>
            <w:tcW w:w="776" w:type="dxa"/>
          </w:tcPr>
          <w:p w14:paraId="636D34E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6F93FC6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RP15</w:t>
            </w:r>
          </w:p>
        </w:tc>
        <w:tc>
          <w:tcPr>
            <w:tcW w:w="592" w:type="dxa"/>
          </w:tcPr>
          <w:p w14:paraId="1B46DDE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78" w:type="dxa"/>
          </w:tcPr>
          <w:p w14:paraId="08BAA7E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7BC908DC" w14:textId="77777777" w:rsidR="009B25FF" w:rsidRDefault="009B25FF" w:rsidP="002E4195">
            <w:pPr>
              <w:spacing w:line="240" w:lineRule="auto"/>
              <w:contextualSpacing/>
              <w:jc w:val="left"/>
            </w:pPr>
            <w:r w:rsidRPr="00EF2A2F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6A65D0F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</w:t>
            </w:r>
          </w:p>
        </w:tc>
        <w:tc>
          <w:tcPr>
            <w:tcW w:w="1131" w:type="dxa"/>
          </w:tcPr>
          <w:p w14:paraId="5F0F577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462</w:t>
            </w:r>
          </w:p>
        </w:tc>
        <w:tc>
          <w:tcPr>
            <w:tcW w:w="1137" w:type="dxa"/>
          </w:tcPr>
          <w:p w14:paraId="6A9C77F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0FB2BD2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</w:tcPr>
          <w:p w14:paraId="570F887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40AD3D4D" w14:textId="77777777" w:rsidTr="009B25FF">
        <w:trPr>
          <w:cantSplit/>
          <w:trHeight w:val="319"/>
        </w:trPr>
        <w:tc>
          <w:tcPr>
            <w:tcW w:w="776" w:type="dxa"/>
          </w:tcPr>
          <w:p w14:paraId="70868F1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752BBDB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RP16</w:t>
            </w:r>
          </w:p>
        </w:tc>
        <w:tc>
          <w:tcPr>
            <w:tcW w:w="592" w:type="dxa"/>
          </w:tcPr>
          <w:p w14:paraId="2A1A126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78" w:type="dxa"/>
          </w:tcPr>
          <w:p w14:paraId="45403203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4ACB72F5" w14:textId="77777777" w:rsidR="009B25FF" w:rsidRDefault="009B25FF" w:rsidP="002E4195">
            <w:pPr>
              <w:spacing w:line="240" w:lineRule="auto"/>
              <w:contextualSpacing/>
              <w:jc w:val="left"/>
            </w:pPr>
            <w:r w:rsidRPr="00EF2A2F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7A0600F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5360B78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462</w:t>
            </w:r>
          </w:p>
        </w:tc>
        <w:tc>
          <w:tcPr>
            <w:tcW w:w="1137" w:type="dxa"/>
          </w:tcPr>
          <w:p w14:paraId="406DE38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52BD927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51" w:type="dxa"/>
          </w:tcPr>
          <w:p w14:paraId="4DA7FD4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2272DBAE" w14:textId="77777777" w:rsidTr="009B25FF">
        <w:trPr>
          <w:cantSplit/>
          <w:trHeight w:val="319"/>
        </w:trPr>
        <w:tc>
          <w:tcPr>
            <w:tcW w:w="776" w:type="dxa"/>
          </w:tcPr>
          <w:p w14:paraId="5115940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1</w:t>
            </w:r>
          </w:p>
        </w:tc>
        <w:tc>
          <w:tcPr>
            <w:tcW w:w="1202" w:type="dxa"/>
          </w:tcPr>
          <w:p w14:paraId="43DBCCD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RP17</w:t>
            </w:r>
          </w:p>
        </w:tc>
        <w:tc>
          <w:tcPr>
            <w:tcW w:w="592" w:type="dxa"/>
          </w:tcPr>
          <w:p w14:paraId="624D61B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78" w:type="dxa"/>
          </w:tcPr>
          <w:p w14:paraId="4DA98F2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7CE4B7EE" w14:textId="77777777" w:rsidR="009B25FF" w:rsidRDefault="009B25FF" w:rsidP="002E4195">
            <w:pPr>
              <w:spacing w:line="240" w:lineRule="auto"/>
              <w:contextualSpacing/>
              <w:jc w:val="left"/>
            </w:pPr>
            <w:r w:rsidRPr="00EF2A2F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6D71289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292ED78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400</w:t>
            </w:r>
          </w:p>
        </w:tc>
        <w:tc>
          <w:tcPr>
            <w:tcW w:w="1137" w:type="dxa"/>
          </w:tcPr>
          <w:p w14:paraId="050F82E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3F1DB37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51" w:type="dxa"/>
          </w:tcPr>
          <w:p w14:paraId="717B4E2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418A47EC" w14:textId="77777777" w:rsidTr="009B25FF">
        <w:trPr>
          <w:cantSplit/>
          <w:trHeight w:val="624"/>
        </w:trPr>
        <w:tc>
          <w:tcPr>
            <w:tcW w:w="776" w:type="dxa"/>
          </w:tcPr>
          <w:p w14:paraId="2B62790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2</w:t>
            </w:r>
          </w:p>
        </w:tc>
        <w:tc>
          <w:tcPr>
            <w:tcW w:w="1202" w:type="dxa"/>
          </w:tcPr>
          <w:p w14:paraId="7BCAD590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RP18</w:t>
            </w:r>
          </w:p>
        </w:tc>
        <w:tc>
          <w:tcPr>
            <w:tcW w:w="592" w:type="dxa"/>
          </w:tcPr>
          <w:p w14:paraId="2F70007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978" w:type="dxa"/>
          </w:tcPr>
          <w:p w14:paraId="76CE47D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62A6096C" w14:textId="77777777" w:rsidR="009B25FF" w:rsidRDefault="00C51EFA" w:rsidP="002E4195">
            <w:pPr>
              <w:spacing w:line="240" w:lineRule="auto"/>
              <w:contextualSpacing/>
              <w:jc w:val="left"/>
            </w:pPr>
            <w:r>
              <w:rPr>
                <w:rFonts w:ascii="Times New Roman" w:hAnsi="Times New Roman"/>
                <w:bCs/>
              </w:rPr>
              <w:t>Female with two</w:t>
            </w:r>
            <w:r w:rsidR="009B25FF">
              <w:rPr>
                <w:rFonts w:ascii="Times New Roman" w:hAnsi="Times New Roman"/>
                <w:bCs/>
              </w:rPr>
              <w:t xml:space="preserve"> cub</w:t>
            </w:r>
            <w:r>
              <w:rPr>
                <w:rFonts w:ascii="Times New Roman" w:hAnsi="Times New Roman"/>
                <w:bCs/>
              </w:rPr>
              <w:t>s</w:t>
            </w:r>
          </w:p>
        </w:tc>
        <w:tc>
          <w:tcPr>
            <w:tcW w:w="1131" w:type="dxa"/>
          </w:tcPr>
          <w:p w14:paraId="16C44EA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040AFF8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2463</w:t>
            </w:r>
          </w:p>
        </w:tc>
        <w:tc>
          <w:tcPr>
            <w:tcW w:w="1137" w:type="dxa"/>
          </w:tcPr>
          <w:p w14:paraId="34FA2FEB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Open</w:t>
            </w:r>
          </w:p>
        </w:tc>
        <w:tc>
          <w:tcPr>
            <w:tcW w:w="692" w:type="dxa"/>
          </w:tcPr>
          <w:p w14:paraId="7D0D1B97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51" w:type="dxa"/>
          </w:tcPr>
          <w:p w14:paraId="7AE86C29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62AB64BE" w14:textId="77777777" w:rsidTr="009B25FF">
        <w:trPr>
          <w:cantSplit/>
          <w:trHeight w:val="319"/>
        </w:trPr>
        <w:tc>
          <w:tcPr>
            <w:tcW w:w="776" w:type="dxa"/>
          </w:tcPr>
          <w:p w14:paraId="70F5F94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3</w:t>
            </w:r>
          </w:p>
        </w:tc>
        <w:tc>
          <w:tcPr>
            <w:tcW w:w="1202" w:type="dxa"/>
          </w:tcPr>
          <w:p w14:paraId="2769231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RP19</w:t>
            </w:r>
          </w:p>
        </w:tc>
        <w:tc>
          <w:tcPr>
            <w:tcW w:w="592" w:type="dxa"/>
          </w:tcPr>
          <w:p w14:paraId="0774CF0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978" w:type="dxa"/>
          </w:tcPr>
          <w:p w14:paraId="27360712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AM</w:t>
            </w:r>
          </w:p>
        </w:tc>
        <w:tc>
          <w:tcPr>
            <w:tcW w:w="1131" w:type="dxa"/>
          </w:tcPr>
          <w:p w14:paraId="5EBA0FBC" w14:textId="77777777" w:rsidR="009B25FF" w:rsidRDefault="009B25FF" w:rsidP="009B25FF">
            <w:pPr>
              <w:spacing w:line="240" w:lineRule="auto"/>
              <w:contextualSpacing/>
            </w:pPr>
            <w:r w:rsidRPr="00EF2A2F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22FA831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7F84542F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224</w:t>
            </w:r>
          </w:p>
        </w:tc>
        <w:tc>
          <w:tcPr>
            <w:tcW w:w="1137" w:type="dxa"/>
          </w:tcPr>
          <w:p w14:paraId="129E83D1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Closed</w:t>
            </w:r>
          </w:p>
        </w:tc>
        <w:tc>
          <w:tcPr>
            <w:tcW w:w="692" w:type="dxa"/>
          </w:tcPr>
          <w:p w14:paraId="66339C6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51" w:type="dxa"/>
          </w:tcPr>
          <w:p w14:paraId="6503ED16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  <w:tr w:rsidR="009B25FF" w:rsidRPr="00541C1D" w14:paraId="6002A1AC" w14:textId="77777777" w:rsidTr="009B25FF">
        <w:trPr>
          <w:cantSplit/>
          <w:trHeight w:val="319"/>
        </w:trPr>
        <w:tc>
          <w:tcPr>
            <w:tcW w:w="776" w:type="dxa"/>
          </w:tcPr>
          <w:p w14:paraId="6444C19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Zoo 3</w:t>
            </w:r>
          </w:p>
        </w:tc>
        <w:tc>
          <w:tcPr>
            <w:tcW w:w="1202" w:type="dxa"/>
          </w:tcPr>
          <w:p w14:paraId="3CC46FCA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RP20</w:t>
            </w:r>
          </w:p>
        </w:tc>
        <w:tc>
          <w:tcPr>
            <w:tcW w:w="592" w:type="dxa"/>
          </w:tcPr>
          <w:p w14:paraId="5701645C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78" w:type="dxa"/>
          </w:tcPr>
          <w:p w14:paraId="6B73FE4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AF</w:t>
            </w:r>
          </w:p>
        </w:tc>
        <w:tc>
          <w:tcPr>
            <w:tcW w:w="1131" w:type="dxa"/>
          </w:tcPr>
          <w:p w14:paraId="5BEFCADB" w14:textId="77777777" w:rsidR="009B25FF" w:rsidRDefault="009B25FF" w:rsidP="009B25FF">
            <w:pPr>
              <w:spacing w:line="240" w:lineRule="auto"/>
              <w:contextualSpacing/>
            </w:pPr>
            <w:r w:rsidRPr="00EF2A2F">
              <w:rPr>
                <w:rFonts w:ascii="Times New Roman" w:hAnsi="Times New Roman"/>
                <w:bCs/>
              </w:rPr>
              <w:t>Paired</w:t>
            </w:r>
          </w:p>
        </w:tc>
        <w:tc>
          <w:tcPr>
            <w:tcW w:w="1131" w:type="dxa"/>
          </w:tcPr>
          <w:p w14:paraId="19460934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Yes</w:t>
            </w:r>
          </w:p>
        </w:tc>
        <w:tc>
          <w:tcPr>
            <w:tcW w:w="1131" w:type="dxa"/>
          </w:tcPr>
          <w:p w14:paraId="2EDBDAF8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224</w:t>
            </w:r>
          </w:p>
        </w:tc>
        <w:tc>
          <w:tcPr>
            <w:tcW w:w="1137" w:type="dxa"/>
          </w:tcPr>
          <w:p w14:paraId="436C3615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Closed</w:t>
            </w:r>
          </w:p>
        </w:tc>
        <w:tc>
          <w:tcPr>
            <w:tcW w:w="692" w:type="dxa"/>
          </w:tcPr>
          <w:p w14:paraId="2963A33D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51" w:type="dxa"/>
          </w:tcPr>
          <w:p w14:paraId="6E7A2C4E" w14:textId="77777777" w:rsidR="009B25FF" w:rsidRPr="00541C1D" w:rsidRDefault="009B25FF" w:rsidP="009B25FF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541C1D">
              <w:rPr>
                <w:rFonts w:ascii="Times New Roman" w:hAnsi="Times New Roman"/>
                <w:bCs/>
              </w:rPr>
              <w:t>Yes / Yes</w:t>
            </w:r>
          </w:p>
        </w:tc>
      </w:tr>
    </w:tbl>
    <w:p w14:paraId="60012EB5" w14:textId="77777777" w:rsidR="009B25FF" w:rsidRDefault="009B25FF" w:rsidP="009B25FF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</w:rPr>
      </w:pPr>
      <w:r w:rsidRPr="00AF4D3E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Open – enclosures were only fenced with open top, closed – enclosures were netted from all sides.</w:t>
      </w:r>
    </w:p>
    <w:p w14:paraId="2869ACD3" w14:textId="77777777" w:rsidR="009B25FF" w:rsidRPr="009B25FF" w:rsidRDefault="009B25FF" w:rsidP="00FD0F92">
      <w:pPr>
        <w:rPr>
          <w:rFonts w:ascii="Times New Roman" w:hAnsi="Times New Roman"/>
        </w:rPr>
      </w:pPr>
    </w:p>
    <w:p w14:paraId="7917D0AC" w14:textId="77777777" w:rsidR="007E7945" w:rsidRPr="00541C1D" w:rsidRDefault="00C919CA" w:rsidP="009B25FF">
      <w:pPr>
        <w:spacing w:line="240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  <w:r w:rsidR="007E7945">
        <w:rPr>
          <w:rFonts w:ascii="Times New Roman" w:hAnsi="Times New Roman"/>
          <w:bCs/>
        </w:rPr>
        <w:lastRenderedPageBreak/>
        <w:t xml:space="preserve">Supplementary </w:t>
      </w:r>
      <w:r w:rsidR="007E7945" w:rsidRPr="00541C1D">
        <w:rPr>
          <w:rFonts w:ascii="Times New Roman" w:hAnsi="Times New Roman"/>
          <w:bCs/>
        </w:rPr>
        <w:t>Table</w:t>
      </w:r>
      <w:r w:rsidR="007E7945">
        <w:rPr>
          <w:rFonts w:ascii="Times New Roman" w:hAnsi="Times New Roman"/>
          <w:bCs/>
        </w:rPr>
        <w:t xml:space="preserve"> 2</w:t>
      </w:r>
      <w:r w:rsidR="007E7945" w:rsidRPr="00541C1D">
        <w:rPr>
          <w:rFonts w:ascii="Times New Roman" w:hAnsi="Times New Roman"/>
          <w:bCs/>
        </w:rPr>
        <w:t xml:space="preserve">: Details of </w:t>
      </w:r>
      <w:r w:rsidR="007E7945">
        <w:rPr>
          <w:rFonts w:ascii="Times New Roman" w:hAnsi="Times New Roman"/>
          <w:bCs/>
        </w:rPr>
        <w:t xml:space="preserve">female’s breeding rate since age of maturity and their fGCM and fPM concentration during the study </w:t>
      </w:r>
    </w:p>
    <w:tbl>
      <w:tblPr>
        <w:tblW w:w="6012" w:type="dxa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414"/>
        <w:gridCol w:w="1414"/>
        <w:gridCol w:w="1788"/>
      </w:tblGrid>
      <w:tr w:rsidR="007E7945" w:rsidRPr="00541C1D" w14:paraId="73153C7F" w14:textId="77777777" w:rsidTr="002406ED">
        <w:trPr>
          <w:trHeight w:val="300"/>
        </w:trPr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AD5544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ID (Age)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1ACD212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Mean f</w:t>
            </w:r>
            <w:r w:rsidRPr="00541C1D">
              <w:rPr>
                <w:rFonts w:ascii="Times New Roman" w:eastAsia="Times New Roman" w:hAnsi="Times New Roman"/>
              </w:rPr>
              <w:t>G</w:t>
            </w:r>
            <w:r>
              <w:rPr>
                <w:rFonts w:ascii="Times New Roman" w:eastAsia="Times New Roman" w:hAnsi="Times New Roman"/>
              </w:rPr>
              <w:t>C</w:t>
            </w:r>
            <w:r w:rsidRPr="00541C1D">
              <w:rPr>
                <w:rFonts w:ascii="Times New Roman" w:eastAsia="Times New Roman" w:hAnsi="Times New Roman"/>
              </w:rPr>
              <w:t>M</w:t>
            </w:r>
          </w:p>
          <w:p w14:paraId="2E03B124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concentration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AF792F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Mean f</w:t>
            </w:r>
            <w:r w:rsidRPr="00541C1D">
              <w:rPr>
                <w:rFonts w:ascii="Times New Roman" w:eastAsia="Times New Roman" w:hAnsi="Times New Roman"/>
              </w:rPr>
              <w:t>PM</w:t>
            </w:r>
          </w:p>
          <w:p w14:paraId="0CC8E861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concentration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877EB9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Breeding rate (a/b*100)</w:t>
            </w:r>
            <w:r w:rsidRPr="00541C1D">
              <w:rPr>
                <w:rFonts w:ascii="Times New Roman" w:eastAsia="Times New Roman" w:hAnsi="Times New Roman"/>
                <w:vertAlign w:val="superscript"/>
              </w:rPr>
              <w:t>#</w:t>
            </w:r>
          </w:p>
        </w:tc>
      </w:tr>
      <w:tr w:rsidR="007E7945" w:rsidRPr="00541C1D" w14:paraId="6AC6FD6D" w14:textId="77777777" w:rsidTr="002406ED">
        <w:trPr>
          <w:trHeight w:val="300"/>
        </w:trPr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C44F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RP1 (4)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BB08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DB73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573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B7CE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0</w:t>
            </w:r>
          </w:p>
        </w:tc>
      </w:tr>
      <w:tr w:rsidR="007E7945" w:rsidRPr="00541C1D" w14:paraId="41F9AA59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6EF52326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RP2 (6)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D526004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C3A52FD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69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148EB670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0</w:t>
            </w:r>
          </w:p>
        </w:tc>
      </w:tr>
      <w:tr w:rsidR="007E7945" w:rsidRPr="00541C1D" w14:paraId="477AF9C1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2208F2FF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RP5 (5)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C5EF23C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17FBA37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262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4C17C8B1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25</w:t>
            </w:r>
          </w:p>
        </w:tc>
      </w:tr>
      <w:tr w:rsidR="007E7945" w:rsidRPr="00541C1D" w14:paraId="4402C04C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53CC3794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RP7 (8)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C7D1A21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46605D5F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310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79EAE93D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42.9</w:t>
            </w:r>
          </w:p>
        </w:tc>
      </w:tr>
      <w:tr w:rsidR="007E7945" w:rsidRPr="00541C1D" w14:paraId="2EF2BB2A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3897F642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RP8 (3)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38CF02DD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8ADBDA9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362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3C51F362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100</w:t>
            </w:r>
          </w:p>
        </w:tc>
      </w:tr>
      <w:tr w:rsidR="007E7945" w:rsidRPr="00541C1D" w14:paraId="3195B031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3102F574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RP9 (7)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598F29A6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3D9C38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554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2A9F0529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33.3</w:t>
            </w:r>
          </w:p>
        </w:tc>
      </w:tr>
      <w:tr w:rsidR="007E7945" w:rsidRPr="00541C1D" w14:paraId="27374E97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5695076A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RP12 (11)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E4A4F84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73D944E8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756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71355CD5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33.3</w:t>
            </w:r>
          </w:p>
        </w:tc>
      </w:tr>
      <w:tr w:rsidR="007E7945" w:rsidRPr="00541C1D" w14:paraId="42E0F08B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0FCED066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RP15 (8)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0C1D8EDB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64FE2B11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1303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05C71E45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0</w:t>
            </w:r>
          </w:p>
        </w:tc>
      </w:tr>
      <w:tr w:rsidR="007E7945" w:rsidRPr="00541C1D" w14:paraId="41BAB9B0" w14:textId="77777777" w:rsidTr="002406ED">
        <w:trPr>
          <w:trHeight w:val="300"/>
        </w:trPr>
        <w:tc>
          <w:tcPr>
            <w:tcW w:w="1396" w:type="dxa"/>
            <w:shd w:val="clear" w:color="auto" w:fill="auto"/>
            <w:noWrap/>
            <w:vAlign w:val="bottom"/>
            <w:hideMark/>
          </w:tcPr>
          <w:p w14:paraId="4A78D62B" w14:textId="77777777" w:rsidR="007E7945" w:rsidRPr="00541C1D" w:rsidRDefault="007E7945" w:rsidP="002406ED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RP20 (4)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18BD0903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14:paraId="270F8651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17986</w:t>
            </w:r>
          </w:p>
        </w:tc>
        <w:tc>
          <w:tcPr>
            <w:tcW w:w="1788" w:type="dxa"/>
            <w:shd w:val="clear" w:color="auto" w:fill="auto"/>
            <w:noWrap/>
            <w:vAlign w:val="bottom"/>
            <w:hideMark/>
          </w:tcPr>
          <w:p w14:paraId="19A09D2E" w14:textId="77777777" w:rsidR="007E7945" w:rsidRPr="00541C1D" w:rsidRDefault="007E7945" w:rsidP="002406ED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 w:rsidRPr="00541C1D">
              <w:rPr>
                <w:rFonts w:ascii="Times New Roman" w:eastAsia="Times New Roman" w:hAnsi="Times New Roman"/>
              </w:rPr>
              <w:t>75</w:t>
            </w:r>
          </w:p>
        </w:tc>
      </w:tr>
    </w:tbl>
    <w:p w14:paraId="337275D2" w14:textId="77777777" w:rsidR="007E7945" w:rsidRDefault="007E7945" w:rsidP="00B7730B">
      <w:pPr>
        <w:widowControl w:val="0"/>
        <w:autoSpaceDE w:val="0"/>
        <w:autoSpaceDN w:val="0"/>
        <w:adjustRightInd w:val="0"/>
        <w:spacing w:line="240" w:lineRule="auto"/>
        <w:ind w:hanging="480"/>
        <w:rPr>
          <w:b/>
          <w:bCs/>
          <w:sz w:val="24"/>
          <w:szCs w:val="24"/>
        </w:rPr>
      </w:pPr>
    </w:p>
    <w:p w14:paraId="491ECDCF" w14:textId="77777777" w:rsidR="007E7945" w:rsidRPr="0019008F" w:rsidRDefault="007E7945" w:rsidP="00B7730B">
      <w:pPr>
        <w:widowControl w:val="0"/>
        <w:autoSpaceDE w:val="0"/>
        <w:autoSpaceDN w:val="0"/>
        <w:adjustRightInd w:val="0"/>
        <w:spacing w:line="240" w:lineRule="auto"/>
        <w:ind w:hanging="480"/>
        <w:rPr>
          <w:b/>
          <w:bCs/>
          <w:sz w:val="24"/>
          <w:szCs w:val="24"/>
        </w:rPr>
      </w:pPr>
    </w:p>
    <w:sectPr w:rsidR="007E7945" w:rsidRPr="0019008F" w:rsidSect="00F70306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1" w:right="1152" w:bottom="1800" w:left="1152" w:header="1022" w:footer="346" w:gutter="0"/>
      <w:lnNumType w:countBy="1" w:distance="259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2249" w14:textId="77777777" w:rsidR="009164A9" w:rsidRDefault="009164A9">
      <w:pPr>
        <w:spacing w:line="240" w:lineRule="auto"/>
      </w:pPr>
      <w:r>
        <w:separator/>
      </w:r>
    </w:p>
  </w:endnote>
  <w:endnote w:type="continuationSeparator" w:id="0">
    <w:p w14:paraId="6005DBC0" w14:textId="77777777" w:rsidR="009164A9" w:rsidRDefault="00916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C040" w14:textId="77777777" w:rsidR="001D28E8" w:rsidRDefault="001D28E8" w:rsidP="0000273F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202542BD" w14:textId="77777777" w:rsidR="001D28E8" w:rsidRPr="008B308E" w:rsidRDefault="001D28E8" w:rsidP="00313025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>Animals</w:t>
    </w:r>
    <w:r w:rsidRPr="008D4759">
      <w:rPr>
        <w:b/>
      </w:rPr>
      <w:t>20</w:t>
    </w:r>
    <w:r>
      <w:rPr>
        <w:b/>
      </w:rPr>
      <w:t>21</w:t>
    </w:r>
    <w:r w:rsidRPr="008D4759">
      <w:t xml:space="preserve">, </w:t>
    </w:r>
    <w:r>
      <w:rPr>
        <w:i/>
      </w:rPr>
      <w:t>11</w:t>
    </w:r>
    <w:r w:rsidRPr="008D4759">
      <w:t xml:space="preserve">, </w:t>
    </w:r>
    <w:r>
      <w:t>x. https://doi.org/10.3390/xxxxx</w:t>
    </w:r>
    <w:r w:rsidRPr="008B308E">
      <w:rPr>
        <w:lang w:val="fr-CH"/>
      </w:rPr>
      <w:tab/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7BB00" w14:textId="77777777" w:rsidR="009164A9" w:rsidRDefault="009164A9">
      <w:pPr>
        <w:spacing w:line="240" w:lineRule="auto"/>
      </w:pPr>
      <w:r>
        <w:separator/>
      </w:r>
    </w:p>
  </w:footnote>
  <w:footnote w:type="continuationSeparator" w:id="0">
    <w:p w14:paraId="277A7194" w14:textId="77777777" w:rsidR="009164A9" w:rsidRDefault="00916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166D0" w14:textId="77777777" w:rsidR="001D28E8" w:rsidRDefault="001D28E8" w:rsidP="00A10BF0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5DA70" w14:textId="77777777" w:rsidR="001D28E8" w:rsidRDefault="001D28E8" w:rsidP="00313025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Animals </w:t>
    </w:r>
    <w:r w:rsidRPr="008D4759">
      <w:rPr>
        <w:b/>
        <w:sz w:val="16"/>
      </w:rPr>
      <w:t>20</w:t>
    </w:r>
    <w:r>
      <w:rPr>
        <w:b/>
        <w:sz w:val="16"/>
      </w:rPr>
      <w:t>21</w:t>
    </w:r>
    <w:r w:rsidRPr="008D4759">
      <w:rPr>
        <w:sz w:val="16"/>
      </w:rPr>
      <w:t xml:space="preserve">, </w:t>
    </w:r>
    <w:r>
      <w:rPr>
        <w:i/>
        <w:sz w:val="16"/>
      </w:rPr>
      <w:t>11</w:t>
    </w:r>
    <w:r>
      <w:rPr>
        <w:sz w:val="16"/>
      </w:rPr>
      <w:t>, x FOR PEER REVIEW</w:t>
    </w:r>
    <w:r>
      <w:rPr>
        <w:sz w:val="16"/>
      </w:rPr>
      <w:tab/>
    </w:r>
    <w:r w:rsidR="001C5313">
      <w:rPr>
        <w:sz w:val="16"/>
      </w:rPr>
      <w:fldChar w:fldCharType="begin"/>
    </w:r>
    <w:r>
      <w:rPr>
        <w:sz w:val="16"/>
      </w:rPr>
      <w:instrText xml:space="preserve"> PAGE   \* MERGEFORMAT </w:instrText>
    </w:r>
    <w:r w:rsidR="001C5313">
      <w:rPr>
        <w:sz w:val="16"/>
      </w:rPr>
      <w:fldChar w:fldCharType="separate"/>
    </w:r>
    <w:r w:rsidR="00B26532">
      <w:rPr>
        <w:sz w:val="16"/>
      </w:rPr>
      <w:t>2</w:t>
    </w:r>
    <w:r w:rsidR="001C5313">
      <w:rPr>
        <w:sz w:val="16"/>
      </w:rPr>
      <w:fldChar w:fldCharType="end"/>
    </w:r>
    <w:r>
      <w:rPr>
        <w:sz w:val="16"/>
      </w:rPr>
      <w:t xml:space="preserve"> of </w:t>
    </w:r>
    <w:r w:rsidR="009164A9">
      <w:fldChar w:fldCharType="begin"/>
    </w:r>
    <w:r w:rsidR="009164A9">
      <w:instrText xml:space="preserve"> NUMPAGES   \* MERGEFORMAT </w:instrText>
    </w:r>
    <w:r w:rsidR="009164A9">
      <w:fldChar w:fldCharType="separate"/>
    </w:r>
    <w:r w:rsidR="00B26532" w:rsidRPr="00B26532">
      <w:rPr>
        <w:sz w:val="16"/>
      </w:rPr>
      <w:t>17</w:t>
    </w:r>
    <w:r w:rsidR="009164A9">
      <w:rPr>
        <w:sz w:val="16"/>
      </w:rPr>
      <w:fldChar w:fldCharType="end"/>
    </w:r>
  </w:p>
  <w:p w14:paraId="14B9D727" w14:textId="77777777" w:rsidR="001D28E8" w:rsidRPr="00FA19F5" w:rsidRDefault="001D28E8" w:rsidP="0000273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1D28E8" w:rsidRPr="00313025" w14:paraId="2635FFB6" w14:textId="77777777" w:rsidTr="00313025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14FD900C" w14:textId="77777777" w:rsidR="001D28E8" w:rsidRPr="009F687E" w:rsidRDefault="001D28E8" w:rsidP="00313025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9F687E">
            <w:rPr>
              <w:rFonts w:eastAsia="DengXian"/>
              <w:b/>
              <w:bCs/>
              <w:i/>
              <w:lang w:eastAsia="en-US"/>
            </w:rPr>
            <w:drawing>
              <wp:inline distT="0" distB="0" distL="0" distR="0" wp14:anchorId="0F0D25C0" wp14:editId="066DEAFB">
                <wp:extent cx="1628140" cy="429260"/>
                <wp:effectExtent l="0" t="0" r="0" b="0"/>
                <wp:docPr id="1" name="Picture 3" descr="C:\Users\home\Desktop\logos\animal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animal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E8BD155" w14:textId="77777777" w:rsidR="001D28E8" w:rsidRPr="009F687E" w:rsidRDefault="001D28E8" w:rsidP="00313025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4EA93D4" w14:textId="77777777" w:rsidR="001D28E8" w:rsidRPr="009F687E" w:rsidRDefault="001D28E8" w:rsidP="00313025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9F687E">
            <w:rPr>
              <w:rFonts w:eastAsia="DengXian"/>
              <w:b/>
              <w:bCs/>
              <w:lang w:eastAsia="en-US"/>
            </w:rPr>
            <w:drawing>
              <wp:inline distT="0" distB="0" distL="0" distR="0" wp14:anchorId="41DC4373" wp14:editId="3A146952">
                <wp:extent cx="540385" cy="35306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9FBED7" w14:textId="77777777" w:rsidR="001D28E8" w:rsidRPr="00474BBB" w:rsidRDefault="001D28E8" w:rsidP="0000273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4A21A94"/>
    <w:multiLevelType w:val="hybridMultilevel"/>
    <w:tmpl w:val="97BCA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6C315412"/>
    <w:multiLevelType w:val="multilevel"/>
    <w:tmpl w:val="FAA0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8"/>
  </w:num>
  <w:num w:numId="9">
    <w:abstractNumId w:val="1"/>
  </w:num>
  <w:num w:numId="10">
    <w:abstractNumId w:val="8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1"/>
  </w:num>
  <w:num w:numId="16">
    <w:abstractNumId w:val="0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xNTG3MDKwMDS1MLVQ0lEKTi0uzszPAykwNK0FAApujegtAAAA"/>
  </w:docVars>
  <w:rsids>
    <w:rsidRoot w:val="00376497"/>
    <w:rsid w:val="00001BC9"/>
    <w:rsid w:val="0000273F"/>
    <w:rsid w:val="00013463"/>
    <w:rsid w:val="000237BE"/>
    <w:rsid w:val="00023BD4"/>
    <w:rsid w:val="000275A6"/>
    <w:rsid w:val="0003174B"/>
    <w:rsid w:val="00031CB1"/>
    <w:rsid w:val="000344B0"/>
    <w:rsid w:val="00035404"/>
    <w:rsid w:val="00040818"/>
    <w:rsid w:val="00041827"/>
    <w:rsid w:val="00042C36"/>
    <w:rsid w:val="00044296"/>
    <w:rsid w:val="00047A66"/>
    <w:rsid w:val="000501CC"/>
    <w:rsid w:val="00052190"/>
    <w:rsid w:val="00054A67"/>
    <w:rsid w:val="00054DE7"/>
    <w:rsid w:val="000610B5"/>
    <w:rsid w:val="00062BCE"/>
    <w:rsid w:val="00065C2F"/>
    <w:rsid w:val="00067DC8"/>
    <w:rsid w:val="000745B3"/>
    <w:rsid w:val="000767D4"/>
    <w:rsid w:val="000767F3"/>
    <w:rsid w:val="00081369"/>
    <w:rsid w:val="00082061"/>
    <w:rsid w:val="000909F0"/>
    <w:rsid w:val="000922FD"/>
    <w:rsid w:val="00093BEE"/>
    <w:rsid w:val="00094AAD"/>
    <w:rsid w:val="00095490"/>
    <w:rsid w:val="00095B9A"/>
    <w:rsid w:val="000A5945"/>
    <w:rsid w:val="000A63DD"/>
    <w:rsid w:val="000B0D80"/>
    <w:rsid w:val="000B45B8"/>
    <w:rsid w:val="000B571A"/>
    <w:rsid w:val="000C4869"/>
    <w:rsid w:val="000D52D7"/>
    <w:rsid w:val="000D5E75"/>
    <w:rsid w:val="000D6914"/>
    <w:rsid w:val="000E3A04"/>
    <w:rsid w:val="000F421D"/>
    <w:rsid w:val="0010077B"/>
    <w:rsid w:val="001046AF"/>
    <w:rsid w:val="00105C0D"/>
    <w:rsid w:val="001060C0"/>
    <w:rsid w:val="001078D5"/>
    <w:rsid w:val="0011096E"/>
    <w:rsid w:val="00114C47"/>
    <w:rsid w:val="00116A52"/>
    <w:rsid w:val="00121C06"/>
    <w:rsid w:val="001278EF"/>
    <w:rsid w:val="00131944"/>
    <w:rsid w:val="00134001"/>
    <w:rsid w:val="00143734"/>
    <w:rsid w:val="00144408"/>
    <w:rsid w:val="001459B1"/>
    <w:rsid w:val="00146BEF"/>
    <w:rsid w:val="001505FA"/>
    <w:rsid w:val="00154F6F"/>
    <w:rsid w:val="00160C65"/>
    <w:rsid w:val="00165B0F"/>
    <w:rsid w:val="00171C8E"/>
    <w:rsid w:val="00174C89"/>
    <w:rsid w:val="0018238A"/>
    <w:rsid w:val="00183F40"/>
    <w:rsid w:val="00186A9A"/>
    <w:rsid w:val="0019008F"/>
    <w:rsid w:val="00190216"/>
    <w:rsid w:val="0019269B"/>
    <w:rsid w:val="00196C80"/>
    <w:rsid w:val="001A1830"/>
    <w:rsid w:val="001A4462"/>
    <w:rsid w:val="001A53CF"/>
    <w:rsid w:val="001A67C7"/>
    <w:rsid w:val="001B006D"/>
    <w:rsid w:val="001B27CF"/>
    <w:rsid w:val="001B37C7"/>
    <w:rsid w:val="001B4E9F"/>
    <w:rsid w:val="001B56AB"/>
    <w:rsid w:val="001B60DC"/>
    <w:rsid w:val="001C4063"/>
    <w:rsid w:val="001C5313"/>
    <w:rsid w:val="001C6B9C"/>
    <w:rsid w:val="001D2386"/>
    <w:rsid w:val="001D28E8"/>
    <w:rsid w:val="001E0D28"/>
    <w:rsid w:val="001E2AEB"/>
    <w:rsid w:val="001E67F4"/>
    <w:rsid w:val="001F0B7A"/>
    <w:rsid w:val="001F18E8"/>
    <w:rsid w:val="001F1DB2"/>
    <w:rsid w:val="001F408B"/>
    <w:rsid w:val="001F4FE5"/>
    <w:rsid w:val="001F6532"/>
    <w:rsid w:val="001F7C9C"/>
    <w:rsid w:val="002022B7"/>
    <w:rsid w:val="002029D7"/>
    <w:rsid w:val="00204898"/>
    <w:rsid w:val="00220916"/>
    <w:rsid w:val="00222FA5"/>
    <w:rsid w:val="002246FD"/>
    <w:rsid w:val="00224ADC"/>
    <w:rsid w:val="00225C6A"/>
    <w:rsid w:val="0023669C"/>
    <w:rsid w:val="00236E46"/>
    <w:rsid w:val="002370EE"/>
    <w:rsid w:val="002406ED"/>
    <w:rsid w:val="00246AE8"/>
    <w:rsid w:val="00251996"/>
    <w:rsid w:val="00253EE7"/>
    <w:rsid w:val="00255B67"/>
    <w:rsid w:val="00262455"/>
    <w:rsid w:val="00267A9B"/>
    <w:rsid w:val="00271268"/>
    <w:rsid w:val="00282099"/>
    <w:rsid w:val="00284A0D"/>
    <w:rsid w:val="0028782D"/>
    <w:rsid w:val="00292176"/>
    <w:rsid w:val="002A3E19"/>
    <w:rsid w:val="002A4D22"/>
    <w:rsid w:val="002A4FAC"/>
    <w:rsid w:val="002A533A"/>
    <w:rsid w:val="002A6033"/>
    <w:rsid w:val="002A64D3"/>
    <w:rsid w:val="002B04C3"/>
    <w:rsid w:val="002B157A"/>
    <w:rsid w:val="002B30C2"/>
    <w:rsid w:val="002B7D29"/>
    <w:rsid w:val="002C0B64"/>
    <w:rsid w:val="002C1A62"/>
    <w:rsid w:val="002C57A6"/>
    <w:rsid w:val="002C5868"/>
    <w:rsid w:val="002C5CA1"/>
    <w:rsid w:val="002E093A"/>
    <w:rsid w:val="002E2932"/>
    <w:rsid w:val="002E2E1C"/>
    <w:rsid w:val="002E4195"/>
    <w:rsid w:val="002F036E"/>
    <w:rsid w:val="002F5F85"/>
    <w:rsid w:val="002F647B"/>
    <w:rsid w:val="0030037B"/>
    <w:rsid w:val="0030592D"/>
    <w:rsid w:val="00313025"/>
    <w:rsid w:val="003211B5"/>
    <w:rsid w:val="0032135F"/>
    <w:rsid w:val="003223AC"/>
    <w:rsid w:val="0032608E"/>
    <w:rsid w:val="00326141"/>
    <w:rsid w:val="00332C75"/>
    <w:rsid w:val="0033317A"/>
    <w:rsid w:val="00333B42"/>
    <w:rsid w:val="0033455E"/>
    <w:rsid w:val="003449AA"/>
    <w:rsid w:val="003524A1"/>
    <w:rsid w:val="0035274C"/>
    <w:rsid w:val="0035477F"/>
    <w:rsid w:val="003555A4"/>
    <w:rsid w:val="0035696E"/>
    <w:rsid w:val="0035782F"/>
    <w:rsid w:val="00357AD9"/>
    <w:rsid w:val="00364C08"/>
    <w:rsid w:val="00374D5E"/>
    <w:rsid w:val="00376497"/>
    <w:rsid w:val="003860D6"/>
    <w:rsid w:val="0039792D"/>
    <w:rsid w:val="003A0A47"/>
    <w:rsid w:val="003A0DFF"/>
    <w:rsid w:val="003A3608"/>
    <w:rsid w:val="003A617F"/>
    <w:rsid w:val="003A6738"/>
    <w:rsid w:val="003B1C74"/>
    <w:rsid w:val="003B5589"/>
    <w:rsid w:val="003B59E9"/>
    <w:rsid w:val="003B66C2"/>
    <w:rsid w:val="003B7599"/>
    <w:rsid w:val="003C2D72"/>
    <w:rsid w:val="003C41EA"/>
    <w:rsid w:val="003C4747"/>
    <w:rsid w:val="003C6119"/>
    <w:rsid w:val="003C6A2E"/>
    <w:rsid w:val="003D1A33"/>
    <w:rsid w:val="003D267B"/>
    <w:rsid w:val="003D6A96"/>
    <w:rsid w:val="003E1A5A"/>
    <w:rsid w:val="003E3F74"/>
    <w:rsid w:val="003E46DF"/>
    <w:rsid w:val="003E5C85"/>
    <w:rsid w:val="003F168C"/>
    <w:rsid w:val="003F18C2"/>
    <w:rsid w:val="00400F94"/>
    <w:rsid w:val="00401D30"/>
    <w:rsid w:val="004056A6"/>
    <w:rsid w:val="00405B7B"/>
    <w:rsid w:val="00410F15"/>
    <w:rsid w:val="00412504"/>
    <w:rsid w:val="0042043A"/>
    <w:rsid w:val="00422B3B"/>
    <w:rsid w:val="004241F7"/>
    <w:rsid w:val="00427EF8"/>
    <w:rsid w:val="004305C8"/>
    <w:rsid w:val="00430A8D"/>
    <w:rsid w:val="00432971"/>
    <w:rsid w:val="004360FF"/>
    <w:rsid w:val="00441F49"/>
    <w:rsid w:val="00446CDD"/>
    <w:rsid w:val="004522ED"/>
    <w:rsid w:val="00453425"/>
    <w:rsid w:val="00453793"/>
    <w:rsid w:val="0045747F"/>
    <w:rsid w:val="00457A03"/>
    <w:rsid w:val="00457BBC"/>
    <w:rsid w:val="0046661C"/>
    <w:rsid w:val="00470D3F"/>
    <w:rsid w:val="0047132B"/>
    <w:rsid w:val="00472C35"/>
    <w:rsid w:val="00474BBB"/>
    <w:rsid w:val="00481B6A"/>
    <w:rsid w:val="00486C88"/>
    <w:rsid w:val="004935B5"/>
    <w:rsid w:val="00494B12"/>
    <w:rsid w:val="00494E83"/>
    <w:rsid w:val="004963E3"/>
    <w:rsid w:val="00496979"/>
    <w:rsid w:val="00496EF8"/>
    <w:rsid w:val="004A5A4A"/>
    <w:rsid w:val="004A6AD2"/>
    <w:rsid w:val="004B6D21"/>
    <w:rsid w:val="004C0827"/>
    <w:rsid w:val="004C145F"/>
    <w:rsid w:val="004C2B2C"/>
    <w:rsid w:val="004C513E"/>
    <w:rsid w:val="004D6B55"/>
    <w:rsid w:val="004D7960"/>
    <w:rsid w:val="004E5595"/>
    <w:rsid w:val="004F2590"/>
    <w:rsid w:val="004F280D"/>
    <w:rsid w:val="00501586"/>
    <w:rsid w:val="0050613B"/>
    <w:rsid w:val="0050739C"/>
    <w:rsid w:val="0051025B"/>
    <w:rsid w:val="00515729"/>
    <w:rsid w:val="00516AED"/>
    <w:rsid w:val="0051739D"/>
    <w:rsid w:val="005210DE"/>
    <w:rsid w:val="00521100"/>
    <w:rsid w:val="00541723"/>
    <w:rsid w:val="005417DA"/>
    <w:rsid w:val="00541D5A"/>
    <w:rsid w:val="00542F50"/>
    <w:rsid w:val="00544941"/>
    <w:rsid w:val="0054506C"/>
    <w:rsid w:val="00545777"/>
    <w:rsid w:val="00547828"/>
    <w:rsid w:val="00547D3A"/>
    <w:rsid w:val="0055175A"/>
    <w:rsid w:val="00556C67"/>
    <w:rsid w:val="00557FF8"/>
    <w:rsid w:val="00560049"/>
    <w:rsid w:val="00562372"/>
    <w:rsid w:val="00563AB0"/>
    <w:rsid w:val="00572FBF"/>
    <w:rsid w:val="00573DF3"/>
    <w:rsid w:val="0057530B"/>
    <w:rsid w:val="00580575"/>
    <w:rsid w:val="00580F0A"/>
    <w:rsid w:val="00583581"/>
    <w:rsid w:val="005847D7"/>
    <w:rsid w:val="00585B59"/>
    <w:rsid w:val="00594DC6"/>
    <w:rsid w:val="005A0E7D"/>
    <w:rsid w:val="005A7C51"/>
    <w:rsid w:val="005B062A"/>
    <w:rsid w:val="005B0BB0"/>
    <w:rsid w:val="005B3260"/>
    <w:rsid w:val="005C1ADC"/>
    <w:rsid w:val="005C250D"/>
    <w:rsid w:val="005C472B"/>
    <w:rsid w:val="005C4B1C"/>
    <w:rsid w:val="005C596D"/>
    <w:rsid w:val="005C614B"/>
    <w:rsid w:val="005D0338"/>
    <w:rsid w:val="005E0472"/>
    <w:rsid w:val="005E2955"/>
    <w:rsid w:val="005E29BA"/>
    <w:rsid w:val="005E3338"/>
    <w:rsid w:val="005F341A"/>
    <w:rsid w:val="005F6331"/>
    <w:rsid w:val="005F6CFB"/>
    <w:rsid w:val="006010CA"/>
    <w:rsid w:val="00605455"/>
    <w:rsid w:val="00611A03"/>
    <w:rsid w:val="0061246A"/>
    <w:rsid w:val="006124DA"/>
    <w:rsid w:val="00620191"/>
    <w:rsid w:val="00620BF1"/>
    <w:rsid w:val="00620C3D"/>
    <w:rsid w:val="00627444"/>
    <w:rsid w:val="00627C23"/>
    <w:rsid w:val="00640B28"/>
    <w:rsid w:val="00643411"/>
    <w:rsid w:val="00644D5C"/>
    <w:rsid w:val="006451E4"/>
    <w:rsid w:val="00647498"/>
    <w:rsid w:val="00655C55"/>
    <w:rsid w:val="006567B5"/>
    <w:rsid w:val="00656DFA"/>
    <w:rsid w:val="00662ABB"/>
    <w:rsid w:val="00663CEF"/>
    <w:rsid w:val="00664893"/>
    <w:rsid w:val="00671937"/>
    <w:rsid w:val="00673F13"/>
    <w:rsid w:val="00675F7D"/>
    <w:rsid w:val="00676CE6"/>
    <w:rsid w:val="00677EA4"/>
    <w:rsid w:val="00690510"/>
    <w:rsid w:val="00691BD6"/>
    <w:rsid w:val="006921A0"/>
    <w:rsid w:val="00692393"/>
    <w:rsid w:val="00697E7D"/>
    <w:rsid w:val="006A20B3"/>
    <w:rsid w:val="006A2472"/>
    <w:rsid w:val="006B131E"/>
    <w:rsid w:val="006B16E9"/>
    <w:rsid w:val="006B1E9F"/>
    <w:rsid w:val="006B4382"/>
    <w:rsid w:val="006C08A4"/>
    <w:rsid w:val="006C252B"/>
    <w:rsid w:val="006D0FE4"/>
    <w:rsid w:val="006E1D8A"/>
    <w:rsid w:val="006E6198"/>
    <w:rsid w:val="006E64C1"/>
    <w:rsid w:val="006E7CF3"/>
    <w:rsid w:val="006F2FBF"/>
    <w:rsid w:val="006F332F"/>
    <w:rsid w:val="006F48F9"/>
    <w:rsid w:val="006F5364"/>
    <w:rsid w:val="0070037D"/>
    <w:rsid w:val="00716D84"/>
    <w:rsid w:val="007254CF"/>
    <w:rsid w:val="00726D12"/>
    <w:rsid w:val="0073214D"/>
    <w:rsid w:val="00732F1F"/>
    <w:rsid w:val="00735CDA"/>
    <w:rsid w:val="00741407"/>
    <w:rsid w:val="00745A21"/>
    <w:rsid w:val="00750E54"/>
    <w:rsid w:val="00762C69"/>
    <w:rsid w:val="0076676A"/>
    <w:rsid w:val="00776C73"/>
    <w:rsid w:val="007811D4"/>
    <w:rsid w:val="00783EE7"/>
    <w:rsid w:val="00784967"/>
    <w:rsid w:val="00785931"/>
    <w:rsid w:val="00790A9B"/>
    <w:rsid w:val="00792866"/>
    <w:rsid w:val="007A15E8"/>
    <w:rsid w:val="007A4795"/>
    <w:rsid w:val="007A5C18"/>
    <w:rsid w:val="007B38D7"/>
    <w:rsid w:val="007B7BB1"/>
    <w:rsid w:val="007D4791"/>
    <w:rsid w:val="007D565C"/>
    <w:rsid w:val="007E03E3"/>
    <w:rsid w:val="007E1525"/>
    <w:rsid w:val="007E30D1"/>
    <w:rsid w:val="007E399F"/>
    <w:rsid w:val="007E7945"/>
    <w:rsid w:val="007F2CE0"/>
    <w:rsid w:val="007F305A"/>
    <w:rsid w:val="007F47E0"/>
    <w:rsid w:val="007F5016"/>
    <w:rsid w:val="007F78A4"/>
    <w:rsid w:val="00801776"/>
    <w:rsid w:val="00804D77"/>
    <w:rsid w:val="00813F18"/>
    <w:rsid w:val="00814417"/>
    <w:rsid w:val="00820C68"/>
    <w:rsid w:val="00820D6E"/>
    <w:rsid w:val="00820DD5"/>
    <w:rsid w:val="00825E17"/>
    <w:rsid w:val="00826283"/>
    <w:rsid w:val="00831A80"/>
    <w:rsid w:val="00836FFB"/>
    <w:rsid w:val="00837C8E"/>
    <w:rsid w:val="008417EB"/>
    <w:rsid w:val="00841C5D"/>
    <w:rsid w:val="008428CC"/>
    <w:rsid w:val="00846673"/>
    <w:rsid w:val="00862E05"/>
    <w:rsid w:val="00866463"/>
    <w:rsid w:val="008671AC"/>
    <w:rsid w:val="00873A00"/>
    <w:rsid w:val="008752B4"/>
    <w:rsid w:val="00877236"/>
    <w:rsid w:val="0087736A"/>
    <w:rsid w:val="008802C0"/>
    <w:rsid w:val="00883308"/>
    <w:rsid w:val="0088658E"/>
    <w:rsid w:val="00891E3A"/>
    <w:rsid w:val="00891E99"/>
    <w:rsid w:val="00897374"/>
    <w:rsid w:val="00897EB1"/>
    <w:rsid w:val="008A05B6"/>
    <w:rsid w:val="008A6AC1"/>
    <w:rsid w:val="008B7369"/>
    <w:rsid w:val="008C1C8D"/>
    <w:rsid w:val="008C1D59"/>
    <w:rsid w:val="008D1737"/>
    <w:rsid w:val="008D3115"/>
    <w:rsid w:val="008D4759"/>
    <w:rsid w:val="008E3951"/>
    <w:rsid w:val="008F01AE"/>
    <w:rsid w:val="008F5143"/>
    <w:rsid w:val="008F63DC"/>
    <w:rsid w:val="0090028F"/>
    <w:rsid w:val="009023A6"/>
    <w:rsid w:val="00914EC7"/>
    <w:rsid w:val="009164A9"/>
    <w:rsid w:val="009319A0"/>
    <w:rsid w:val="009328C1"/>
    <w:rsid w:val="0094402D"/>
    <w:rsid w:val="00945894"/>
    <w:rsid w:val="0095777A"/>
    <w:rsid w:val="009714BD"/>
    <w:rsid w:val="0097159B"/>
    <w:rsid w:val="0097278A"/>
    <w:rsid w:val="00973D74"/>
    <w:rsid w:val="00981222"/>
    <w:rsid w:val="00981D89"/>
    <w:rsid w:val="009938B4"/>
    <w:rsid w:val="00996307"/>
    <w:rsid w:val="00997109"/>
    <w:rsid w:val="0099768F"/>
    <w:rsid w:val="009A3CA1"/>
    <w:rsid w:val="009A499E"/>
    <w:rsid w:val="009B25FF"/>
    <w:rsid w:val="009B42AD"/>
    <w:rsid w:val="009B515A"/>
    <w:rsid w:val="009B6088"/>
    <w:rsid w:val="009C16BA"/>
    <w:rsid w:val="009C6FCE"/>
    <w:rsid w:val="009D3052"/>
    <w:rsid w:val="009D3DFB"/>
    <w:rsid w:val="009D4D54"/>
    <w:rsid w:val="009D70D5"/>
    <w:rsid w:val="009E0B08"/>
    <w:rsid w:val="009E72D5"/>
    <w:rsid w:val="009F0AB9"/>
    <w:rsid w:val="009F2D46"/>
    <w:rsid w:val="009F2EFE"/>
    <w:rsid w:val="009F687E"/>
    <w:rsid w:val="009F70E6"/>
    <w:rsid w:val="00A00447"/>
    <w:rsid w:val="00A01D90"/>
    <w:rsid w:val="00A03837"/>
    <w:rsid w:val="00A05918"/>
    <w:rsid w:val="00A10BF0"/>
    <w:rsid w:val="00A121BB"/>
    <w:rsid w:val="00A218D9"/>
    <w:rsid w:val="00A2603B"/>
    <w:rsid w:val="00A35AD4"/>
    <w:rsid w:val="00A408DD"/>
    <w:rsid w:val="00A409A3"/>
    <w:rsid w:val="00A467DF"/>
    <w:rsid w:val="00A50D5B"/>
    <w:rsid w:val="00A514BE"/>
    <w:rsid w:val="00A60569"/>
    <w:rsid w:val="00A622EA"/>
    <w:rsid w:val="00A6270D"/>
    <w:rsid w:val="00A70494"/>
    <w:rsid w:val="00A74AE8"/>
    <w:rsid w:val="00A75EAA"/>
    <w:rsid w:val="00A7610F"/>
    <w:rsid w:val="00A814B3"/>
    <w:rsid w:val="00A81FDE"/>
    <w:rsid w:val="00A82A0C"/>
    <w:rsid w:val="00A86AC2"/>
    <w:rsid w:val="00A87A50"/>
    <w:rsid w:val="00A910A9"/>
    <w:rsid w:val="00A944CD"/>
    <w:rsid w:val="00AA2C69"/>
    <w:rsid w:val="00AA6034"/>
    <w:rsid w:val="00AA6287"/>
    <w:rsid w:val="00AB01C0"/>
    <w:rsid w:val="00AB3DCF"/>
    <w:rsid w:val="00AB67BC"/>
    <w:rsid w:val="00AC496C"/>
    <w:rsid w:val="00AC615A"/>
    <w:rsid w:val="00AD173A"/>
    <w:rsid w:val="00AD5BA2"/>
    <w:rsid w:val="00AE11CB"/>
    <w:rsid w:val="00AE3F19"/>
    <w:rsid w:val="00AE5A69"/>
    <w:rsid w:val="00AE5EFC"/>
    <w:rsid w:val="00AF05BF"/>
    <w:rsid w:val="00AF1A8F"/>
    <w:rsid w:val="00AF1E37"/>
    <w:rsid w:val="00AF28AE"/>
    <w:rsid w:val="00AF3EC8"/>
    <w:rsid w:val="00AF6CBF"/>
    <w:rsid w:val="00AF7095"/>
    <w:rsid w:val="00B01CF6"/>
    <w:rsid w:val="00B06DD2"/>
    <w:rsid w:val="00B170AE"/>
    <w:rsid w:val="00B25CC9"/>
    <w:rsid w:val="00B26532"/>
    <w:rsid w:val="00B273D3"/>
    <w:rsid w:val="00B318DB"/>
    <w:rsid w:val="00B33EC2"/>
    <w:rsid w:val="00B36DA1"/>
    <w:rsid w:val="00B41712"/>
    <w:rsid w:val="00B42050"/>
    <w:rsid w:val="00B429D8"/>
    <w:rsid w:val="00B42B43"/>
    <w:rsid w:val="00B47050"/>
    <w:rsid w:val="00B51060"/>
    <w:rsid w:val="00B544E0"/>
    <w:rsid w:val="00B60894"/>
    <w:rsid w:val="00B715F1"/>
    <w:rsid w:val="00B73DF3"/>
    <w:rsid w:val="00B7730B"/>
    <w:rsid w:val="00B805B8"/>
    <w:rsid w:val="00B87910"/>
    <w:rsid w:val="00B90776"/>
    <w:rsid w:val="00B9270F"/>
    <w:rsid w:val="00B956D2"/>
    <w:rsid w:val="00B9780F"/>
    <w:rsid w:val="00BA05FA"/>
    <w:rsid w:val="00BA2CCA"/>
    <w:rsid w:val="00BA7E65"/>
    <w:rsid w:val="00BB7C2B"/>
    <w:rsid w:val="00BC6BEE"/>
    <w:rsid w:val="00BD0531"/>
    <w:rsid w:val="00BD190D"/>
    <w:rsid w:val="00BD2EDC"/>
    <w:rsid w:val="00BD453B"/>
    <w:rsid w:val="00BE110D"/>
    <w:rsid w:val="00BE24FC"/>
    <w:rsid w:val="00BF3FC1"/>
    <w:rsid w:val="00BF5140"/>
    <w:rsid w:val="00BF68FF"/>
    <w:rsid w:val="00C01F79"/>
    <w:rsid w:val="00C02A74"/>
    <w:rsid w:val="00C02EB8"/>
    <w:rsid w:val="00C0469B"/>
    <w:rsid w:val="00C053A6"/>
    <w:rsid w:val="00C06A65"/>
    <w:rsid w:val="00C116EE"/>
    <w:rsid w:val="00C1269E"/>
    <w:rsid w:val="00C1441F"/>
    <w:rsid w:val="00C146ED"/>
    <w:rsid w:val="00C2305B"/>
    <w:rsid w:val="00C233D8"/>
    <w:rsid w:val="00C239F0"/>
    <w:rsid w:val="00C23A6F"/>
    <w:rsid w:val="00C334C5"/>
    <w:rsid w:val="00C34D13"/>
    <w:rsid w:val="00C41A33"/>
    <w:rsid w:val="00C5095A"/>
    <w:rsid w:val="00C51EFA"/>
    <w:rsid w:val="00C5255C"/>
    <w:rsid w:val="00C543D1"/>
    <w:rsid w:val="00C64A44"/>
    <w:rsid w:val="00C65E07"/>
    <w:rsid w:val="00C7490C"/>
    <w:rsid w:val="00C82C74"/>
    <w:rsid w:val="00C869FD"/>
    <w:rsid w:val="00C903CE"/>
    <w:rsid w:val="00C919CA"/>
    <w:rsid w:val="00C9268E"/>
    <w:rsid w:val="00C92DE7"/>
    <w:rsid w:val="00C95BF5"/>
    <w:rsid w:val="00C968C8"/>
    <w:rsid w:val="00CA5FAE"/>
    <w:rsid w:val="00CB2D89"/>
    <w:rsid w:val="00CC06EF"/>
    <w:rsid w:val="00CD0AE3"/>
    <w:rsid w:val="00CD0FE2"/>
    <w:rsid w:val="00CD3FA9"/>
    <w:rsid w:val="00CD4D9F"/>
    <w:rsid w:val="00CD6D23"/>
    <w:rsid w:val="00CE0A96"/>
    <w:rsid w:val="00CE0DB6"/>
    <w:rsid w:val="00CF0637"/>
    <w:rsid w:val="00CF5D47"/>
    <w:rsid w:val="00D00670"/>
    <w:rsid w:val="00D1542C"/>
    <w:rsid w:val="00D16BC6"/>
    <w:rsid w:val="00D20C10"/>
    <w:rsid w:val="00D2190E"/>
    <w:rsid w:val="00D21FB9"/>
    <w:rsid w:val="00D3225F"/>
    <w:rsid w:val="00D3540D"/>
    <w:rsid w:val="00D36C9B"/>
    <w:rsid w:val="00D4154C"/>
    <w:rsid w:val="00D448BC"/>
    <w:rsid w:val="00D44CC7"/>
    <w:rsid w:val="00D516E5"/>
    <w:rsid w:val="00D533B3"/>
    <w:rsid w:val="00D54FDC"/>
    <w:rsid w:val="00D569D9"/>
    <w:rsid w:val="00D61A0F"/>
    <w:rsid w:val="00D67C29"/>
    <w:rsid w:val="00D73B14"/>
    <w:rsid w:val="00D773A2"/>
    <w:rsid w:val="00D80713"/>
    <w:rsid w:val="00D8333B"/>
    <w:rsid w:val="00D83566"/>
    <w:rsid w:val="00D85A80"/>
    <w:rsid w:val="00D91257"/>
    <w:rsid w:val="00D91E48"/>
    <w:rsid w:val="00D9233E"/>
    <w:rsid w:val="00DA2356"/>
    <w:rsid w:val="00DA2E28"/>
    <w:rsid w:val="00DB702C"/>
    <w:rsid w:val="00DC45DC"/>
    <w:rsid w:val="00DC4EF7"/>
    <w:rsid w:val="00DC7740"/>
    <w:rsid w:val="00DD01AA"/>
    <w:rsid w:val="00DD0D09"/>
    <w:rsid w:val="00DD1E71"/>
    <w:rsid w:val="00DE0321"/>
    <w:rsid w:val="00DE318C"/>
    <w:rsid w:val="00DE75A8"/>
    <w:rsid w:val="00DF3CA1"/>
    <w:rsid w:val="00E005EA"/>
    <w:rsid w:val="00E026A9"/>
    <w:rsid w:val="00E07DCA"/>
    <w:rsid w:val="00E146F6"/>
    <w:rsid w:val="00E16683"/>
    <w:rsid w:val="00E206EC"/>
    <w:rsid w:val="00E270DE"/>
    <w:rsid w:val="00E31E61"/>
    <w:rsid w:val="00E347D1"/>
    <w:rsid w:val="00E372D0"/>
    <w:rsid w:val="00E37957"/>
    <w:rsid w:val="00E37D9E"/>
    <w:rsid w:val="00E427AC"/>
    <w:rsid w:val="00E428DE"/>
    <w:rsid w:val="00E431B5"/>
    <w:rsid w:val="00E43A14"/>
    <w:rsid w:val="00E447FD"/>
    <w:rsid w:val="00E4718B"/>
    <w:rsid w:val="00E534AA"/>
    <w:rsid w:val="00E56A00"/>
    <w:rsid w:val="00E74B71"/>
    <w:rsid w:val="00E77545"/>
    <w:rsid w:val="00E8015B"/>
    <w:rsid w:val="00E8488A"/>
    <w:rsid w:val="00E859C7"/>
    <w:rsid w:val="00E92783"/>
    <w:rsid w:val="00E9390B"/>
    <w:rsid w:val="00EA0246"/>
    <w:rsid w:val="00EA2AD3"/>
    <w:rsid w:val="00EA4CC7"/>
    <w:rsid w:val="00EA56B2"/>
    <w:rsid w:val="00EB622D"/>
    <w:rsid w:val="00EC1D72"/>
    <w:rsid w:val="00EC6653"/>
    <w:rsid w:val="00ED08CC"/>
    <w:rsid w:val="00ED5C06"/>
    <w:rsid w:val="00ED7359"/>
    <w:rsid w:val="00EE2E2B"/>
    <w:rsid w:val="00EE4093"/>
    <w:rsid w:val="00EF142E"/>
    <w:rsid w:val="00EF33CB"/>
    <w:rsid w:val="00EF42EE"/>
    <w:rsid w:val="00F00FF2"/>
    <w:rsid w:val="00F01440"/>
    <w:rsid w:val="00F01F51"/>
    <w:rsid w:val="00F05754"/>
    <w:rsid w:val="00F10447"/>
    <w:rsid w:val="00F11475"/>
    <w:rsid w:val="00F1300C"/>
    <w:rsid w:val="00F216E4"/>
    <w:rsid w:val="00F24E50"/>
    <w:rsid w:val="00F3135A"/>
    <w:rsid w:val="00F31FA0"/>
    <w:rsid w:val="00F36017"/>
    <w:rsid w:val="00F53CC9"/>
    <w:rsid w:val="00F573F7"/>
    <w:rsid w:val="00F62891"/>
    <w:rsid w:val="00F636F9"/>
    <w:rsid w:val="00F70306"/>
    <w:rsid w:val="00F70808"/>
    <w:rsid w:val="00F746A8"/>
    <w:rsid w:val="00F81AAA"/>
    <w:rsid w:val="00F86220"/>
    <w:rsid w:val="00FA43DB"/>
    <w:rsid w:val="00FA7315"/>
    <w:rsid w:val="00FA754D"/>
    <w:rsid w:val="00FB0597"/>
    <w:rsid w:val="00FB0813"/>
    <w:rsid w:val="00FB09CC"/>
    <w:rsid w:val="00FB4885"/>
    <w:rsid w:val="00FB4A79"/>
    <w:rsid w:val="00FB5BEA"/>
    <w:rsid w:val="00FB750A"/>
    <w:rsid w:val="00FC20EA"/>
    <w:rsid w:val="00FC2BA9"/>
    <w:rsid w:val="00FC2D38"/>
    <w:rsid w:val="00FD0F92"/>
    <w:rsid w:val="00FD1CB7"/>
    <w:rsid w:val="00FD3262"/>
    <w:rsid w:val="00FD545F"/>
    <w:rsid w:val="00FD7BB9"/>
    <w:rsid w:val="00FE2650"/>
    <w:rsid w:val="00FE4A70"/>
    <w:rsid w:val="00FF447E"/>
    <w:rsid w:val="00FF50F8"/>
    <w:rsid w:val="00FF5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647BE"/>
  <w15:docId w15:val="{8283629F-5464-4156-9C50-4E099009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338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D033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D033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D033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D033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5D033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D033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9278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5D033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D0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5D033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D033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D0338"/>
    <w:pPr>
      <w:ind w:firstLine="0"/>
    </w:pPr>
  </w:style>
  <w:style w:type="paragraph" w:customStyle="1" w:styleId="MDPI31text">
    <w:name w:val="MDPI_3.1_text"/>
    <w:qFormat/>
    <w:rsid w:val="00A408D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D033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D033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D033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D033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D033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D0338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D033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D033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D033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A754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D033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D033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D033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D033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D033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D033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D033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A533A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Strong">
    <w:name w:val="Strong"/>
    <w:uiPriority w:val="22"/>
    <w:qFormat/>
    <w:rsid w:val="00E92783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5D033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5D033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8C1C8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5D033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5D0338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F0144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5D033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5D0338"/>
    <w:rPr>
      <w:rFonts w:ascii="Palatino Linotype" w:hAnsi="Palatino Linotype"/>
      <w:noProof/>
      <w:color w:val="000000"/>
      <w:szCs w:val="18"/>
    </w:rPr>
  </w:style>
  <w:style w:type="table" w:customStyle="1" w:styleId="PlainTable41">
    <w:name w:val="Plain Table 41"/>
    <w:basedOn w:val="TableNormal"/>
    <w:uiPriority w:val="44"/>
    <w:rsid w:val="008D47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D033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D033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D033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5D033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D033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D033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D033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D033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D033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D033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D033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D033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D033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D0338"/>
  </w:style>
  <w:style w:type="paragraph" w:styleId="Bibliography">
    <w:name w:val="Bibliography"/>
    <w:basedOn w:val="Normal"/>
    <w:next w:val="Normal"/>
    <w:uiPriority w:val="37"/>
    <w:semiHidden/>
    <w:unhideWhenUsed/>
    <w:rsid w:val="005D0338"/>
  </w:style>
  <w:style w:type="paragraph" w:styleId="BodyText">
    <w:name w:val="Body Text"/>
    <w:link w:val="BodyTextChar"/>
    <w:rsid w:val="005D033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5D033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5D033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5D0338"/>
  </w:style>
  <w:style w:type="character" w:customStyle="1" w:styleId="CommentTextChar">
    <w:name w:val="Comment Text Char"/>
    <w:link w:val="CommentText"/>
    <w:uiPriority w:val="99"/>
    <w:rsid w:val="005D033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5D0338"/>
    <w:rPr>
      <w:b/>
      <w:bCs/>
    </w:rPr>
  </w:style>
  <w:style w:type="character" w:customStyle="1" w:styleId="CommentSubjectChar">
    <w:name w:val="Comment Subject Char"/>
    <w:link w:val="CommentSubject"/>
    <w:rsid w:val="005D033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5D033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D033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5D033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5D033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5D033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5D033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D0338"/>
    <w:rPr>
      <w:szCs w:val="24"/>
    </w:rPr>
  </w:style>
  <w:style w:type="paragraph" w:customStyle="1" w:styleId="MsoFootnoteText0">
    <w:name w:val="MsoFootnoteText"/>
    <w:basedOn w:val="NormalWeb"/>
    <w:qFormat/>
    <w:rsid w:val="005D0338"/>
    <w:rPr>
      <w:rFonts w:ascii="Times New Roman" w:hAnsi="Times New Roman"/>
    </w:rPr>
  </w:style>
  <w:style w:type="character" w:styleId="PageNumber">
    <w:name w:val="page number"/>
    <w:rsid w:val="005D0338"/>
  </w:style>
  <w:style w:type="character" w:styleId="PlaceholderText">
    <w:name w:val="Placeholder Text"/>
    <w:uiPriority w:val="99"/>
    <w:semiHidden/>
    <w:rsid w:val="005D0338"/>
    <w:rPr>
      <w:color w:val="808080"/>
    </w:rPr>
  </w:style>
  <w:style w:type="paragraph" w:customStyle="1" w:styleId="MDPI71FootNotes">
    <w:name w:val="MDPI_7.1_FootNotes"/>
    <w:qFormat/>
    <w:rsid w:val="00CA5FAE"/>
    <w:pPr>
      <w:numPr>
        <w:numId w:val="17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897374"/>
    <w:rPr>
      <w:vertAlign w:val="superscript"/>
    </w:rPr>
  </w:style>
  <w:style w:type="character" w:customStyle="1" w:styleId="gnkrckgcgsb">
    <w:name w:val="gnkrckgcgsb"/>
    <w:basedOn w:val="DefaultParagraphFont"/>
    <w:rsid w:val="00C95BF5"/>
  </w:style>
  <w:style w:type="paragraph" w:styleId="ListParagraph">
    <w:name w:val="List Paragraph"/>
    <w:basedOn w:val="Normal"/>
    <w:uiPriority w:val="34"/>
    <w:qFormat/>
    <w:rsid w:val="00AD173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auto"/>
      <w:sz w:val="22"/>
      <w:szCs w:val="22"/>
      <w:lang w:val="en-GB" w:eastAsia="en-US"/>
    </w:rPr>
  </w:style>
  <w:style w:type="character" w:customStyle="1" w:styleId="period">
    <w:name w:val="period"/>
    <w:basedOn w:val="DefaultParagraphFont"/>
    <w:rsid w:val="00AD5BA2"/>
  </w:style>
  <w:style w:type="character" w:customStyle="1" w:styleId="cit">
    <w:name w:val="cit"/>
    <w:basedOn w:val="DefaultParagraphFont"/>
    <w:rsid w:val="00AD5BA2"/>
  </w:style>
  <w:style w:type="character" w:customStyle="1" w:styleId="citation-doi">
    <w:name w:val="citation-doi"/>
    <w:basedOn w:val="DefaultParagraphFont"/>
    <w:rsid w:val="00AD5BA2"/>
  </w:style>
  <w:style w:type="paragraph" w:styleId="Revision">
    <w:name w:val="Revision"/>
    <w:hidden/>
    <w:uiPriority w:val="99"/>
    <w:semiHidden/>
    <w:rsid w:val="001078D5"/>
    <w:rPr>
      <w:rFonts w:ascii="Palatino Linotype" w:hAnsi="Palatino Linotype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2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esktop%20folder\My%20Research\Working%20papers\Umapathy%20and%20Janine%20Brown\2021\Journal%20Animals\animals-templat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A505950-49D8-4666-8BE4-4F8B6466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animals-template - Copy.dot</Template>
  <TotalTime>5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Aamer Sohel Khan</dc:creator>
  <cp:lastModifiedBy>Nagarajan Baskaran</cp:lastModifiedBy>
  <cp:revision>3</cp:revision>
  <cp:lastPrinted>2021-06-08T15:16:00Z</cp:lastPrinted>
  <dcterms:created xsi:type="dcterms:W3CDTF">2022-02-05T12:18:00Z</dcterms:created>
  <dcterms:modified xsi:type="dcterms:W3CDTF">2022-02-05T12:19:00Z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http://www.zotero.org/styles/american-sociological-association</vt:lpwstr>
  </property>
  <property fmtid="{D5CDD505-2E9C-101B-9397-08002B2CF9AE}" pid="6" name="Mendeley Recent Style Name 1_1">
    <vt:lpwstr>American Sociological Association 6th edition</vt:lpwstr>
  </property>
  <property fmtid="{D5CDD505-2E9C-101B-9397-08002B2CF9AE}" pid="7" name="Mendeley Recent Style Id 2_1">
    <vt:lpwstr>http://www.zotero.org/styles/animals</vt:lpwstr>
  </property>
  <property fmtid="{D5CDD505-2E9C-101B-9397-08002B2CF9AE}" pid="8" name="Mendeley Recent Style Name 2_1">
    <vt:lpwstr>Animals</vt:lpwstr>
  </property>
  <property fmtid="{D5CDD505-2E9C-101B-9397-08002B2CF9AE}" pid="9" name="Mendeley Recent Style Id 3_1">
    <vt:lpwstr>http://www.zotero.org/styles/applied-animal-behaviour-science</vt:lpwstr>
  </property>
  <property fmtid="{D5CDD505-2E9C-101B-9397-08002B2CF9AE}" pid="10" name="Mendeley Recent Style Name 3_1">
    <vt:lpwstr>Applied Animal Behaviour Science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http://www.zotero.org/styles/scientific-reports</vt:lpwstr>
  </property>
  <property fmtid="{D5CDD505-2E9C-101B-9397-08002B2CF9AE}" pid="22" name="Mendeley Recent Style Name 9_1">
    <vt:lpwstr>Scientific Reports</vt:lpwstr>
  </property>
  <property fmtid="{D5CDD505-2E9C-101B-9397-08002B2CF9AE}" pid="23" name="Mendeley Unique User Id_1">
    <vt:lpwstr>7ad8d22a-8496-33da-abb5-118001d12d61</vt:lpwstr>
  </property>
  <property fmtid="{D5CDD505-2E9C-101B-9397-08002B2CF9AE}" pid="24" name="Mendeley Citation Style_1">
    <vt:lpwstr>http://www.zotero.org/styles/animals</vt:lpwstr>
  </property>
</Properties>
</file>