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72EF86" w14:textId="77777777" w:rsidR="00BA188A" w:rsidRPr="006453D9" w:rsidRDefault="00517623" w:rsidP="00BA188A">
      <w:pPr>
        <w:pStyle w:val="MDPI11articletype"/>
      </w:pPr>
      <w:r>
        <w:t>Supplementary Table</w:t>
      </w:r>
    </w:p>
    <w:p w14:paraId="74AE7517" w14:textId="77777777" w:rsidR="005A6228" w:rsidRPr="005A6228" w:rsidRDefault="00A95408" w:rsidP="005A6228">
      <w:pPr>
        <w:pStyle w:val="MDPI12title"/>
        <w:spacing w:after="0"/>
        <w:rPr>
          <w:sz w:val="20"/>
        </w:rPr>
      </w:pPr>
      <w:r w:rsidRPr="005A6228">
        <w:rPr>
          <w:sz w:val="20"/>
        </w:rPr>
        <w:t>Evolution of intrinsic disorder in protein loops</w:t>
      </w:r>
    </w:p>
    <w:p w14:paraId="2D5BB1C9" w14:textId="2E87A7FB" w:rsidR="00BA188A" w:rsidRPr="005A6228" w:rsidRDefault="005A6228" w:rsidP="00BA188A">
      <w:pPr>
        <w:pStyle w:val="MDPI12title"/>
        <w:rPr>
          <w:sz w:val="20"/>
        </w:rPr>
      </w:pPr>
      <w:proofErr w:type="spellStart"/>
      <w:r w:rsidRPr="005A6228">
        <w:rPr>
          <w:sz w:val="20"/>
        </w:rPr>
        <w:t>Fizza</w:t>
      </w:r>
      <w:proofErr w:type="spellEnd"/>
      <w:r w:rsidRPr="005A6228">
        <w:rPr>
          <w:sz w:val="20"/>
        </w:rPr>
        <w:t xml:space="preserve"> Mughal and Gustavo Caetano-</w:t>
      </w:r>
      <w:proofErr w:type="spellStart"/>
      <w:r w:rsidRPr="005A6228">
        <w:rPr>
          <w:sz w:val="20"/>
        </w:rPr>
        <w:t>Anollés</w:t>
      </w:r>
      <w:proofErr w:type="spellEnd"/>
    </w:p>
    <w:p w14:paraId="3636D243" w14:textId="66F43FF0" w:rsidR="000D5EA2" w:rsidRPr="00FA04F1" w:rsidRDefault="000D5EA2" w:rsidP="000D5EA2">
      <w:pPr>
        <w:pStyle w:val="MDPI41tablecaption"/>
      </w:pPr>
      <w:r w:rsidRPr="00B07E0E">
        <w:rPr>
          <w:b/>
        </w:rPr>
        <w:t xml:space="preserve">Table </w:t>
      </w:r>
      <w:r w:rsidR="00517623">
        <w:rPr>
          <w:b/>
        </w:rPr>
        <w:t>S1</w:t>
      </w:r>
      <w:r w:rsidRPr="00B07E0E">
        <w:rPr>
          <w:b/>
        </w:rPr>
        <w:t xml:space="preserve">. </w:t>
      </w:r>
      <w:r w:rsidRPr="00EF560F">
        <w:t xml:space="preserve">List of ‘ordered’ loop </w:t>
      </w:r>
      <w:r>
        <w:t>prototype</w:t>
      </w:r>
      <w:r w:rsidRPr="00EF560F">
        <w:t>s mapped to SCOP FFs represented by the</w:t>
      </w:r>
      <w:r w:rsidR="005C4130">
        <w:t>ir</w:t>
      </w:r>
      <w:r w:rsidRPr="00EF560F">
        <w:t xml:space="preserve"> SCOP concise classific</w:t>
      </w:r>
      <w:bookmarkStart w:id="0" w:name="_GoBack"/>
      <w:bookmarkEnd w:id="0"/>
      <w:r w:rsidRPr="00EF560F">
        <w:t>ation string</w:t>
      </w:r>
      <w:r w:rsidR="005C4130">
        <w:t>s</w:t>
      </w:r>
      <w:r w:rsidRPr="00EF560F">
        <w:t xml:space="preserve"> (</w:t>
      </w:r>
      <w:r w:rsidRPr="00487CE9">
        <w:rPr>
          <w:i/>
        </w:rPr>
        <w:t>ccs</w:t>
      </w:r>
      <w:r w:rsidRPr="00EF560F">
        <w:t>).</w:t>
      </w:r>
    </w:p>
    <w:tbl>
      <w:tblPr>
        <w:tblStyle w:val="PlainTable2"/>
        <w:tblW w:w="10530" w:type="dxa"/>
        <w:tblLayout w:type="fixed"/>
        <w:tblLook w:val="04A0" w:firstRow="1" w:lastRow="0" w:firstColumn="1" w:lastColumn="0" w:noHBand="0" w:noVBand="1"/>
      </w:tblPr>
      <w:tblGrid>
        <w:gridCol w:w="1525"/>
        <w:gridCol w:w="1080"/>
        <w:gridCol w:w="2885"/>
        <w:gridCol w:w="720"/>
        <w:gridCol w:w="1350"/>
        <w:gridCol w:w="2160"/>
        <w:gridCol w:w="810"/>
      </w:tblGrid>
      <w:tr w:rsidR="000D5EA2" w:rsidRPr="00EF1D06" w14:paraId="2A362901" w14:textId="77777777" w:rsidTr="004F40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702D209D" w14:textId="77777777" w:rsidR="000D5EA2" w:rsidRPr="00EF1D06" w:rsidRDefault="00EC7E26" w:rsidP="002800A3">
            <w:pPr>
              <w:spacing w:line="240" w:lineRule="auto"/>
              <w:rPr>
                <w:rFonts w:cs="Times New Roman"/>
                <w:bCs w:val="0"/>
                <w:sz w:val="18"/>
                <w:szCs w:val="18"/>
              </w:rPr>
            </w:pPr>
            <w:r>
              <w:rPr>
                <w:rFonts w:cs="Times New Roman"/>
                <w:bCs w:val="0"/>
                <w:sz w:val="18"/>
                <w:szCs w:val="18"/>
              </w:rPr>
              <w:t>Loop prototype</w:t>
            </w:r>
          </w:p>
        </w:tc>
        <w:tc>
          <w:tcPr>
            <w:tcW w:w="1080" w:type="dxa"/>
            <w:noWrap/>
            <w:hideMark/>
          </w:tcPr>
          <w:p w14:paraId="0E4923CB" w14:textId="77777777" w:rsidR="000D5EA2" w:rsidRPr="00EF1D06" w:rsidRDefault="000D5EA2" w:rsidP="002800A3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 w:val="0"/>
                <w:sz w:val="18"/>
                <w:szCs w:val="18"/>
              </w:rPr>
            </w:pPr>
            <w:r w:rsidRPr="00EF1D06">
              <w:rPr>
                <w:rFonts w:cs="Times New Roman"/>
                <w:bCs w:val="0"/>
                <w:sz w:val="18"/>
                <w:szCs w:val="18"/>
              </w:rPr>
              <w:t xml:space="preserve">SCOP </w:t>
            </w:r>
            <w:r w:rsidRPr="00EF1D06">
              <w:rPr>
                <w:rFonts w:cs="Times New Roman"/>
                <w:bCs w:val="0"/>
                <w:i/>
                <w:iCs/>
                <w:sz w:val="18"/>
                <w:szCs w:val="18"/>
              </w:rPr>
              <w:t>ccs</w:t>
            </w:r>
          </w:p>
        </w:tc>
        <w:tc>
          <w:tcPr>
            <w:tcW w:w="2885" w:type="dxa"/>
            <w:noWrap/>
            <w:hideMark/>
          </w:tcPr>
          <w:p w14:paraId="26EEE6DC" w14:textId="77777777" w:rsidR="000D5EA2" w:rsidRPr="00EF1D06" w:rsidRDefault="002800A3" w:rsidP="002800A3">
            <w:pPr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 w:val="0"/>
                <w:sz w:val="18"/>
                <w:szCs w:val="18"/>
              </w:rPr>
            </w:pPr>
            <w:r w:rsidRPr="00EF1D06">
              <w:rPr>
                <w:rFonts w:cs="Times New Roman"/>
                <w:bCs w:val="0"/>
                <w:sz w:val="18"/>
                <w:szCs w:val="18"/>
              </w:rPr>
              <w:t>Fold family (</w:t>
            </w:r>
            <w:r w:rsidR="000D5EA2" w:rsidRPr="00EF1D06">
              <w:rPr>
                <w:rFonts w:cs="Times New Roman"/>
                <w:bCs w:val="0"/>
                <w:sz w:val="18"/>
                <w:szCs w:val="18"/>
              </w:rPr>
              <w:t>FF</w:t>
            </w:r>
            <w:r w:rsidRPr="00EF1D06">
              <w:rPr>
                <w:rFonts w:cs="Times New Roman"/>
                <w:bCs w:val="0"/>
                <w:sz w:val="18"/>
                <w:szCs w:val="18"/>
              </w:rPr>
              <w:t>)</w:t>
            </w:r>
            <w:r w:rsidR="000D5EA2" w:rsidRPr="00EF1D06">
              <w:rPr>
                <w:rFonts w:cs="Times New Roman"/>
                <w:bCs w:val="0"/>
                <w:sz w:val="18"/>
                <w:szCs w:val="18"/>
              </w:rPr>
              <w:t xml:space="preserve"> description</w:t>
            </w:r>
          </w:p>
        </w:tc>
        <w:tc>
          <w:tcPr>
            <w:tcW w:w="720" w:type="dxa"/>
            <w:noWrap/>
            <w:hideMark/>
          </w:tcPr>
          <w:p w14:paraId="361B3DAB" w14:textId="77777777" w:rsidR="000D5EA2" w:rsidRPr="00EF1D06" w:rsidRDefault="000D5EA2" w:rsidP="002800A3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 w:val="0"/>
                <w:sz w:val="18"/>
                <w:szCs w:val="18"/>
              </w:rPr>
            </w:pPr>
            <w:r w:rsidRPr="00EF1D06">
              <w:rPr>
                <w:rFonts w:cs="Times New Roman"/>
                <w:bCs w:val="0"/>
                <w:sz w:val="18"/>
                <w:szCs w:val="18"/>
              </w:rPr>
              <w:t>Age (</w:t>
            </w:r>
            <w:r w:rsidRPr="00EF1D06">
              <w:rPr>
                <w:rFonts w:cs="Times New Roman"/>
                <w:bCs w:val="0"/>
                <w:i/>
                <w:iCs/>
                <w:sz w:val="18"/>
                <w:szCs w:val="18"/>
              </w:rPr>
              <w:t>nd</w:t>
            </w:r>
            <w:r w:rsidRPr="00EF1D06">
              <w:rPr>
                <w:rFonts w:cs="Times New Roman"/>
                <w:bCs w:val="0"/>
                <w:sz w:val="18"/>
                <w:szCs w:val="18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4E19A85B" w14:textId="77777777" w:rsidR="000D5EA2" w:rsidRPr="00EF1D06" w:rsidRDefault="000D5EA2" w:rsidP="002800A3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 w:val="0"/>
                <w:sz w:val="18"/>
                <w:szCs w:val="18"/>
              </w:rPr>
            </w:pPr>
            <w:r w:rsidRPr="00EF1D06">
              <w:rPr>
                <w:rFonts w:cs="Times New Roman"/>
                <w:bCs w:val="0"/>
                <w:sz w:val="18"/>
                <w:szCs w:val="18"/>
              </w:rPr>
              <w:t>Molecular function</w:t>
            </w:r>
          </w:p>
        </w:tc>
        <w:tc>
          <w:tcPr>
            <w:tcW w:w="2160" w:type="dxa"/>
            <w:noWrap/>
            <w:hideMark/>
          </w:tcPr>
          <w:p w14:paraId="495C7FBA" w14:textId="77777777" w:rsidR="000D5EA2" w:rsidRPr="00EF1D06" w:rsidRDefault="000D5EA2" w:rsidP="002800A3">
            <w:pPr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 w:val="0"/>
                <w:sz w:val="18"/>
                <w:szCs w:val="18"/>
              </w:rPr>
            </w:pPr>
            <w:r w:rsidRPr="00EF1D06">
              <w:rPr>
                <w:rFonts w:cs="Times New Roman"/>
                <w:bCs w:val="0"/>
                <w:sz w:val="18"/>
                <w:szCs w:val="18"/>
              </w:rPr>
              <w:t>Function description</w:t>
            </w:r>
          </w:p>
        </w:tc>
        <w:tc>
          <w:tcPr>
            <w:tcW w:w="810" w:type="dxa"/>
            <w:noWrap/>
            <w:hideMark/>
          </w:tcPr>
          <w:p w14:paraId="7C9CE626" w14:textId="77777777" w:rsidR="000D5EA2" w:rsidRPr="00EF1D06" w:rsidRDefault="000D5EA2" w:rsidP="002800A3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 w:val="0"/>
                <w:sz w:val="18"/>
                <w:szCs w:val="18"/>
              </w:rPr>
            </w:pPr>
            <w:r w:rsidRPr="00EF1D06">
              <w:rPr>
                <w:rFonts w:cs="Times New Roman"/>
                <w:bCs w:val="0"/>
                <w:sz w:val="18"/>
                <w:szCs w:val="18"/>
              </w:rPr>
              <w:t>Venn group</w:t>
            </w:r>
          </w:p>
        </w:tc>
      </w:tr>
      <w:tr w:rsidR="000D5EA2" w:rsidRPr="00EF1D06" w14:paraId="1EDA47F8" w14:textId="77777777" w:rsidTr="004F40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7ACFE619" w14:textId="77777777" w:rsidR="000D5EA2" w:rsidRPr="00EF1D06" w:rsidRDefault="000D5EA2" w:rsidP="002800A3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DS.HG.2.1.35</w:t>
            </w:r>
          </w:p>
        </w:tc>
        <w:tc>
          <w:tcPr>
            <w:tcW w:w="1080" w:type="dxa"/>
            <w:noWrap/>
            <w:hideMark/>
          </w:tcPr>
          <w:p w14:paraId="14BB4C03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e.18.1.1</w:t>
            </w:r>
          </w:p>
        </w:tc>
        <w:tc>
          <w:tcPr>
            <w:tcW w:w="2885" w:type="dxa"/>
            <w:noWrap/>
            <w:hideMark/>
          </w:tcPr>
          <w:p w14:paraId="705FDD8A" w14:textId="77777777" w:rsidR="000D5EA2" w:rsidRPr="00EF1D06" w:rsidRDefault="000D5EA2" w:rsidP="002800A3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Nickel-iron hydrogenase, large subunit</w:t>
            </w:r>
          </w:p>
        </w:tc>
        <w:tc>
          <w:tcPr>
            <w:tcW w:w="720" w:type="dxa"/>
            <w:noWrap/>
            <w:hideMark/>
          </w:tcPr>
          <w:p w14:paraId="28C2D7CB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0.545</w:t>
            </w:r>
          </w:p>
        </w:tc>
        <w:tc>
          <w:tcPr>
            <w:tcW w:w="1350" w:type="dxa"/>
            <w:noWrap/>
            <w:hideMark/>
          </w:tcPr>
          <w:p w14:paraId="55DD4682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Metabolism</w:t>
            </w:r>
          </w:p>
        </w:tc>
        <w:tc>
          <w:tcPr>
            <w:tcW w:w="2160" w:type="dxa"/>
            <w:noWrap/>
            <w:hideMark/>
          </w:tcPr>
          <w:p w14:paraId="24E6D92C" w14:textId="77777777" w:rsidR="000D5EA2" w:rsidRPr="00EF1D06" w:rsidRDefault="000D5EA2" w:rsidP="002800A3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Other enzymes</w:t>
            </w:r>
          </w:p>
        </w:tc>
        <w:tc>
          <w:tcPr>
            <w:tcW w:w="810" w:type="dxa"/>
            <w:noWrap/>
            <w:hideMark/>
          </w:tcPr>
          <w:p w14:paraId="47262EB2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AB</w:t>
            </w:r>
          </w:p>
        </w:tc>
      </w:tr>
      <w:tr w:rsidR="000D5EA2" w:rsidRPr="00EF1D06" w14:paraId="1DFC6A84" w14:textId="77777777" w:rsidTr="004F402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3707BEC0" w14:textId="77777777" w:rsidR="000D5EA2" w:rsidRPr="00EF1D06" w:rsidRDefault="000D5EA2" w:rsidP="002800A3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DS.HH.8.9.1</w:t>
            </w:r>
          </w:p>
        </w:tc>
        <w:tc>
          <w:tcPr>
            <w:tcW w:w="1080" w:type="dxa"/>
            <w:noWrap/>
            <w:hideMark/>
          </w:tcPr>
          <w:p w14:paraId="3F2D946E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e.18.1.1</w:t>
            </w:r>
          </w:p>
        </w:tc>
        <w:tc>
          <w:tcPr>
            <w:tcW w:w="2885" w:type="dxa"/>
            <w:noWrap/>
            <w:hideMark/>
          </w:tcPr>
          <w:p w14:paraId="52A42124" w14:textId="77777777" w:rsidR="000D5EA2" w:rsidRPr="00EF1D06" w:rsidRDefault="000D5EA2" w:rsidP="002800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Nickel-iron hydrogenase, large subunit</w:t>
            </w:r>
          </w:p>
        </w:tc>
        <w:tc>
          <w:tcPr>
            <w:tcW w:w="720" w:type="dxa"/>
            <w:noWrap/>
            <w:hideMark/>
          </w:tcPr>
          <w:p w14:paraId="7D985278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0.545</w:t>
            </w:r>
          </w:p>
        </w:tc>
        <w:tc>
          <w:tcPr>
            <w:tcW w:w="1350" w:type="dxa"/>
            <w:noWrap/>
            <w:hideMark/>
          </w:tcPr>
          <w:p w14:paraId="57A0B11D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Metabolism</w:t>
            </w:r>
          </w:p>
        </w:tc>
        <w:tc>
          <w:tcPr>
            <w:tcW w:w="2160" w:type="dxa"/>
            <w:noWrap/>
            <w:hideMark/>
          </w:tcPr>
          <w:p w14:paraId="4AB7988D" w14:textId="77777777" w:rsidR="000D5EA2" w:rsidRPr="00EF1D06" w:rsidRDefault="000D5EA2" w:rsidP="002800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Other enzymes</w:t>
            </w:r>
          </w:p>
        </w:tc>
        <w:tc>
          <w:tcPr>
            <w:tcW w:w="810" w:type="dxa"/>
            <w:noWrap/>
            <w:hideMark/>
          </w:tcPr>
          <w:p w14:paraId="00642C19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AB</w:t>
            </w:r>
          </w:p>
        </w:tc>
      </w:tr>
      <w:tr w:rsidR="000D5EA2" w:rsidRPr="00EF1D06" w14:paraId="6A7045BA" w14:textId="77777777" w:rsidTr="004F40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778EFC9A" w14:textId="77777777" w:rsidR="000D5EA2" w:rsidRPr="00EF1D06" w:rsidRDefault="000D5EA2" w:rsidP="002800A3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DS.BK.5.93.1</w:t>
            </w:r>
          </w:p>
        </w:tc>
        <w:tc>
          <w:tcPr>
            <w:tcW w:w="1080" w:type="dxa"/>
            <w:noWrap/>
            <w:hideMark/>
          </w:tcPr>
          <w:p w14:paraId="437DA671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d.41.1.1</w:t>
            </w:r>
          </w:p>
        </w:tc>
        <w:tc>
          <w:tcPr>
            <w:tcW w:w="2885" w:type="dxa"/>
            <w:noWrap/>
            <w:hideMark/>
          </w:tcPr>
          <w:p w14:paraId="466718B0" w14:textId="77777777" w:rsidR="000D5EA2" w:rsidRPr="00EF1D06" w:rsidRDefault="000D5EA2" w:rsidP="002800A3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CO dehydrogenase molybdoprotein N-domain-like</w:t>
            </w:r>
          </w:p>
        </w:tc>
        <w:tc>
          <w:tcPr>
            <w:tcW w:w="720" w:type="dxa"/>
            <w:noWrap/>
            <w:hideMark/>
          </w:tcPr>
          <w:p w14:paraId="7C2AF765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0.356</w:t>
            </w:r>
          </w:p>
        </w:tc>
        <w:tc>
          <w:tcPr>
            <w:tcW w:w="1350" w:type="dxa"/>
            <w:noWrap/>
            <w:hideMark/>
          </w:tcPr>
          <w:p w14:paraId="1761C745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Metabolism</w:t>
            </w:r>
          </w:p>
        </w:tc>
        <w:tc>
          <w:tcPr>
            <w:tcW w:w="2160" w:type="dxa"/>
            <w:noWrap/>
            <w:hideMark/>
          </w:tcPr>
          <w:p w14:paraId="1D2652FF" w14:textId="77777777" w:rsidR="000D5EA2" w:rsidRPr="00EF1D06" w:rsidRDefault="000D5EA2" w:rsidP="002800A3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Electron transfer/transport</w:t>
            </w:r>
          </w:p>
        </w:tc>
        <w:tc>
          <w:tcPr>
            <w:tcW w:w="810" w:type="dxa"/>
            <w:noWrap/>
            <w:hideMark/>
          </w:tcPr>
          <w:p w14:paraId="624ACB90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ABE</w:t>
            </w:r>
          </w:p>
        </w:tc>
      </w:tr>
      <w:tr w:rsidR="000D5EA2" w:rsidRPr="00EF1D06" w14:paraId="764C99E9" w14:textId="77777777" w:rsidTr="004F402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702FD86B" w14:textId="77777777" w:rsidR="000D5EA2" w:rsidRPr="00EF1D06" w:rsidRDefault="000D5EA2" w:rsidP="002800A3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DS.BK.6.34.1</w:t>
            </w:r>
          </w:p>
        </w:tc>
        <w:tc>
          <w:tcPr>
            <w:tcW w:w="1080" w:type="dxa"/>
            <w:noWrap/>
            <w:hideMark/>
          </w:tcPr>
          <w:p w14:paraId="768E77A1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d.145.1.2</w:t>
            </w:r>
          </w:p>
        </w:tc>
        <w:tc>
          <w:tcPr>
            <w:tcW w:w="2885" w:type="dxa"/>
            <w:noWrap/>
            <w:hideMark/>
          </w:tcPr>
          <w:p w14:paraId="529057F2" w14:textId="77777777" w:rsidR="000D5EA2" w:rsidRPr="00EF1D06" w:rsidRDefault="000D5EA2" w:rsidP="002800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Uridine diphospho-N-Acetylenolpyruvylglucosamine reductase (MurB), N-terminal domain</w:t>
            </w:r>
          </w:p>
        </w:tc>
        <w:tc>
          <w:tcPr>
            <w:tcW w:w="720" w:type="dxa"/>
            <w:noWrap/>
            <w:hideMark/>
          </w:tcPr>
          <w:p w14:paraId="068AAD85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0.472</w:t>
            </w:r>
          </w:p>
        </w:tc>
        <w:tc>
          <w:tcPr>
            <w:tcW w:w="1350" w:type="dxa"/>
            <w:noWrap/>
            <w:hideMark/>
          </w:tcPr>
          <w:p w14:paraId="112F6930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General</w:t>
            </w:r>
          </w:p>
        </w:tc>
        <w:tc>
          <w:tcPr>
            <w:tcW w:w="2160" w:type="dxa"/>
            <w:noWrap/>
            <w:hideMark/>
          </w:tcPr>
          <w:p w14:paraId="62E30DCF" w14:textId="77777777" w:rsidR="000D5EA2" w:rsidRPr="00EF1D06" w:rsidRDefault="000D5EA2" w:rsidP="002800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Small molecule binding</w:t>
            </w:r>
          </w:p>
        </w:tc>
        <w:tc>
          <w:tcPr>
            <w:tcW w:w="810" w:type="dxa"/>
            <w:noWrap/>
            <w:hideMark/>
          </w:tcPr>
          <w:p w14:paraId="3B95A0F5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ABE</w:t>
            </w:r>
          </w:p>
        </w:tc>
      </w:tr>
      <w:tr w:rsidR="000D5EA2" w:rsidRPr="00EF1D06" w14:paraId="1A91EE3F" w14:textId="77777777" w:rsidTr="004F40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73B987B6" w14:textId="77777777" w:rsidR="000D5EA2" w:rsidRPr="00EF1D06" w:rsidRDefault="000D5EA2" w:rsidP="002800A3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DS.BN.2.90.1</w:t>
            </w:r>
          </w:p>
        </w:tc>
        <w:tc>
          <w:tcPr>
            <w:tcW w:w="1080" w:type="dxa"/>
            <w:noWrap/>
            <w:hideMark/>
          </w:tcPr>
          <w:p w14:paraId="2F984BED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d.127.1.1</w:t>
            </w:r>
          </w:p>
        </w:tc>
        <w:tc>
          <w:tcPr>
            <w:tcW w:w="2885" w:type="dxa"/>
            <w:noWrap/>
            <w:hideMark/>
          </w:tcPr>
          <w:p w14:paraId="00A591DA" w14:textId="77777777" w:rsidR="000D5EA2" w:rsidRPr="00EF1D06" w:rsidRDefault="000D5EA2" w:rsidP="002800A3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Creatinase/aminopeptidase</w:t>
            </w:r>
          </w:p>
        </w:tc>
        <w:tc>
          <w:tcPr>
            <w:tcW w:w="720" w:type="dxa"/>
            <w:noWrap/>
            <w:hideMark/>
          </w:tcPr>
          <w:p w14:paraId="6AD907FF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0.137</w:t>
            </w:r>
          </w:p>
        </w:tc>
        <w:tc>
          <w:tcPr>
            <w:tcW w:w="1350" w:type="dxa"/>
            <w:noWrap/>
            <w:hideMark/>
          </w:tcPr>
          <w:p w14:paraId="2314BD7F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Intracellular processes</w:t>
            </w:r>
          </w:p>
        </w:tc>
        <w:tc>
          <w:tcPr>
            <w:tcW w:w="2160" w:type="dxa"/>
            <w:noWrap/>
            <w:hideMark/>
          </w:tcPr>
          <w:p w14:paraId="6DB679E4" w14:textId="77777777" w:rsidR="000D5EA2" w:rsidRPr="00EF1D06" w:rsidRDefault="000D5EA2" w:rsidP="002800A3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Proteases, peptidases and their inhibitors</w:t>
            </w:r>
          </w:p>
        </w:tc>
        <w:tc>
          <w:tcPr>
            <w:tcW w:w="810" w:type="dxa"/>
            <w:noWrap/>
            <w:hideMark/>
          </w:tcPr>
          <w:p w14:paraId="0C6F07FB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ABE</w:t>
            </w:r>
          </w:p>
        </w:tc>
      </w:tr>
      <w:tr w:rsidR="000D5EA2" w:rsidRPr="00EF1D06" w14:paraId="6C42627A" w14:textId="77777777" w:rsidTr="004F402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6B6D93FE" w14:textId="77777777" w:rsidR="000D5EA2" w:rsidRPr="00EF1D06" w:rsidRDefault="000D5EA2" w:rsidP="002800A3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DS.BN.4.118.1</w:t>
            </w:r>
          </w:p>
        </w:tc>
        <w:tc>
          <w:tcPr>
            <w:tcW w:w="1080" w:type="dxa"/>
            <w:noWrap/>
            <w:hideMark/>
          </w:tcPr>
          <w:p w14:paraId="65D35E73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b.69.11.1</w:t>
            </w:r>
          </w:p>
        </w:tc>
        <w:tc>
          <w:tcPr>
            <w:tcW w:w="2885" w:type="dxa"/>
            <w:noWrap/>
            <w:hideMark/>
          </w:tcPr>
          <w:p w14:paraId="78DB4042" w14:textId="77777777" w:rsidR="000D5EA2" w:rsidRPr="00EF1D06" w:rsidRDefault="000D5EA2" w:rsidP="002800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Putative isomerase YbhE</w:t>
            </w:r>
          </w:p>
        </w:tc>
        <w:tc>
          <w:tcPr>
            <w:tcW w:w="720" w:type="dxa"/>
            <w:noWrap/>
            <w:hideMark/>
          </w:tcPr>
          <w:p w14:paraId="0E3D260E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0.777</w:t>
            </w:r>
          </w:p>
        </w:tc>
        <w:tc>
          <w:tcPr>
            <w:tcW w:w="1350" w:type="dxa"/>
            <w:noWrap/>
            <w:hideMark/>
          </w:tcPr>
          <w:p w14:paraId="5AE9A726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Metabolism</w:t>
            </w:r>
          </w:p>
        </w:tc>
        <w:tc>
          <w:tcPr>
            <w:tcW w:w="2160" w:type="dxa"/>
            <w:noWrap/>
            <w:hideMark/>
          </w:tcPr>
          <w:p w14:paraId="50BE4242" w14:textId="77777777" w:rsidR="000D5EA2" w:rsidRPr="00EF1D06" w:rsidRDefault="000D5EA2" w:rsidP="002800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Other enzymes</w:t>
            </w:r>
          </w:p>
        </w:tc>
        <w:tc>
          <w:tcPr>
            <w:tcW w:w="810" w:type="dxa"/>
            <w:noWrap/>
            <w:hideMark/>
          </w:tcPr>
          <w:p w14:paraId="2E00B592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ABE</w:t>
            </w:r>
          </w:p>
        </w:tc>
      </w:tr>
      <w:tr w:rsidR="000D5EA2" w:rsidRPr="00EF1D06" w14:paraId="24A9F7C5" w14:textId="77777777" w:rsidTr="004F40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49C8C440" w14:textId="77777777" w:rsidR="000D5EA2" w:rsidRPr="00EF1D06" w:rsidRDefault="000D5EA2" w:rsidP="002800A3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DS.EH.2.19.5</w:t>
            </w:r>
          </w:p>
        </w:tc>
        <w:tc>
          <w:tcPr>
            <w:tcW w:w="1080" w:type="dxa"/>
            <w:noWrap/>
            <w:hideMark/>
          </w:tcPr>
          <w:p w14:paraId="361DB4AD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c.1.12.7</w:t>
            </w:r>
          </w:p>
        </w:tc>
        <w:tc>
          <w:tcPr>
            <w:tcW w:w="2885" w:type="dxa"/>
            <w:noWrap/>
            <w:hideMark/>
          </w:tcPr>
          <w:p w14:paraId="2CA91A21" w14:textId="77777777" w:rsidR="000D5EA2" w:rsidRPr="00EF1D06" w:rsidRDefault="000D5EA2" w:rsidP="002800A3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Phosphoenolpyruvate mutase/Isocitrate lyase-like</w:t>
            </w:r>
          </w:p>
        </w:tc>
        <w:tc>
          <w:tcPr>
            <w:tcW w:w="720" w:type="dxa"/>
            <w:noWrap/>
            <w:hideMark/>
          </w:tcPr>
          <w:p w14:paraId="6E5C3030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0.335</w:t>
            </w:r>
          </w:p>
        </w:tc>
        <w:tc>
          <w:tcPr>
            <w:tcW w:w="1350" w:type="dxa"/>
            <w:noWrap/>
            <w:hideMark/>
          </w:tcPr>
          <w:p w14:paraId="61B19739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Metabolism</w:t>
            </w:r>
          </w:p>
        </w:tc>
        <w:tc>
          <w:tcPr>
            <w:tcW w:w="2160" w:type="dxa"/>
            <w:noWrap/>
            <w:hideMark/>
          </w:tcPr>
          <w:p w14:paraId="75035439" w14:textId="77777777" w:rsidR="000D5EA2" w:rsidRPr="00EF1D06" w:rsidRDefault="000D5EA2" w:rsidP="002800A3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Energy production and conversion</w:t>
            </w:r>
          </w:p>
        </w:tc>
        <w:tc>
          <w:tcPr>
            <w:tcW w:w="810" w:type="dxa"/>
            <w:noWrap/>
            <w:hideMark/>
          </w:tcPr>
          <w:p w14:paraId="1BC30BD7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ABE</w:t>
            </w:r>
          </w:p>
        </w:tc>
      </w:tr>
      <w:tr w:rsidR="000D5EA2" w:rsidRPr="00EF1D06" w14:paraId="3380008D" w14:textId="77777777" w:rsidTr="004F402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2793110B" w14:textId="77777777" w:rsidR="000D5EA2" w:rsidRPr="00EF1D06" w:rsidRDefault="000D5EA2" w:rsidP="002800A3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DS.EH.3.33.1</w:t>
            </w:r>
          </w:p>
        </w:tc>
        <w:tc>
          <w:tcPr>
            <w:tcW w:w="1080" w:type="dxa"/>
            <w:noWrap/>
            <w:hideMark/>
          </w:tcPr>
          <w:p w14:paraId="5001899E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c.55.1.13</w:t>
            </w:r>
          </w:p>
        </w:tc>
        <w:tc>
          <w:tcPr>
            <w:tcW w:w="2885" w:type="dxa"/>
            <w:noWrap/>
            <w:hideMark/>
          </w:tcPr>
          <w:p w14:paraId="66095C32" w14:textId="77777777" w:rsidR="000D5EA2" w:rsidRPr="00EF1D06" w:rsidRDefault="000D5EA2" w:rsidP="002800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CoaX-like</w:t>
            </w:r>
          </w:p>
        </w:tc>
        <w:tc>
          <w:tcPr>
            <w:tcW w:w="720" w:type="dxa"/>
            <w:noWrap/>
            <w:hideMark/>
          </w:tcPr>
          <w:p w14:paraId="1022D64A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0.3266</w:t>
            </w:r>
          </w:p>
        </w:tc>
        <w:tc>
          <w:tcPr>
            <w:tcW w:w="1350" w:type="dxa"/>
            <w:noWrap/>
            <w:hideMark/>
          </w:tcPr>
          <w:p w14:paraId="23838C7B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Metabolism</w:t>
            </w:r>
          </w:p>
        </w:tc>
        <w:tc>
          <w:tcPr>
            <w:tcW w:w="2160" w:type="dxa"/>
            <w:noWrap/>
            <w:hideMark/>
          </w:tcPr>
          <w:p w14:paraId="08B11BFC" w14:textId="77777777" w:rsidR="000D5EA2" w:rsidRPr="00EF1D06" w:rsidRDefault="000D5EA2" w:rsidP="002800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Other enzymes</w:t>
            </w:r>
          </w:p>
        </w:tc>
        <w:tc>
          <w:tcPr>
            <w:tcW w:w="810" w:type="dxa"/>
            <w:noWrap/>
            <w:hideMark/>
          </w:tcPr>
          <w:p w14:paraId="0D8B4919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ABE</w:t>
            </w:r>
          </w:p>
        </w:tc>
      </w:tr>
      <w:tr w:rsidR="000D5EA2" w:rsidRPr="00EF1D06" w14:paraId="17A8D51A" w14:textId="77777777" w:rsidTr="004F40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50A1EB1A" w14:textId="77777777" w:rsidR="000D5EA2" w:rsidRPr="00EF1D06" w:rsidRDefault="000D5EA2" w:rsidP="002800A3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DS.EH.4.88.1</w:t>
            </w:r>
          </w:p>
        </w:tc>
        <w:tc>
          <w:tcPr>
            <w:tcW w:w="1080" w:type="dxa"/>
            <w:noWrap/>
            <w:hideMark/>
          </w:tcPr>
          <w:p w14:paraId="6EC52207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c.36.1.6</w:t>
            </w:r>
          </w:p>
        </w:tc>
        <w:tc>
          <w:tcPr>
            <w:tcW w:w="2885" w:type="dxa"/>
            <w:noWrap/>
            <w:hideMark/>
          </w:tcPr>
          <w:p w14:paraId="1BB761BA" w14:textId="77777777" w:rsidR="000D5EA2" w:rsidRPr="00EF1D06" w:rsidRDefault="000D5EA2" w:rsidP="002800A3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TK-like Pyr module</w:t>
            </w:r>
          </w:p>
        </w:tc>
        <w:tc>
          <w:tcPr>
            <w:tcW w:w="720" w:type="dxa"/>
            <w:noWrap/>
            <w:hideMark/>
          </w:tcPr>
          <w:p w14:paraId="652CE7B9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0.193</w:t>
            </w:r>
          </w:p>
        </w:tc>
        <w:tc>
          <w:tcPr>
            <w:tcW w:w="1350" w:type="dxa"/>
            <w:noWrap/>
            <w:hideMark/>
          </w:tcPr>
          <w:p w14:paraId="06C2852B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General</w:t>
            </w:r>
          </w:p>
        </w:tc>
        <w:tc>
          <w:tcPr>
            <w:tcW w:w="2160" w:type="dxa"/>
            <w:noWrap/>
            <w:hideMark/>
          </w:tcPr>
          <w:p w14:paraId="6F7B77BE" w14:textId="77777777" w:rsidR="000D5EA2" w:rsidRPr="00EF1D06" w:rsidRDefault="000D5EA2" w:rsidP="002800A3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Small molecule binding</w:t>
            </w:r>
          </w:p>
        </w:tc>
        <w:tc>
          <w:tcPr>
            <w:tcW w:w="810" w:type="dxa"/>
            <w:noWrap/>
            <w:hideMark/>
          </w:tcPr>
          <w:p w14:paraId="6EADABE8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ABE</w:t>
            </w:r>
          </w:p>
        </w:tc>
      </w:tr>
      <w:tr w:rsidR="000D5EA2" w:rsidRPr="00EF1D06" w14:paraId="2D22C595" w14:textId="77777777" w:rsidTr="004F402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4303F6A0" w14:textId="77777777" w:rsidR="000D5EA2" w:rsidRPr="00EF1D06" w:rsidRDefault="000D5EA2" w:rsidP="002800A3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DS.GH.0.1.119</w:t>
            </w:r>
          </w:p>
        </w:tc>
        <w:tc>
          <w:tcPr>
            <w:tcW w:w="1080" w:type="dxa"/>
            <w:noWrap/>
            <w:hideMark/>
          </w:tcPr>
          <w:p w14:paraId="0A192A1A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d.90.1.1</w:t>
            </w:r>
          </w:p>
        </w:tc>
        <w:tc>
          <w:tcPr>
            <w:tcW w:w="2885" w:type="dxa"/>
            <w:noWrap/>
            <w:hideMark/>
          </w:tcPr>
          <w:p w14:paraId="0270CFFC" w14:textId="77777777" w:rsidR="000D5EA2" w:rsidRPr="00EF1D06" w:rsidRDefault="000D5EA2" w:rsidP="002800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NADH oxidase/flavin reductase</w:t>
            </w:r>
          </w:p>
        </w:tc>
        <w:tc>
          <w:tcPr>
            <w:tcW w:w="720" w:type="dxa"/>
            <w:noWrap/>
            <w:hideMark/>
          </w:tcPr>
          <w:p w14:paraId="3CE7B44A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0.184</w:t>
            </w:r>
          </w:p>
        </w:tc>
        <w:tc>
          <w:tcPr>
            <w:tcW w:w="1350" w:type="dxa"/>
            <w:noWrap/>
            <w:hideMark/>
          </w:tcPr>
          <w:p w14:paraId="1FFC4823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Metabolism</w:t>
            </w:r>
          </w:p>
        </w:tc>
        <w:tc>
          <w:tcPr>
            <w:tcW w:w="2160" w:type="dxa"/>
            <w:noWrap/>
            <w:hideMark/>
          </w:tcPr>
          <w:p w14:paraId="2C683B9C" w14:textId="77777777" w:rsidR="000D5EA2" w:rsidRPr="00EF1D06" w:rsidRDefault="000D5EA2" w:rsidP="002800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Electron transfer/transport</w:t>
            </w:r>
          </w:p>
        </w:tc>
        <w:tc>
          <w:tcPr>
            <w:tcW w:w="810" w:type="dxa"/>
            <w:noWrap/>
            <w:hideMark/>
          </w:tcPr>
          <w:p w14:paraId="35C3A1CB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ABE</w:t>
            </w:r>
          </w:p>
        </w:tc>
      </w:tr>
      <w:tr w:rsidR="000D5EA2" w:rsidRPr="00EF1D06" w14:paraId="43BF9CAC" w14:textId="77777777" w:rsidTr="004F40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2A02C0FE" w14:textId="77777777" w:rsidR="000D5EA2" w:rsidRPr="00EF1D06" w:rsidRDefault="000D5EA2" w:rsidP="002800A3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DS.HE.11.1.1</w:t>
            </w:r>
          </w:p>
        </w:tc>
        <w:tc>
          <w:tcPr>
            <w:tcW w:w="1080" w:type="dxa"/>
            <w:noWrap/>
            <w:hideMark/>
          </w:tcPr>
          <w:p w14:paraId="46B29E46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a.102.1.3</w:t>
            </w:r>
          </w:p>
        </w:tc>
        <w:tc>
          <w:tcPr>
            <w:tcW w:w="2885" w:type="dxa"/>
            <w:noWrap/>
            <w:hideMark/>
          </w:tcPr>
          <w:p w14:paraId="4D6EC0A4" w14:textId="77777777" w:rsidR="000D5EA2" w:rsidRPr="00EF1D06" w:rsidRDefault="000D5EA2" w:rsidP="002800A3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N-acylglucosamine (NAG) epimerase</w:t>
            </w:r>
          </w:p>
        </w:tc>
        <w:tc>
          <w:tcPr>
            <w:tcW w:w="720" w:type="dxa"/>
            <w:noWrap/>
            <w:hideMark/>
          </w:tcPr>
          <w:p w14:paraId="2CE12BEC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0.472</w:t>
            </w:r>
          </w:p>
        </w:tc>
        <w:tc>
          <w:tcPr>
            <w:tcW w:w="1350" w:type="dxa"/>
            <w:noWrap/>
            <w:hideMark/>
          </w:tcPr>
          <w:p w14:paraId="555EB621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Metabolism</w:t>
            </w:r>
          </w:p>
        </w:tc>
        <w:tc>
          <w:tcPr>
            <w:tcW w:w="2160" w:type="dxa"/>
            <w:noWrap/>
            <w:hideMark/>
          </w:tcPr>
          <w:p w14:paraId="2D7DEF13" w14:textId="77777777" w:rsidR="000D5EA2" w:rsidRPr="00EF1D06" w:rsidRDefault="000D5EA2" w:rsidP="002800A3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Carbohydrate transport and metabolism</w:t>
            </w:r>
          </w:p>
        </w:tc>
        <w:tc>
          <w:tcPr>
            <w:tcW w:w="810" w:type="dxa"/>
            <w:noWrap/>
            <w:hideMark/>
          </w:tcPr>
          <w:p w14:paraId="534972A2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ABE</w:t>
            </w:r>
          </w:p>
        </w:tc>
      </w:tr>
      <w:tr w:rsidR="000D5EA2" w:rsidRPr="00EF1D06" w14:paraId="7A827861" w14:textId="77777777" w:rsidTr="004F402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28EA5AF0" w14:textId="77777777" w:rsidR="000D5EA2" w:rsidRPr="00EF1D06" w:rsidRDefault="000D5EA2" w:rsidP="002800A3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DS.HE.4.14.5</w:t>
            </w:r>
          </w:p>
        </w:tc>
        <w:tc>
          <w:tcPr>
            <w:tcW w:w="1080" w:type="dxa"/>
            <w:noWrap/>
            <w:hideMark/>
          </w:tcPr>
          <w:p w14:paraId="41AF649B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c.69.1.21</w:t>
            </w:r>
          </w:p>
        </w:tc>
        <w:tc>
          <w:tcPr>
            <w:tcW w:w="2885" w:type="dxa"/>
            <w:noWrap/>
            <w:hideMark/>
          </w:tcPr>
          <w:p w14:paraId="00B369BA" w14:textId="77777777" w:rsidR="000D5EA2" w:rsidRPr="00EF1D06" w:rsidRDefault="000D5EA2" w:rsidP="002800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PepX catalytic domain-like</w:t>
            </w:r>
          </w:p>
        </w:tc>
        <w:tc>
          <w:tcPr>
            <w:tcW w:w="720" w:type="dxa"/>
            <w:noWrap/>
            <w:hideMark/>
          </w:tcPr>
          <w:p w14:paraId="7DEBA8C2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0.421</w:t>
            </w:r>
          </w:p>
        </w:tc>
        <w:tc>
          <w:tcPr>
            <w:tcW w:w="1350" w:type="dxa"/>
            <w:noWrap/>
            <w:hideMark/>
          </w:tcPr>
          <w:p w14:paraId="54B6106A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Metabolism</w:t>
            </w:r>
          </w:p>
        </w:tc>
        <w:tc>
          <w:tcPr>
            <w:tcW w:w="2160" w:type="dxa"/>
            <w:noWrap/>
            <w:hideMark/>
          </w:tcPr>
          <w:p w14:paraId="67A09423" w14:textId="77777777" w:rsidR="000D5EA2" w:rsidRPr="00EF1D06" w:rsidRDefault="000D5EA2" w:rsidP="002800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Other enzymes</w:t>
            </w:r>
          </w:p>
        </w:tc>
        <w:tc>
          <w:tcPr>
            <w:tcW w:w="810" w:type="dxa"/>
            <w:noWrap/>
            <w:hideMark/>
          </w:tcPr>
          <w:p w14:paraId="165FF68F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ABE</w:t>
            </w:r>
          </w:p>
        </w:tc>
      </w:tr>
      <w:tr w:rsidR="000D5EA2" w:rsidRPr="00EF1D06" w14:paraId="6BCFC1E2" w14:textId="77777777" w:rsidTr="004F40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7A51166C" w14:textId="77777777" w:rsidR="000D5EA2" w:rsidRPr="00EF1D06" w:rsidRDefault="000D5EA2" w:rsidP="002800A3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DS.HE.5.27.3</w:t>
            </w:r>
          </w:p>
        </w:tc>
        <w:tc>
          <w:tcPr>
            <w:tcW w:w="1080" w:type="dxa"/>
            <w:noWrap/>
            <w:hideMark/>
          </w:tcPr>
          <w:p w14:paraId="13D630BD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c.1.9.15</w:t>
            </w:r>
          </w:p>
        </w:tc>
        <w:tc>
          <w:tcPr>
            <w:tcW w:w="2885" w:type="dxa"/>
            <w:noWrap/>
            <w:hideMark/>
          </w:tcPr>
          <w:p w14:paraId="1B186DBF" w14:textId="77777777" w:rsidR="000D5EA2" w:rsidRPr="00EF1D06" w:rsidRDefault="000D5EA2" w:rsidP="002800A3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PP1699/LP2961-like</w:t>
            </w:r>
          </w:p>
        </w:tc>
        <w:tc>
          <w:tcPr>
            <w:tcW w:w="720" w:type="dxa"/>
            <w:noWrap/>
            <w:hideMark/>
          </w:tcPr>
          <w:p w14:paraId="1336FCE0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0.356</w:t>
            </w:r>
          </w:p>
        </w:tc>
        <w:tc>
          <w:tcPr>
            <w:tcW w:w="1350" w:type="dxa"/>
            <w:noWrap/>
            <w:hideMark/>
          </w:tcPr>
          <w:p w14:paraId="3F8FD19A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Metabolism</w:t>
            </w:r>
          </w:p>
        </w:tc>
        <w:tc>
          <w:tcPr>
            <w:tcW w:w="2160" w:type="dxa"/>
            <w:noWrap/>
            <w:hideMark/>
          </w:tcPr>
          <w:p w14:paraId="0B68CB94" w14:textId="77777777" w:rsidR="000D5EA2" w:rsidRPr="00EF1D06" w:rsidRDefault="000D5EA2" w:rsidP="002800A3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Other enzymes</w:t>
            </w:r>
          </w:p>
        </w:tc>
        <w:tc>
          <w:tcPr>
            <w:tcW w:w="810" w:type="dxa"/>
            <w:noWrap/>
            <w:hideMark/>
          </w:tcPr>
          <w:p w14:paraId="4E569CF2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ABE</w:t>
            </w:r>
          </w:p>
        </w:tc>
      </w:tr>
      <w:tr w:rsidR="000D5EA2" w:rsidRPr="00EF1D06" w14:paraId="0E06FE30" w14:textId="77777777" w:rsidTr="004F402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1C4DF05E" w14:textId="77777777" w:rsidR="000D5EA2" w:rsidRPr="00EF1D06" w:rsidRDefault="000D5EA2" w:rsidP="002800A3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DS.HH.4.92.1</w:t>
            </w:r>
          </w:p>
        </w:tc>
        <w:tc>
          <w:tcPr>
            <w:tcW w:w="1080" w:type="dxa"/>
            <w:noWrap/>
            <w:hideMark/>
          </w:tcPr>
          <w:p w14:paraId="750B03F6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f.21.2.1</w:t>
            </w:r>
          </w:p>
        </w:tc>
        <w:tc>
          <w:tcPr>
            <w:tcW w:w="2885" w:type="dxa"/>
            <w:noWrap/>
            <w:hideMark/>
          </w:tcPr>
          <w:p w14:paraId="42A3EEF3" w14:textId="77777777" w:rsidR="000D5EA2" w:rsidRPr="00EF1D06" w:rsidRDefault="000D5EA2" w:rsidP="002800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Fumarate reductase respiratory complex cytochrome b subunit, FrdC</w:t>
            </w:r>
          </w:p>
        </w:tc>
        <w:tc>
          <w:tcPr>
            <w:tcW w:w="720" w:type="dxa"/>
            <w:noWrap/>
            <w:hideMark/>
          </w:tcPr>
          <w:p w14:paraId="2612C06A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0.502</w:t>
            </w:r>
          </w:p>
        </w:tc>
        <w:tc>
          <w:tcPr>
            <w:tcW w:w="1350" w:type="dxa"/>
            <w:noWrap/>
            <w:hideMark/>
          </w:tcPr>
          <w:p w14:paraId="386C57B5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Metabolism</w:t>
            </w:r>
          </w:p>
        </w:tc>
        <w:tc>
          <w:tcPr>
            <w:tcW w:w="2160" w:type="dxa"/>
            <w:noWrap/>
            <w:hideMark/>
          </w:tcPr>
          <w:p w14:paraId="2F6D933F" w14:textId="77777777" w:rsidR="000D5EA2" w:rsidRPr="00EF1D06" w:rsidRDefault="000D5EA2" w:rsidP="002800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Other enzymes</w:t>
            </w:r>
          </w:p>
        </w:tc>
        <w:tc>
          <w:tcPr>
            <w:tcW w:w="810" w:type="dxa"/>
            <w:noWrap/>
            <w:hideMark/>
          </w:tcPr>
          <w:p w14:paraId="19B69F39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ABE</w:t>
            </w:r>
          </w:p>
        </w:tc>
      </w:tr>
      <w:tr w:rsidR="000D5EA2" w:rsidRPr="00EF1D06" w14:paraId="78B7BB5D" w14:textId="77777777" w:rsidTr="004F40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3D523EEB" w14:textId="77777777" w:rsidR="000D5EA2" w:rsidRPr="00EF1D06" w:rsidRDefault="000D5EA2" w:rsidP="002800A3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DS.HH.8.6.1</w:t>
            </w:r>
          </w:p>
        </w:tc>
        <w:tc>
          <w:tcPr>
            <w:tcW w:w="1080" w:type="dxa"/>
            <w:noWrap/>
            <w:hideMark/>
          </w:tcPr>
          <w:p w14:paraId="1744A227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f.44.1.1</w:t>
            </w:r>
          </w:p>
        </w:tc>
        <w:tc>
          <w:tcPr>
            <w:tcW w:w="2885" w:type="dxa"/>
            <w:noWrap/>
            <w:hideMark/>
          </w:tcPr>
          <w:p w14:paraId="3F0D7168" w14:textId="77777777" w:rsidR="000D5EA2" w:rsidRPr="00EF1D06" w:rsidRDefault="000D5EA2" w:rsidP="002800A3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Ammonium transporter</w:t>
            </w:r>
          </w:p>
        </w:tc>
        <w:tc>
          <w:tcPr>
            <w:tcW w:w="720" w:type="dxa"/>
            <w:noWrap/>
            <w:hideMark/>
          </w:tcPr>
          <w:p w14:paraId="01C48850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0.270</w:t>
            </w:r>
          </w:p>
        </w:tc>
        <w:tc>
          <w:tcPr>
            <w:tcW w:w="1350" w:type="dxa"/>
            <w:noWrap/>
            <w:hideMark/>
          </w:tcPr>
          <w:p w14:paraId="6BAE1D42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Intracellular processes</w:t>
            </w:r>
          </w:p>
        </w:tc>
        <w:tc>
          <w:tcPr>
            <w:tcW w:w="2160" w:type="dxa"/>
            <w:noWrap/>
            <w:hideMark/>
          </w:tcPr>
          <w:p w14:paraId="11A54FAA" w14:textId="77777777" w:rsidR="000D5EA2" w:rsidRPr="00EF1D06" w:rsidRDefault="000D5EA2" w:rsidP="002800A3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Transport</w:t>
            </w:r>
          </w:p>
        </w:tc>
        <w:tc>
          <w:tcPr>
            <w:tcW w:w="810" w:type="dxa"/>
            <w:noWrap/>
            <w:hideMark/>
          </w:tcPr>
          <w:p w14:paraId="0DEDD958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ABE</w:t>
            </w:r>
          </w:p>
        </w:tc>
      </w:tr>
      <w:tr w:rsidR="000D5EA2" w:rsidRPr="00EF1D06" w14:paraId="7DCB8299" w14:textId="77777777" w:rsidTr="004F402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3B9BDA0B" w14:textId="77777777" w:rsidR="000D5EA2" w:rsidRPr="00EF1D06" w:rsidRDefault="000D5EA2" w:rsidP="002800A3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DS.BK.4.16.1</w:t>
            </w:r>
          </w:p>
        </w:tc>
        <w:tc>
          <w:tcPr>
            <w:tcW w:w="1080" w:type="dxa"/>
            <w:noWrap/>
            <w:hideMark/>
          </w:tcPr>
          <w:p w14:paraId="6508AA31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e.1.1.1</w:t>
            </w:r>
          </w:p>
        </w:tc>
        <w:tc>
          <w:tcPr>
            <w:tcW w:w="2885" w:type="dxa"/>
            <w:noWrap/>
            <w:hideMark/>
          </w:tcPr>
          <w:p w14:paraId="1875FD9C" w14:textId="77777777" w:rsidR="000D5EA2" w:rsidRPr="00EF1D06" w:rsidRDefault="000D5EA2" w:rsidP="002800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Serpins</w:t>
            </w:r>
          </w:p>
        </w:tc>
        <w:tc>
          <w:tcPr>
            <w:tcW w:w="720" w:type="dxa"/>
            <w:noWrap/>
            <w:hideMark/>
          </w:tcPr>
          <w:p w14:paraId="018EFB0E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0.880</w:t>
            </w:r>
          </w:p>
        </w:tc>
        <w:tc>
          <w:tcPr>
            <w:tcW w:w="1350" w:type="dxa"/>
            <w:noWrap/>
            <w:hideMark/>
          </w:tcPr>
          <w:p w14:paraId="6541F018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Intracellular processes</w:t>
            </w:r>
          </w:p>
        </w:tc>
        <w:tc>
          <w:tcPr>
            <w:tcW w:w="2160" w:type="dxa"/>
            <w:noWrap/>
            <w:hideMark/>
          </w:tcPr>
          <w:p w14:paraId="2DA4C8C6" w14:textId="77777777" w:rsidR="000D5EA2" w:rsidRPr="00EF1D06" w:rsidRDefault="000D5EA2" w:rsidP="002800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Proteases, peptidases and their inhibitors</w:t>
            </w:r>
          </w:p>
        </w:tc>
        <w:tc>
          <w:tcPr>
            <w:tcW w:w="810" w:type="dxa"/>
            <w:noWrap/>
            <w:hideMark/>
          </w:tcPr>
          <w:p w14:paraId="25B72321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ABEV</w:t>
            </w:r>
          </w:p>
        </w:tc>
      </w:tr>
      <w:tr w:rsidR="000D5EA2" w:rsidRPr="00EF1D06" w14:paraId="1B1CFA84" w14:textId="77777777" w:rsidTr="004F40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035E3114" w14:textId="77777777" w:rsidR="000D5EA2" w:rsidRPr="00EF1D06" w:rsidRDefault="000D5EA2" w:rsidP="002800A3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DS.BK.6.65.1</w:t>
            </w:r>
          </w:p>
        </w:tc>
        <w:tc>
          <w:tcPr>
            <w:tcW w:w="1080" w:type="dxa"/>
            <w:noWrap/>
            <w:hideMark/>
          </w:tcPr>
          <w:p w14:paraId="4F8D8BBB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d.144.1.6</w:t>
            </w:r>
          </w:p>
        </w:tc>
        <w:tc>
          <w:tcPr>
            <w:tcW w:w="2885" w:type="dxa"/>
            <w:noWrap/>
            <w:hideMark/>
          </w:tcPr>
          <w:p w14:paraId="04365902" w14:textId="77777777" w:rsidR="000D5EA2" w:rsidRPr="00EF1D06" w:rsidRDefault="000D5EA2" w:rsidP="002800A3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APH phosphotransferases</w:t>
            </w:r>
          </w:p>
        </w:tc>
        <w:tc>
          <w:tcPr>
            <w:tcW w:w="720" w:type="dxa"/>
            <w:noWrap/>
            <w:hideMark/>
          </w:tcPr>
          <w:p w14:paraId="34014D90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0.210</w:t>
            </w:r>
          </w:p>
        </w:tc>
        <w:tc>
          <w:tcPr>
            <w:tcW w:w="1350" w:type="dxa"/>
            <w:noWrap/>
            <w:hideMark/>
          </w:tcPr>
          <w:p w14:paraId="31094AC1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Regulation</w:t>
            </w:r>
          </w:p>
        </w:tc>
        <w:tc>
          <w:tcPr>
            <w:tcW w:w="2160" w:type="dxa"/>
            <w:noWrap/>
            <w:hideMark/>
          </w:tcPr>
          <w:p w14:paraId="4C85A5DB" w14:textId="77777777" w:rsidR="000D5EA2" w:rsidRPr="00EF1D06" w:rsidRDefault="000D5EA2" w:rsidP="002800A3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Kinases and phosphatases and inhibitors</w:t>
            </w:r>
          </w:p>
        </w:tc>
        <w:tc>
          <w:tcPr>
            <w:tcW w:w="810" w:type="dxa"/>
            <w:noWrap/>
            <w:hideMark/>
          </w:tcPr>
          <w:p w14:paraId="3E3890EF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ABEV</w:t>
            </w:r>
          </w:p>
        </w:tc>
      </w:tr>
      <w:tr w:rsidR="000D5EA2" w:rsidRPr="00EF1D06" w14:paraId="62F29069" w14:textId="77777777" w:rsidTr="004F402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41C35DB0" w14:textId="77777777" w:rsidR="000D5EA2" w:rsidRPr="00EF1D06" w:rsidRDefault="000D5EA2" w:rsidP="002800A3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lastRenderedPageBreak/>
              <w:t>DS.BK.7.1.2</w:t>
            </w:r>
          </w:p>
        </w:tc>
        <w:tc>
          <w:tcPr>
            <w:tcW w:w="1080" w:type="dxa"/>
            <w:noWrap/>
            <w:hideMark/>
          </w:tcPr>
          <w:p w14:paraId="7EEE0A91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c.10.2.7</w:t>
            </w:r>
          </w:p>
        </w:tc>
        <w:tc>
          <w:tcPr>
            <w:tcW w:w="2885" w:type="dxa"/>
            <w:noWrap/>
            <w:hideMark/>
          </w:tcPr>
          <w:p w14:paraId="0D185085" w14:textId="77777777" w:rsidR="000D5EA2" w:rsidRPr="00EF1D06" w:rsidRDefault="000D5EA2" w:rsidP="002800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Ngr ectodomain-like</w:t>
            </w:r>
          </w:p>
        </w:tc>
        <w:tc>
          <w:tcPr>
            <w:tcW w:w="720" w:type="dxa"/>
            <w:noWrap/>
            <w:hideMark/>
          </w:tcPr>
          <w:p w14:paraId="78D5AAE5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0.987</w:t>
            </w:r>
          </w:p>
        </w:tc>
        <w:tc>
          <w:tcPr>
            <w:tcW w:w="1350" w:type="dxa"/>
            <w:noWrap/>
            <w:hideMark/>
          </w:tcPr>
          <w:p w14:paraId="380A1651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General</w:t>
            </w:r>
          </w:p>
        </w:tc>
        <w:tc>
          <w:tcPr>
            <w:tcW w:w="2160" w:type="dxa"/>
            <w:noWrap/>
            <w:hideMark/>
          </w:tcPr>
          <w:p w14:paraId="7606F677" w14:textId="77777777" w:rsidR="000D5EA2" w:rsidRPr="00EF1D06" w:rsidRDefault="000D5EA2" w:rsidP="002800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General or several functions</w:t>
            </w:r>
          </w:p>
        </w:tc>
        <w:tc>
          <w:tcPr>
            <w:tcW w:w="810" w:type="dxa"/>
            <w:noWrap/>
            <w:hideMark/>
          </w:tcPr>
          <w:p w14:paraId="042A39A8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ABEV</w:t>
            </w:r>
          </w:p>
        </w:tc>
      </w:tr>
      <w:tr w:rsidR="000D5EA2" w:rsidRPr="00EF1D06" w14:paraId="164587EE" w14:textId="77777777" w:rsidTr="004F40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0E9AF6B2" w14:textId="77777777" w:rsidR="000D5EA2" w:rsidRPr="00EF1D06" w:rsidRDefault="000D5EA2" w:rsidP="002800A3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DS.BN.12.4.1</w:t>
            </w:r>
          </w:p>
        </w:tc>
        <w:tc>
          <w:tcPr>
            <w:tcW w:w="1080" w:type="dxa"/>
            <w:noWrap/>
            <w:hideMark/>
          </w:tcPr>
          <w:p w14:paraId="69F6C960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c.67.1.1</w:t>
            </w:r>
          </w:p>
        </w:tc>
        <w:tc>
          <w:tcPr>
            <w:tcW w:w="2885" w:type="dxa"/>
            <w:noWrap/>
            <w:hideMark/>
          </w:tcPr>
          <w:p w14:paraId="3B98695A" w14:textId="77777777" w:rsidR="000D5EA2" w:rsidRPr="00EF1D06" w:rsidRDefault="000D5EA2" w:rsidP="002800A3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AAT-like</w:t>
            </w:r>
          </w:p>
        </w:tc>
        <w:tc>
          <w:tcPr>
            <w:tcW w:w="720" w:type="dxa"/>
            <w:noWrap/>
            <w:hideMark/>
          </w:tcPr>
          <w:p w14:paraId="610E76BD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0.107</w:t>
            </w:r>
          </w:p>
        </w:tc>
        <w:tc>
          <w:tcPr>
            <w:tcW w:w="1350" w:type="dxa"/>
            <w:noWrap/>
            <w:hideMark/>
          </w:tcPr>
          <w:p w14:paraId="02EE10B9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Metabolism</w:t>
            </w:r>
          </w:p>
        </w:tc>
        <w:tc>
          <w:tcPr>
            <w:tcW w:w="2160" w:type="dxa"/>
            <w:noWrap/>
            <w:hideMark/>
          </w:tcPr>
          <w:p w14:paraId="02043771" w14:textId="77777777" w:rsidR="000D5EA2" w:rsidRPr="00EF1D06" w:rsidRDefault="000D5EA2" w:rsidP="002800A3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Transferases</w:t>
            </w:r>
          </w:p>
        </w:tc>
        <w:tc>
          <w:tcPr>
            <w:tcW w:w="810" w:type="dxa"/>
            <w:noWrap/>
            <w:hideMark/>
          </w:tcPr>
          <w:p w14:paraId="76CFA04C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ABEV</w:t>
            </w:r>
          </w:p>
        </w:tc>
      </w:tr>
      <w:tr w:rsidR="000D5EA2" w:rsidRPr="00EF1D06" w14:paraId="64C62440" w14:textId="77777777" w:rsidTr="004F402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047C7F45" w14:textId="77777777" w:rsidR="000D5EA2" w:rsidRPr="00EF1D06" w:rsidRDefault="000D5EA2" w:rsidP="002800A3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DS.BN.8.37.1</w:t>
            </w:r>
          </w:p>
        </w:tc>
        <w:tc>
          <w:tcPr>
            <w:tcW w:w="1080" w:type="dxa"/>
            <w:noWrap/>
            <w:hideMark/>
          </w:tcPr>
          <w:p w14:paraId="372B2A52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g.37.1.1</w:t>
            </w:r>
          </w:p>
        </w:tc>
        <w:tc>
          <w:tcPr>
            <w:tcW w:w="2885" w:type="dxa"/>
            <w:noWrap/>
            <w:hideMark/>
          </w:tcPr>
          <w:p w14:paraId="0E0364BB" w14:textId="77777777" w:rsidR="000D5EA2" w:rsidRPr="00EF1D06" w:rsidRDefault="000D5EA2" w:rsidP="002800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Classic zinc finger, C2H2</w:t>
            </w:r>
          </w:p>
        </w:tc>
        <w:tc>
          <w:tcPr>
            <w:tcW w:w="720" w:type="dxa"/>
            <w:noWrap/>
            <w:hideMark/>
          </w:tcPr>
          <w:p w14:paraId="333C24B7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0.982</w:t>
            </w:r>
          </w:p>
        </w:tc>
        <w:tc>
          <w:tcPr>
            <w:tcW w:w="1350" w:type="dxa"/>
            <w:noWrap/>
            <w:hideMark/>
          </w:tcPr>
          <w:p w14:paraId="25593E99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Regulation</w:t>
            </w:r>
          </w:p>
        </w:tc>
        <w:tc>
          <w:tcPr>
            <w:tcW w:w="2160" w:type="dxa"/>
            <w:noWrap/>
            <w:hideMark/>
          </w:tcPr>
          <w:p w14:paraId="6BC33D4F" w14:textId="77777777" w:rsidR="000D5EA2" w:rsidRPr="00EF1D06" w:rsidRDefault="000D5EA2" w:rsidP="002800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DNA-binding (transcription factors)</w:t>
            </w:r>
          </w:p>
        </w:tc>
        <w:tc>
          <w:tcPr>
            <w:tcW w:w="810" w:type="dxa"/>
            <w:noWrap/>
            <w:hideMark/>
          </w:tcPr>
          <w:p w14:paraId="3C13F5B6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ABEV</w:t>
            </w:r>
          </w:p>
        </w:tc>
      </w:tr>
      <w:tr w:rsidR="000D5EA2" w:rsidRPr="00EF1D06" w14:paraId="4A98B59D" w14:textId="77777777" w:rsidTr="004F40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2069A2FD" w14:textId="77777777" w:rsidR="000D5EA2" w:rsidRPr="00EF1D06" w:rsidRDefault="000D5EA2" w:rsidP="002800A3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DS.EG.2.16.3</w:t>
            </w:r>
          </w:p>
        </w:tc>
        <w:tc>
          <w:tcPr>
            <w:tcW w:w="1080" w:type="dxa"/>
            <w:noWrap/>
            <w:hideMark/>
          </w:tcPr>
          <w:p w14:paraId="0F9E816E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c.66.1.18</w:t>
            </w:r>
          </w:p>
        </w:tc>
        <w:tc>
          <w:tcPr>
            <w:tcW w:w="2885" w:type="dxa"/>
            <w:noWrap/>
            <w:hideMark/>
          </w:tcPr>
          <w:p w14:paraId="4ED8114E" w14:textId="77777777" w:rsidR="000D5EA2" w:rsidRPr="00EF1D06" w:rsidRDefault="000D5EA2" w:rsidP="002800A3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Mycolic acid cyclopropane synthase</w:t>
            </w:r>
          </w:p>
        </w:tc>
        <w:tc>
          <w:tcPr>
            <w:tcW w:w="720" w:type="dxa"/>
            <w:noWrap/>
            <w:hideMark/>
          </w:tcPr>
          <w:p w14:paraId="521CCDF4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0.326</w:t>
            </w:r>
          </w:p>
        </w:tc>
        <w:tc>
          <w:tcPr>
            <w:tcW w:w="1350" w:type="dxa"/>
            <w:noWrap/>
            <w:hideMark/>
          </w:tcPr>
          <w:p w14:paraId="3615E3B5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Metabolism</w:t>
            </w:r>
          </w:p>
        </w:tc>
        <w:tc>
          <w:tcPr>
            <w:tcW w:w="2160" w:type="dxa"/>
            <w:noWrap/>
            <w:hideMark/>
          </w:tcPr>
          <w:p w14:paraId="00CD56F9" w14:textId="77777777" w:rsidR="000D5EA2" w:rsidRPr="00EF1D06" w:rsidRDefault="000D5EA2" w:rsidP="002800A3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Transferases</w:t>
            </w:r>
          </w:p>
        </w:tc>
        <w:tc>
          <w:tcPr>
            <w:tcW w:w="810" w:type="dxa"/>
            <w:noWrap/>
            <w:hideMark/>
          </w:tcPr>
          <w:p w14:paraId="608E351E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ABEV</w:t>
            </w:r>
          </w:p>
        </w:tc>
      </w:tr>
      <w:tr w:rsidR="000D5EA2" w:rsidRPr="00EF1D06" w14:paraId="32CC3251" w14:textId="77777777" w:rsidTr="004F402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5F7C14AF" w14:textId="77777777" w:rsidR="000D5EA2" w:rsidRPr="00EF1D06" w:rsidRDefault="000D5EA2" w:rsidP="002800A3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DS.EG.2.16.4</w:t>
            </w:r>
          </w:p>
        </w:tc>
        <w:tc>
          <w:tcPr>
            <w:tcW w:w="1080" w:type="dxa"/>
            <w:noWrap/>
            <w:hideMark/>
          </w:tcPr>
          <w:p w14:paraId="363276CF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c.66.1.49</w:t>
            </w:r>
          </w:p>
        </w:tc>
        <w:tc>
          <w:tcPr>
            <w:tcW w:w="2885" w:type="dxa"/>
            <w:noWrap/>
            <w:hideMark/>
          </w:tcPr>
          <w:p w14:paraId="4904B8FE" w14:textId="77777777" w:rsidR="000D5EA2" w:rsidRPr="00EF1D06" w:rsidRDefault="000D5EA2" w:rsidP="002800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BC2162-like</w:t>
            </w:r>
          </w:p>
        </w:tc>
        <w:tc>
          <w:tcPr>
            <w:tcW w:w="720" w:type="dxa"/>
            <w:noWrap/>
            <w:hideMark/>
          </w:tcPr>
          <w:p w14:paraId="5539C14A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0.446</w:t>
            </w:r>
          </w:p>
        </w:tc>
        <w:tc>
          <w:tcPr>
            <w:tcW w:w="1350" w:type="dxa"/>
            <w:noWrap/>
            <w:hideMark/>
          </w:tcPr>
          <w:p w14:paraId="23B905A2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Metabolism</w:t>
            </w:r>
          </w:p>
        </w:tc>
        <w:tc>
          <w:tcPr>
            <w:tcW w:w="2160" w:type="dxa"/>
            <w:noWrap/>
            <w:hideMark/>
          </w:tcPr>
          <w:p w14:paraId="0C19D1D9" w14:textId="77777777" w:rsidR="000D5EA2" w:rsidRPr="00EF1D06" w:rsidRDefault="000D5EA2" w:rsidP="002800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Transferases</w:t>
            </w:r>
          </w:p>
        </w:tc>
        <w:tc>
          <w:tcPr>
            <w:tcW w:w="810" w:type="dxa"/>
            <w:noWrap/>
            <w:hideMark/>
          </w:tcPr>
          <w:p w14:paraId="55943BEF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ABEV</w:t>
            </w:r>
          </w:p>
        </w:tc>
      </w:tr>
      <w:tr w:rsidR="000D5EA2" w:rsidRPr="00EF1D06" w14:paraId="67916BA3" w14:textId="77777777" w:rsidTr="004F40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5EB315E1" w14:textId="77777777" w:rsidR="000D5EA2" w:rsidRPr="00EF1D06" w:rsidRDefault="000D5EA2" w:rsidP="002800A3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DS.EG.2.82.1</w:t>
            </w:r>
          </w:p>
        </w:tc>
        <w:tc>
          <w:tcPr>
            <w:tcW w:w="1080" w:type="dxa"/>
            <w:noWrap/>
            <w:hideMark/>
          </w:tcPr>
          <w:p w14:paraId="175B4B62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c.66.1.42</w:t>
            </w:r>
          </w:p>
        </w:tc>
        <w:tc>
          <w:tcPr>
            <w:tcW w:w="2885" w:type="dxa"/>
            <w:noWrap/>
            <w:hideMark/>
          </w:tcPr>
          <w:p w14:paraId="24679EA2" w14:textId="77777777" w:rsidR="000D5EA2" w:rsidRPr="00EF1D06" w:rsidRDefault="000D5EA2" w:rsidP="002800A3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AD-003 protein-like</w:t>
            </w:r>
          </w:p>
        </w:tc>
        <w:tc>
          <w:tcPr>
            <w:tcW w:w="720" w:type="dxa"/>
            <w:noWrap/>
            <w:hideMark/>
          </w:tcPr>
          <w:p w14:paraId="363D70E3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0.78969957</w:t>
            </w:r>
          </w:p>
        </w:tc>
        <w:tc>
          <w:tcPr>
            <w:tcW w:w="1350" w:type="dxa"/>
            <w:noWrap/>
            <w:hideMark/>
          </w:tcPr>
          <w:p w14:paraId="6E208B9B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Metabolism</w:t>
            </w:r>
          </w:p>
        </w:tc>
        <w:tc>
          <w:tcPr>
            <w:tcW w:w="2160" w:type="dxa"/>
            <w:noWrap/>
            <w:hideMark/>
          </w:tcPr>
          <w:p w14:paraId="71989CA9" w14:textId="77777777" w:rsidR="000D5EA2" w:rsidRPr="00EF1D06" w:rsidRDefault="000D5EA2" w:rsidP="002800A3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Transferases</w:t>
            </w:r>
          </w:p>
        </w:tc>
        <w:tc>
          <w:tcPr>
            <w:tcW w:w="810" w:type="dxa"/>
            <w:noWrap/>
            <w:hideMark/>
          </w:tcPr>
          <w:p w14:paraId="06BEFA35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ABEV</w:t>
            </w:r>
          </w:p>
        </w:tc>
      </w:tr>
      <w:tr w:rsidR="000D5EA2" w:rsidRPr="00EF1D06" w14:paraId="23025DF4" w14:textId="77777777" w:rsidTr="004F402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50DB48BF" w14:textId="77777777" w:rsidR="000D5EA2" w:rsidRPr="00EF1D06" w:rsidRDefault="000D5EA2" w:rsidP="002800A3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DS.EH.0.1.88</w:t>
            </w:r>
          </w:p>
        </w:tc>
        <w:tc>
          <w:tcPr>
            <w:tcW w:w="1080" w:type="dxa"/>
            <w:noWrap/>
            <w:hideMark/>
          </w:tcPr>
          <w:p w14:paraId="07829CE2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c.68.1.7</w:t>
            </w:r>
          </w:p>
        </w:tc>
        <w:tc>
          <w:tcPr>
            <w:tcW w:w="2885" w:type="dxa"/>
            <w:noWrap/>
            <w:hideMark/>
          </w:tcPr>
          <w:p w14:paraId="38C9473E" w14:textId="77777777" w:rsidR="000D5EA2" w:rsidRPr="00EF1D06" w:rsidRDefault="000D5EA2" w:rsidP="002800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1,3-glucuronyltransferase</w:t>
            </w:r>
          </w:p>
        </w:tc>
        <w:tc>
          <w:tcPr>
            <w:tcW w:w="720" w:type="dxa"/>
            <w:noWrap/>
            <w:hideMark/>
          </w:tcPr>
          <w:p w14:paraId="1CBEF7C2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0.876</w:t>
            </w:r>
          </w:p>
        </w:tc>
        <w:tc>
          <w:tcPr>
            <w:tcW w:w="1350" w:type="dxa"/>
            <w:noWrap/>
            <w:hideMark/>
          </w:tcPr>
          <w:p w14:paraId="653385F8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Metabolism</w:t>
            </w:r>
          </w:p>
        </w:tc>
        <w:tc>
          <w:tcPr>
            <w:tcW w:w="2160" w:type="dxa"/>
            <w:noWrap/>
            <w:hideMark/>
          </w:tcPr>
          <w:p w14:paraId="04A779A7" w14:textId="77777777" w:rsidR="000D5EA2" w:rsidRPr="00EF1D06" w:rsidRDefault="000D5EA2" w:rsidP="002800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Transferases</w:t>
            </w:r>
          </w:p>
        </w:tc>
        <w:tc>
          <w:tcPr>
            <w:tcW w:w="810" w:type="dxa"/>
            <w:noWrap/>
            <w:hideMark/>
          </w:tcPr>
          <w:p w14:paraId="27F2A721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ABEV</w:t>
            </w:r>
          </w:p>
        </w:tc>
      </w:tr>
      <w:tr w:rsidR="000D5EA2" w:rsidRPr="00EF1D06" w14:paraId="6A145ADF" w14:textId="77777777" w:rsidTr="004F40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2CDB1FA0" w14:textId="77777777" w:rsidR="000D5EA2" w:rsidRPr="00EF1D06" w:rsidRDefault="000D5EA2" w:rsidP="002800A3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DS.EH.1.27.1</w:t>
            </w:r>
          </w:p>
        </w:tc>
        <w:tc>
          <w:tcPr>
            <w:tcW w:w="1080" w:type="dxa"/>
            <w:noWrap/>
            <w:hideMark/>
          </w:tcPr>
          <w:p w14:paraId="6D5909A0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c.7.1.2</w:t>
            </w:r>
          </w:p>
        </w:tc>
        <w:tc>
          <w:tcPr>
            <w:tcW w:w="2885" w:type="dxa"/>
            <w:noWrap/>
            <w:hideMark/>
          </w:tcPr>
          <w:p w14:paraId="0BD32A6D" w14:textId="77777777" w:rsidR="000D5EA2" w:rsidRPr="00EF1D06" w:rsidRDefault="000D5EA2" w:rsidP="002800A3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R1 subunit of ribonucleotide reductase, C-terminal domain</w:t>
            </w:r>
          </w:p>
        </w:tc>
        <w:tc>
          <w:tcPr>
            <w:tcW w:w="720" w:type="dxa"/>
            <w:noWrap/>
            <w:hideMark/>
          </w:tcPr>
          <w:p w14:paraId="3F0F4F45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0.481</w:t>
            </w:r>
          </w:p>
        </w:tc>
        <w:tc>
          <w:tcPr>
            <w:tcW w:w="1350" w:type="dxa"/>
            <w:noWrap/>
            <w:hideMark/>
          </w:tcPr>
          <w:p w14:paraId="4960E255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Metabolism</w:t>
            </w:r>
          </w:p>
        </w:tc>
        <w:tc>
          <w:tcPr>
            <w:tcW w:w="2160" w:type="dxa"/>
            <w:noWrap/>
            <w:hideMark/>
          </w:tcPr>
          <w:p w14:paraId="24D7AFAC" w14:textId="77777777" w:rsidR="000D5EA2" w:rsidRPr="00EF1D06" w:rsidRDefault="000D5EA2" w:rsidP="002800A3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Other enzymes</w:t>
            </w:r>
          </w:p>
        </w:tc>
        <w:tc>
          <w:tcPr>
            <w:tcW w:w="810" w:type="dxa"/>
            <w:noWrap/>
            <w:hideMark/>
          </w:tcPr>
          <w:p w14:paraId="017B1655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ABEV</w:t>
            </w:r>
          </w:p>
        </w:tc>
      </w:tr>
      <w:tr w:rsidR="000D5EA2" w:rsidRPr="00EF1D06" w14:paraId="15B167EE" w14:textId="77777777" w:rsidTr="004F402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29EF0C5C" w14:textId="77777777" w:rsidR="000D5EA2" w:rsidRPr="00EF1D06" w:rsidRDefault="000D5EA2" w:rsidP="002800A3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DS.EH.2.9.10</w:t>
            </w:r>
          </w:p>
        </w:tc>
        <w:tc>
          <w:tcPr>
            <w:tcW w:w="1080" w:type="dxa"/>
            <w:noWrap/>
            <w:hideMark/>
          </w:tcPr>
          <w:p w14:paraId="52B9E137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c.3.1.6</w:t>
            </w:r>
          </w:p>
        </w:tc>
        <w:tc>
          <w:tcPr>
            <w:tcW w:w="2885" w:type="dxa"/>
            <w:noWrap/>
            <w:hideMark/>
          </w:tcPr>
          <w:p w14:paraId="4001D2DF" w14:textId="77777777" w:rsidR="000D5EA2" w:rsidRPr="00EF1D06" w:rsidRDefault="000D5EA2" w:rsidP="002800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Thi4-like</w:t>
            </w:r>
          </w:p>
        </w:tc>
        <w:tc>
          <w:tcPr>
            <w:tcW w:w="720" w:type="dxa"/>
            <w:noWrap/>
            <w:hideMark/>
          </w:tcPr>
          <w:p w14:paraId="21039153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0.579</w:t>
            </w:r>
          </w:p>
        </w:tc>
        <w:tc>
          <w:tcPr>
            <w:tcW w:w="1350" w:type="dxa"/>
            <w:noWrap/>
            <w:hideMark/>
          </w:tcPr>
          <w:p w14:paraId="20EAEE9A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General</w:t>
            </w:r>
          </w:p>
        </w:tc>
        <w:tc>
          <w:tcPr>
            <w:tcW w:w="2160" w:type="dxa"/>
            <w:noWrap/>
            <w:hideMark/>
          </w:tcPr>
          <w:p w14:paraId="6FD04E6D" w14:textId="77777777" w:rsidR="000D5EA2" w:rsidRPr="00EF1D06" w:rsidRDefault="000D5EA2" w:rsidP="002800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Small molecule binding</w:t>
            </w:r>
          </w:p>
        </w:tc>
        <w:tc>
          <w:tcPr>
            <w:tcW w:w="810" w:type="dxa"/>
            <w:noWrap/>
            <w:hideMark/>
          </w:tcPr>
          <w:p w14:paraId="255DAC8D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ABEV</w:t>
            </w:r>
          </w:p>
        </w:tc>
      </w:tr>
      <w:tr w:rsidR="000D5EA2" w:rsidRPr="00EF1D06" w14:paraId="6A5ED279" w14:textId="77777777" w:rsidTr="004F40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51ECCC9B" w14:textId="77777777" w:rsidR="000D5EA2" w:rsidRPr="00EF1D06" w:rsidRDefault="000D5EA2" w:rsidP="002800A3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DS.EH.3.77.1</w:t>
            </w:r>
          </w:p>
        </w:tc>
        <w:tc>
          <w:tcPr>
            <w:tcW w:w="1080" w:type="dxa"/>
            <w:noWrap/>
            <w:hideMark/>
          </w:tcPr>
          <w:p w14:paraId="04724A87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c.53.2.1</w:t>
            </w:r>
          </w:p>
        </w:tc>
        <w:tc>
          <w:tcPr>
            <w:tcW w:w="2885" w:type="dxa"/>
            <w:noWrap/>
            <w:hideMark/>
          </w:tcPr>
          <w:p w14:paraId="2FA1C5F5" w14:textId="77777777" w:rsidR="000D5EA2" w:rsidRPr="00EF1D06" w:rsidRDefault="000D5EA2" w:rsidP="002800A3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beta-carbonic anhydrase, cab</w:t>
            </w:r>
          </w:p>
        </w:tc>
        <w:tc>
          <w:tcPr>
            <w:tcW w:w="720" w:type="dxa"/>
            <w:noWrap/>
            <w:hideMark/>
          </w:tcPr>
          <w:p w14:paraId="6C340239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0.283</w:t>
            </w:r>
          </w:p>
        </w:tc>
        <w:tc>
          <w:tcPr>
            <w:tcW w:w="1350" w:type="dxa"/>
            <w:noWrap/>
            <w:hideMark/>
          </w:tcPr>
          <w:p w14:paraId="224623B8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Metabolism</w:t>
            </w:r>
          </w:p>
        </w:tc>
        <w:tc>
          <w:tcPr>
            <w:tcW w:w="2160" w:type="dxa"/>
            <w:noWrap/>
            <w:hideMark/>
          </w:tcPr>
          <w:p w14:paraId="77D5099B" w14:textId="77777777" w:rsidR="000D5EA2" w:rsidRPr="00EF1D06" w:rsidRDefault="000D5EA2" w:rsidP="002800A3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Other enzymes</w:t>
            </w:r>
          </w:p>
        </w:tc>
        <w:tc>
          <w:tcPr>
            <w:tcW w:w="810" w:type="dxa"/>
            <w:noWrap/>
            <w:hideMark/>
          </w:tcPr>
          <w:p w14:paraId="42DE6F40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ABEV</w:t>
            </w:r>
          </w:p>
        </w:tc>
      </w:tr>
      <w:tr w:rsidR="000D5EA2" w:rsidRPr="00EF1D06" w14:paraId="03C2D814" w14:textId="77777777" w:rsidTr="004F402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52BD5F32" w14:textId="77777777" w:rsidR="000D5EA2" w:rsidRPr="00EF1D06" w:rsidRDefault="000D5EA2" w:rsidP="002800A3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DS.EH.4.73.1</w:t>
            </w:r>
          </w:p>
        </w:tc>
        <w:tc>
          <w:tcPr>
            <w:tcW w:w="1080" w:type="dxa"/>
            <w:noWrap/>
            <w:hideMark/>
          </w:tcPr>
          <w:p w14:paraId="45F9E8F1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c.69.1.1</w:t>
            </w:r>
          </w:p>
        </w:tc>
        <w:tc>
          <w:tcPr>
            <w:tcW w:w="2885" w:type="dxa"/>
            <w:noWrap/>
            <w:hideMark/>
          </w:tcPr>
          <w:p w14:paraId="1F6A2EFC" w14:textId="77777777" w:rsidR="000D5EA2" w:rsidRPr="00EF1D06" w:rsidRDefault="000D5EA2" w:rsidP="002800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Acetylcholinesterase-like</w:t>
            </w:r>
          </w:p>
        </w:tc>
        <w:tc>
          <w:tcPr>
            <w:tcW w:w="720" w:type="dxa"/>
            <w:noWrap/>
            <w:hideMark/>
          </w:tcPr>
          <w:p w14:paraId="47992D52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0.721</w:t>
            </w:r>
          </w:p>
        </w:tc>
        <w:tc>
          <w:tcPr>
            <w:tcW w:w="1350" w:type="dxa"/>
            <w:noWrap/>
            <w:hideMark/>
          </w:tcPr>
          <w:p w14:paraId="5A6C9055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Metabolism</w:t>
            </w:r>
          </w:p>
        </w:tc>
        <w:tc>
          <w:tcPr>
            <w:tcW w:w="2160" w:type="dxa"/>
            <w:noWrap/>
            <w:hideMark/>
          </w:tcPr>
          <w:p w14:paraId="11E9FC27" w14:textId="77777777" w:rsidR="000D5EA2" w:rsidRPr="00EF1D06" w:rsidRDefault="000D5EA2" w:rsidP="002800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Other enzymes</w:t>
            </w:r>
          </w:p>
        </w:tc>
        <w:tc>
          <w:tcPr>
            <w:tcW w:w="810" w:type="dxa"/>
            <w:noWrap/>
            <w:hideMark/>
          </w:tcPr>
          <w:p w14:paraId="587B0D87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ABEV</w:t>
            </w:r>
          </w:p>
        </w:tc>
      </w:tr>
      <w:tr w:rsidR="000D5EA2" w:rsidRPr="00EF1D06" w14:paraId="68BDD7D7" w14:textId="77777777" w:rsidTr="004F40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64E8172F" w14:textId="77777777" w:rsidR="000D5EA2" w:rsidRPr="00EF1D06" w:rsidRDefault="000D5EA2" w:rsidP="002800A3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DS.GE.1.33.2</w:t>
            </w:r>
          </w:p>
        </w:tc>
        <w:tc>
          <w:tcPr>
            <w:tcW w:w="1080" w:type="dxa"/>
            <w:noWrap/>
            <w:hideMark/>
          </w:tcPr>
          <w:p w14:paraId="36CE4E73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b.29.1.15</w:t>
            </w:r>
          </w:p>
        </w:tc>
        <w:tc>
          <w:tcPr>
            <w:tcW w:w="2885" w:type="dxa"/>
            <w:noWrap/>
            <w:hideMark/>
          </w:tcPr>
          <w:p w14:paraId="23A46C98" w14:textId="77777777" w:rsidR="000D5EA2" w:rsidRPr="00EF1D06" w:rsidRDefault="000D5EA2" w:rsidP="002800A3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Trypanosoma sialidase, C-terminal domain</w:t>
            </w:r>
          </w:p>
        </w:tc>
        <w:tc>
          <w:tcPr>
            <w:tcW w:w="720" w:type="dxa"/>
            <w:noWrap/>
            <w:hideMark/>
          </w:tcPr>
          <w:p w14:paraId="75E6BC63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0.588</w:t>
            </w:r>
          </w:p>
        </w:tc>
        <w:tc>
          <w:tcPr>
            <w:tcW w:w="1350" w:type="dxa"/>
            <w:noWrap/>
            <w:hideMark/>
          </w:tcPr>
          <w:p w14:paraId="2FD61282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Metabolism</w:t>
            </w:r>
          </w:p>
        </w:tc>
        <w:tc>
          <w:tcPr>
            <w:tcW w:w="2160" w:type="dxa"/>
            <w:noWrap/>
            <w:hideMark/>
          </w:tcPr>
          <w:p w14:paraId="4290D879" w14:textId="77777777" w:rsidR="000D5EA2" w:rsidRPr="00EF1D06" w:rsidRDefault="000D5EA2" w:rsidP="002800A3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Secondary metabolites biosynthesis, transport and catabolism</w:t>
            </w:r>
          </w:p>
        </w:tc>
        <w:tc>
          <w:tcPr>
            <w:tcW w:w="810" w:type="dxa"/>
            <w:noWrap/>
            <w:hideMark/>
          </w:tcPr>
          <w:p w14:paraId="49CD6C3A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ABEV</w:t>
            </w:r>
          </w:p>
        </w:tc>
      </w:tr>
      <w:tr w:rsidR="000D5EA2" w:rsidRPr="00EF1D06" w14:paraId="6140AA60" w14:textId="77777777" w:rsidTr="004F402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560E4D16" w14:textId="77777777" w:rsidR="000D5EA2" w:rsidRPr="00EF1D06" w:rsidRDefault="000D5EA2" w:rsidP="002800A3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DS.HE.2.23.2</w:t>
            </w:r>
          </w:p>
        </w:tc>
        <w:tc>
          <w:tcPr>
            <w:tcW w:w="1080" w:type="dxa"/>
            <w:noWrap/>
            <w:hideMark/>
          </w:tcPr>
          <w:p w14:paraId="7DB03A1A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b.50.1.2</w:t>
            </w:r>
          </w:p>
        </w:tc>
        <w:tc>
          <w:tcPr>
            <w:tcW w:w="2885" w:type="dxa"/>
            <w:noWrap/>
            <w:hideMark/>
          </w:tcPr>
          <w:p w14:paraId="6CB1F3F9" w14:textId="77777777" w:rsidR="000D5EA2" w:rsidRPr="00EF1D06" w:rsidRDefault="000D5EA2" w:rsidP="002800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Pepsin-like</w:t>
            </w:r>
          </w:p>
        </w:tc>
        <w:tc>
          <w:tcPr>
            <w:tcW w:w="720" w:type="dxa"/>
            <w:noWrap/>
            <w:hideMark/>
          </w:tcPr>
          <w:p w14:paraId="01E99378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0.841</w:t>
            </w:r>
          </w:p>
        </w:tc>
        <w:tc>
          <w:tcPr>
            <w:tcW w:w="1350" w:type="dxa"/>
            <w:noWrap/>
            <w:hideMark/>
          </w:tcPr>
          <w:p w14:paraId="78CB0761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Intracellular processes</w:t>
            </w:r>
          </w:p>
        </w:tc>
        <w:tc>
          <w:tcPr>
            <w:tcW w:w="2160" w:type="dxa"/>
            <w:noWrap/>
            <w:hideMark/>
          </w:tcPr>
          <w:p w14:paraId="1FE71B90" w14:textId="77777777" w:rsidR="000D5EA2" w:rsidRPr="00EF1D06" w:rsidRDefault="000D5EA2" w:rsidP="002800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Proteases, peptidases and their inhibitors</w:t>
            </w:r>
          </w:p>
        </w:tc>
        <w:tc>
          <w:tcPr>
            <w:tcW w:w="810" w:type="dxa"/>
            <w:noWrap/>
            <w:hideMark/>
          </w:tcPr>
          <w:p w14:paraId="00192F85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ABEV</w:t>
            </w:r>
          </w:p>
        </w:tc>
      </w:tr>
      <w:tr w:rsidR="000D5EA2" w:rsidRPr="00EF1D06" w14:paraId="6CCB6DAC" w14:textId="77777777" w:rsidTr="004F40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08D51366" w14:textId="77777777" w:rsidR="000D5EA2" w:rsidRPr="00EF1D06" w:rsidRDefault="000D5EA2" w:rsidP="002800A3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DS.HE.5.136.1</w:t>
            </w:r>
          </w:p>
        </w:tc>
        <w:tc>
          <w:tcPr>
            <w:tcW w:w="1080" w:type="dxa"/>
            <w:noWrap/>
            <w:hideMark/>
          </w:tcPr>
          <w:p w14:paraId="7155EE18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d.159.1.3</w:t>
            </w:r>
          </w:p>
        </w:tc>
        <w:tc>
          <w:tcPr>
            <w:tcW w:w="2885" w:type="dxa"/>
            <w:noWrap/>
            <w:hideMark/>
          </w:tcPr>
          <w:p w14:paraId="089BF7D9" w14:textId="77777777" w:rsidR="000D5EA2" w:rsidRPr="00EF1D06" w:rsidRDefault="000D5EA2" w:rsidP="002800A3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Protein serine/threonine phosphatase</w:t>
            </w:r>
          </w:p>
        </w:tc>
        <w:tc>
          <w:tcPr>
            <w:tcW w:w="720" w:type="dxa"/>
            <w:noWrap/>
            <w:hideMark/>
          </w:tcPr>
          <w:p w14:paraId="627FED50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0.343</w:t>
            </w:r>
          </w:p>
        </w:tc>
        <w:tc>
          <w:tcPr>
            <w:tcW w:w="1350" w:type="dxa"/>
            <w:noWrap/>
            <w:hideMark/>
          </w:tcPr>
          <w:p w14:paraId="60BFF9B7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Intracellular processes</w:t>
            </w:r>
          </w:p>
        </w:tc>
        <w:tc>
          <w:tcPr>
            <w:tcW w:w="2160" w:type="dxa"/>
            <w:noWrap/>
            <w:hideMark/>
          </w:tcPr>
          <w:p w14:paraId="3FDBD1A6" w14:textId="77777777" w:rsidR="000D5EA2" w:rsidRPr="00EF1D06" w:rsidRDefault="000D5EA2" w:rsidP="002800A3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Proteases, peptidases and their inhibitors</w:t>
            </w:r>
          </w:p>
        </w:tc>
        <w:tc>
          <w:tcPr>
            <w:tcW w:w="810" w:type="dxa"/>
            <w:noWrap/>
            <w:hideMark/>
          </w:tcPr>
          <w:p w14:paraId="6F06A3EB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ABEV</w:t>
            </w:r>
          </w:p>
        </w:tc>
      </w:tr>
      <w:tr w:rsidR="000D5EA2" w:rsidRPr="00EF1D06" w14:paraId="5F2BFE60" w14:textId="77777777" w:rsidTr="004F402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533B50B3" w14:textId="77777777" w:rsidR="000D5EA2" w:rsidRPr="00EF1D06" w:rsidRDefault="000D5EA2" w:rsidP="002800A3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DS.HE.5.158.1</w:t>
            </w:r>
          </w:p>
        </w:tc>
        <w:tc>
          <w:tcPr>
            <w:tcW w:w="1080" w:type="dxa"/>
            <w:noWrap/>
            <w:hideMark/>
          </w:tcPr>
          <w:p w14:paraId="2593CE8D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c.36.1.9</w:t>
            </w:r>
          </w:p>
        </w:tc>
        <w:tc>
          <w:tcPr>
            <w:tcW w:w="2885" w:type="dxa"/>
            <w:noWrap/>
            <w:hideMark/>
          </w:tcPr>
          <w:p w14:paraId="3267C3CD" w14:textId="77777777" w:rsidR="000D5EA2" w:rsidRPr="00EF1D06" w:rsidRDefault="000D5EA2" w:rsidP="002800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Pyruvate oxidase and decarboxylase PP module</w:t>
            </w:r>
          </w:p>
        </w:tc>
        <w:tc>
          <w:tcPr>
            <w:tcW w:w="720" w:type="dxa"/>
            <w:noWrap/>
            <w:hideMark/>
          </w:tcPr>
          <w:p w14:paraId="51CF5B60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0.253</w:t>
            </w:r>
          </w:p>
        </w:tc>
        <w:tc>
          <w:tcPr>
            <w:tcW w:w="1350" w:type="dxa"/>
            <w:noWrap/>
            <w:hideMark/>
          </w:tcPr>
          <w:p w14:paraId="1AF14BCB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General</w:t>
            </w:r>
          </w:p>
        </w:tc>
        <w:tc>
          <w:tcPr>
            <w:tcW w:w="2160" w:type="dxa"/>
            <w:noWrap/>
            <w:hideMark/>
          </w:tcPr>
          <w:p w14:paraId="35F55D06" w14:textId="77777777" w:rsidR="000D5EA2" w:rsidRPr="00EF1D06" w:rsidRDefault="000D5EA2" w:rsidP="002800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Small molecule binding</w:t>
            </w:r>
          </w:p>
        </w:tc>
        <w:tc>
          <w:tcPr>
            <w:tcW w:w="810" w:type="dxa"/>
            <w:noWrap/>
            <w:hideMark/>
          </w:tcPr>
          <w:p w14:paraId="20FE8473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ABEV</w:t>
            </w:r>
          </w:p>
        </w:tc>
      </w:tr>
      <w:tr w:rsidR="000D5EA2" w:rsidRPr="00EF1D06" w14:paraId="66F596FF" w14:textId="77777777" w:rsidTr="004F40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35CA9778" w14:textId="77777777" w:rsidR="000D5EA2" w:rsidRPr="00EF1D06" w:rsidRDefault="000D5EA2" w:rsidP="002800A3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DS.HH.1.3.35</w:t>
            </w:r>
          </w:p>
        </w:tc>
        <w:tc>
          <w:tcPr>
            <w:tcW w:w="1080" w:type="dxa"/>
            <w:noWrap/>
            <w:hideMark/>
          </w:tcPr>
          <w:p w14:paraId="3821B454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a.138.1.1</w:t>
            </w:r>
          </w:p>
        </w:tc>
        <w:tc>
          <w:tcPr>
            <w:tcW w:w="2885" w:type="dxa"/>
            <w:noWrap/>
            <w:hideMark/>
          </w:tcPr>
          <w:p w14:paraId="000FDD46" w14:textId="77777777" w:rsidR="000D5EA2" w:rsidRPr="00EF1D06" w:rsidRDefault="000D5EA2" w:rsidP="002800A3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Cytochrome c3-like</w:t>
            </w:r>
          </w:p>
        </w:tc>
        <w:tc>
          <w:tcPr>
            <w:tcW w:w="720" w:type="dxa"/>
            <w:noWrap/>
            <w:hideMark/>
          </w:tcPr>
          <w:p w14:paraId="7BA88956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0.532</w:t>
            </w:r>
          </w:p>
        </w:tc>
        <w:tc>
          <w:tcPr>
            <w:tcW w:w="1350" w:type="dxa"/>
            <w:noWrap/>
            <w:hideMark/>
          </w:tcPr>
          <w:p w14:paraId="0BA9B051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Metabolism</w:t>
            </w:r>
          </w:p>
        </w:tc>
        <w:tc>
          <w:tcPr>
            <w:tcW w:w="2160" w:type="dxa"/>
            <w:noWrap/>
            <w:hideMark/>
          </w:tcPr>
          <w:p w14:paraId="07DDCF4C" w14:textId="77777777" w:rsidR="000D5EA2" w:rsidRPr="00EF1D06" w:rsidRDefault="000D5EA2" w:rsidP="002800A3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Oxidation/Reduction</w:t>
            </w:r>
          </w:p>
        </w:tc>
        <w:tc>
          <w:tcPr>
            <w:tcW w:w="810" w:type="dxa"/>
            <w:noWrap/>
            <w:hideMark/>
          </w:tcPr>
          <w:p w14:paraId="63664F1A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ABEV</w:t>
            </w:r>
          </w:p>
        </w:tc>
      </w:tr>
      <w:tr w:rsidR="000D5EA2" w:rsidRPr="00EF1D06" w14:paraId="436C582D" w14:textId="77777777" w:rsidTr="004F402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76AEACD2" w14:textId="77777777" w:rsidR="000D5EA2" w:rsidRPr="00EF1D06" w:rsidRDefault="000D5EA2" w:rsidP="002800A3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DS.HH.10.9.1</w:t>
            </w:r>
          </w:p>
        </w:tc>
        <w:tc>
          <w:tcPr>
            <w:tcW w:w="1080" w:type="dxa"/>
            <w:noWrap/>
            <w:hideMark/>
          </w:tcPr>
          <w:p w14:paraId="2628DB9E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a.74.1.1</w:t>
            </w:r>
          </w:p>
        </w:tc>
        <w:tc>
          <w:tcPr>
            <w:tcW w:w="2885" w:type="dxa"/>
            <w:noWrap/>
            <w:hideMark/>
          </w:tcPr>
          <w:p w14:paraId="087E0276" w14:textId="77777777" w:rsidR="000D5EA2" w:rsidRPr="00EF1D06" w:rsidRDefault="000D5EA2" w:rsidP="002800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Cyclin</w:t>
            </w:r>
          </w:p>
        </w:tc>
        <w:tc>
          <w:tcPr>
            <w:tcW w:w="720" w:type="dxa"/>
            <w:noWrap/>
            <w:hideMark/>
          </w:tcPr>
          <w:p w14:paraId="653115F9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0.983</w:t>
            </w:r>
          </w:p>
        </w:tc>
        <w:tc>
          <w:tcPr>
            <w:tcW w:w="1350" w:type="dxa"/>
            <w:noWrap/>
            <w:hideMark/>
          </w:tcPr>
          <w:p w14:paraId="2724D8A3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Regulation</w:t>
            </w:r>
          </w:p>
        </w:tc>
        <w:tc>
          <w:tcPr>
            <w:tcW w:w="2160" w:type="dxa"/>
            <w:noWrap/>
            <w:hideMark/>
          </w:tcPr>
          <w:p w14:paraId="4B979D43" w14:textId="77777777" w:rsidR="000D5EA2" w:rsidRPr="00EF1D06" w:rsidRDefault="000D5EA2" w:rsidP="002800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DNA-binding (transcription factors)</w:t>
            </w:r>
          </w:p>
        </w:tc>
        <w:tc>
          <w:tcPr>
            <w:tcW w:w="810" w:type="dxa"/>
            <w:noWrap/>
            <w:hideMark/>
          </w:tcPr>
          <w:p w14:paraId="1278E816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ABEV</w:t>
            </w:r>
          </w:p>
        </w:tc>
      </w:tr>
      <w:tr w:rsidR="000D5EA2" w:rsidRPr="00EF1D06" w14:paraId="2E42CEF6" w14:textId="77777777" w:rsidTr="004F40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2E7F9B6D" w14:textId="77777777" w:rsidR="000D5EA2" w:rsidRPr="00EF1D06" w:rsidRDefault="000D5EA2" w:rsidP="002800A3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DS.HH.3.25.1</w:t>
            </w:r>
          </w:p>
        </w:tc>
        <w:tc>
          <w:tcPr>
            <w:tcW w:w="1080" w:type="dxa"/>
            <w:noWrap/>
            <w:hideMark/>
          </w:tcPr>
          <w:p w14:paraId="707A7FB5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a.104.1.1</w:t>
            </w:r>
          </w:p>
        </w:tc>
        <w:tc>
          <w:tcPr>
            <w:tcW w:w="2885" w:type="dxa"/>
            <w:noWrap/>
            <w:hideMark/>
          </w:tcPr>
          <w:p w14:paraId="26823E2A" w14:textId="77777777" w:rsidR="000D5EA2" w:rsidRPr="00EF1D06" w:rsidRDefault="000D5EA2" w:rsidP="002800A3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Cytochrome P450</w:t>
            </w:r>
          </w:p>
        </w:tc>
        <w:tc>
          <w:tcPr>
            <w:tcW w:w="720" w:type="dxa"/>
            <w:noWrap/>
            <w:hideMark/>
          </w:tcPr>
          <w:p w14:paraId="6D978B06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0.974</w:t>
            </w:r>
          </w:p>
        </w:tc>
        <w:tc>
          <w:tcPr>
            <w:tcW w:w="1350" w:type="dxa"/>
            <w:noWrap/>
            <w:hideMark/>
          </w:tcPr>
          <w:p w14:paraId="69BD671A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Metabolism</w:t>
            </w:r>
          </w:p>
        </w:tc>
        <w:tc>
          <w:tcPr>
            <w:tcW w:w="2160" w:type="dxa"/>
            <w:noWrap/>
            <w:hideMark/>
          </w:tcPr>
          <w:p w14:paraId="22294F73" w14:textId="77777777" w:rsidR="000D5EA2" w:rsidRPr="00EF1D06" w:rsidRDefault="000D5EA2" w:rsidP="002800A3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Oxidation/Reduction</w:t>
            </w:r>
          </w:p>
        </w:tc>
        <w:tc>
          <w:tcPr>
            <w:tcW w:w="810" w:type="dxa"/>
            <w:noWrap/>
            <w:hideMark/>
          </w:tcPr>
          <w:p w14:paraId="25D9C40C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ABEV</w:t>
            </w:r>
          </w:p>
        </w:tc>
      </w:tr>
      <w:tr w:rsidR="000D5EA2" w:rsidRPr="00EF1D06" w14:paraId="307D60D3" w14:textId="77777777" w:rsidTr="004F402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540A7B99" w14:textId="77777777" w:rsidR="000D5EA2" w:rsidRPr="00EF1D06" w:rsidRDefault="000D5EA2" w:rsidP="002800A3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DS.HH.4.26.3</w:t>
            </w:r>
          </w:p>
        </w:tc>
        <w:tc>
          <w:tcPr>
            <w:tcW w:w="1080" w:type="dxa"/>
            <w:noWrap/>
            <w:hideMark/>
          </w:tcPr>
          <w:p w14:paraId="31347A52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a.211.1.1</w:t>
            </w:r>
          </w:p>
        </w:tc>
        <w:tc>
          <w:tcPr>
            <w:tcW w:w="2885" w:type="dxa"/>
            <w:noWrap/>
            <w:hideMark/>
          </w:tcPr>
          <w:p w14:paraId="4545582E" w14:textId="77777777" w:rsidR="000D5EA2" w:rsidRPr="00EF1D06" w:rsidRDefault="000D5EA2" w:rsidP="002800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HD domain</w:t>
            </w:r>
          </w:p>
        </w:tc>
        <w:tc>
          <w:tcPr>
            <w:tcW w:w="720" w:type="dxa"/>
            <w:noWrap/>
            <w:hideMark/>
          </w:tcPr>
          <w:p w14:paraId="1054C5FD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0.094</w:t>
            </w:r>
          </w:p>
        </w:tc>
        <w:tc>
          <w:tcPr>
            <w:tcW w:w="1350" w:type="dxa"/>
            <w:noWrap/>
            <w:hideMark/>
          </w:tcPr>
          <w:p w14:paraId="1F3C3641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Metabolism</w:t>
            </w:r>
          </w:p>
        </w:tc>
        <w:tc>
          <w:tcPr>
            <w:tcW w:w="2160" w:type="dxa"/>
            <w:noWrap/>
            <w:hideMark/>
          </w:tcPr>
          <w:p w14:paraId="63FA300E" w14:textId="77777777" w:rsidR="000D5EA2" w:rsidRPr="00EF1D06" w:rsidRDefault="000D5EA2" w:rsidP="002800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Other enzymes</w:t>
            </w:r>
          </w:p>
        </w:tc>
        <w:tc>
          <w:tcPr>
            <w:tcW w:w="810" w:type="dxa"/>
            <w:noWrap/>
            <w:hideMark/>
          </w:tcPr>
          <w:p w14:paraId="10127E21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ABEV</w:t>
            </w:r>
          </w:p>
        </w:tc>
      </w:tr>
      <w:tr w:rsidR="000D5EA2" w:rsidRPr="00EF1D06" w14:paraId="01722AD9" w14:textId="77777777" w:rsidTr="004F40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54F85844" w14:textId="77777777" w:rsidR="000D5EA2" w:rsidRPr="00EF1D06" w:rsidRDefault="000D5EA2" w:rsidP="002800A3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DS.HH.4.50.1</w:t>
            </w:r>
          </w:p>
        </w:tc>
        <w:tc>
          <w:tcPr>
            <w:tcW w:w="1080" w:type="dxa"/>
            <w:noWrap/>
            <w:hideMark/>
          </w:tcPr>
          <w:p w14:paraId="565F0BD5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a.25.1.2</w:t>
            </w:r>
          </w:p>
        </w:tc>
        <w:tc>
          <w:tcPr>
            <w:tcW w:w="2885" w:type="dxa"/>
            <w:noWrap/>
            <w:hideMark/>
          </w:tcPr>
          <w:p w14:paraId="1755D022" w14:textId="77777777" w:rsidR="000D5EA2" w:rsidRPr="00EF1D06" w:rsidRDefault="000D5EA2" w:rsidP="002800A3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Ribonucleotide reductase-like</w:t>
            </w:r>
          </w:p>
        </w:tc>
        <w:tc>
          <w:tcPr>
            <w:tcW w:w="720" w:type="dxa"/>
            <w:noWrap/>
            <w:hideMark/>
          </w:tcPr>
          <w:p w14:paraId="521E7574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0.485</w:t>
            </w:r>
          </w:p>
        </w:tc>
        <w:tc>
          <w:tcPr>
            <w:tcW w:w="1350" w:type="dxa"/>
            <w:noWrap/>
            <w:hideMark/>
          </w:tcPr>
          <w:p w14:paraId="758CB974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Intracellular processes</w:t>
            </w:r>
          </w:p>
        </w:tc>
        <w:tc>
          <w:tcPr>
            <w:tcW w:w="2160" w:type="dxa"/>
            <w:noWrap/>
            <w:hideMark/>
          </w:tcPr>
          <w:p w14:paraId="32B3A0EF" w14:textId="77777777" w:rsidR="000D5EA2" w:rsidRPr="00EF1D06" w:rsidRDefault="000D5EA2" w:rsidP="002800A3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Inorganic ion transport and metabolism</w:t>
            </w:r>
          </w:p>
        </w:tc>
        <w:tc>
          <w:tcPr>
            <w:tcW w:w="810" w:type="dxa"/>
            <w:noWrap/>
            <w:hideMark/>
          </w:tcPr>
          <w:p w14:paraId="3031CC2A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ABEV</w:t>
            </w:r>
          </w:p>
        </w:tc>
      </w:tr>
      <w:tr w:rsidR="000D5EA2" w:rsidRPr="00EF1D06" w14:paraId="15FF9463" w14:textId="77777777" w:rsidTr="004F402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13E2742B" w14:textId="77777777" w:rsidR="000D5EA2" w:rsidRPr="00EF1D06" w:rsidRDefault="000D5EA2" w:rsidP="002800A3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DS.HH.4.70.1</w:t>
            </w:r>
          </w:p>
        </w:tc>
        <w:tc>
          <w:tcPr>
            <w:tcW w:w="1080" w:type="dxa"/>
            <w:noWrap/>
            <w:hideMark/>
          </w:tcPr>
          <w:p w14:paraId="718F44F9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a.211.1.2</w:t>
            </w:r>
          </w:p>
        </w:tc>
        <w:tc>
          <w:tcPr>
            <w:tcW w:w="2885" w:type="dxa"/>
            <w:noWrap/>
            <w:hideMark/>
          </w:tcPr>
          <w:p w14:paraId="2056085F" w14:textId="77777777" w:rsidR="000D5EA2" w:rsidRPr="00EF1D06" w:rsidRDefault="000D5EA2" w:rsidP="002800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PDEase</w:t>
            </w:r>
          </w:p>
        </w:tc>
        <w:tc>
          <w:tcPr>
            <w:tcW w:w="720" w:type="dxa"/>
            <w:noWrap/>
            <w:hideMark/>
          </w:tcPr>
          <w:p w14:paraId="1F8BE2C8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0.863</w:t>
            </w:r>
          </w:p>
        </w:tc>
        <w:tc>
          <w:tcPr>
            <w:tcW w:w="1350" w:type="dxa"/>
            <w:noWrap/>
            <w:hideMark/>
          </w:tcPr>
          <w:p w14:paraId="5487C3F5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Metabolism</w:t>
            </w:r>
          </w:p>
        </w:tc>
        <w:tc>
          <w:tcPr>
            <w:tcW w:w="2160" w:type="dxa"/>
            <w:noWrap/>
            <w:hideMark/>
          </w:tcPr>
          <w:p w14:paraId="77757BC5" w14:textId="77777777" w:rsidR="000D5EA2" w:rsidRPr="00EF1D06" w:rsidRDefault="000D5EA2" w:rsidP="002800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Other enzymes</w:t>
            </w:r>
          </w:p>
        </w:tc>
        <w:tc>
          <w:tcPr>
            <w:tcW w:w="810" w:type="dxa"/>
            <w:noWrap/>
            <w:hideMark/>
          </w:tcPr>
          <w:p w14:paraId="711A38BD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ABEV</w:t>
            </w:r>
          </w:p>
        </w:tc>
      </w:tr>
      <w:tr w:rsidR="000D5EA2" w:rsidRPr="00EF1D06" w14:paraId="6AA7EA5B" w14:textId="77777777" w:rsidTr="004F40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08EC58D5" w14:textId="77777777" w:rsidR="000D5EA2" w:rsidRPr="00EF1D06" w:rsidRDefault="000D5EA2" w:rsidP="002800A3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DS.HH.4.8.4</w:t>
            </w:r>
          </w:p>
        </w:tc>
        <w:tc>
          <w:tcPr>
            <w:tcW w:w="1080" w:type="dxa"/>
            <w:noWrap/>
            <w:hideMark/>
          </w:tcPr>
          <w:p w14:paraId="6E18A610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a.102.1.2</w:t>
            </w:r>
          </w:p>
        </w:tc>
        <w:tc>
          <w:tcPr>
            <w:tcW w:w="2885" w:type="dxa"/>
            <w:noWrap/>
            <w:hideMark/>
          </w:tcPr>
          <w:p w14:paraId="42A7A6FA" w14:textId="77777777" w:rsidR="000D5EA2" w:rsidRPr="00EF1D06" w:rsidRDefault="000D5EA2" w:rsidP="002800A3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Cellulases catalytic domain</w:t>
            </w:r>
          </w:p>
        </w:tc>
        <w:tc>
          <w:tcPr>
            <w:tcW w:w="720" w:type="dxa"/>
            <w:noWrap/>
            <w:hideMark/>
          </w:tcPr>
          <w:p w14:paraId="34BDA5B4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0.378</w:t>
            </w:r>
          </w:p>
        </w:tc>
        <w:tc>
          <w:tcPr>
            <w:tcW w:w="1350" w:type="dxa"/>
            <w:noWrap/>
            <w:hideMark/>
          </w:tcPr>
          <w:p w14:paraId="6A8ABEE8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Metabolism</w:t>
            </w:r>
          </w:p>
        </w:tc>
        <w:tc>
          <w:tcPr>
            <w:tcW w:w="2160" w:type="dxa"/>
            <w:noWrap/>
            <w:hideMark/>
          </w:tcPr>
          <w:p w14:paraId="67CAC649" w14:textId="77777777" w:rsidR="000D5EA2" w:rsidRPr="00EF1D06" w:rsidRDefault="000D5EA2" w:rsidP="002800A3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Carbohydrate transport and metabolism</w:t>
            </w:r>
          </w:p>
        </w:tc>
        <w:tc>
          <w:tcPr>
            <w:tcW w:w="810" w:type="dxa"/>
            <w:noWrap/>
            <w:hideMark/>
          </w:tcPr>
          <w:p w14:paraId="6925CFF5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ABEV</w:t>
            </w:r>
          </w:p>
        </w:tc>
      </w:tr>
      <w:tr w:rsidR="000D5EA2" w:rsidRPr="00EF1D06" w14:paraId="3768935A" w14:textId="77777777" w:rsidTr="004F402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46D684AB" w14:textId="77777777" w:rsidR="000D5EA2" w:rsidRPr="00EF1D06" w:rsidRDefault="000D5EA2" w:rsidP="002800A3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DS.GE.3.21.2</w:t>
            </w:r>
          </w:p>
        </w:tc>
        <w:tc>
          <w:tcPr>
            <w:tcW w:w="1080" w:type="dxa"/>
            <w:noWrap/>
            <w:hideMark/>
          </w:tcPr>
          <w:p w14:paraId="2EAC6545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g.35.1.1</w:t>
            </w:r>
          </w:p>
        </w:tc>
        <w:tc>
          <w:tcPr>
            <w:tcW w:w="2885" w:type="dxa"/>
            <w:noWrap/>
            <w:hideMark/>
          </w:tcPr>
          <w:p w14:paraId="26B5D70B" w14:textId="77777777" w:rsidR="000D5EA2" w:rsidRPr="00EF1D06" w:rsidRDefault="000D5EA2" w:rsidP="002800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HIPIP (high potential iron protein)</w:t>
            </w:r>
          </w:p>
        </w:tc>
        <w:tc>
          <w:tcPr>
            <w:tcW w:w="720" w:type="dxa"/>
            <w:noWrap/>
            <w:hideMark/>
          </w:tcPr>
          <w:p w14:paraId="290785B5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0.485</w:t>
            </w:r>
          </w:p>
        </w:tc>
        <w:tc>
          <w:tcPr>
            <w:tcW w:w="1350" w:type="dxa"/>
            <w:noWrap/>
            <w:hideMark/>
          </w:tcPr>
          <w:p w14:paraId="20A139E3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Metabolism</w:t>
            </w:r>
          </w:p>
        </w:tc>
        <w:tc>
          <w:tcPr>
            <w:tcW w:w="2160" w:type="dxa"/>
            <w:noWrap/>
            <w:hideMark/>
          </w:tcPr>
          <w:p w14:paraId="643677BA" w14:textId="77777777" w:rsidR="000D5EA2" w:rsidRPr="00EF1D06" w:rsidRDefault="000D5EA2" w:rsidP="002800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Electron transfer/transport</w:t>
            </w:r>
          </w:p>
        </w:tc>
        <w:tc>
          <w:tcPr>
            <w:tcW w:w="810" w:type="dxa"/>
            <w:noWrap/>
            <w:hideMark/>
          </w:tcPr>
          <w:p w14:paraId="189C189A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ABV</w:t>
            </w:r>
          </w:p>
        </w:tc>
      </w:tr>
      <w:tr w:rsidR="000D5EA2" w:rsidRPr="00EF1D06" w14:paraId="2358CD92" w14:textId="77777777" w:rsidTr="004F40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41E9C181" w14:textId="77777777" w:rsidR="000D5EA2" w:rsidRPr="00EF1D06" w:rsidRDefault="000D5EA2" w:rsidP="002800A3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DS.EG.2.16.6</w:t>
            </w:r>
          </w:p>
        </w:tc>
        <w:tc>
          <w:tcPr>
            <w:tcW w:w="1080" w:type="dxa"/>
            <w:noWrap/>
            <w:hideMark/>
          </w:tcPr>
          <w:p w14:paraId="3FB15B96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c.66.1.19</w:t>
            </w:r>
          </w:p>
        </w:tc>
        <w:tc>
          <w:tcPr>
            <w:tcW w:w="2885" w:type="dxa"/>
            <w:noWrap/>
            <w:hideMark/>
          </w:tcPr>
          <w:p w14:paraId="12136EA6" w14:textId="77777777" w:rsidR="000D5EA2" w:rsidRPr="00EF1D06" w:rsidRDefault="000D5EA2" w:rsidP="002800A3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Histamine methyltransferase</w:t>
            </w:r>
          </w:p>
        </w:tc>
        <w:tc>
          <w:tcPr>
            <w:tcW w:w="720" w:type="dxa"/>
            <w:noWrap/>
            <w:hideMark/>
          </w:tcPr>
          <w:p w14:paraId="0E889207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0.588</w:t>
            </w:r>
          </w:p>
        </w:tc>
        <w:tc>
          <w:tcPr>
            <w:tcW w:w="1350" w:type="dxa"/>
            <w:noWrap/>
            <w:hideMark/>
          </w:tcPr>
          <w:p w14:paraId="2856C11B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Metabolism</w:t>
            </w:r>
          </w:p>
        </w:tc>
        <w:tc>
          <w:tcPr>
            <w:tcW w:w="2160" w:type="dxa"/>
            <w:noWrap/>
            <w:hideMark/>
          </w:tcPr>
          <w:p w14:paraId="233AE2E1" w14:textId="77777777" w:rsidR="000D5EA2" w:rsidRPr="00EF1D06" w:rsidRDefault="000D5EA2" w:rsidP="002800A3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Transferases</w:t>
            </w:r>
          </w:p>
        </w:tc>
        <w:tc>
          <w:tcPr>
            <w:tcW w:w="810" w:type="dxa"/>
            <w:noWrap/>
            <w:hideMark/>
          </w:tcPr>
          <w:p w14:paraId="251EA2D0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BE</w:t>
            </w:r>
          </w:p>
        </w:tc>
      </w:tr>
      <w:tr w:rsidR="000D5EA2" w:rsidRPr="00EF1D06" w14:paraId="22DF8852" w14:textId="77777777" w:rsidTr="004F402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20D322DF" w14:textId="77777777" w:rsidR="000D5EA2" w:rsidRPr="00EF1D06" w:rsidRDefault="000D5EA2" w:rsidP="002800A3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DS.HH.5.10.3</w:t>
            </w:r>
          </w:p>
        </w:tc>
        <w:tc>
          <w:tcPr>
            <w:tcW w:w="1080" w:type="dxa"/>
            <w:noWrap/>
            <w:hideMark/>
          </w:tcPr>
          <w:p w14:paraId="5EED8DC4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a.123.1.1</w:t>
            </w:r>
          </w:p>
        </w:tc>
        <w:tc>
          <w:tcPr>
            <w:tcW w:w="2885" w:type="dxa"/>
            <w:noWrap/>
            <w:hideMark/>
          </w:tcPr>
          <w:p w14:paraId="5A64805A" w14:textId="77777777" w:rsidR="000D5EA2" w:rsidRPr="00EF1D06" w:rsidRDefault="000D5EA2" w:rsidP="002800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Nuclear receptor ligand-binding domain</w:t>
            </w:r>
          </w:p>
        </w:tc>
        <w:tc>
          <w:tcPr>
            <w:tcW w:w="720" w:type="dxa"/>
            <w:noWrap/>
            <w:hideMark/>
          </w:tcPr>
          <w:p w14:paraId="5C9CE8F7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0.880</w:t>
            </w:r>
          </w:p>
        </w:tc>
        <w:tc>
          <w:tcPr>
            <w:tcW w:w="1350" w:type="dxa"/>
            <w:noWrap/>
            <w:hideMark/>
          </w:tcPr>
          <w:p w14:paraId="0AA237A1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Regulation</w:t>
            </w:r>
          </w:p>
        </w:tc>
        <w:tc>
          <w:tcPr>
            <w:tcW w:w="2160" w:type="dxa"/>
            <w:noWrap/>
            <w:hideMark/>
          </w:tcPr>
          <w:p w14:paraId="0C3CE48C" w14:textId="77777777" w:rsidR="000D5EA2" w:rsidRPr="00EF1D06" w:rsidRDefault="000D5EA2" w:rsidP="002800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Signal transduction</w:t>
            </w:r>
          </w:p>
        </w:tc>
        <w:tc>
          <w:tcPr>
            <w:tcW w:w="810" w:type="dxa"/>
            <w:noWrap/>
            <w:hideMark/>
          </w:tcPr>
          <w:p w14:paraId="17188629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BE</w:t>
            </w:r>
          </w:p>
        </w:tc>
      </w:tr>
      <w:tr w:rsidR="000D5EA2" w:rsidRPr="00EF1D06" w14:paraId="6FDB07D1" w14:textId="77777777" w:rsidTr="004F40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747D78D1" w14:textId="77777777" w:rsidR="000D5EA2" w:rsidRPr="00EF1D06" w:rsidRDefault="000D5EA2" w:rsidP="002800A3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lastRenderedPageBreak/>
              <w:t>DS.BK.3.56.2</w:t>
            </w:r>
          </w:p>
        </w:tc>
        <w:tc>
          <w:tcPr>
            <w:tcW w:w="1080" w:type="dxa"/>
            <w:noWrap/>
            <w:hideMark/>
          </w:tcPr>
          <w:p w14:paraId="0C90F1A0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b.22.1.1</w:t>
            </w:r>
          </w:p>
        </w:tc>
        <w:tc>
          <w:tcPr>
            <w:tcW w:w="2885" w:type="dxa"/>
            <w:noWrap/>
            <w:hideMark/>
          </w:tcPr>
          <w:p w14:paraId="2F9238CE" w14:textId="77777777" w:rsidR="000D5EA2" w:rsidRPr="00EF1D06" w:rsidRDefault="000D5EA2" w:rsidP="002800A3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TNF-like</w:t>
            </w:r>
          </w:p>
        </w:tc>
        <w:tc>
          <w:tcPr>
            <w:tcW w:w="720" w:type="dxa"/>
            <w:noWrap/>
            <w:hideMark/>
          </w:tcPr>
          <w:p w14:paraId="1799FAB9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0.858</w:t>
            </w:r>
          </w:p>
        </w:tc>
        <w:tc>
          <w:tcPr>
            <w:tcW w:w="1350" w:type="dxa"/>
            <w:noWrap/>
            <w:hideMark/>
          </w:tcPr>
          <w:p w14:paraId="0934546A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Extracellular processes</w:t>
            </w:r>
          </w:p>
        </w:tc>
        <w:tc>
          <w:tcPr>
            <w:tcW w:w="2160" w:type="dxa"/>
            <w:noWrap/>
            <w:hideMark/>
          </w:tcPr>
          <w:p w14:paraId="37972BBE" w14:textId="77777777" w:rsidR="000D5EA2" w:rsidRPr="00EF1D06" w:rsidRDefault="000D5EA2" w:rsidP="002800A3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Immune response</w:t>
            </w:r>
          </w:p>
        </w:tc>
        <w:tc>
          <w:tcPr>
            <w:tcW w:w="810" w:type="dxa"/>
            <w:noWrap/>
            <w:hideMark/>
          </w:tcPr>
          <w:p w14:paraId="3D75EB92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BEV</w:t>
            </w:r>
          </w:p>
        </w:tc>
      </w:tr>
      <w:tr w:rsidR="000D5EA2" w:rsidRPr="00EF1D06" w14:paraId="71D19E02" w14:textId="77777777" w:rsidTr="004F402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40C7DD94" w14:textId="77777777" w:rsidR="000D5EA2" w:rsidRPr="00EF1D06" w:rsidRDefault="000D5EA2" w:rsidP="002800A3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DS.EG.1.6.14</w:t>
            </w:r>
          </w:p>
        </w:tc>
        <w:tc>
          <w:tcPr>
            <w:tcW w:w="1080" w:type="dxa"/>
            <w:noWrap/>
            <w:hideMark/>
          </w:tcPr>
          <w:p w14:paraId="4E8C4BF5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a.119.1.2</w:t>
            </w:r>
          </w:p>
        </w:tc>
        <w:tc>
          <w:tcPr>
            <w:tcW w:w="2885" w:type="dxa"/>
            <w:noWrap/>
            <w:hideMark/>
          </w:tcPr>
          <w:p w14:paraId="774AE3FF" w14:textId="77777777" w:rsidR="000D5EA2" w:rsidRPr="00EF1D06" w:rsidRDefault="000D5EA2" w:rsidP="002800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Animal lipoxigenases</w:t>
            </w:r>
          </w:p>
        </w:tc>
        <w:tc>
          <w:tcPr>
            <w:tcW w:w="720" w:type="dxa"/>
            <w:noWrap/>
            <w:hideMark/>
          </w:tcPr>
          <w:p w14:paraId="0F19A05B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0.678</w:t>
            </w:r>
          </w:p>
        </w:tc>
        <w:tc>
          <w:tcPr>
            <w:tcW w:w="1350" w:type="dxa"/>
            <w:noWrap/>
            <w:hideMark/>
          </w:tcPr>
          <w:p w14:paraId="65297A21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Metabolism</w:t>
            </w:r>
          </w:p>
        </w:tc>
        <w:tc>
          <w:tcPr>
            <w:tcW w:w="2160" w:type="dxa"/>
            <w:noWrap/>
            <w:hideMark/>
          </w:tcPr>
          <w:p w14:paraId="033F313D" w14:textId="77777777" w:rsidR="000D5EA2" w:rsidRPr="00EF1D06" w:rsidRDefault="000D5EA2" w:rsidP="002800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Coenzyme metabolism</w:t>
            </w:r>
          </w:p>
        </w:tc>
        <w:tc>
          <w:tcPr>
            <w:tcW w:w="810" w:type="dxa"/>
            <w:noWrap/>
            <w:hideMark/>
          </w:tcPr>
          <w:p w14:paraId="2A509E32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BEV</w:t>
            </w:r>
          </w:p>
        </w:tc>
      </w:tr>
      <w:tr w:rsidR="000D5EA2" w:rsidRPr="00EF1D06" w14:paraId="7F9FAF14" w14:textId="77777777" w:rsidTr="004F40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11A7AC43" w14:textId="77777777" w:rsidR="000D5EA2" w:rsidRPr="00EF1D06" w:rsidRDefault="000D5EA2" w:rsidP="002800A3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DS.EH.1.5.32</w:t>
            </w:r>
          </w:p>
        </w:tc>
        <w:tc>
          <w:tcPr>
            <w:tcW w:w="1080" w:type="dxa"/>
            <w:noWrap/>
            <w:hideMark/>
          </w:tcPr>
          <w:p w14:paraId="688851CA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c.141.1.1</w:t>
            </w:r>
          </w:p>
        </w:tc>
        <w:tc>
          <w:tcPr>
            <w:tcW w:w="2885" w:type="dxa"/>
            <w:noWrap/>
            <w:hideMark/>
          </w:tcPr>
          <w:p w14:paraId="50B6AF36" w14:textId="77777777" w:rsidR="000D5EA2" w:rsidRPr="00EF1D06" w:rsidRDefault="000D5EA2" w:rsidP="002800A3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Glycerate kinase I</w:t>
            </w:r>
          </w:p>
        </w:tc>
        <w:tc>
          <w:tcPr>
            <w:tcW w:w="720" w:type="dxa"/>
            <w:noWrap/>
            <w:hideMark/>
          </w:tcPr>
          <w:p w14:paraId="0B6C9BFD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0.348</w:t>
            </w:r>
          </w:p>
        </w:tc>
        <w:tc>
          <w:tcPr>
            <w:tcW w:w="1350" w:type="dxa"/>
            <w:noWrap/>
            <w:hideMark/>
          </w:tcPr>
          <w:p w14:paraId="60A8E591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Metabolism</w:t>
            </w:r>
          </w:p>
        </w:tc>
        <w:tc>
          <w:tcPr>
            <w:tcW w:w="2160" w:type="dxa"/>
            <w:noWrap/>
            <w:hideMark/>
          </w:tcPr>
          <w:p w14:paraId="4A7BCF68" w14:textId="77777777" w:rsidR="000D5EA2" w:rsidRPr="00EF1D06" w:rsidRDefault="000D5EA2" w:rsidP="002800A3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Other enzymes</w:t>
            </w:r>
          </w:p>
        </w:tc>
        <w:tc>
          <w:tcPr>
            <w:tcW w:w="810" w:type="dxa"/>
            <w:noWrap/>
            <w:hideMark/>
          </w:tcPr>
          <w:p w14:paraId="0AD0998F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BEV</w:t>
            </w:r>
          </w:p>
        </w:tc>
      </w:tr>
      <w:tr w:rsidR="000D5EA2" w:rsidRPr="00EF1D06" w14:paraId="4BFF2D87" w14:textId="77777777" w:rsidTr="004F402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2C0C91F2" w14:textId="77777777" w:rsidR="000D5EA2" w:rsidRPr="00EF1D06" w:rsidRDefault="000D5EA2" w:rsidP="002800A3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DS.HH.9.11.1</w:t>
            </w:r>
          </w:p>
        </w:tc>
        <w:tc>
          <w:tcPr>
            <w:tcW w:w="1080" w:type="dxa"/>
            <w:noWrap/>
            <w:hideMark/>
          </w:tcPr>
          <w:p w14:paraId="7947B82B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d.42.1.1</w:t>
            </w:r>
          </w:p>
        </w:tc>
        <w:tc>
          <w:tcPr>
            <w:tcW w:w="2885" w:type="dxa"/>
            <w:noWrap/>
            <w:hideMark/>
          </w:tcPr>
          <w:p w14:paraId="4F713FDB" w14:textId="77777777" w:rsidR="000D5EA2" w:rsidRPr="00EF1D06" w:rsidRDefault="000D5EA2" w:rsidP="002800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BTB/POZ domain</w:t>
            </w:r>
          </w:p>
        </w:tc>
        <w:tc>
          <w:tcPr>
            <w:tcW w:w="720" w:type="dxa"/>
            <w:noWrap/>
            <w:hideMark/>
          </w:tcPr>
          <w:p w14:paraId="46ABA6AD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0.970</w:t>
            </w:r>
          </w:p>
        </w:tc>
        <w:tc>
          <w:tcPr>
            <w:tcW w:w="1350" w:type="dxa"/>
            <w:noWrap/>
            <w:hideMark/>
          </w:tcPr>
          <w:p w14:paraId="422606D3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General</w:t>
            </w:r>
          </w:p>
        </w:tc>
        <w:tc>
          <w:tcPr>
            <w:tcW w:w="2160" w:type="dxa"/>
            <w:noWrap/>
            <w:hideMark/>
          </w:tcPr>
          <w:p w14:paraId="47E0AD89" w14:textId="77777777" w:rsidR="000D5EA2" w:rsidRPr="00EF1D06" w:rsidRDefault="000D5EA2" w:rsidP="002800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Protein-protein interaction (dimerization domains)</w:t>
            </w:r>
          </w:p>
        </w:tc>
        <w:tc>
          <w:tcPr>
            <w:tcW w:w="810" w:type="dxa"/>
            <w:noWrap/>
            <w:hideMark/>
          </w:tcPr>
          <w:p w14:paraId="116E354B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BEV</w:t>
            </w:r>
          </w:p>
        </w:tc>
      </w:tr>
      <w:tr w:rsidR="000D5EA2" w:rsidRPr="00EF1D06" w14:paraId="677BDD17" w14:textId="77777777" w:rsidTr="004F40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17825F20" w14:textId="77777777" w:rsidR="000D5EA2" w:rsidRPr="00EF1D06" w:rsidRDefault="000D5EA2" w:rsidP="002800A3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DS.BK.4.96.1</w:t>
            </w:r>
          </w:p>
        </w:tc>
        <w:tc>
          <w:tcPr>
            <w:tcW w:w="1080" w:type="dxa"/>
            <w:noWrap/>
            <w:hideMark/>
          </w:tcPr>
          <w:p w14:paraId="7F88023F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b.2.5.7</w:t>
            </w:r>
          </w:p>
        </w:tc>
        <w:tc>
          <w:tcPr>
            <w:tcW w:w="2885" w:type="dxa"/>
            <w:noWrap/>
            <w:hideMark/>
          </w:tcPr>
          <w:p w14:paraId="1FCB30DC" w14:textId="77777777" w:rsidR="000D5EA2" w:rsidRPr="00EF1D06" w:rsidRDefault="000D5EA2" w:rsidP="002800A3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DNA-binding domain from NDT80</w:t>
            </w:r>
          </w:p>
        </w:tc>
        <w:tc>
          <w:tcPr>
            <w:tcW w:w="720" w:type="dxa"/>
            <w:noWrap/>
            <w:hideMark/>
          </w:tcPr>
          <w:p w14:paraId="511E3912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0.704</w:t>
            </w:r>
          </w:p>
        </w:tc>
        <w:tc>
          <w:tcPr>
            <w:tcW w:w="1350" w:type="dxa"/>
            <w:noWrap/>
            <w:hideMark/>
          </w:tcPr>
          <w:p w14:paraId="0F803684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Regulation</w:t>
            </w:r>
          </w:p>
        </w:tc>
        <w:tc>
          <w:tcPr>
            <w:tcW w:w="2160" w:type="dxa"/>
            <w:noWrap/>
            <w:hideMark/>
          </w:tcPr>
          <w:p w14:paraId="44B82AAA" w14:textId="77777777" w:rsidR="000D5EA2" w:rsidRPr="00EF1D06" w:rsidRDefault="000D5EA2" w:rsidP="002800A3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DNA-binding (transcription factors)</w:t>
            </w:r>
          </w:p>
        </w:tc>
        <w:tc>
          <w:tcPr>
            <w:tcW w:w="810" w:type="dxa"/>
            <w:noWrap/>
            <w:hideMark/>
          </w:tcPr>
          <w:p w14:paraId="684984E3" w14:textId="77777777" w:rsidR="000D5EA2" w:rsidRPr="00EF1D06" w:rsidRDefault="000D5EA2" w:rsidP="002800A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E</w:t>
            </w:r>
          </w:p>
        </w:tc>
      </w:tr>
      <w:tr w:rsidR="000D5EA2" w:rsidRPr="00EF1D06" w14:paraId="43076A92" w14:textId="77777777" w:rsidTr="004F402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15DDB963" w14:textId="77777777" w:rsidR="000D5EA2" w:rsidRPr="00EF1D06" w:rsidRDefault="000D5EA2" w:rsidP="002800A3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DS.HH.5.17.3</w:t>
            </w:r>
          </w:p>
        </w:tc>
        <w:tc>
          <w:tcPr>
            <w:tcW w:w="1080" w:type="dxa"/>
            <w:noWrap/>
            <w:hideMark/>
          </w:tcPr>
          <w:p w14:paraId="761DD25E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a.7.5.1</w:t>
            </w:r>
          </w:p>
        </w:tc>
        <w:tc>
          <w:tcPr>
            <w:tcW w:w="2885" w:type="dxa"/>
            <w:noWrap/>
            <w:hideMark/>
          </w:tcPr>
          <w:p w14:paraId="711C6452" w14:textId="77777777" w:rsidR="000D5EA2" w:rsidRPr="00EF1D06" w:rsidRDefault="000D5EA2" w:rsidP="002800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Tubulin chaperone cofactor A</w:t>
            </w:r>
          </w:p>
        </w:tc>
        <w:tc>
          <w:tcPr>
            <w:tcW w:w="720" w:type="dxa"/>
            <w:noWrap/>
            <w:hideMark/>
          </w:tcPr>
          <w:p w14:paraId="69418783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0.678</w:t>
            </w:r>
          </w:p>
        </w:tc>
        <w:tc>
          <w:tcPr>
            <w:tcW w:w="1350" w:type="dxa"/>
            <w:noWrap/>
            <w:hideMark/>
          </w:tcPr>
          <w:p w14:paraId="11F891D2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Intracellular processes</w:t>
            </w:r>
          </w:p>
        </w:tc>
        <w:tc>
          <w:tcPr>
            <w:tcW w:w="2160" w:type="dxa"/>
            <w:noWrap/>
            <w:hideMark/>
          </w:tcPr>
          <w:p w14:paraId="07FEE7FB" w14:textId="77777777" w:rsidR="000D5EA2" w:rsidRPr="00EF1D06" w:rsidRDefault="000D5EA2" w:rsidP="002800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Posttranslational modification, protein turnover, chaperones</w:t>
            </w:r>
          </w:p>
        </w:tc>
        <w:tc>
          <w:tcPr>
            <w:tcW w:w="810" w:type="dxa"/>
            <w:noWrap/>
            <w:hideMark/>
          </w:tcPr>
          <w:p w14:paraId="59162E9F" w14:textId="77777777" w:rsidR="000D5EA2" w:rsidRPr="00EF1D06" w:rsidRDefault="000D5EA2" w:rsidP="002800A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EF1D06">
              <w:rPr>
                <w:rFonts w:cs="Times New Roman"/>
                <w:sz w:val="18"/>
                <w:szCs w:val="18"/>
              </w:rPr>
              <w:t>E</w:t>
            </w:r>
          </w:p>
        </w:tc>
      </w:tr>
    </w:tbl>
    <w:p w14:paraId="0E903098" w14:textId="77777777" w:rsidR="00BA188A" w:rsidRDefault="00BA188A" w:rsidP="00C46A99">
      <w:pPr>
        <w:pStyle w:val="MDPI62BackMatter"/>
        <w:spacing w:before="240"/>
      </w:pPr>
      <w:r w:rsidRPr="00FA04F1">
        <w:rPr>
          <w:b/>
        </w:rPr>
        <w:t>Supplementary Materials:</w:t>
      </w:r>
      <w:r w:rsidR="009C02B6">
        <w:rPr>
          <w:b/>
        </w:rPr>
        <w:t xml:space="preserve"> </w:t>
      </w:r>
      <w:r w:rsidR="00897C39">
        <w:t>The following supporting information can be downloaded at: www.mdpi.com/xxx/s1, Figure S1: title; Table S1: title; Video S1: title.</w:t>
      </w:r>
    </w:p>
    <w:sectPr w:rsidR="00BA188A" w:rsidSect="000A426F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7" w:right="720" w:bottom="1077" w:left="720" w:header="1020" w:footer="340" w:gutter="0"/>
      <w:lnNumType w:countBy="1" w:distance="255" w:restart="continuous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8DE9B" w14:textId="77777777" w:rsidR="00784AEA" w:rsidRDefault="00784AEA">
      <w:pPr>
        <w:spacing w:line="240" w:lineRule="auto"/>
      </w:pPr>
      <w:r>
        <w:separator/>
      </w:r>
    </w:p>
  </w:endnote>
  <w:endnote w:type="continuationSeparator" w:id="0">
    <w:p w14:paraId="6E136540" w14:textId="77777777" w:rsidR="00784AEA" w:rsidRDefault="00784A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5D9AF" w14:textId="77777777" w:rsidR="002B2998" w:rsidRPr="003877BD" w:rsidRDefault="002B2998" w:rsidP="00991E44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9BBFCB" w14:textId="77777777" w:rsidR="002B2998" w:rsidRDefault="002B2998" w:rsidP="008060DE">
    <w:pPr>
      <w:pStyle w:val="MDPIfooterfirstpage"/>
      <w:pBdr>
        <w:top w:val="single" w:sz="4" w:space="0" w:color="000000"/>
      </w:pBdr>
      <w:adjustRightInd w:val="0"/>
      <w:snapToGrid w:val="0"/>
      <w:spacing w:before="480" w:line="100" w:lineRule="exact"/>
      <w:rPr>
        <w:i/>
      </w:rPr>
    </w:pPr>
  </w:p>
  <w:p w14:paraId="35199D7F" w14:textId="77777777" w:rsidR="002B2998" w:rsidRPr="008B308E" w:rsidRDefault="002B2998" w:rsidP="006D0731">
    <w:pPr>
      <w:pStyle w:val="MDPIfooterfirstpage"/>
      <w:tabs>
        <w:tab w:val="clear" w:pos="8845"/>
        <w:tab w:val="right" w:pos="10466"/>
      </w:tabs>
      <w:spacing w:line="240" w:lineRule="auto"/>
      <w:jc w:val="both"/>
      <w:rPr>
        <w:lang w:val="fr-CH"/>
      </w:rPr>
    </w:pPr>
    <w:r>
      <w:rPr>
        <w:i/>
      </w:rPr>
      <w:t>Life</w:t>
    </w:r>
    <w:r>
      <w:rPr>
        <w:iCs/>
        <w:lang w:val="fr-FR"/>
      </w:rPr>
      <w:t xml:space="preserve"> </w:t>
    </w:r>
    <w:r>
      <w:rPr>
        <w:b/>
      </w:rPr>
      <w:t>2023</w:t>
    </w:r>
    <w:r w:rsidRPr="00FB10FE">
      <w:t>,</w:t>
    </w:r>
    <w:r>
      <w:rPr>
        <w:i/>
      </w:rPr>
      <w:t xml:space="preserve"> 13</w:t>
    </w:r>
    <w:r w:rsidRPr="00FB10FE">
      <w:t xml:space="preserve">, </w:t>
    </w:r>
    <w:r>
      <w:t>x. https://doi.org/10.3390/xxxxx</w:t>
    </w:r>
    <w:r w:rsidRPr="008B308E">
      <w:rPr>
        <w:lang w:val="fr-CH"/>
      </w:rPr>
      <w:tab/>
      <w:t>www.mdpi.com/journal/</w:t>
    </w:r>
    <w:r>
      <w:t>life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5FDBE6" w14:textId="77777777" w:rsidR="00784AEA" w:rsidRDefault="00784AEA">
      <w:pPr>
        <w:spacing w:line="240" w:lineRule="auto"/>
      </w:pPr>
      <w:r>
        <w:separator/>
      </w:r>
    </w:p>
  </w:footnote>
  <w:footnote w:type="continuationSeparator" w:id="0">
    <w:p w14:paraId="6A5641A0" w14:textId="77777777" w:rsidR="00784AEA" w:rsidRDefault="00784A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7D3E1" w14:textId="77777777" w:rsidR="002B2998" w:rsidRDefault="002B2998" w:rsidP="00991E44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A5FB22" w14:textId="77777777" w:rsidR="002B2998" w:rsidRDefault="002B2998" w:rsidP="006D0731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Life </w:t>
    </w:r>
    <w:r>
      <w:rPr>
        <w:b/>
        <w:sz w:val="16"/>
      </w:rPr>
      <w:t>2023</w:t>
    </w:r>
    <w:r w:rsidRPr="00FB10FE">
      <w:rPr>
        <w:sz w:val="16"/>
      </w:rPr>
      <w:t>,</w:t>
    </w:r>
    <w:r>
      <w:rPr>
        <w:i/>
        <w:sz w:val="16"/>
      </w:rPr>
      <w:t xml:space="preserve"> 13</w:t>
    </w:r>
    <w:r>
      <w:rPr>
        <w:sz w:val="16"/>
      </w:rPr>
      <w:t>, x FOR PEER REVIEW</w:t>
    </w: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 \* MERGEFORMAT </w:instrText>
    </w:r>
    <w:r>
      <w:rPr>
        <w:sz w:val="16"/>
      </w:rPr>
      <w:fldChar w:fldCharType="separate"/>
    </w:r>
    <w:r>
      <w:rPr>
        <w:sz w:val="16"/>
      </w:rPr>
      <w:t>5</w:t>
    </w:r>
    <w:r>
      <w:rPr>
        <w:sz w:val="16"/>
      </w:rPr>
      <w:fldChar w:fldCharType="end"/>
    </w:r>
    <w:r>
      <w:rPr>
        <w:sz w:val="16"/>
      </w:rPr>
      <w:t xml:space="preserve"> of </w:t>
    </w:r>
    <w:r>
      <w:rPr>
        <w:sz w:val="16"/>
      </w:rPr>
      <w:fldChar w:fldCharType="begin"/>
    </w:r>
    <w:r>
      <w:rPr>
        <w:sz w:val="16"/>
      </w:rPr>
      <w:instrText xml:space="preserve"> NUMPAGES   \* MERGEFORMAT </w:instrText>
    </w:r>
    <w:r>
      <w:rPr>
        <w:sz w:val="16"/>
      </w:rPr>
      <w:fldChar w:fldCharType="separate"/>
    </w:r>
    <w:r>
      <w:rPr>
        <w:sz w:val="16"/>
      </w:rPr>
      <w:t>5</w:t>
    </w:r>
    <w:r>
      <w:rPr>
        <w:sz w:val="16"/>
      </w:rPr>
      <w:fldChar w:fldCharType="end"/>
    </w:r>
  </w:p>
  <w:p w14:paraId="19A01342" w14:textId="77777777" w:rsidR="002B2998" w:rsidRPr="000A2B79" w:rsidRDefault="002B2998" w:rsidP="008060DE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2B2998" w:rsidRPr="006D0731" w14:paraId="466D61BA" w14:textId="77777777" w:rsidTr="00B51F67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7F2DA411" w14:textId="77777777" w:rsidR="002B2998" w:rsidRPr="002D1B13" w:rsidRDefault="002B2998" w:rsidP="006D0731">
          <w:pPr>
            <w:pStyle w:val="Header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2D1B13">
            <w:rPr>
              <w:rFonts w:eastAsia="DengXian"/>
              <w:b/>
              <w:bCs/>
            </w:rPr>
            <w:drawing>
              <wp:inline distT="0" distB="0" distL="0" distR="0" wp14:anchorId="7EE65884" wp14:editId="65DEC88C">
                <wp:extent cx="755015" cy="429260"/>
                <wp:effectExtent l="0" t="0" r="0" b="0"/>
                <wp:docPr id="1" name="Picture 7" descr="C:\360安全浏览器下载\life-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C:\360安全浏览器下载\life-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5015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14FC0EC6" w14:textId="77777777" w:rsidR="002B2998" w:rsidRPr="002D1B13" w:rsidRDefault="002B2998" w:rsidP="006D0731">
          <w:pPr>
            <w:pStyle w:val="Header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24CF794E" w14:textId="77777777" w:rsidR="002B2998" w:rsidRPr="002D1B13" w:rsidRDefault="002B2998" w:rsidP="00B51F67">
          <w:pPr>
            <w:pStyle w:val="Header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>
            <w:rPr>
              <w:rFonts w:eastAsia="DengXian"/>
              <w:b/>
              <w:bCs/>
            </w:rPr>
            <w:drawing>
              <wp:inline distT="0" distB="0" distL="0" distR="0" wp14:anchorId="2EC081CB" wp14:editId="2A4027E8">
                <wp:extent cx="540000" cy="360000"/>
                <wp:effectExtent l="0" t="0" r="0" b="2540"/>
                <wp:docPr id="7" name="Picture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D4B05D8" w14:textId="77777777" w:rsidR="002B2998" w:rsidRPr="00512E3C" w:rsidRDefault="002B2998" w:rsidP="008060DE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468F5"/>
    <w:multiLevelType w:val="hybridMultilevel"/>
    <w:tmpl w:val="8916A434"/>
    <w:lvl w:ilvl="0" w:tplc="8E1E91BE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2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537E2D"/>
    <w:multiLevelType w:val="hybridMultilevel"/>
    <w:tmpl w:val="F1B07D66"/>
    <w:lvl w:ilvl="0" w:tplc="DF0C6DDC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9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4E0FED"/>
    <w:multiLevelType w:val="hybridMultilevel"/>
    <w:tmpl w:val="8CBA4C06"/>
    <w:lvl w:ilvl="0" w:tplc="0B2623B8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abstractNum w:abstractNumId="11" w15:restartNumberingAfterBreak="0">
    <w:nsid w:val="7EBA6969"/>
    <w:multiLevelType w:val="hybridMultilevel"/>
    <w:tmpl w:val="607CC844"/>
    <w:lvl w:ilvl="0" w:tplc="57D04D72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8"/>
  </w:num>
  <w:num w:numId="7">
    <w:abstractNumId w:val="1"/>
  </w:num>
  <w:num w:numId="8">
    <w:abstractNumId w:val="8"/>
  </w:num>
  <w:num w:numId="9">
    <w:abstractNumId w:val="1"/>
  </w:num>
  <w:num w:numId="10">
    <w:abstractNumId w:val="8"/>
  </w:num>
  <w:num w:numId="11">
    <w:abstractNumId w:val="1"/>
  </w:num>
  <w:num w:numId="12">
    <w:abstractNumId w:val="9"/>
  </w:num>
  <w:num w:numId="13">
    <w:abstractNumId w:val="8"/>
  </w:num>
  <w:num w:numId="14">
    <w:abstractNumId w:val="1"/>
  </w:num>
  <w:num w:numId="15">
    <w:abstractNumId w:val="0"/>
  </w:num>
  <w:num w:numId="16">
    <w:abstractNumId w:val="7"/>
  </w:num>
  <w:num w:numId="17">
    <w:abstractNumId w:val="0"/>
  </w:num>
  <w:num w:numId="18">
    <w:abstractNumId w:val="8"/>
  </w:num>
  <w:num w:numId="19">
    <w:abstractNumId w:val="1"/>
  </w:num>
  <w:num w:numId="20">
    <w:abstractNumId w:val="0"/>
  </w:num>
  <w:num w:numId="21">
    <w:abstractNumId w:val="11"/>
  </w:num>
  <w:num w:numId="22">
    <w:abstractNumId w:val="10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bordersDoNotSurroundHeader/>
  <w:bordersDoNotSurroundFooter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9E0"/>
    <w:rsid w:val="00004991"/>
    <w:rsid w:val="000210AA"/>
    <w:rsid w:val="000305A3"/>
    <w:rsid w:val="000319C4"/>
    <w:rsid w:val="00032E11"/>
    <w:rsid w:val="000370E9"/>
    <w:rsid w:val="0004006D"/>
    <w:rsid w:val="000825AF"/>
    <w:rsid w:val="00091DF8"/>
    <w:rsid w:val="000924DF"/>
    <w:rsid w:val="000A2DFC"/>
    <w:rsid w:val="000A426F"/>
    <w:rsid w:val="000B1A5C"/>
    <w:rsid w:val="000B42FF"/>
    <w:rsid w:val="000C6526"/>
    <w:rsid w:val="000D5EA2"/>
    <w:rsid w:val="000E0161"/>
    <w:rsid w:val="00111499"/>
    <w:rsid w:val="001119FD"/>
    <w:rsid w:val="00125A9C"/>
    <w:rsid w:val="00132E28"/>
    <w:rsid w:val="001610C9"/>
    <w:rsid w:val="001621C8"/>
    <w:rsid w:val="00163FE1"/>
    <w:rsid w:val="00164ED4"/>
    <w:rsid w:val="001738E9"/>
    <w:rsid w:val="001912CE"/>
    <w:rsid w:val="001B690C"/>
    <w:rsid w:val="001C7B48"/>
    <w:rsid w:val="001D195C"/>
    <w:rsid w:val="001E2AEB"/>
    <w:rsid w:val="001F0483"/>
    <w:rsid w:val="001F4E33"/>
    <w:rsid w:val="001F71EF"/>
    <w:rsid w:val="00202FF5"/>
    <w:rsid w:val="00211757"/>
    <w:rsid w:val="0023179E"/>
    <w:rsid w:val="00262A3F"/>
    <w:rsid w:val="00262FEB"/>
    <w:rsid w:val="00277964"/>
    <w:rsid w:val="002800A3"/>
    <w:rsid w:val="002803D8"/>
    <w:rsid w:val="00286902"/>
    <w:rsid w:val="002959DA"/>
    <w:rsid w:val="002A5D39"/>
    <w:rsid w:val="002A6B97"/>
    <w:rsid w:val="002B2998"/>
    <w:rsid w:val="002D1B13"/>
    <w:rsid w:val="002D5954"/>
    <w:rsid w:val="002D5D0D"/>
    <w:rsid w:val="002F1358"/>
    <w:rsid w:val="00300C89"/>
    <w:rsid w:val="00301FB3"/>
    <w:rsid w:val="003079AF"/>
    <w:rsid w:val="00320BF4"/>
    <w:rsid w:val="0032248E"/>
    <w:rsid w:val="00326141"/>
    <w:rsid w:val="00344D3B"/>
    <w:rsid w:val="00362AF6"/>
    <w:rsid w:val="00366C1C"/>
    <w:rsid w:val="00366E05"/>
    <w:rsid w:val="003704FE"/>
    <w:rsid w:val="0037138B"/>
    <w:rsid w:val="003766E3"/>
    <w:rsid w:val="003A22EA"/>
    <w:rsid w:val="003A36AC"/>
    <w:rsid w:val="003B2162"/>
    <w:rsid w:val="003C34F6"/>
    <w:rsid w:val="003D0222"/>
    <w:rsid w:val="003E7728"/>
    <w:rsid w:val="00400D3D"/>
    <w:rsid w:val="00401D30"/>
    <w:rsid w:val="00404783"/>
    <w:rsid w:val="00412822"/>
    <w:rsid w:val="004320E6"/>
    <w:rsid w:val="00434659"/>
    <w:rsid w:val="00434894"/>
    <w:rsid w:val="00446CE8"/>
    <w:rsid w:val="00476B35"/>
    <w:rsid w:val="004849D5"/>
    <w:rsid w:val="00487CE9"/>
    <w:rsid w:val="004D56EF"/>
    <w:rsid w:val="004E35BD"/>
    <w:rsid w:val="004F402E"/>
    <w:rsid w:val="005012CF"/>
    <w:rsid w:val="00512E3C"/>
    <w:rsid w:val="00513F43"/>
    <w:rsid w:val="00517623"/>
    <w:rsid w:val="00526C8F"/>
    <w:rsid w:val="00553474"/>
    <w:rsid w:val="00553925"/>
    <w:rsid w:val="0056509F"/>
    <w:rsid w:val="00572F54"/>
    <w:rsid w:val="005748E8"/>
    <w:rsid w:val="00580D24"/>
    <w:rsid w:val="005812BB"/>
    <w:rsid w:val="00587FB9"/>
    <w:rsid w:val="00597116"/>
    <w:rsid w:val="005A6228"/>
    <w:rsid w:val="005B5F4F"/>
    <w:rsid w:val="005C4130"/>
    <w:rsid w:val="005D6D2B"/>
    <w:rsid w:val="005D7A76"/>
    <w:rsid w:val="00603609"/>
    <w:rsid w:val="0060388B"/>
    <w:rsid w:val="006228B3"/>
    <w:rsid w:val="00636232"/>
    <w:rsid w:val="00643DC6"/>
    <w:rsid w:val="0065120F"/>
    <w:rsid w:val="00653A84"/>
    <w:rsid w:val="00656BA4"/>
    <w:rsid w:val="00656E48"/>
    <w:rsid w:val="00665B92"/>
    <w:rsid w:val="00692393"/>
    <w:rsid w:val="00694E92"/>
    <w:rsid w:val="00696ED1"/>
    <w:rsid w:val="006A482D"/>
    <w:rsid w:val="006B08BC"/>
    <w:rsid w:val="006C10DA"/>
    <w:rsid w:val="006D0731"/>
    <w:rsid w:val="006D099E"/>
    <w:rsid w:val="006D1314"/>
    <w:rsid w:val="006D32E3"/>
    <w:rsid w:val="006D4BC8"/>
    <w:rsid w:val="006D7C61"/>
    <w:rsid w:val="0071040E"/>
    <w:rsid w:val="007169BA"/>
    <w:rsid w:val="007241FF"/>
    <w:rsid w:val="0074752A"/>
    <w:rsid w:val="007561E6"/>
    <w:rsid w:val="00765D99"/>
    <w:rsid w:val="00771D71"/>
    <w:rsid w:val="007724D8"/>
    <w:rsid w:val="00784AEA"/>
    <w:rsid w:val="007874AD"/>
    <w:rsid w:val="007B260B"/>
    <w:rsid w:val="007B45BE"/>
    <w:rsid w:val="007C4295"/>
    <w:rsid w:val="007D2159"/>
    <w:rsid w:val="007D3F4B"/>
    <w:rsid w:val="007E0E43"/>
    <w:rsid w:val="00803EB8"/>
    <w:rsid w:val="008060DE"/>
    <w:rsid w:val="00821F3C"/>
    <w:rsid w:val="008261B3"/>
    <w:rsid w:val="00833E7B"/>
    <w:rsid w:val="00845ECF"/>
    <w:rsid w:val="008635D2"/>
    <w:rsid w:val="008753F5"/>
    <w:rsid w:val="0087750C"/>
    <w:rsid w:val="0089230A"/>
    <w:rsid w:val="00893EF2"/>
    <w:rsid w:val="0089705E"/>
    <w:rsid w:val="00897C39"/>
    <w:rsid w:val="008A0BA4"/>
    <w:rsid w:val="008B187A"/>
    <w:rsid w:val="008C290D"/>
    <w:rsid w:val="008D45F9"/>
    <w:rsid w:val="008F79DF"/>
    <w:rsid w:val="00925C2F"/>
    <w:rsid w:val="00940ECA"/>
    <w:rsid w:val="00941ECE"/>
    <w:rsid w:val="00946FC5"/>
    <w:rsid w:val="0096081D"/>
    <w:rsid w:val="00970DC8"/>
    <w:rsid w:val="009753B9"/>
    <w:rsid w:val="00991E44"/>
    <w:rsid w:val="009B0400"/>
    <w:rsid w:val="009B427E"/>
    <w:rsid w:val="009C02B6"/>
    <w:rsid w:val="009C4FB7"/>
    <w:rsid w:val="009E0412"/>
    <w:rsid w:val="009E55C6"/>
    <w:rsid w:val="009F70E6"/>
    <w:rsid w:val="00A04B2A"/>
    <w:rsid w:val="00A131FE"/>
    <w:rsid w:val="00A2244C"/>
    <w:rsid w:val="00A4041F"/>
    <w:rsid w:val="00A575BB"/>
    <w:rsid w:val="00A779CE"/>
    <w:rsid w:val="00A95408"/>
    <w:rsid w:val="00A95502"/>
    <w:rsid w:val="00AA0B11"/>
    <w:rsid w:val="00AA4C0D"/>
    <w:rsid w:val="00AB69E0"/>
    <w:rsid w:val="00AB7D5B"/>
    <w:rsid w:val="00AC2423"/>
    <w:rsid w:val="00AC699A"/>
    <w:rsid w:val="00AD0A69"/>
    <w:rsid w:val="00AD5618"/>
    <w:rsid w:val="00AF49B2"/>
    <w:rsid w:val="00B356A9"/>
    <w:rsid w:val="00B358CA"/>
    <w:rsid w:val="00B51F67"/>
    <w:rsid w:val="00B653D7"/>
    <w:rsid w:val="00B756F4"/>
    <w:rsid w:val="00B8190A"/>
    <w:rsid w:val="00B85CE3"/>
    <w:rsid w:val="00B936CC"/>
    <w:rsid w:val="00B9677F"/>
    <w:rsid w:val="00B97A08"/>
    <w:rsid w:val="00B97D61"/>
    <w:rsid w:val="00BA188A"/>
    <w:rsid w:val="00BA6028"/>
    <w:rsid w:val="00BB03F4"/>
    <w:rsid w:val="00BC3452"/>
    <w:rsid w:val="00BD65C0"/>
    <w:rsid w:val="00BF67AA"/>
    <w:rsid w:val="00C01309"/>
    <w:rsid w:val="00C03A75"/>
    <w:rsid w:val="00C1036A"/>
    <w:rsid w:val="00C11F89"/>
    <w:rsid w:val="00C13A87"/>
    <w:rsid w:val="00C16DE2"/>
    <w:rsid w:val="00C37B6F"/>
    <w:rsid w:val="00C46A99"/>
    <w:rsid w:val="00C51471"/>
    <w:rsid w:val="00C54D9D"/>
    <w:rsid w:val="00C736CA"/>
    <w:rsid w:val="00C769DB"/>
    <w:rsid w:val="00C8619C"/>
    <w:rsid w:val="00C86D95"/>
    <w:rsid w:val="00C96D9B"/>
    <w:rsid w:val="00CA6298"/>
    <w:rsid w:val="00CB287E"/>
    <w:rsid w:val="00CB6EEC"/>
    <w:rsid w:val="00CC28F3"/>
    <w:rsid w:val="00CD707E"/>
    <w:rsid w:val="00CE4EA8"/>
    <w:rsid w:val="00CE76BC"/>
    <w:rsid w:val="00CF7E8B"/>
    <w:rsid w:val="00D02344"/>
    <w:rsid w:val="00D023EB"/>
    <w:rsid w:val="00D14698"/>
    <w:rsid w:val="00D22B76"/>
    <w:rsid w:val="00D34C8D"/>
    <w:rsid w:val="00D3584B"/>
    <w:rsid w:val="00D567C5"/>
    <w:rsid w:val="00D57364"/>
    <w:rsid w:val="00D62D85"/>
    <w:rsid w:val="00D72572"/>
    <w:rsid w:val="00D7581F"/>
    <w:rsid w:val="00DB08EE"/>
    <w:rsid w:val="00DD1577"/>
    <w:rsid w:val="00DD1724"/>
    <w:rsid w:val="00DF113F"/>
    <w:rsid w:val="00E03B3F"/>
    <w:rsid w:val="00E13625"/>
    <w:rsid w:val="00E25FD8"/>
    <w:rsid w:val="00E27A43"/>
    <w:rsid w:val="00E33DDB"/>
    <w:rsid w:val="00E36468"/>
    <w:rsid w:val="00E3777D"/>
    <w:rsid w:val="00E55391"/>
    <w:rsid w:val="00E61001"/>
    <w:rsid w:val="00E660F3"/>
    <w:rsid w:val="00E7406B"/>
    <w:rsid w:val="00E815E8"/>
    <w:rsid w:val="00E939BB"/>
    <w:rsid w:val="00E9533E"/>
    <w:rsid w:val="00EB7AC9"/>
    <w:rsid w:val="00EC7E26"/>
    <w:rsid w:val="00EF1D06"/>
    <w:rsid w:val="00EF25CD"/>
    <w:rsid w:val="00EF2F35"/>
    <w:rsid w:val="00EF560F"/>
    <w:rsid w:val="00F00C8A"/>
    <w:rsid w:val="00F07566"/>
    <w:rsid w:val="00F22FD6"/>
    <w:rsid w:val="00F25403"/>
    <w:rsid w:val="00F363C6"/>
    <w:rsid w:val="00F4464F"/>
    <w:rsid w:val="00F500C9"/>
    <w:rsid w:val="00F50606"/>
    <w:rsid w:val="00F5084E"/>
    <w:rsid w:val="00F526B2"/>
    <w:rsid w:val="00F72AE3"/>
    <w:rsid w:val="00F819EA"/>
    <w:rsid w:val="00FA66A7"/>
    <w:rsid w:val="00FB10FE"/>
    <w:rsid w:val="00FB6385"/>
    <w:rsid w:val="00FC046C"/>
    <w:rsid w:val="00FC33FE"/>
    <w:rsid w:val="00FC536E"/>
    <w:rsid w:val="00FD053C"/>
    <w:rsid w:val="00FD662E"/>
    <w:rsid w:val="00FD673E"/>
    <w:rsid w:val="00FE3C3F"/>
    <w:rsid w:val="00FE5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D29D0E3"/>
  <w15:chartTrackingRefBased/>
  <w15:docId w15:val="{21223CF4-8C9E-9C49-9A78-7104162CE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188A"/>
    <w:pPr>
      <w:spacing w:line="260" w:lineRule="atLeast"/>
      <w:jc w:val="both"/>
    </w:pPr>
    <w:rPr>
      <w:rFonts w:ascii="Palatino Linotype" w:hAnsi="Palatino Linotype"/>
      <w:noProof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BA188A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BA188A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BA188A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BA188A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BA188A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BA188A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BA188A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BA188A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B260B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rsid w:val="00BA188A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BA188A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link w:val="Footer"/>
    <w:uiPriority w:val="99"/>
    <w:rsid w:val="00BA188A"/>
    <w:rPr>
      <w:rFonts w:ascii="Palatino Linotype" w:hAnsi="Palatino Linotype"/>
      <w:noProof/>
      <w:color w:val="000000"/>
      <w:szCs w:val="18"/>
    </w:rPr>
  </w:style>
  <w:style w:type="paragraph" w:styleId="Header">
    <w:name w:val="header"/>
    <w:basedOn w:val="Normal"/>
    <w:link w:val="HeaderChar"/>
    <w:uiPriority w:val="99"/>
    <w:rsid w:val="00BA18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BA188A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BA188A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BA188A"/>
    <w:pPr>
      <w:ind w:firstLine="0"/>
    </w:pPr>
  </w:style>
  <w:style w:type="paragraph" w:customStyle="1" w:styleId="MDPI31text">
    <w:name w:val="MDPI_3.1_text"/>
    <w:qFormat/>
    <w:rsid w:val="0037138B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BA188A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BA188A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BA188A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B51F67"/>
    <w:pPr>
      <w:numPr>
        <w:numId w:val="22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B51F67"/>
    <w:pPr>
      <w:numPr>
        <w:numId w:val="20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BA188A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BA188A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BA188A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656BA4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BA188A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BA188A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BA188A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footerfirstpage">
    <w:name w:val="MDPI_footer_firstpage"/>
    <w:qFormat/>
    <w:rsid w:val="00BA188A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23heading3">
    <w:name w:val="MDPI_2.3_heading3"/>
    <w:qFormat/>
    <w:rsid w:val="00BA188A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BA188A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BA188A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803EB8"/>
    <w:pPr>
      <w:numPr>
        <w:numId w:val="2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BalloonText">
    <w:name w:val="Balloon Text"/>
    <w:basedOn w:val="Normal"/>
    <w:link w:val="BalloonTextChar"/>
    <w:uiPriority w:val="99"/>
    <w:rsid w:val="00BA188A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BA188A"/>
    <w:rPr>
      <w:rFonts w:ascii="Palatino Linotype" w:hAnsi="Palatino Linotype" w:cs="Tahoma"/>
      <w:noProof/>
      <w:color w:val="000000"/>
      <w:szCs w:val="18"/>
    </w:rPr>
  </w:style>
  <w:style w:type="character" w:styleId="LineNumber">
    <w:name w:val="line number"/>
    <w:uiPriority w:val="99"/>
    <w:rsid w:val="000A426F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eNormal"/>
    <w:uiPriority w:val="99"/>
    <w:rsid w:val="00BA188A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BA188A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163FE1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FB10F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34textspacebefore">
    <w:name w:val="MDPI_3.4_text_space_before"/>
    <w:qFormat/>
    <w:rsid w:val="00BA188A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81theorem">
    <w:name w:val="MDPI_8.1_theorem"/>
    <w:qFormat/>
    <w:rsid w:val="00BA188A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BA188A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61Citation">
    <w:name w:val="MDPI_6.1_Citation"/>
    <w:qFormat/>
    <w:rsid w:val="00BA188A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BA188A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BA188A"/>
    <w:pPr>
      <w:adjustRightInd w:val="0"/>
      <w:snapToGrid w:val="0"/>
      <w:spacing w:before="240" w:line="228" w:lineRule="auto"/>
      <w:jc w:val="both"/>
    </w:pPr>
    <w:rPr>
      <w:rFonts w:ascii="Palatino Linotype" w:hAnsi="Palatino Linotype"/>
      <w:snapToGrid w:val="0"/>
      <w:color w:val="000000"/>
      <w:sz w:val="18"/>
      <w:lang w:eastAsia="en-US" w:bidi="en-US"/>
    </w:rPr>
  </w:style>
  <w:style w:type="paragraph" w:customStyle="1" w:styleId="MDPI15academiceditor">
    <w:name w:val="MDPI_1.5_academic_editor"/>
    <w:qFormat/>
    <w:rsid w:val="00E03B3F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BA188A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BA188A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BA188A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F00C8A"/>
    <w:pPr>
      <w:adjustRightInd w:val="0"/>
      <w:snapToGrid w:val="0"/>
      <w:spacing w:before="60" w:line="240" w:lineRule="atLeast"/>
      <w:ind w:right="113"/>
      <w:jc w:val="both"/>
    </w:pPr>
    <w:rPr>
      <w:rFonts w:ascii="Palatino Linotype" w:eastAsia="Times New Roman" w:hAnsi="Palatino Linotype"/>
      <w:noProof/>
      <w:snapToGrid w:val="0"/>
      <w:color w:val="000000"/>
      <w:sz w:val="14"/>
      <w:lang w:val="en-GB" w:eastAsia="en-GB"/>
    </w:rPr>
  </w:style>
  <w:style w:type="paragraph" w:customStyle="1" w:styleId="MDPI73CopyrightImage">
    <w:name w:val="MDPI_7.3_CopyrightImage"/>
    <w:rsid w:val="00BA188A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BA188A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BA188A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header">
    <w:name w:val="MDPI_header"/>
    <w:qFormat/>
    <w:rsid w:val="00BA188A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BA188A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BA188A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TableNormal"/>
    <w:uiPriority w:val="99"/>
    <w:rsid w:val="00BA188A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BA188A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BA188A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BA188A"/>
  </w:style>
  <w:style w:type="paragraph" w:styleId="Bibliography">
    <w:name w:val="Bibliography"/>
    <w:basedOn w:val="Normal"/>
    <w:next w:val="Normal"/>
    <w:uiPriority w:val="37"/>
    <w:semiHidden/>
    <w:unhideWhenUsed/>
    <w:rsid w:val="00BA188A"/>
  </w:style>
  <w:style w:type="paragraph" w:styleId="BodyText">
    <w:name w:val="Body Text"/>
    <w:link w:val="BodyTextChar"/>
    <w:rsid w:val="00BA188A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BodyTextChar">
    <w:name w:val="Body Text Char"/>
    <w:link w:val="BodyText"/>
    <w:rsid w:val="00BA188A"/>
    <w:rPr>
      <w:rFonts w:ascii="Palatino Linotype" w:hAnsi="Palatino Linotype"/>
      <w:color w:val="000000"/>
      <w:sz w:val="24"/>
      <w:lang w:eastAsia="de-DE"/>
    </w:rPr>
  </w:style>
  <w:style w:type="character" w:styleId="CommentReference">
    <w:name w:val="annotation reference"/>
    <w:rsid w:val="00BA188A"/>
    <w:rPr>
      <w:sz w:val="21"/>
      <w:szCs w:val="21"/>
    </w:rPr>
  </w:style>
  <w:style w:type="paragraph" w:styleId="CommentText">
    <w:name w:val="annotation text"/>
    <w:basedOn w:val="Normal"/>
    <w:link w:val="CommentTextChar"/>
    <w:rsid w:val="00BA188A"/>
  </w:style>
  <w:style w:type="character" w:customStyle="1" w:styleId="CommentTextChar">
    <w:name w:val="Comment Text Char"/>
    <w:link w:val="CommentText"/>
    <w:rsid w:val="00BA188A"/>
    <w:rPr>
      <w:rFonts w:ascii="Palatino Linotype" w:hAnsi="Palatino Linotype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BA188A"/>
    <w:rPr>
      <w:b/>
      <w:bCs/>
    </w:rPr>
  </w:style>
  <w:style w:type="character" w:customStyle="1" w:styleId="CommentSubjectChar">
    <w:name w:val="Comment Subject Char"/>
    <w:link w:val="CommentSubject"/>
    <w:rsid w:val="00BA188A"/>
    <w:rPr>
      <w:rFonts w:ascii="Palatino Linotype" w:hAnsi="Palatino Linotype"/>
      <w:b/>
      <w:bCs/>
      <w:noProof/>
      <w:color w:val="000000"/>
    </w:rPr>
  </w:style>
  <w:style w:type="character" w:styleId="EndnoteReference">
    <w:name w:val="endnote reference"/>
    <w:rsid w:val="00BA188A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BA188A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BA188A"/>
    <w:rPr>
      <w:rFonts w:ascii="Palatino Linotype" w:hAnsi="Palatino Linotype"/>
      <w:noProof/>
      <w:color w:val="000000"/>
    </w:rPr>
  </w:style>
  <w:style w:type="character" w:styleId="FollowedHyperlink">
    <w:name w:val="FollowedHyperlink"/>
    <w:rsid w:val="00BA188A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BA188A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BA188A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BA188A"/>
    <w:rPr>
      <w:szCs w:val="24"/>
    </w:rPr>
  </w:style>
  <w:style w:type="paragraph" w:customStyle="1" w:styleId="MsoFootnoteText0">
    <w:name w:val="MsoFootnoteText"/>
    <w:basedOn w:val="NormalWeb"/>
    <w:qFormat/>
    <w:rsid w:val="00BA188A"/>
    <w:rPr>
      <w:rFonts w:ascii="Times New Roman" w:hAnsi="Times New Roman"/>
    </w:rPr>
  </w:style>
  <w:style w:type="character" w:styleId="PageNumber">
    <w:name w:val="page number"/>
    <w:rsid w:val="00BA188A"/>
  </w:style>
  <w:style w:type="character" w:styleId="PlaceholderText">
    <w:name w:val="Placeholder Text"/>
    <w:uiPriority w:val="99"/>
    <w:semiHidden/>
    <w:rsid w:val="00BA188A"/>
    <w:rPr>
      <w:color w:val="808080"/>
    </w:rPr>
  </w:style>
  <w:style w:type="paragraph" w:customStyle="1" w:styleId="MDPI71FootNotes">
    <w:name w:val="MDPI_7.1_FootNotes"/>
    <w:qFormat/>
    <w:rsid w:val="00EF2F35"/>
    <w:pPr>
      <w:numPr>
        <w:numId w:val="21"/>
      </w:numPr>
      <w:adjustRightInd w:val="0"/>
      <w:snapToGrid w:val="0"/>
      <w:spacing w:line="228" w:lineRule="auto"/>
    </w:pPr>
    <w:rPr>
      <w:rFonts w:ascii="Palatino Linotype" w:eastAsiaTheme="minorEastAsia" w:hAnsi="Palatino Linotype"/>
      <w:noProof/>
      <w:color w:val="000000"/>
      <w:sz w:val="18"/>
    </w:rPr>
  </w:style>
  <w:style w:type="character" w:styleId="Strong">
    <w:name w:val="Strong"/>
    <w:uiPriority w:val="22"/>
    <w:qFormat/>
    <w:rsid w:val="00125A9C"/>
    <w:rPr>
      <w:b/>
      <w:bCs/>
    </w:rPr>
  </w:style>
  <w:style w:type="paragraph" w:styleId="TOC3">
    <w:name w:val="toc 3"/>
    <w:basedOn w:val="Normal"/>
    <w:next w:val="Normal"/>
    <w:autoRedefine/>
    <w:semiHidden/>
    <w:unhideWhenUsed/>
    <w:rsid w:val="00EF560F"/>
    <w:pPr>
      <w:spacing w:line="240" w:lineRule="auto"/>
      <w:ind w:left="480"/>
      <w:jc w:val="left"/>
    </w:pPr>
    <w:rPr>
      <w:rFonts w:ascii="Times New Roman" w:eastAsia="Times New Roman" w:hAnsi="Times New Roman"/>
      <w:noProof w:val="0"/>
      <w:color w:val="auto"/>
      <w:sz w:val="22"/>
      <w:szCs w:val="22"/>
      <w:lang w:eastAsia="en-US"/>
    </w:rPr>
  </w:style>
  <w:style w:type="table" w:styleId="PlainTable2">
    <w:name w:val="Plain Table 2"/>
    <w:basedOn w:val="TableNormal"/>
    <w:uiPriority w:val="42"/>
    <w:rsid w:val="00A575BB"/>
    <w:rPr>
      <w:rFonts w:asciiTheme="minorHAnsi" w:eastAsiaTheme="minorHAnsi" w:hAnsiTheme="minorHAnsi" w:cstheme="minorBidi"/>
      <w:sz w:val="24"/>
      <w:szCs w:val="24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90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gca2/Documents/MANUSCRIPTS/SUBMITTED/PAPER%20FIZZA/life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life-template.dot</Template>
  <TotalTime>731</TotalTime>
  <Pages>3</Pages>
  <Words>786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GCA</dc:creator>
  <cp:keywords/>
  <dc:description/>
  <cp:lastModifiedBy>GCA</cp:lastModifiedBy>
  <cp:revision>33</cp:revision>
  <dcterms:created xsi:type="dcterms:W3CDTF">2023-08-24T16:35:00Z</dcterms:created>
  <dcterms:modified xsi:type="dcterms:W3CDTF">2023-09-10T20:57:00Z</dcterms:modified>
</cp:coreProperties>
</file>