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6C2D" w14:textId="2228BE3C" w:rsidR="00635AC0" w:rsidRPr="007B791E" w:rsidRDefault="00635AC0" w:rsidP="00F60440">
      <w:pPr>
        <w:rPr>
          <w:lang w:val="en-GB"/>
        </w:rPr>
      </w:pP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1470"/>
        <w:gridCol w:w="1577"/>
        <w:gridCol w:w="630"/>
        <w:gridCol w:w="523"/>
      </w:tblGrid>
      <w:tr w:rsidR="007B791E" w:rsidRPr="007B791E" w14:paraId="1BC59854" w14:textId="77777777" w:rsidTr="007B791E">
        <w:trPr>
          <w:trHeight w:hRule="exact" w:val="284"/>
        </w:trPr>
        <w:tc>
          <w:tcPr>
            <w:tcW w:w="8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64DED6" w14:textId="1FEE10C7" w:rsidR="007B791E" w:rsidRPr="007B791E" w:rsidRDefault="002E3E1D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2E3E1D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Supplementary Table 4</w:t>
            </w:r>
            <w:r w:rsidR="007B791E"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.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Steroid differences between </w:t>
            </w:r>
            <w:r w:rsid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female and male foetuses</w:t>
            </w:r>
            <w:r w:rsidR="007B791E"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in umbilical arterial blood</w:t>
            </w:r>
          </w:p>
        </w:tc>
      </w:tr>
      <w:tr w:rsidR="007B791E" w:rsidRPr="007B791E" w14:paraId="60BCC1F4" w14:textId="77777777" w:rsidTr="007B791E">
        <w:trPr>
          <w:trHeight w:val="270"/>
        </w:trPr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4E4B6" w14:textId="5B49EA21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Steroid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D4EF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Female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3C537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Male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1BA82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p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B371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b/>
                <w:bCs/>
                <w:sz w:val="16"/>
                <w:szCs w:val="16"/>
                <w:lang w:val="en-GB" w:eastAsia="cs-CZ"/>
              </w:rPr>
              <w:t>η</w:t>
            </w:r>
            <w:r w:rsidRPr="007B791E">
              <w:rPr>
                <w:rFonts w:eastAsia="Times New Roman" w:cs="Calibri"/>
                <w:b/>
                <w:bCs/>
                <w:sz w:val="16"/>
                <w:szCs w:val="16"/>
                <w:vertAlign w:val="subscript"/>
                <w:lang w:val="en-GB" w:eastAsia="cs-CZ"/>
              </w:rPr>
              <w:t>p</w:t>
            </w:r>
            <w:r w:rsidRPr="007B791E">
              <w:rPr>
                <w:rFonts w:eastAsia="Times New Roman" w:cs="Calibri"/>
                <w:b/>
                <w:bCs/>
                <w:sz w:val="16"/>
                <w:szCs w:val="16"/>
                <w:vertAlign w:val="superscript"/>
                <w:lang w:val="en-GB" w:eastAsia="cs-CZ"/>
              </w:rPr>
              <w:t>2</w:t>
            </w:r>
          </w:p>
        </w:tc>
      </w:tr>
      <w:tr w:rsidR="007B791E" w:rsidRPr="007B791E" w14:paraId="4B8CF8C8" w14:textId="77777777" w:rsidTr="00125C69">
        <w:trPr>
          <w:trHeight w:hRule="exact" w:val="255"/>
        </w:trPr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878E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5-Androstene-3β,16α,17β-triol 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sulfate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2B3A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461 (404, 527)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2556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629 (541, 736)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4935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0.039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3E7D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0.113</w:t>
            </w:r>
          </w:p>
        </w:tc>
      </w:tr>
      <w:tr w:rsidR="007B791E" w:rsidRPr="007B791E" w14:paraId="3501BAA6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F369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17,20α-Dihydroxy-4-pregnene-3-one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EC6B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13.4 (11.3, 15.9)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A6A8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8.59 (7.14, 10.4)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3015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0.021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6030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0.137</w:t>
            </w:r>
          </w:p>
        </w:tc>
      </w:tr>
      <w:tr w:rsidR="007B791E" w:rsidRPr="007B791E" w14:paraId="30748DF0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4866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Androstenedione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3F95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3.1 (2.67, 3.61)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F864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2.19 (1.86, 2.58)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F630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0.036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4B75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0.116</w:t>
            </w:r>
          </w:p>
        </w:tc>
      </w:tr>
      <w:tr w:rsidR="007B791E" w:rsidRPr="007B791E" w14:paraId="47B06D21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0024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Testosterone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pM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114A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92 (45.8, 173)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FDCE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705 (354, 1430)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A1F6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5F08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0.198</w:t>
            </w:r>
          </w:p>
        </w:tc>
      </w:tr>
      <w:tr w:rsidR="007B791E" w:rsidRPr="007B791E" w14:paraId="40314E78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5FCE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16α-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Hydroxytestosterone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535A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12.9 (10.6, 15.6)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84A8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7.51 (5.95, 9.39)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D64D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0.017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4DCB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0.148</w:t>
            </w:r>
          </w:p>
        </w:tc>
      </w:tr>
      <w:tr w:rsidR="007B791E" w:rsidRPr="007B791E" w14:paraId="34FF688C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36D3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5α-Dihydrotestosterone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pM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FF58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35.9 (22.2, 56.6)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7968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98.4 (59.9, 161)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6B98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0.046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4D69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0.103</w:t>
            </w:r>
          </w:p>
        </w:tc>
      </w:tr>
      <w:tr w:rsidR="007B791E" w:rsidRPr="007B791E" w14:paraId="714BAFB1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8D90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5β-Pregnane-3α,17,20α-triol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AAD3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2.34 (2.09, 2.63)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2E81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1.46 (1.3, 1.65)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DA23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&lt;0.001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514C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0.291</w:t>
            </w:r>
          </w:p>
        </w:tc>
      </w:tr>
      <w:tr w:rsidR="007B791E" w:rsidRPr="007B791E" w14:paraId="1371B83C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0665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5β-Pregnane-3α,17,20α-triol, conjugated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3C84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592 (476, 751)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561D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307 (249, 384)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7F49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EAF7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0.184</w:t>
            </w:r>
          </w:p>
        </w:tc>
      </w:tr>
      <w:tr w:rsidR="007B791E" w:rsidRPr="007B791E" w14:paraId="2CE46C6A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999C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Etiocholanolone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pM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B7E9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55 (47.8, 62.8)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2F01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30.7 (25.1, 37)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E62C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F14A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0.25</w:t>
            </w:r>
          </w:p>
        </w:tc>
      </w:tr>
      <w:tr w:rsidR="007B791E" w:rsidRPr="007B791E" w14:paraId="61AD3BA1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F1C1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11β-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Hydroxyandrostenedione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4B63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9.67 (8.02, 11.7) 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D961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6.14 (4.99, 7.56)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0B7F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0.031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D5E3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0.12</w:t>
            </w:r>
          </w:p>
        </w:tc>
      </w:tr>
      <w:tr w:rsidR="007B791E" w:rsidRPr="007B791E" w14:paraId="75BACF4B" w14:textId="77777777" w:rsidTr="00125C69">
        <w:trPr>
          <w:trHeight w:hRule="exact" w:val="255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58B58" w14:textId="77777777" w:rsidR="007B791E" w:rsidRPr="007B791E" w:rsidRDefault="007B791E" w:rsidP="007B791E">
            <w:pPr>
              <w:spacing w:line="240" w:lineRule="auto"/>
              <w:jc w:val="left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3α,5β-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Tetrahydrocorticosterone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 [</w:t>
            </w:r>
            <w:proofErr w:type="spellStart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nM</w:t>
            </w:r>
            <w:proofErr w:type="spellEnd"/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]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F927A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2.13 (1.65, 2.72)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30E30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 xml:space="preserve">1.13 (0.841, 1.49)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4264C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0.025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E09CC" w14:textId="77777777" w:rsidR="007B791E" w:rsidRPr="007B791E" w:rsidRDefault="007B791E" w:rsidP="007B791E">
            <w:pPr>
              <w:spacing w:line="240" w:lineRule="auto"/>
              <w:jc w:val="center"/>
              <w:rPr>
                <w:rFonts w:eastAsia="Times New Roman" w:cs="Calibri"/>
                <w:sz w:val="16"/>
                <w:szCs w:val="16"/>
                <w:lang w:val="en-GB" w:eastAsia="cs-CZ"/>
              </w:rPr>
            </w:pPr>
            <w:r w:rsidRPr="007B791E">
              <w:rPr>
                <w:rFonts w:eastAsia="Times New Roman" w:cs="Calibri"/>
                <w:sz w:val="16"/>
                <w:szCs w:val="16"/>
                <w:lang w:val="en-GB" w:eastAsia="cs-CZ"/>
              </w:rPr>
              <w:t>0.139</w:t>
            </w:r>
          </w:p>
        </w:tc>
      </w:tr>
      <w:tr w:rsidR="00663840" w:rsidRPr="00BB4D23" w14:paraId="38637041" w14:textId="77777777" w:rsidTr="00663840">
        <w:trPr>
          <w:trHeight w:val="270"/>
        </w:trPr>
        <w:tc>
          <w:tcPr>
            <w:tcW w:w="816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0B1D8" w14:textId="592A0B76" w:rsidR="00663840" w:rsidRPr="00BB4D23" w:rsidRDefault="00BB4D23" w:rsidP="00663840">
            <w:pPr>
              <w:spacing w:line="240" w:lineRule="auto"/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</w:pPr>
            <w:r w:rsidRPr="00BB4D23">
              <w:rPr>
                <w:rFonts w:eastAsia="Times New Roman" w:cs="Calibri"/>
                <w:i/>
                <w:iCs/>
                <w:sz w:val="16"/>
                <w:szCs w:val="16"/>
                <w:lang w:val="en-GB" w:eastAsia="cs-CZ"/>
              </w:rPr>
              <w:t>The differences between twin and singleton pregnancies for each steroid were evaluated using a linear model consisting of factors Pregnancy type (Twin vs. Singleton) and Gender (Male vs. Female) adjusted for maternal age and gestational age at labour. Significant differences (p&lt;0.05) are in bold, p…p-value, ηp2…effect size (0.01 ~ small, 0.06 ~ medium, &gt;0.14 ~ large)</w:t>
            </w:r>
          </w:p>
        </w:tc>
      </w:tr>
    </w:tbl>
    <w:p w14:paraId="03555BD5" w14:textId="77777777" w:rsidR="00F60440" w:rsidRPr="007B791E" w:rsidRDefault="00F60440" w:rsidP="00B94A0F">
      <w:pPr>
        <w:jc w:val="left"/>
        <w:rPr>
          <w:lang w:val="en-GB"/>
        </w:rPr>
      </w:pPr>
    </w:p>
    <w:sectPr w:rsidR="00F60440" w:rsidRPr="007B791E" w:rsidSect="00E1110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E866A" w14:textId="77777777" w:rsidR="00B053AE" w:rsidRDefault="00B053AE">
      <w:pPr>
        <w:spacing w:line="240" w:lineRule="auto"/>
      </w:pPr>
      <w:r>
        <w:separator/>
      </w:r>
    </w:p>
  </w:endnote>
  <w:endnote w:type="continuationSeparator" w:id="0">
    <w:p w14:paraId="58C72779" w14:textId="77777777" w:rsidR="00B053AE" w:rsidRDefault="00B053AE">
      <w:pPr>
        <w:spacing w:line="240" w:lineRule="auto"/>
      </w:pPr>
      <w:r>
        <w:continuationSeparator/>
      </w:r>
    </w:p>
  </w:endnote>
  <w:endnote w:type="continuationNotice" w:id="1">
    <w:p w14:paraId="659A7D7A" w14:textId="77777777" w:rsidR="00B053AE" w:rsidRDefault="00B053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459" w14:textId="77777777" w:rsidR="0004400E" w:rsidRPr="00A71A3D" w:rsidRDefault="0004400E" w:rsidP="0004400E">
    <w:pPr>
      <w:pStyle w:val="Zpat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1ADF" w14:textId="77777777" w:rsidR="00471F5A" w:rsidRDefault="00471F5A" w:rsidP="00A24869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24C8C038" w14:textId="77777777" w:rsidR="0004400E" w:rsidRPr="008B308E" w:rsidRDefault="0004400E" w:rsidP="004340C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C86F84">
      <w:rPr>
        <w:b/>
        <w:iCs/>
        <w:lang w:val="fr-CH"/>
      </w:rPr>
      <w:t>2022</w:t>
    </w:r>
    <w:r w:rsidR="00506BC0" w:rsidRPr="00506BC0">
      <w:rPr>
        <w:iCs/>
        <w:lang w:val="fr-CH"/>
      </w:rPr>
      <w:t>,</w:t>
    </w:r>
    <w:r w:rsidR="00C86F84">
      <w:rPr>
        <w:i/>
        <w:iCs/>
        <w:lang w:val="fr-CH"/>
      </w:rPr>
      <w:t xml:space="preserve"> 23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</w:t>
    </w:r>
    <w:r w:rsidR="00471F5A">
      <w:rPr>
        <w:iCs/>
        <w:lang w:val="fr-CH"/>
      </w:rPr>
      <w:t>. https://doi.org/10.3390/xxxxx</w:t>
    </w:r>
    <w:r w:rsidR="004340C2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C1969" w14:textId="77777777" w:rsidR="00B053AE" w:rsidRDefault="00B053AE">
      <w:pPr>
        <w:spacing w:line="240" w:lineRule="auto"/>
      </w:pPr>
      <w:r>
        <w:separator/>
      </w:r>
    </w:p>
  </w:footnote>
  <w:footnote w:type="continuationSeparator" w:id="0">
    <w:p w14:paraId="664F7EB4" w14:textId="77777777" w:rsidR="00B053AE" w:rsidRDefault="00B053AE">
      <w:pPr>
        <w:spacing w:line="240" w:lineRule="auto"/>
      </w:pPr>
      <w:r>
        <w:continuationSeparator/>
      </w:r>
    </w:p>
  </w:footnote>
  <w:footnote w:type="continuationNotice" w:id="1">
    <w:p w14:paraId="68915B21" w14:textId="77777777" w:rsidR="00B053AE" w:rsidRDefault="00B053A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EBC3" w14:textId="77777777" w:rsidR="0004400E" w:rsidRDefault="0004400E" w:rsidP="0004400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3962" w14:textId="77777777" w:rsidR="00471F5A" w:rsidRDefault="0004400E" w:rsidP="004340C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Mol. Sci. </w:t>
    </w:r>
    <w:r w:rsidR="00C86F84">
      <w:rPr>
        <w:b/>
        <w:sz w:val="16"/>
      </w:rPr>
      <w:t>2022</w:t>
    </w:r>
    <w:r w:rsidR="00506BC0" w:rsidRPr="00506BC0">
      <w:rPr>
        <w:sz w:val="16"/>
      </w:rPr>
      <w:t>,</w:t>
    </w:r>
    <w:r w:rsidR="00C86F84">
      <w:rPr>
        <w:i/>
        <w:sz w:val="16"/>
      </w:rPr>
      <w:t xml:space="preserve"> 23</w:t>
    </w:r>
    <w:r w:rsidR="000B74CE">
      <w:rPr>
        <w:sz w:val="16"/>
      </w:rPr>
      <w:t>, x FOR PEER REVIEW</w:t>
    </w:r>
    <w:r w:rsidR="004340C2">
      <w:rPr>
        <w:sz w:val="16"/>
      </w:rPr>
      <w:tab/>
    </w:r>
    <w:r w:rsidR="000B74CE">
      <w:rPr>
        <w:sz w:val="16"/>
      </w:rPr>
      <w:fldChar w:fldCharType="begin"/>
    </w:r>
    <w:r w:rsidR="000B74CE">
      <w:rPr>
        <w:sz w:val="16"/>
      </w:rPr>
      <w:instrText xml:space="preserve"> PAGE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  <w:r w:rsidR="000B74CE">
      <w:rPr>
        <w:sz w:val="16"/>
      </w:rPr>
      <w:t xml:space="preserve"> of </w:t>
    </w:r>
    <w:r w:rsidR="000B74CE">
      <w:rPr>
        <w:sz w:val="16"/>
      </w:rPr>
      <w:fldChar w:fldCharType="begin"/>
    </w:r>
    <w:r w:rsidR="000B74CE">
      <w:rPr>
        <w:sz w:val="16"/>
      </w:rPr>
      <w:instrText xml:space="preserve"> NUMPAGES   \* MERGEFORMAT </w:instrText>
    </w:r>
    <w:r w:rsidR="000B74CE">
      <w:rPr>
        <w:sz w:val="16"/>
      </w:rPr>
      <w:fldChar w:fldCharType="separate"/>
    </w:r>
    <w:r w:rsidR="00A1712D">
      <w:rPr>
        <w:sz w:val="16"/>
      </w:rPr>
      <w:t>5</w:t>
    </w:r>
    <w:r w:rsidR="000B74CE">
      <w:rPr>
        <w:sz w:val="16"/>
      </w:rPr>
      <w:fldChar w:fldCharType="end"/>
    </w:r>
  </w:p>
  <w:p w14:paraId="5C6846D5" w14:textId="77777777" w:rsidR="0004400E" w:rsidRPr="003257E1" w:rsidRDefault="0004400E" w:rsidP="00A2486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1F5A" w:rsidRPr="004340C2" w14:paraId="421DD310" w14:textId="77777777" w:rsidTr="005332C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8CF948" w14:textId="77777777" w:rsidR="00471F5A" w:rsidRPr="00762525" w:rsidRDefault="000B1F19" w:rsidP="004340C2">
          <w:pPr>
            <w:pStyle w:val="Zhlav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62525">
            <w:rPr>
              <w:rFonts w:eastAsia="DengXian"/>
              <w:b/>
              <w:bCs/>
              <w:noProof/>
            </w:rPr>
            <w:drawing>
              <wp:inline distT="0" distB="0" distL="0" distR="0" wp14:anchorId="66E44734" wp14:editId="5E8C75DF">
                <wp:extent cx="1669415" cy="436245"/>
                <wp:effectExtent l="0" t="0" r="0" b="0"/>
                <wp:docPr id="4" name="Picture 3" descr="C:\Users\home\Desktop\logos\ijm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ijm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941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6440524" w14:textId="77777777" w:rsidR="00471F5A" w:rsidRPr="00762525" w:rsidRDefault="00471F5A" w:rsidP="004340C2">
          <w:pPr>
            <w:pStyle w:val="Zhlav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A860295" w14:textId="77777777" w:rsidR="00471F5A" w:rsidRPr="00762525" w:rsidRDefault="005332CC" w:rsidP="005332CC">
          <w:pPr>
            <w:pStyle w:val="Zhlav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4D92E000" wp14:editId="16A840BC">
                <wp:extent cx="540000" cy="360000"/>
                <wp:effectExtent l="0" t="0" r="0" b="2540"/>
                <wp:docPr id="5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36EADA" w14:textId="77777777" w:rsidR="0004400E" w:rsidRPr="00471F5A" w:rsidRDefault="0004400E" w:rsidP="00A2486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551C9AE8"/>
    <w:lvl w:ilvl="0" w:tplc="E264CA3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7E02BF6"/>
    <w:lvl w:ilvl="0" w:tplc="664029F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58452D"/>
    <w:multiLevelType w:val="hybridMultilevel"/>
    <w:tmpl w:val="CFB02148"/>
    <w:lvl w:ilvl="0" w:tplc="E8F6BC92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88" w:hanging="360"/>
      </w:pPr>
    </w:lvl>
    <w:lvl w:ilvl="2" w:tplc="0405001B" w:tentative="1">
      <w:start w:val="1"/>
      <w:numFmt w:val="lowerRoman"/>
      <w:lvlText w:val="%3."/>
      <w:lvlJc w:val="right"/>
      <w:pPr>
        <w:ind w:left="4408" w:hanging="180"/>
      </w:pPr>
    </w:lvl>
    <w:lvl w:ilvl="3" w:tplc="0405000F" w:tentative="1">
      <w:start w:val="1"/>
      <w:numFmt w:val="decimal"/>
      <w:lvlText w:val="%4."/>
      <w:lvlJc w:val="left"/>
      <w:pPr>
        <w:ind w:left="5128" w:hanging="360"/>
      </w:pPr>
    </w:lvl>
    <w:lvl w:ilvl="4" w:tplc="04050019" w:tentative="1">
      <w:start w:val="1"/>
      <w:numFmt w:val="lowerLetter"/>
      <w:lvlText w:val="%5."/>
      <w:lvlJc w:val="left"/>
      <w:pPr>
        <w:ind w:left="5848" w:hanging="360"/>
      </w:pPr>
    </w:lvl>
    <w:lvl w:ilvl="5" w:tplc="0405001B" w:tentative="1">
      <w:start w:val="1"/>
      <w:numFmt w:val="lowerRoman"/>
      <w:lvlText w:val="%6."/>
      <w:lvlJc w:val="right"/>
      <w:pPr>
        <w:ind w:left="6568" w:hanging="180"/>
      </w:pPr>
    </w:lvl>
    <w:lvl w:ilvl="6" w:tplc="0405000F" w:tentative="1">
      <w:start w:val="1"/>
      <w:numFmt w:val="decimal"/>
      <w:lvlText w:val="%7."/>
      <w:lvlJc w:val="left"/>
      <w:pPr>
        <w:ind w:left="7288" w:hanging="360"/>
      </w:pPr>
    </w:lvl>
    <w:lvl w:ilvl="7" w:tplc="04050019" w:tentative="1">
      <w:start w:val="1"/>
      <w:numFmt w:val="lowerLetter"/>
      <w:lvlText w:val="%8."/>
      <w:lvlJc w:val="left"/>
      <w:pPr>
        <w:ind w:left="8008" w:hanging="360"/>
      </w:pPr>
    </w:lvl>
    <w:lvl w:ilvl="8" w:tplc="0405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 w15:restartNumberingAfterBreak="0">
    <w:nsid w:val="70012E46"/>
    <w:multiLevelType w:val="hybridMultilevel"/>
    <w:tmpl w:val="0AC45432"/>
    <w:lvl w:ilvl="0" w:tplc="8C4831F6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szCs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1A3B"/>
    <w:multiLevelType w:val="hybridMultilevel"/>
    <w:tmpl w:val="5EB4AE68"/>
    <w:lvl w:ilvl="0" w:tplc="42505D7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86393690">
    <w:abstractNumId w:val="4"/>
  </w:num>
  <w:num w:numId="2" w16cid:durableId="76482534">
    <w:abstractNumId w:val="6"/>
  </w:num>
  <w:num w:numId="3" w16cid:durableId="962151453">
    <w:abstractNumId w:val="3"/>
  </w:num>
  <w:num w:numId="4" w16cid:durableId="202251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3144">
    <w:abstractNumId w:val="5"/>
  </w:num>
  <w:num w:numId="6" w16cid:durableId="714352046">
    <w:abstractNumId w:val="8"/>
  </w:num>
  <w:num w:numId="7" w16cid:durableId="96029299">
    <w:abstractNumId w:val="2"/>
  </w:num>
  <w:num w:numId="8" w16cid:durableId="1380671008">
    <w:abstractNumId w:val="8"/>
  </w:num>
  <w:num w:numId="9" w16cid:durableId="705059882">
    <w:abstractNumId w:val="2"/>
  </w:num>
  <w:num w:numId="10" w16cid:durableId="1312828988">
    <w:abstractNumId w:val="8"/>
  </w:num>
  <w:num w:numId="11" w16cid:durableId="999772851">
    <w:abstractNumId w:val="2"/>
  </w:num>
  <w:num w:numId="12" w16cid:durableId="1985507668">
    <w:abstractNumId w:val="11"/>
  </w:num>
  <w:num w:numId="13" w16cid:durableId="749157600">
    <w:abstractNumId w:val="8"/>
  </w:num>
  <w:num w:numId="14" w16cid:durableId="1492066953">
    <w:abstractNumId w:val="2"/>
  </w:num>
  <w:num w:numId="15" w16cid:durableId="774180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323324">
    <w:abstractNumId w:val="2"/>
  </w:num>
  <w:num w:numId="17" w16cid:durableId="443497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5803724">
    <w:abstractNumId w:val="0"/>
  </w:num>
  <w:num w:numId="19" w16cid:durableId="1953855452">
    <w:abstractNumId w:val="7"/>
  </w:num>
  <w:num w:numId="20" w16cid:durableId="902562480">
    <w:abstractNumId w:val="0"/>
  </w:num>
  <w:num w:numId="21" w16cid:durableId="2060203677">
    <w:abstractNumId w:val="8"/>
  </w:num>
  <w:num w:numId="22" w16cid:durableId="514925067">
    <w:abstractNumId w:val="2"/>
  </w:num>
  <w:num w:numId="23" w16cid:durableId="143669705">
    <w:abstractNumId w:val="0"/>
  </w:num>
  <w:num w:numId="24" w16cid:durableId="2065980477">
    <w:abstractNumId w:val="1"/>
  </w:num>
  <w:num w:numId="25" w16cid:durableId="243078400">
    <w:abstractNumId w:val="12"/>
  </w:num>
  <w:num w:numId="26" w16cid:durableId="1760826150">
    <w:abstractNumId w:val="10"/>
  </w:num>
  <w:num w:numId="27" w16cid:durableId="1931809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JMS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4D2477"/>
    <w:rsid w:val="000000D8"/>
    <w:rsid w:val="0000028F"/>
    <w:rsid w:val="00000CE3"/>
    <w:rsid w:val="00000D92"/>
    <w:rsid w:val="000016BA"/>
    <w:rsid w:val="000022B2"/>
    <w:rsid w:val="000027C0"/>
    <w:rsid w:val="00002D93"/>
    <w:rsid w:val="0000303A"/>
    <w:rsid w:val="00003FB9"/>
    <w:rsid w:val="0000461C"/>
    <w:rsid w:val="00004623"/>
    <w:rsid w:val="00004949"/>
    <w:rsid w:val="00004A30"/>
    <w:rsid w:val="00004A56"/>
    <w:rsid w:val="00004C39"/>
    <w:rsid w:val="00005046"/>
    <w:rsid w:val="000068A7"/>
    <w:rsid w:val="00006AA7"/>
    <w:rsid w:val="00006B20"/>
    <w:rsid w:val="00006D8E"/>
    <w:rsid w:val="00006F01"/>
    <w:rsid w:val="000077E2"/>
    <w:rsid w:val="00010A55"/>
    <w:rsid w:val="00010E91"/>
    <w:rsid w:val="000121CC"/>
    <w:rsid w:val="0001222A"/>
    <w:rsid w:val="00012288"/>
    <w:rsid w:val="00012979"/>
    <w:rsid w:val="00012DB7"/>
    <w:rsid w:val="00013864"/>
    <w:rsid w:val="00013CC6"/>
    <w:rsid w:val="00014776"/>
    <w:rsid w:val="00014818"/>
    <w:rsid w:val="00014CD1"/>
    <w:rsid w:val="00014EA9"/>
    <w:rsid w:val="00014EED"/>
    <w:rsid w:val="00014FD3"/>
    <w:rsid w:val="0001506B"/>
    <w:rsid w:val="000151E6"/>
    <w:rsid w:val="00016681"/>
    <w:rsid w:val="00016AB5"/>
    <w:rsid w:val="00016CDA"/>
    <w:rsid w:val="00016EAF"/>
    <w:rsid w:val="000173AA"/>
    <w:rsid w:val="0001751D"/>
    <w:rsid w:val="00017800"/>
    <w:rsid w:val="00017D40"/>
    <w:rsid w:val="00017DC0"/>
    <w:rsid w:val="00017DD8"/>
    <w:rsid w:val="00017F4E"/>
    <w:rsid w:val="0002087D"/>
    <w:rsid w:val="00020B8B"/>
    <w:rsid w:val="00020D51"/>
    <w:rsid w:val="00021652"/>
    <w:rsid w:val="0002170B"/>
    <w:rsid w:val="000223EC"/>
    <w:rsid w:val="000224BD"/>
    <w:rsid w:val="000229F8"/>
    <w:rsid w:val="00023018"/>
    <w:rsid w:val="00023BC6"/>
    <w:rsid w:val="00023E41"/>
    <w:rsid w:val="00024C1C"/>
    <w:rsid w:val="00024DCF"/>
    <w:rsid w:val="00025217"/>
    <w:rsid w:val="00026094"/>
    <w:rsid w:val="000262E7"/>
    <w:rsid w:val="000263C3"/>
    <w:rsid w:val="000266DF"/>
    <w:rsid w:val="00026C33"/>
    <w:rsid w:val="00026F34"/>
    <w:rsid w:val="00027479"/>
    <w:rsid w:val="00027755"/>
    <w:rsid w:val="000278DC"/>
    <w:rsid w:val="00027B68"/>
    <w:rsid w:val="0003047D"/>
    <w:rsid w:val="00031091"/>
    <w:rsid w:val="000310D3"/>
    <w:rsid w:val="000316E9"/>
    <w:rsid w:val="00031806"/>
    <w:rsid w:val="00031ACD"/>
    <w:rsid w:val="00032BB1"/>
    <w:rsid w:val="000333F9"/>
    <w:rsid w:val="00033450"/>
    <w:rsid w:val="00033578"/>
    <w:rsid w:val="000348D8"/>
    <w:rsid w:val="00035095"/>
    <w:rsid w:val="00035DD1"/>
    <w:rsid w:val="00035E7D"/>
    <w:rsid w:val="00035FC3"/>
    <w:rsid w:val="00035FFC"/>
    <w:rsid w:val="000363D0"/>
    <w:rsid w:val="000368AC"/>
    <w:rsid w:val="00036FB8"/>
    <w:rsid w:val="00036FC6"/>
    <w:rsid w:val="0003766B"/>
    <w:rsid w:val="00040083"/>
    <w:rsid w:val="0004025F"/>
    <w:rsid w:val="00040334"/>
    <w:rsid w:val="0004118D"/>
    <w:rsid w:val="00041190"/>
    <w:rsid w:val="00041977"/>
    <w:rsid w:val="00041B51"/>
    <w:rsid w:val="00042347"/>
    <w:rsid w:val="000427E2"/>
    <w:rsid w:val="00042AF8"/>
    <w:rsid w:val="00042BA6"/>
    <w:rsid w:val="00043529"/>
    <w:rsid w:val="00043C66"/>
    <w:rsid w:val="00043EA0"/>
    <w:rsid w:val="0004400E"/>
    <w:rsid w:val="0004457F"/>
    <w:rsid w:val="00044C0A"/>
    <w:rsid w:val="00044F5B"/>
    <w:rsid w:val="00045112"/>
    <w:rsid w:val="000459D2"/>
    <w:rsid w:val="0004600C"/>
    <w:rsid w:val="00046013"/>
    <w:rsid w:val="00046038"/>
    <w:rsid w:val="00046B73"/>
    <w:rsid w:val="000471AC"/>
    <w:rsid w:val="0004721A"/>
    <w:rsid w:val="0004751C"/>
    <w:rsid w:val="000477CA"/>
    <w:rsid w:val="00047829"/>
    <w:rsid w:val="00047C0D"/>
    <w:rsid w:val="00047D8D"/>
    <w:rsid w:val="00047D96"/>
    <w:rsid w:val="00050CEA"/>
    <w:rsid w:val="00050E13"/>
    <w:rsid w:val="00050E9D"/>
    <w:rsid w:val="0005144C"/>
    <w:rsid w:val="000514C7"/>
    <w:rsid w:val="00051A39"/>
    <w:rsid w:val="00051BB2"/>
    <w:rsid w:val="00051F28"/>
    <w:rsid w:val="00052351"/>
    <w:rsid w:val="00052B29"/>
    <w:rsid w:val="00052D66"/>
    <w:rsid w:val="00052E3F"/>
    <w:rsid w:val="00053BBB"/>
    <w:rsid w:val="00053EBF"/>
    <w:rsid w:val="00053F14"/>
    <w:rsid w:val="00054686"/>
    <w:rsid w:val="00054E2D"/>
    <w:rsid w:val="000553EB"/>
    <w:rsid w:val="00055739"/>
    <w:rsid w:val="0005590C"/>
    <w:rsid w:val="00055BB8"/>
    <w:rsid w:val="00055D22"/>
    <w:rsid w:val="00055DEF"/>
    <w:rsid w:val="000562D5"/>
    <w:rsid w:val="00057353"/>
    <w:rsid w:val="000574CD"/>
    <w:rsid w:val="00057654"/>
    <w:rsid w:val="000576E0"/>
    <w:rsid w:val="00057AEA"/>
    <w:rsid w:val="000604A8"/>
    <w:rsid w:val="000604CB"/>
    <w:rsid w:val="000604E6"/>
    <w:rsid w:val="00060550"/>
    <w:rsid w:val="00060619"/>
    <w:rsid w:val="000608D7"/>
    <w:rsid w:val="00060AB5"/>
    <w:rsid w:val="00060EB9"/>
    <w:rsid w:val="00061050"/>
    <w:rsid w:val="00061115"/>
    <w:rsid w:val="00061369"/>
    <w:rsid w:val="0006145C"/>
    <w:rsid w:val="000614E7"/>
    <w:rsid w:val="0006182C"/>
    <w:rsid w:val="0006227C"/>
    <w:rsid w:val="00062354"/>
    <w:rsid w:val="0006254F"/>
    <w:rsid w:val="000628D4"/>
    <w:rsid w:val="00063A27"/>
    <w:rsid w:val="00063CDC"/>
    <w:rsid w:val="00063D47"/>
    <w:rsid w:val="00064317"/>
    <w:rsid w:val="0006438F"/>
    <w:rsid w:val="0006468D"/>
    <w:rsid w:val="0006483C"/>
    <w:rsid w:val="00064BD6"/>
    <w:rsid w:val="00065317"/>
    <w:rsid w:val="00065930"/>
    <w:rsid w:val="00065E7B"/>
    <w:rsid w:val="000662C2"/>
    <w:rsid w:val="000669CB"/>
    <w:rsid w:val="00067575"/>
    <w:rsid w:val="000679F0"/>
    <w:rsid w:val="00067F81"/>
    <w:rsid w:val="00067FD7"/>
    <w:rsid w:val="0007010E"/>
    <w:rsid w:val="000702B9"/>
    <w:rsid w:val="00071E5D"/>
    <w:rsid w:val="00071F08"/>
    <w:rsid w:val="0007211E"/>
    <w:rsid w:val="00072262"/>
    <w:rsid w:val="00072F5D"/>
    <w:rsid w:val="000742A9"/>
    <w:rsid w:val="000743FB"/>
    <w:rsid w:val="000744D1"/>
    <w:rsid w:val="000749D9"/>
    <w:rsid w:val="000758E0"/>
    <w:rsid w:val="00075D12"/>
    <w:rsid w:val="00075DC8"/>
    <w:rsid w:val="00077D54"/>
    <w:rsid w:val="00077D99"/>
    <w:rsid w:val="0008001C"/>
    <w:rsid w:val="00080416"/>
    <w:rsid w:val="000807AA"/>
    <w:rsid w:val="00080DE3"/>
    <w:rsid w:val="00081712"/>
    <w:rsid w:val="00081E09"/>
    <w:rsid w:val="00081F5B"/>
    <w:rsid w:val="00082122"/>
    <w:rsid w:val="000828E3"/>
    <w:rsid w:val="0008372C"/>
    <w:rsid w:val="00083776"/>
    <w:rsid w:val="00083989"/>
    <w:rsid w:val="00083A67"/>
    <w:rsid w:val="00083D49"/>
    <w:rsid w:val="00083D9A"/>
    <w:rsid w:val="00084308"/>
    <w:rsid w:val="000844D8"/>
    <w:rsid w:val="000847B9"/>
    <w:rsid w:val="000847EF"/>
    <w:rsid w:val="00084D2E"/>
    <w:rsid w:val="00084F92"/>
    <w:rsid w:val="0008544A"/>
    <w:rsid w:val="000857D2"/>
    <w:rsid w:val="0008605C"/>
    <w:rsid w:val="000861D8"/>
    <w:rsid w:val="0008674F"/>
    <w:rsid w:val="0008684D"/>
    <w:rsid w:val="0008699A"/>
    <w:rsid w:val="0008708B"/>
    <w:rsid w:val="000872C1"/>
    <w:rsid w:val="00087507"/>
    <w:rsid w:val="00087E61"/>
    <w:rsid w:val="00087E9B"/>
    <w:rsid w:val="00090002"/>
    <w:rsid w:val="000903F5"/>
    <w:rsid w:val="00090707"/>
    <w:rsid w:val="000908D4"/>
    <w:rsid w:val="00090B69"/>
    <w:rsid w:val="0009117E"/>
    <w:rsid w:val="000914FA"/>
    <w:rsid w:val="000916C5"/>
    <w:rsid w:val="0009187B"/>
    <w:rsid w:val="00091BC5"/>
    <w:rsid w:val="0009213F"/>
    <w:rsid w:val="000925F8"/>
    <w:rsid w:val="00092EDC"/>
    <w:rsid w:val="00092F76"/>
    <w:rsid w:val="000930D5"/>
    <w:rsid w:val="00093560"/>
    <w:rsid w:val="000938AA"/>
    <w:rsid w:val="000947BD"/>
    <w:rsid w:val="000948EF"/>
    <w:rsid w:val="0009491A"/>
    <w:rsid w:val="00094A24"/>
    <w:rsid w:val="00094AC0"/>
    <w:rsid w:val="00094BF2"/>
    <w:rsid w:val="00094CA9"/>
    <w:rsid w:val="00094F44"/>
    <w:rsid w:val="00094FCF"/>
    <w:rsid w:val="00095418"/>
    <w:rsid w:val="0009564E"/>
    <w:rsid w:val="00095E44"/>
    <w:rsid w:val="00095E60"/>
    <w:rsid w:val="0009655B"/>
    <w:rsid w:val="000965C7"/>
    <w:rsid w:val="0009693A"/>
    <w:rsid w:val="00096BE1"/>
    <w:rsid w:val="00096CF5"/>
    <w:rsid w:val="00097883"/>
    <w:rsid w:val="000A0862"/>
    <w:rsid w:val="000A0B7D"/>
    <w:rsid w:val="000A0BCB"/>
    <w:rsid w:val="000A0C92"/>
    <w:rsid w:val="000A0D56"/>
    <w:rsid w:val="000A0EA6"/>
    <w:rsid w:val="000A0F93"/>
    <w:rsid w:val="000A128D"/>
    <w:rsid w:val="000A1A50"/>
    <w:rsid w:val="000A1B05"/>
    <w:rsid w:val="000A1CA9"/>
    <w:rsid w:val="000A23FE"/>
    <w:rsid w:val="000A2573"/>
    <w:rsid w:val="000A266B"/>
    <w:rsid w:val="000A27C4"/>
    <w:rsid w:val="000A3BF4"/>
    <w:rsid w:val="000A3FD1"/>
    <w:rsid w:val="000A41F5"/>
    <w:rsid w:val="000A4C66"/>
    <w:rsid w:val="000A4EBC"/>
    <w:rsid w:val="000A5078"/>
    <w:rsid w:val="000A5162"/>
    <w:rsid w:val="000A5460"/>
    <w:rsid w:val="000A564C"/>
    <w:rsid w:val="000A5777"/>
    <w:rsid w:val="000A5D71"/>
    <w:rsid w:val="000A5D75"/>
    <w:rsid w:val="000A609B"/>
    <w:rsid w:val="000A6419"/>
    <w:rsid w:val="000A6532"/>
    <w:rsid w:val="000A69C3"/>
    <w:rsid w:val="000A6FDD"/>
    <w:rsid w:val="000A73E0"/>
    <w:rsid w:val="000A7825"/>
    <w:rsid w:val="000A7B87"/>
    <w:rsid w:val="000A7C73"/>
    <w:rsid w:val="000A7F90"/>
    <w:rsid w:val="000B0069"/>
    <w:rsid w:val="000B00A1"/>
    <w:rsid w:val="000B0842"/>
    <w:rsid w:val="000B0876"/>
    <w:rsid w:val="000B08CB"/>
    <w:rsid w:val="000B0E10"/>
    <w:rsid w:val="000B1A36"/>
    <w:rsid w:val="000B1CA3"/>
    <w:rsid w:val="000B1D6E"/>
    <w:rsid w:val="000B1F19"/>
    <w:rsid w:val="000B22B0"/>
    <w:rsid w:val="000B2941"/>
    <w:rsid w:val="000B2AFD"/>
    <w:rsid w:val="000B2B7B"/>
    <w:rsid w:val="000B39D1"/>
    <w:rsid w:val="000B3C6F"/>
    <w:rsid w:val="000B3EC6"/>
    <w:rsid w:val="000B42D6"/>
    <w:rsid w:val="000B45FA"/>
    <w:rsid w:val="000B4ABB"/>
    <w:rsid w:val="000B4F05"/>
    <w:rsid w:val="000B5171"/>
    <w:rsid w:val="000B60A0"/>
    <w:rsid w:val="000B6245"/>
    <w:rsid w:val="000B6462"/>
    <w:rsid w:val="000B667B"/>
    <w:rsid w:val="000B6886"/>
    <w:rsid w:val="000B7130"/>
    <w:rsid w:val="000B7416"/>
    <w:rsid w:val="000B74CE"/>
    <w:rsid w:val="000B7856"/>
    <w:rsid w:val="000B7B76"/>
    <w:rsid w:val="000C06AC"/>
    <w:rsid w:val="000C0795"/>
    <w:rsid w:val="000C09F5"/>
    <w:rsid w:val="000C11D5"/>
    <w:rsid w:val="000C128C"/>
    <w:rsid w:val="000C151B"/>
    <w:rsid w:val="000C1631"/>
    <w:rsid w:val="000C213A"/>
    <w:rsid w:val="000C2304"/>
    <w:rsid w:val="000C244A"/>
    <w:rsid w:val="000C2465"/>
    <w:rsid w:val="000C2C97"/>
    <w:rsid w:val="000C3016"/>
    <w:rsid w:val="000C324F"/>
    <w:rsid w:val="000C3331"/>
    <w:rsid w:val="000C382B"/>
    <w:rsid w:val="000C3B2E"/>
    <w:rsid w:val="000C3C5F"/>
    <w:rsid w:val="000C4270"/>
    <w:rsid w:val="000C4597"/>
    <w:rsid w:val="000C4788"/>
    <w:rsid w:val="000C4950"/>
    <w:rsid w:val="000C4961"/>
    <w:rsid w:val="000C4B53"/>
    <w:rsid w:val="000C5000"/>
    <w:rsid w:val="000C5003"/>
    <w:rsid w:val="000C504E"/>
    <w:rsid w:val="000C52E2"/>
    <w:rsid w:val="000C568C"/>
    <w:rsid w:val="000C5EBE"/>
    <w:rsid w:val="000C5EC8"/>
    <w:rsid w:val="000C5FB7"/>
    <w:rsid w:val="000C5FCC"/>
    <w:rsid w:val="000C6064"/>
    <w:rsid w:val="000C618C"/>
    <w:rsid w:val="000C6260"/>
    <w:rsid w:val="000C641F"/>
    <w:rsid w:val="000C660C"/>
    <w:rsid w:val="000C672C"/>
    <w:rsid w:val="000C6B99"/>
    <w:rsid w:val="000C6FD8"/>
    <w:rsid w:val="000C72A2"/>
    <w:rsid w:val="000C7AA3"/>
    <w:rsid w:val="000D0F6D"/>
    <w:rsid w:val="000D1010"/>
    <w:rsid w:val="000D1C00"/>
    <w:rsid w:val="000D213A"/>
    <w:rsid w:val="000D2928"/>
    <w:rsid w:val="000D2A18"/>
    <w:rsid w:val="000D3018"/>
    <w:rsid w:val="000D4419"/>
    <w:rsid w:val="000D4BA9"/>
    <w:rsid w:val="000D4FC4"/>
    <w:rsid w:val="000D5019"/>
    <w:rsid w:val="000D530F"/>
    <w:rsid w:val="000D54C4"/>
    <w:rsid w:val="000D561F"/>
    <w:rsid w:val="000D6C87"/>
    <w:rsid w:val="000D7336"/>
    <w:rsid w:val="000D7447"/>
    <w:rsid w:val="000D7497"/>
    <w:rsid w:val="000D7788"/>
    <w:rsid w:val="000D790C"/>
    <w:rsid w:val="000D7C8F"/>
    <w:rsid w:val="000E0379"/>
    <w:rsid w:val="000E08CD"/>
    <w:rsid w:val="000E09F4"/>
    <w:rsid w:val="000E0A7A"/>
    <w:rsid w:val="000E1C46"/>
    <w:rsid w:val="000E1E06"/>
    <w:rsid w:val="000E212E"/>
    <w:rsid w:val="000E218F"/>
    <w:rsid w:val="000E2222"/>
    <w:rsid w:val="000E23C7"/>
    <w:rsid w:val="000E24EC"/>
    <w:rsid w:val="000E27AF"/>
    <w:rsid w:val="000E2C9D"/>
    <w:rsid w:val="000E2EDA"/>
    <w:rsid w:val="000E2F6D"/>
    <w:rsid w:val="000E32C8"/>
    <w:rsid w:val="000E37C2"/>
    <w:rsid w:val="000E43A9"/>
    <w:rsid w:val="000E4690"/>
    <w:rsid w:val="000E46F5"/>
    <w:rsid w:val="000E48C1"/>
    <w:rsid w:val="000E492C"/>
    <w:rsid w:val="000E4E4A"/>
    <w:rsid w:val="000E508C"/>
    <w:rsid w:val="000E54E5"/>
    <w:rsid w:val="000E557A"/>
    <w:rsid w:val="000E612A"/>
    <w:rsid w:val="000E62F1"/>
    <w:rsid w:val="000E65A4"/>
    <w:rsid w:val="000E6B67"/>
    <w:rsid w:val="000F0024"/>
    <w:rsid w:val="000F0890"/>
    <w:rsid w:val="000F0A7C"/>
    <w:rsid w:val="000F0F6F"/>
    <w:rsid w:val="000F0FE9"/>
    <w:rsid w:val="000F1995"/>
    <w:rsid w:val="000F1AFF"/>
    <w:rsid w:val="000F287C"/>
    <w:rsid w:val="000F287F"/>
    <w:rsid w:val="000F28DF"/>
    <w:rsid w:val="000F29E7"/>
    <w:rsid w:val="000F30D8"/>
    <w:rsid w:val="000F30E6"/>
    <w:rsid w:val="000F34A5"/>
    <w:rsid w:val="000F427E"/>
    <w:rsid w:val="000F48C1"/>
    <w:rsid w:val="000F509A"/>
    <w:rsid w:val="000F5D13"/>
    <w:rsid w:val="000F6050"/>
    <w:rsid w:val="000F6113"/>
    <w:rsid w:val="000F622C"/>
    <w:rsid w:val="000F68B2"/>
    <w:rsid w:val="000F6994"/>
    <w:rsid w:val="000F6B25"/>
    <w:rsid w:val="000F6CE2"/>
    <w:rsid w:val="000F7097"/>
    <w:rsid w:val="000F72EC"/>
    <w:rsid w:val="000F7352"/>
    <w:rsid w:val="000F79D5"/>
    <w:rsid w:val="000F7C47"/>
    <w:rsid w:val="000F7CE4"/>
    <w:rsid w:val="000F7E5D"/>
    <w:rsid w:val="00100788"/>
    <w:rsid w:val="0010081D"/>
    <w:rsid w:val="0010108D"/>
    <w:rsid w:val="001010B8"/>
    <w:rsid w:val="00101638"/>
    <w:rsid w:val="001016B7"/>
    <w:rsid w:val="001018CC"/>
    <w:rsid w:val="00101C8D"/>
    <w:rsid w:val="00101FD4"/>
    <w:rsid w:val="00102A2C"/>
    <w:rsid w:val="00103E36"/>
    <w:rsid w:val="001043B5"/>
    <w:rsid w:val="001048BB"/>
    <w:rsid w:val="00104BC3"/>
    <w:rsid w:val="00104CB4"/>
    <w:rsid w:val="00104CDB"/>
    <w:rsid w:val="00104F24"/>
    <w:rsid w:val="0010541E"/>
    <w:rsid w:val="00105834"/>
    <w:rsid w:val="00105A3D"/>
    <w:rsid w:val="00105C84"/>
    <w:rsid w:val="00105EDE"/>
    <w:rsid w:val="00106674"/>
    <w:rsid w:val="00107338"/>
    <w:rsid w:val="00107E4B"/>
    <w:rsid w:val="00110249"/>
    <w:rsid w:val="001102C2"/>
    <w:rsid w:val="0011044A"/>
    <w:rsid w:val="00110F8C"/>
    <w:rsid w:val="00111199"/>
    <w:rsid w:val="0011150D"/>
    <w:rsid w:val="001115F9"/>
    <w:rsid w:val="001118BC"/>
    <w:rsid w:val="00111B14"/>
    <w:rsid w:val="00111DDA"/>
    <w:rsid w:val="00111E4E"/>
    <w:rsid w:val="00112041"/>
    <w:rsid w:val="001123D4"/>
    <w:rsid w:val="001128FB"/>
    <w:rsid w:val="001138E9"/>
    <w:rsid w:val="00113921"/>
    <w:rsid w:val="00113DD7"/>
    <w:rsid w:val="001141C7"/>
    <w:rsid w:val="00114418"/>
    <w:rsid w:val="0011462A"/>
    <w:rsid w:val="001149A6"/>
    <w:rsid w:val="00114AEB"/>
    <w:rsid w:val="00114D11"/>
    <w:rsid w:val="001153BB"/>
    <w:rsid w:val="00115940"/>
    <w:rsid w:val="00115FDC"/>
    <w:rsid w:val="0011631B"/>
    <w:rsid w:val="00116463"/>
    <w:rsid w:val="00116556"/>
    <w:rsid w:val="0011683C"/>
    <w:rsid w:val="00116BD1"/>
    <w:rsid w:val="001170BC"/>
    <w:rsid w:val="0011720F"/>
    <w:rsid w:val="00117217"/>
    <w:rsid w:val="001174FF"/>
    <w:rsid w:val="00117A29"/>
    <w:rsid w:val="00117A3A"/>
    <w:rsid w:val="00120384"/>
    <w:rsid w:val="001208B6"/>
    <w:rsid w:val="00120C0D"/>
    <w:rsid w:val="00120E3C"/>
    <w:rsid w:val="00120E5B"/>
    <w:rsid w:val="00121579"/>
    <w:rsid w:val="00121913"/>
    <w:rsid w:val="001219C3"/>
    <w:rsid w:val="00122059"/>
    <w:rsid w:val="00122F81"/>
    <w:rsid w:val="0012315A"/>
    <w:rsid w:val="001237ED"/>
    <w:rsid w:val="00123998"/>
    <w:rsid w:val="00123A57"/>
    <w:rsid w:val="00123AAE"/>
    <w:rsid w:val="001242C0"/>
    <w:rsid w:val="00124F93"/>
    <w:rsid w:val="001251D3"/>
    <w:rsid w:val="00125B6B"/>
    <w:rsid w:val="00125C69"/>
    <w:rsid w:val="0012617F"/>
    <w:rsid w:val="00126E88"/>
    <w:rsid w:val="001270CF"/>
    <w:rsid w:val="0012716E"/>
    <w:rsid w:val="001273F2"/>
    <w:rsid w:val="00127475"/>
    <w:rsid w:val="00127A1A"/>
    <w:rsid w:val="00127A5B"/>
    <w:rsid w:val="001300E2"/>
    <w:rsid w:val="001301F9"/>
    <w:rsid w:val="0013055E"/>
    <w:rsid w:val="00130A84"/>
    <w:rsid w:val="00130CA7"/>
    <w:rsid w:val="00130D78"/>
    <w:rsid w:val="001316D7"/>
    <w:rsid w:val="0013211E"/>
    <w:rsid w:val="00132183"/>
    <w:rsid w:val="00132487"/>
    <w:rsid w:val="00133054"/>
    <w:rsid w:val="0013318D"/>
    <w:rsid w:val="00133542"/>
    <w:rsid w:val="00133E5E"/>
    <w:rsid w:val="001346C2"/>
    <w:rsid w:val="00134775"/>
    <w:rsid w:val="00135513"/>
    <w:rsid w:val="001358FB"/>
    <w:rsid w:val="001359CE"/>
    <w:rsid w:val="00135B8B"/>
    <w:rsid w:val="00135CEC"/>
    <w:rsid w:val="00135D43"/>
    <w:rsid w:val="00136992"/>
    <w:rsid w:val="00136993"/>
    <w:rsid w:val="001372FE"/>
    <w:rsid w:val="001378B9"/>
    <w:rsid w:val="00137CEA"/>
    <w:rsid w:val="001403D1"/>
    <w:rsid w:val="0014048C"/>
    <w:rsid w:val="00140553"/>
    <w:rsid w:val="001405EA"/>
    <w:rsid w:val="001409AA"/>
    <w:rsid w:val="00140AE9"/>
    <w:rsid w:val="00140EFF"/>
    <w:rsid w:val="00140F92"/>
    <w:rsid w:val="00141475"/>
    <w:rsid w:val="0014244A"/>
    <w:rsid w:val="001425DE"/>
    <w:rsid w:val="00142F4C"/>
    <w:rsid w:val="00143437"/>
    <w:rsid w:val="00144467"/>
    <w:rsid w:val="00144670"/>
    <w:rsid w:val="00144C4A"/>
    <w:rsid w:val="00144D29"/>
    <w:rsid w:val="001451B1"/>
    <w:rsid w:val="00145775"/>
    <w:rsid w:val="00145A14"/>
    <w:rsid w:val="00145C01"/>
    <w:rsid w:val="00145D0C"/>
    <w:rsid w:val="0014608F"/>
    <w:rsid w:val="00146926"/>
    <w:rsid w:val="00146A9E"/>
    <w:rsid w:val="00146E13"/>
    <w:rsid w:val="0015069D"/>
    <w:rsid w:val="001506E9"/>
    <w:rsid w:val="001515DF"/>
    <w:rsid w:val="00151859"/>
    <w:rsid w:val="00152602"/>
    <w:rsid w:val="00152702"/>
    <w:rsid w:val="00152AEE"/>
    <w:rsid w:val="00152D6A"/>
    <w:rsid w:val="0015327D"/>
    <w:rsid w:val="001540BF"/>
    <w:rsid w:val="00154674"/>
    <w:rsid w:val="00154699"/>
    <w:rsid w:val="00155450"/>
    <w:rsid w:val="0015640D"/>
    <w:rsid w:val="00156A04"/>
    <w:rsid w:val="00156FD4"/>
    <w:rsid w:val="00157216"/>
    <w:rsid w:val="001572ED"/>
    <w:rsid w:val="00157AE7"/>
    <w:rsid w:val="00157C65"/>
    <w:rsid w:val="0016006D"/>
    <w:rsid w:val="001607D6"/>
    <w:rsid w:val="00160E01"/>
    <w:rsid w:val="0016125F"/>
    <w:rsid w:val="00161BE6"/>
    <w:rsid w:val="0016215E"/>
    <w:rsid w:val="0016249D"/>
    <w:rsid w:val="0016257E"/>
    <w:rsid w:val="001630EA"/>
    <w:rsid w:val="001638AB"/>
    <w:rsid w:val="00163D79"/>
    <w:rsid w:val="00164513"/>
    <w:rsid w:val="00164F8D"/>
    <w:rsid w:val="00165103"/>
    <w:rsid w:val="001651DB"/>
    <w:rsid w:val="0016578F"/>
    <w:rsid w:val="00166067"/>
    <w:rsid w:val="001666AD"/>
    <w:rsid w:val="001678B3"/>
    <w:rsid w:val="001700A8"/>
    <w:rsid w:val="00170E8D"/>
    <w:rsid w:val="0017104C"/>
    <w:rsid w:val="0017122B"/>
    <w:rsid w:val="001715F3"/>
    <w:rsid w:val="0017187E"/>
    <w:rsid w:val="00171CFC"/>
    <w:rsid w:val="00171F40"/>
    <w:rsid w:val="00172035"/>
    <w:rsid w:val="001720B3"/>
    <w:rsid w:val="0017278F"/>
    <w:rsid w:val="00172ABA"/>
    <w:rsid w:val="00172C1B"/>
    <w:rsid w:val="00172DDE"/>
    <w:rsid w:val="00172F7A"/>
    <w:rsid w:val="00173034"/>
    <w:rsid w:val="00173070"/>
    <w:rsid w:val="00173946"/>
    <w:rsid w:val="001739D5"/>
    <w:rsid w:val="001739F1"/>
    <w:rsid w:val="0017402B"/>
    <w:rsid w:val="001741DE"/>
    <w:rsid w:val="0017426D"/>
    <w:rsid w:val="00174739"/>
    <w:rsid w:val="001747F3"/>
    <w:rsid w:val="00174984"/>
    <w:rsid w:val="00174D38"/>
    <w:rsid w:val="00174FBD"/>
    <w:rsid w:val="00175279"/>
    <w:rsid w:val="00175282"/>
    <w:rsid w:val="00175ECA"/>
    <w:rsid w:val="00175F4C"/>
    <w:rsid w:val="00176049"/>
    <w:rsid w:val="001765EA"/>
    <w:rsid w:val="00177426"/>
    <w:rsid w:val="00177458"/>
    <w:rsid w:val="00177750"/>
    <w:rsid w:val="00177A3C"/>
    <w:rsid w:val="00177DB7"/>
    <w:rsid w:val="00177E24"/>
    <w:rsid w:val="00177E5F"/>
    <w:rsid w:val="00177E90"/>
    <w:rsid w:val="00180DA4"/>
    <w:rsid w:val="0018136B"/>
    <w:rsid w:val="00181C48"/>
    <w:rsid w:val="00181E78"/>
    <w:rsid w:val="00182364"/>
    <w:rsid w:val="001825B6"/>
    <w:rsid w:val="00182AF7"/>
    <w:rsid w:val="00182CF6"/>
    <w:rsid w:val="00182EA9"/>
    <w:rsid w:val="001831C5"/>
    <w:rsid w:val="0018355E"/>
    <w:rsid w:val="00183971"/>
    <w:rsid w:val="00183999"/>
    <w:rsid w:val="001843D5"/>
    <w:rsid w:val="00184678"/>
    <w:rsid w:val="00184818"/>
    <w:rsid w:val="001848C8"/>
    <w:rsid w:val="001858F1"/>
    <w:rsid w:val="00185F7C"/>
    <w:rsid w:val="001863A2"/>
    <w:rsid w:val="00186760"/>
    <w:rsid w:val="001868EF"/>
    <w:rsid w:val="00186C1F"/>
    <w:rsid w:val="00187691"/>
    <w:rsid w:val="001878BD"/>
    <w:rsid w:val="00190310"/>
    <w:rsid w:val="00190E02"/>
    <w:rsid w:val="001911FD"/>
    <w:rsid w:val="001913A4"/>
    <w:rsid w:val="00191403"/>
    <w:rsid w:val="00191446"/>
    <w:rsid w:val="00193042"/>
    <w:rsid w:val="001932BD"/>
    <w:rsid w:val="00193570"/>
    <w:rsid w:val="00193622"/>
    <w:rsid w:val="00193823"/>
    <w:rsid w:val="00193A55"/>
    <w:rsid w:val="00193F45"/>
    <w:rsid w:val="00194D87"/>
    <w:rsid w:val="00195606"/>
    <w:rsid w:val="001956ED"/>
    <w:rsid w:val="00195949"/>
    <w:rsid w:val="00195D31"/>
    <w:rsid w:val="0019622C"/>
    <w:rsid w:val="0019670E"/>
    <w:rsid w:val="0019692C"/>
    <w:rsid w:val="00196E46"/>
    <w:rsid w:val="00197196"/>
    <w:rsid w:val="0019756F"/>
    <w:rsid w:val="0019764F"/>
    <w:rsid w:val="00197F28"/>
    <w:rsid w:val="001A00C4"/>
    <w:rsid w:val="001A0900"/>
    <w:rsid w:val="001A0CE9"/>
    <w:rsid w:val="001A0DFD"/>
    <w:rsid w:val="001A0FB9"/>
    <w:rsid w:val="001A104A"/>
    <w:rsid w:val="001A1400"/>
    <w:rsid w:val="001A19A5"/>
    <w:rsid w:val="001A1BCE"/>
    <w:rsid w:val="001A1E76"/>
    <w:rsid w:val="001A31C9"/>
    <w:rsid w:val="001A31D3"/>
    <w:rsid w:val="001A32AA"/>
    <w:rsid w:val="001A3CC2"/>
    <w:rsid w:val="001A3DDA"/>
    <w:rsid w:val="001A424D"/>
    <w:rsid w:val="001A43EB"/>
    <w:rsid w:val="001A4B1D"/>
    <w:rsid w:val="001A4C47"/>
    <w:rsid w:val="001A55C3"/>
    <w:rsid w:val="001A574F"/>
    <w:rsid w:val="001A5789"/>
    <w:rsid w:val="001A5983"/>
    <w:rsid w:val="001A5E94"/>
    <w:rsid w:val="001A6200"/>
    <w:rsid w:val="001A672A"/>
    <w:rsid w:val="001A6A46"/>
    <w:rsid w:val="001A7280"/>
    <w:rsid w:val="001A72EA"/>
    <w:rsid w:val="001A75ED"/>
    <w:rsid w:val="001A7A58"/>
    <w:rsid w:val="001A7E08"/>
    <w:rsid w:val="001A7E45"/>
    <w:rsid w:val="001B07FB"/>
    <w:rsid w:val="001B0ED4"/>
    <w:rsid w:val="001B121A"/>
    <w:rsid w:val="001B1759"/>
    <w:rsid w:val="001B1B57"/>
    <w:rsid w:val="001B1BC5"/>
    <w:rsid w:val="001B1BEB"/>
    <w:rsid w:val="001B29C5"/>
    <w:rsid w:val="001B3B00"/>
    <w:rsid w:val="001B466F"/>
    <w:rsid w:val="001B484E"/>
    <w:rsid w:val="001B49E7"/>
    <w:rsid w:val="001B4AB0"/>
    <w:rsid w:val="001B5185"/>
    <w:rsid w:val="001B5DB4"/>
    <w:rsid w:val="001B5EB3"/>
    <w:rsid w:val="001B6038"/>
    <w:rsid w:val="001B63BE"/>
    <w:rsid w:val="001B6557"/>
    <w:rsid w:val="001B6F29"/>
    <w:rsid w:val="001B6FB3"/>
    <w:rsid w:val="001B72C4"/>
    <w:rsid w:val="001C039B"/>
    <w:rsid w:val="001C0ADB"/>
    <w:rsid w:val="001C0C00"/>
    <w:rsid w:val="001C16F4"/>
    <w:rsid w:val="001C2C71"/>
    <w:rsid w:val="001C2DFD"/>
    <w:rsid w:val="001C2EFC"/>
    <w:rsid w:val="001C3069"/>
    <w:rsid w:val="001C3322"/>
    <w:rsid w:val="001C3554"/>
    <w:rsid w:val="001C3E00"/>
    <w:rsid w:val="001C408F"/>
    <w:rsid w:val="001C4126"/>
    <w:rsid w:val="001C4366"/>
    <w:rsid w:val="001C436B"/>
    <w:rsid w:val="001C43AB"/>
    <w:rsid w:val="001C458E"/>
    <w:rsid w:val="001C4BA2"/>
    <w:rsid w:val="001C4ECA"/>
    <w:rsid w:val="001C551E"/>
    <w:rsid w:val="001C554C"/>
    <w:rsid w:val="001C577E"/>
    <w:rsid w:val="001C59A9"/>
    <w:rsid w:val="001C5F54"/>
    <w:rsid w:val="001C6CC5"/>
    <w:rsid w:val="001C7358"/>
    <w:rsid w:val="001C7830"/>
    <w:rsid w:val="001C78B4"/>
    <w:rsid w:val="001C7AE4"/>
    <w:rsid w:val="001C7CD5"/>
    <w:rsid w:val="001C7E38"/>
    <w:rsid w:val="001D03A6"/>
    <w:rsid w:val="001D097B"/>
    <w:rsid w:val="001D0BCE"/>
    <w:rsid w:val="001D10F7"/>
    <w:rsid w:val="001D179F"/>
    <w:rsid w:val="001D23E5"/>
    <w:rsid w:val="001D2813"/>
    <w:rsid w:val="001D2D8A"/>
    <w:rsid w:val="001D30BE"/>
    <w:rsid w:val="001D349C"/>
    <w:rsid w:val="001D3654"/>
    <w:rsid w:val="001D3DAA"/>
    <w:rsid w:val="001D48F8"/>
    <w:rsid w:val="001D4D23"/>
    <w:rsid w:val="001D4D77"/>
    <w:rsid w:val="001D4E25"/>
    <w:rsid w:val="001D5242"/>
    <w:rsid w:val="001D593F"/>
    <w:rsid w:val="001D59F0"/>
    <w:rsid w:val="001D5E69"/>
    <w:rsid w:val="001D7180"/>
    <w:rsid w:val="001D76F1"/>
    <w:rsid w:val="001D7C72"/>
    <w:rsid w:val="001E0433"/>
    <w:rsid w:val="001E0A0C"/>
    <w:rsid w:val="001E0BDF"/>
    <w:rsid w:val="001E0EBC"/>
    <w:rsid w:val="001E110D"/>
    <w:rsid w:val="001E1B73"/>
    <w:rsid w:val="001E1DD9"/>
    <w:rsid w:val="001E1F35"/>
    <w:rsid w:val="001E2814"/>
    <w:rsid w:val="001E2AEB"/>
    <w:rsid w:val="001E2BF8"/>
    <w:rsid w:val="001E2EB3"/>
    <w:rsid w:val="001E2EF0"/>
    <w:rsid w:val="001E2F8A"/>
    <w:rsid w:val="001E3A30"/>
    <w:rsid w:val="001E4976"/>
    <w:rsid w:val="001E4A07"/>
    <w:rsid w:val="001E4B00"/>
    <w:rsid w:val="001E4B19"/>
    <w:rsid w:val="001E50D1"/>
    <w:rsid w:val="001E5246"/>
    <w:rsid w:val="001E5957"/>
    <w:rsid w:val="001E5A17"/>
    <w:rsid w:val="001E5D7E"/>
    <w:rsid w:val="001E6A61"/>
    <w:rsid w:val="001E6ADE"/>
    <w:rsid w:val="001E6EC5"/>
    <w:rsid w:val="001E72EC"/>
    <w:rsid w:val="001E778C"/>
    <w:rsid w:val="001E7BF0"/>
    <w:rsid w:val="001E7C92"/>
    <w:rsid w:val="001F0015"/>
    <w:rsid w:val="001F0080"/>
    <w:rsid w:val="001F00CC"/>
    <w:rsid w:val="001F04C5"/>
    <w:rsid w:val="001F0B69"/>
    <w:rsid w:val="001F239D"/>
    <w:rsid w:val="001F2838"/>
    <w:rsid w:val="001F2A35"/>
    <w:rsid w:val="001F2AF3"/>
    <w:rsid w:val="001F2B97"/>
    <w:rsid w:val="001F39B9"/>
    <w:rsid w:val="001F3AA9"/>
    <w:rsid w:val="001F3B68"/>
    <w:rsid w:val="001F408F"/>
    <w:rsid w:val="001F4729"/>
    <w:rsid w:val="001F49B4"/>
    <w:rsid w:val="001F520E"/>
    <w:rsid w:val="001F5470"/>
    <w:rsid w:val="001F58AF"/>
    <w:rsid w:val="001F5A73"/>
    <w:rsid w:val="001F6475"/>
    <w:rsid w:val="001F653D"/>
    <w:rsid w:val="001F662F"/>
    <w:rsid w:val="001F6A27"/>
    <w:rsid w:val="001F7580"/>
    <w:rsid w:val="001F767D"/>
    <w:rsid w:val="001F7D5D"/>
    <w:rsid w:val="002003E2"/>
    <w:rsid w:val="0020081E"/>
    <w:rsid w:val="00200E93"/>
    <w:rsid w:val="00200EFA"/>
    <w:rsid w:val="00201186"/>
    <w:rsid w:val="00201216"/>
    <w:rsid w:val="00201347"/>
    <w:rsid w:val="0020148F"/>
    <w:rsid w:val="002017D9"/>
    <w:rsid w:val="00201940"/>
    <w:rsid w:val="00202679"/>
    <w:rsid w:val="00202A20"/>
    <w:rsid w:val="00203068"/>
    <w:rsid w:val="00203F6E"/>
    <w:rsid w:val="002043FC"/>
    <w:rsid w:val="00204654"/>
    <w:rsid w:val="00204767"/>
    <w:rsid w:val="00204AF5"/>
    <w:rsid w:val="00204E36"/>
    <w:rsid w:val="00205083"/>
    <w:rsid w:val="00205A7A"/>
    <w:rsid w:val="00205EB8"/>
    <w:rsid w:val="00206362"/>
    <w:rsid w:val="00206B33"/>
    <w:rsid w:val="002071E7"/>
    <w:rsid w:val="002072B8"/>
    <w:rsid w:val="002073DF"/>
    <w:rsid w:val="00207810"/>
    <w:rsid w:val="0020798F"/>
    <w:rsid w:val="00207BD2"/>
    <w:rsid w:val="00207D79"/>
    <w:rsid w:val="00210121"/>
    <w:rsid w:val="00210B7D"/>
    <w:rsid w:val="00210DEA"/>
    <w:rsid w:val="002118A6"/>
    <w:rsid w:val="00211F69"/>
    <w:rsid w:val="0021217E"/>
    <w:rsid w:val="00212870"/>
    <w:rsid w:val="00212E9F"/>
    <w:rsid w:val="002149E7"/>
    <w:rsid w:val="00214DF6"/>
    <w:rsid w:val="00214FDA"/>
    <w:rsid w:val="00215A16"/>
    <w:rsid w:val="00215A1B"/>
    <w:rsid w:val="00215D82"/>
    <w:rsid w:val="0021613B"/>
    <w:rsid w:val="002164AD"/>
    <w:rsid w:val="002168B3"/>
    <w:rsid w:val="00216AC3"/>
    <w:rsid w:val="00216F9E"/>
    <w:rsid w:val="0021797E"/>
    <w:rsid w:val="00217D38"/>
    <w:rsid w:val="00221329"/>
    <w:rsid w:val="00221372"/>
    <w:rsid w:val="00221475"/>
    <w:rsid w:val="00221661"/>
    <w:rsid w:val="00221919"/>
    <w:rsid w:val="00221D20"/>
    <w:rsid w:val="002223FC"/>
    <w:rsid w:val="0022292A"/>
    <w:rsid w:val="00222A17"/>
    <w:rsid w:val="00222A29"/>
    <w:rsid w:val="00222B33"/>
    <w:rsid w:val="00222BAE"/>
    <w:rsid w:val="00222EA9"/>
    <w:rsid w:val="00222F8A"/>
    <w:rsid w:val="00223588"/>
    <w:rsid w:val="0022385B"/>
    <w:rsid w:val="002242E6"/>
    <w:rsid w:val="00224452"/>
    <w:rsid w:val="00224479"/>
    <w:rsid w:val="00224AE3"/>
    <w:rsid w:val="00224D19"/>
    <w:rsid w:val="00224DED"/>
    <w:rsid w:val="00225154"/>
    <w:rsid w:val="00225538"/>
    <w:rsid w:val="0022598C"/>
    <w:rsid w:val="00225B0E"/>
    <w:rsid w:val="00226330"/>
    <w:rsid w:val="00226A75"/>
    <w:rsid w:val="00226D8B"/>
    <w:rsid w:val="00227701"/>
    <w:rsid w:val="002278FE"/>
    <w:rsid w:val="00230C17"/>
    <w:rsid w:val="00230CDF"/>
    <w:rsid w:val="00230CE6"/>
    <w:rsid w:val="0023147E"/>
    <w:rsid w:val="00231A35"/>
    <w:rsid w:val="00231A48"/>
    <w:rsid w:val="00231A9C"/>
    <w:rsid w:val="00231D26"/>
    <w:rsid w:val="00231E7D"/>
    <w:rsid w:val="00232328"/>
    <w:rsid w:val="00232F16"/>
    <w:rsid w:val="00233283"/>
    <w:rsid w:val="002332CE"/>
    <w:rsid w:val="002336AD"/>
    <w:rsid w:val="00233B8A"/>
    <w:rsid w:val="00234037"/>
    <w:rsid w:val="002344F9"/>
    <w:rsid w:val="002346F6"/>
    <w:rsid w:val="002349FC"/>
    <w:rsid w:val="00234AF0"/>
    <w:rsid w:val="002350D3"/>
    <w:rsid w:val="00235147"/>
    <w:rsid w:val="00235198"/>
    <w:rsid w:val="0023524F"/>
    <w:rsid w:val="0023551C"/>
    <w:rsid w:val="00235538"/>
    <w:rsid w:val="00235E58"/>
    <w:rsid w:val="0023621E"/>
    <w:rsid w:val="00236658"/>
    <w:rsid w:val="00236BD8"/>
    <w:rsid w:val="002373EF"/>
    <w:rsid w:val="002375DF"/>
    <w:rsid w:val="002376D3"/>
    <w:rsid w:val="002376EE"/>
    <w:rsid w:val="00240486"/>
    <w:rsid w:val="00240606"/>
    <w:rsid w:val="0024068D"/>
    <w:rsid w:val="00240D6A"/>
    <w:rsid w:val="00240E12"/>
    <w:rsid w:val="00241146"/>
    <w:rsid w:val="002412E5"/>
    <w:rsid w:val="002414DA"/>
    <w:rsid w:val="002418F6"/>
    <w:rsid w:val="00241B28"/>
    <w:rsid w:val="00241F22"/>
    <w:rsid w:val="00242205"/>
    <w:rsid w:val="00242913"/>
    <w:rsid w:val="00242CCA"/>
    <w:rsid w:val="00242F10"/>
    <w:rsid w:val="00242FA0"/>
    <w:rsid w:val="00243727"/>
    <w:rsid w:val="00243ACE"/>
    <w:rsid w:val="00243AE9"/>
    <w:rsid w:val="00243CDF"/>
    <w:rsid w:val="00244484"/>
    <w:rsid w:val="002445C9"/>
    <w:rsid w:val="00244837"/>
    <w:rsid w:val="00244D85"/>
    <w:rsid w:val="002451E5"/>
    <w:rsid w:val="00245428"/>
    <w:rsid w:val="002462D7"/>
    <w:rsid w:val="002464AD"/>
    <w:rsid w:val="002464BC"/>
    <w:rsid w:val="00246590"/>
    <w:rsid w:val="002467D8"/>
    <w:rsid w:val="00246A9C"/>
    <w:rsid w:val="0024757B"/>
    <w:rsid w:val="00247FF9"/>
    <w:rsid w:val="002512BC"/>
    <w:rsid w:val="002514E2"/>
    <w:rsid w:val="00252876"/>
    <w:rsid w:val="00253F67"/>
    <w:rsid w:val="00255086"/>
    <w:rsid w:val="0025539A"/>
    <w:rsid w:val="00255A98"/>
    <w:rsid w:val="00255E63"/>
    <w:rsid w:val="002561C9"/>
    <w:rsid w:val="002561FE"/>
    <w:rsid w:val="00257EDC"/>
    <w:rsid w:val="0026062F"/>
    <w:rsid w:val="00261244"/>
    <w:rsid w:val="002612A2"/>
    <w:rsid w:val="002612B2"/>
    <w:rsid w:val="002614A3"/>
    <w:rsid w:val="00261FB1"/>
    <w:rsid w:val="00262905"/>
    <w:rsid w:val="00263204"/>
    <w:rsid w:val="0026367C"/>
    <w:rsid w:val="002638A0"/>
    <w:rsid w:val="00264491"/>
    <w:rsid w:val="00264622"/>
    <w:rsid w:val="00264766"/>
    <w:rsid w:val="00264C6A"/>
    <w:rsid w:val="0026514C"/>
    <w:rsid w:val="002656D0"/>
    <w:rsid w:val="00265D63"/>
    <w:rsid w:val="00265FB9"/>
    <w:rsid w:val="00266409"/>
    <w:rsid w:val="00266D41"/>
    <w:rsid w:val="00267B99"/>
    <w:rsid w:val="00267E9C"/>
    <w:rsid w:val="002701F2"/>
    <w:rsid w:val="00270784"/>
    <w:rsid w:val="00270DA7"/>
    <w:rsid w:val="00271AB0"/>
    <w:rsid w:val="00271E97"/>
    <w:rsid w:val="00272549"/>
    <w:rsid w:val="002725F2"/>
    <w:rsid w:val="00272BAE"/>
    <w:rsid w:val="00272FF8"/>
    <w:rsid w:val="002739C4"/>
    <w:rsid w:val="0027427D"/>
    <w:rsid w:val="002742B6"/>
    <w:rsid w:val="002746AE"/>
    <w:rsid w:val="0027488A"/>
    <w:rsid w:val="00274EAB"/>
    <w:rsid w:val="00275035"/>
    <w:rsid w:val="00275152"/>
    <w:rsid w:val="00275574"/>
    <w:rsid w:val="002756C7"/>
    <w:rsid w:val="002756EC"/>
    <w:rsid w:val="002757D5"/>
    <w:rsid w:val="00275CBC"/>
    <w:rsid w:val="00275F8F"/>
    <w:rsid w:val="00276478"/>
    <w:rsid w:val="002765A6"/>
    <w:rsid w:val="002765FF"/>
    <w:rsid w:val="002767A7"/>
    <w:rsid w:val="00276812"/>
    <w:rsid w:val="002768BE"/>
    <w:rsid w:val="00276978"/>
    <w:rsid w:val="0027740D"/>
    <w:rsid w:val="0027799B"/>
    <w:rsid w:val="00277A35"/>
    <w:rsid w:val="0028024D"/>
    <w:rsid w:val="0028040C"/>
    <w:rsid w:val="00280673"/>
    <w:rsid w:val="00280C2A"/>
    <w:rsid w:val="0028102D"/>
    <w:rsid w:val="002811FA"/>
    <w:rsid w:val="0028130E"/>
    <w:rsid w:val="0028143C"/>
    <w:rsid w:val="00281CAD"/>
    <w:rsid w:val="00282504"/>
    <w:rsid w:val="00282983"/>
    <w:rsid w:val="00283104"/>
    <w:rsid w:val="002832A9"/>
    <w:rsid w:val="002841A0"/>
    <w:rsid w:val="00284753"/>
    <w:rsid w:val="00284AFE"/>
    <w:rsid w:val="00284CBD"/>
    <w:rsid w:val="002854DD"/>
    <w:rsid w:val="0028663F"/>
    <w:rsid w:val="002868F9"/>
    <w:rsid w:val="00286A4F"/>
    <w:rsid w:val="00286DE7"/>
    <w:rsid w:val="00286ED2"/>
    <w:rsid w:val="0028703B"/>
    <w:rsid w:val="00287238"/>
    <w:rsid w:val="00287694"/>
    <w:rsid w:val="002876B9"/>
    <w:rsid w:val="00287DD1"/>
    <w:rsid w:val="00287E9B"/>
    <w:rsid w:val="002905EA"/>
    <w:rsid w:val="00290BCF"/>
    <w:rsid w:val="0029186A"/>
    <w:rsid w:val="00291990"/>
    <w:rsid w:val="00291992"/>
    <w:rsid w:val="00291D15"/>
    <w:rsid w:val="00291E66"/>
    <w:rsid w:val="00292F38"/>
    <w:rsid w:val="00292F43"/>
    <w:rsid w:val="00293BAE"/>
    <w:rsid w:val="00294AC8"/>
    <w:rsid w:val="00294B61"/>
    <w:rsid w:val="00294E90"/>
    <w:rsid w:val="00294F13"/>
    <w:rsid w:val="00295384"/>
    <w:rsid w:val="00295F95"/>
    <w:rsid w:val="0029604A"/>
    <w:rsid w:val="0029623D"/>
    <w:rsid w:val="002963B7"/>
    <w:rsid w:val="002966FF"/>
    <w:rsid w:val="0029692E"/>
    <w:rsid w:val="00296B79"/>
    <w:rsid w:val="00296BCA"/>
    <w:rsid w:val="00296CDE"/>
    <w:rsid w:val="00296E1D"/>
    <w:rsid w:val="00296FD0"/>
    <w:rsid w:val="00297667"/>
    <w:rsid w:val="0029771E"/>
    <w:rsid w:val="00297721"/>
    <w:rsid w:val="00297CC8"/>
    <w:rsid w:val="002A0152"/>
    <w:rsid w:val="002A0570"/>
    <w:rsid w:val="002A059F"/>
    <w:rsid w:val="002A0829"/>
    <w:rsid w:val="002A10B4"/>
    <w:rsid w:val="002A1402"/>
    <w:rsid w:val="002A1DC7"/>
    <w:rsid w:val="002A23F8"/>
    <w:rsid w:val="002A244A"/>
    <w:rsid w:val="002A2A16"/>
    <w:rsid w:val="002A3186"/>
    <w:rsid w:val="002A3891"/>
    <w:rsid w:val="002A4118"/>
    <w:rsid w:val="002A4881"/>
    <w:rsid w:val="002A4F2F"/>
    <w:rsid w:val="002A53C9"/>
    <w:rsid w:val="002A5766"/>
    <w:rsid w:val="002A5A78"/>
    <w:rsid w:val="002A60BB"/>
    <w:rsid w:val="002A6311"/>
    <w:rsid w:val="002A63D7"/>
    <w:rsid w:val="002A66EF"/>
    <w:rsid w:val="002A6A9A"/>
    <w:rsid w:val="002A6AE3"/>
    <w:rsid w:val="002A6D58"/>
    <w:rsid w:val="002A746C"/>
    <w:rsid w:val="002A7FBA"/>
    <w:rsid w:val="002B02CF"/>
    <w:rsid w:val="002B063F"/>
    <w:rsid w:val="002B133C"/>
    <w:rsid w:val="002B14D9"/>
    <w:rsid w:val="002B1A0B"/>
    <w:rsid w:val="002B1B87"/>
    <w:rsid w:val="002B1DDC"/>
    <w:rsid w:val="002B231D"/>
    <w:rsid w:val="002B232C"/>
    <w:rsid w:val="002B234C"/>
    <w:rsid w:val="002B2EC4"/>
    <w:rsid w:val="002B2FEB"/>
    <w:rsid w:val="002B3100"/>
    <w:rsid w:val="002B3A6C"/>
    <w:rsid w:val="002B445A"/>
    <w:rsid w:val="002B4B7B"/>
    <w:rsid w:val="002B5163"/>
    <w:rsid w:val="002B5538"/>
    <w:rsid w:val="002B5ABE"/>
    <w:rsid w:val="002B5DE3"/>
    <w:rsid w:val="002B5E00"/>
    <w:rsid w:val="002B5FFD"/>
    <w:rsid w:val="002B6209"/>
    <w:rsid w:val="002B69D3"/>
    <w:rsid w:val="002B6CC7"/>
    <w:rsid w:val="002B6E01"/>
    <w:rsid w:val="002B6E36"/>
    <w:rsid w:val="002B6E37"/>
    <w:rsid w:val="002B6EE3"/>
    <w:rsid w:val="002B72A2"/>
    <w:rsid w:val="002B7454"/>
    <w:rsid w:val="002C0103"/>
    <w:rsid w:val="002C0117"/>
    <w:rsid w:val="002C0268"/>
    <w:rsid w:val="002C1349"/>
    <w:rsid w:val="002C167D"/>
    <w:rsid w:val="002C17C9"/>
    <w:rsid w:val="002C1A6A"/>
    <w:rsid w:val="002C2272"/>
    <w:rsid w:val="002C26DF"/>
    <w:rsid w:val="002C38B9"/>
    <w:rsid w:val="002C4231"/>
    <w:rsid w:val="002C4EDE"/>
    <w:rsid w:val="002C6630"/>
    <w:rsid w:val="002C6B36"/>
    <w:rsid w:val="002C7FAA"/>
    <w:rsid w:val="002D0081"/>
    <w:rsid w:val="002D06B3"/>
    <w:rsid w:val="002D14A5"/>
    <w:rsid w:val="002D1684"/>
    <w:rsid w:val="002D1B8A"/>
    <w:rsid w:val="002D202E"/>
    <w:rsid w:val="002D21E4"/>
    <w:rsid w:val="002D2F77"/>
    <w:rsid w:val="002D32FE"/>
    <w:rsid w:val="002D368D"/>
    <w:rsid w:val="002D4252"/>
    <w:rsid w:val="002D44F5"/>
    <w:rsid w:val="002D50B2"/>
    <w:rsid w:val="002D514B"/>
    <w:rsid w:val="002D51B2"/>
    <w:rsid w:val="002D54E4"/>
    <w:rsid w:val="002D561D"/>
    <w:rsid w:val="002D5982"/>
    <w:rsid w:val="002D5EC6"/>
    <w:rsid w:val="002D5FA8"/>
    <w:rsid w:val="002D6F1E"/>
    <w:rsid w:val="002D72FF"/>
    <w:rsid w:val="002D73AF"/>
    <w:rsid w:val="002D76FC"/>
    <w:rsid w:val="002D7D6C"/>
    <w:rsid w:val="002E0265"/>
    <w:rsid w:val="002E0585"/>
    <w:rsid w:val="002E080A"/>
    <w:rsid w:val="002E0926"/>
    <w:rsid w:val="002E09A8"/>
    <w:rsid w:val="002E0D92"/>
    <w:rsid w:val="002E12AC"/>
    <w:rsid w:val="002E1B34"/>
    <w:rsid w:val="002E1DFF"/>
    <w:rsid w:val="002E235E"/>
    <w:rsid w:val="002E255F"/>
    <w:rsid w:val="002E38ED"/>
    <w:rsid w:val="002E3E1D"/>
    <w:rsid w:val="002E4272"/>
    <w:rsid w:val="002E42B5"/>
    <w:rsid w:val="002E4425"/>
    <w:rsid w:val="002E6190"/>
    <w:rsid w:val="002E67A6"/>
    <w:rsid w:val="002E6AF0"/>
    <w:rsid w:val="002E75FE"/>
    <w:rsid w:val="002E775C"/>
    <w:rsid w:val="002E7962"/>
    <w:rsid w:val="002F044E"/>
    <w:rsid w:val="002F0669"/>
    <w:rsid w:val="002F0C2A"/>
    <w:rsid w:val="002F102A"/>
    <w:rsid w:val="002F126A"/>
    <w:rsid w:val="002F14AE"/>
    <w:rsid w:val="002F15B0"/>
    <w:rsid w:val="002F16C9"/>
    <w:rsid w:val="002F1B45"/>
    <w:rsid w:val="002F21E3"/>
    <w:rsid w:val="002F21FF"/>
    <w:rsid w:val="002F2AD8"/>
    <w:rsid w:val="002F30FC"/>
    <w:rsid w:val="002F37E6"/>
    <w:rsid w:val="002F3960"/>
    <w:rsid w:val="002F3A52"/>
    <w:rsid w:val="002F3B8C"/>
    <w:rsid w:val="002F42BF"/>
    <w:rsid w:val="002F53E5"/>
    <w:rsid w:val="002F5ACC"/>
    <w:rsid w:val="002F5CF3"/>
    <w:rsid w:val="002F5D38"/>
    <w:rsid w:val="002F5DA0"/>
    <w:rsid w:val="002F616C"/>
    <w:rsid w:val="002F6454"/>
    <w:rsid w:val="002F6551"/>
    <w:rsid w:val="002F680E"/>
    <w:rsid w:val="002F6B74"/>
    <w:rsid w:val="002F7326"/>
    <w:rsid w:val="002F77F6"/>
    <w:rsid w:val="002F7976"/>
    <w:rsid w:val="002F79C7"/>
    <w:rsid w:val="002F7A02"/>
    <w:rsid w:val="002F7E01"/>
    <w:rsid w:val="002F7E6C"/>
    <w:rsid w:val="003005BF"/>
    <w:rsid w:val="00300989"/>
    <w:rsid w:val="0030168A"/>
    <w:rsid w:val="003018F6"/>
    <w:rsid w:val="003026A7"/>
    <w:rsid w:val="00302C12"/>
    <w:rsid w:val="00302DAF"/>
    <w:rsid w:val="00303364"/>
    <w:rsid w:val="003036C7"/>
    <w:rsid w:val="003040E0"/>
    <w:rsid w:val="0030486A"/>
    <w:rsid w:val="003052F5"/>
    <w:rsid w:val="003054A9"/>
    <w:rsid w:val="0030582F"/>
    <w:rsid w:val="00305B50"/>
    <w:rsid w:val="00306326"/>
    <w:rsid w:val="00306439"/>
    <w:rsid w:val="00306735"/>
    <w:rsid w:val="00306C1D"/>
    <w:rsid w:val="00306D33"/>
    <w:rsid w:val="00307053"/>
    <w:rsid w:val="00307C9C"/>
    <w:rsid w:val="00307E8F"/>
    <w:rsid w:val="00310967"/>
    <w:rsid w:val="00310FB1"/>
    <w:rsid w:val="00311039"/>
    <w:rsid w:val="003116DB"/>
    <w:rsid w:val="00311E4A"/>
    <w:rsid w:val="00311F3C"/>
    <w:rsid w:val="003125AA"/>
    <w:rsid w:val="0031358A"/>
    <w:rsid w:val="003143F5"/>
    <w:rsid w:val="003144EC"/>
    <w:rsid w:val="00314795"/>
    <w:rsid w:val="00314C3A"/>
    <w:rsid w:val="00314EAB"/>
    <w:rsid w:val="00315598"/>
    <w:rsid w:val="003156AE"/>
    <w:rsid w:val="00315954"/>
    <w:rsid w:val="00315C5E"/>
    <w:rsid w:val="00315F59"/>
    <w:rsid w:val="00315FAB"/>
    <w:rsid w:val="00316001"/>
    <w:rsid w:val="003160B3"/>
    <w:rsid w:val="003163B5"/>
    <w:rsid w:val="003164B1"/>
    <w:rsid w:val="003168C3"/>
    <w:rsid w:val="00317170"/>
    <w:rsid w:val="003171BC"/>
    <w:rsid w:val="0031756C"/>
    <w:rsid w:val="003175D1"/>
    <w:rsid w:val="0032001F"/>
    <w:rsid w:val="0032033F"/>
    <w:rsid w:val="00320436"/>
    <w:rsid w:val="00321322"/>
    <w:rsid w:val="00321618"/>
    <w:rsid w:val="00322645"/>
    <w:rsid w:val="00322AD0"/>
    <w:rsid w:val="00322EBA"/>
    <w:rsid w:val="00323409"/>
    <w:rsid w:val="003235E8"/>
    <w:rsid w:val="003241C5"/>
    <w:rsid w:val="00324292"/>
    <w:rsid w:val="003242E1"/>
    <w:rsid w:val="003245E5"/>
    <w:rsid w:val="0032474D"/>
    <w:rsid w:val="00324CD7"/>
    <w:rsid w:val="00324D81"/>
    <w:rsid w:val="0032547C"/>
    <w:rsid w:val="003256C8"/>
    <w:rsid w:val="00325E82"/>
    <w:rsid w:val="00325FEB"/>
    <w:rsid w:val="00326141"/>
    <w:rsid w:val="003264A1"/>
    <w:rsid w:val="003265E5"/>
    <w:rsid w:val="00326ECC"/>
    <w:rsid w:val="003271B4"/>
    <w:rsid w:val="003271E0"/>
    <w:rsid w:val="00327251"/>
    <w:rsid w:val="003273B8"/>
    <w:rsid w:val="003274CB"/>
    <w:rsid w:val="003274FE"/>
    <w:rsid w:val="00327E39"/>
    <w:rsid w:val="00327F32"/>
    <w:rsid w:val="00330759"/>
    <w:rsid w:val="00330882"/>
    <w:rsid w:val="00330BD0"/>
    <w:rsid w:val="00330F18"/>
    <w:rsid w:val="003316C8"/>
    <w:rsid w:val="00332659"/>
    <w:rsid w:val="00332B2F"/>
    <w:rsid w:val="003332F0"/>
    <w:rsid w:val="003335A5"/>
    <w:rsid w:val="003335CB"/>
    <w:rsid w:val="00333AC1"/>
    <w:rsid w:val="003342BE"/>
    <w:rsid w:val="00334392"/>
    <w:rsid w:val="003345A8"/>
    <w:rsid w:val="00334BB0"/>
    <w:rsid w:val="00334BBA"/>
    <w:rsid w:val="00334BD8"/>
    <w:rsid w:val="00334BF7"/>
    <w:rsid w:val="00334DDF"/>
    <w:rsid w:val="003354D2"/>
    <w:rsid w:val="00335515"/>
    <w:rsid w:val="00335527"/>
    <w:rsid w:val="00335C94"/>
    <w:rsid w:val="00336698"/>
    <w:rsid w:val="00336798"/>
    <w:rsid w:val="00336F0D"/>
    <w:rsid w:val="003371AF"/>
    <w:rsid w:val="00337755"/>
    <w:rsid w:val="00337B3A"/>
    <w:rsid w:val="00337B7A"/>
    <w:rsid w:val="00337E7E"/>
    <w:rsid w:val="00340713"/>
    <w:rsid w:val="00340868"/>
    <w:rsid w:val="00340A96"/>
    <w:rsid w:val="00341249"/>
    <w:rsid w:val="00342118"/>
    <w:rsid w:val="00342CC8"/>
    <w:rsid w:val="00342D79"/>
    <w:rsid w:val="0034307F"/>
    <w:rsid w:val="003435EC"/>
    <w:rsid w:val="003446A4"/>
    <w:rsid w:val="00345534"/>
    <w:rsid w:val="00345B4B"/>
    <w:rsid w:val="003465DD"/>
    <w:rsid w:val="00346B8B"/>
    <w:rsid w:val="00347047"/>
    <w:rsid w:val="003471E2"/>
    <w:rsid w:val="003477E4"/>
    <w:rsid w:val="00350690"/>
    <w:rsid w:val="00350733"/>
    <w:rsid w:val="00350C3D"/>
    <w:rsid w:val="003512E6"/>
    <w:rsid w:val="0035180A"/>
    <w:rsid w:val="00351DD5"/>
    <w:rsid w:val="0035291E"/>
    <w:rsid w:val="00352DF8"/>
    <w:rsid w:val="00352EB8"/>
    <w:rsid w:val="00352ECD"/>
    <w:rsid w:val="00352ED0"/>
    <w:rsid w:val="00352F9C"/>
    <w:rsid w:val="003532CE"/>
    <w:rsid w:val="003537FE"/>
    <w:rsid w:val="00353C5F"/>
    <w:rsid w:val="00354331"/>
    <w:rsid w:val="00354664"/>
    <w:rsid w:val="00354BEA"/>
    <w:rsid w:val="00354CFB"/>
    <w:rsid w:val="00354E1F"/>
    <w:rsid w:val="00354E55"/>
    <w:rsid w:val="00354EC3"/>
    <w:rsid w:val="003565AD"/>
    <w:rsid w:val="003569C5"/>
    <w:rsid w:val="00356D42"/>
    <w:rsid w:val="00357112"/>
    <w:rsid w:val="00357192"/>
    <w:rsid w:val="003574C2"/>
    <w:rsid w:val="00357808"/>
    <w:rsid w:val="0035788B"/>
    <w:rsid w:val="00357CA5"/>
    <w:rsid w:val="00357DDB"/>
    <w:rsid w:val="00357E10"/>
    <w:rsid w:val="00360020"/>
    <w:rsid w:val="00360314"/>
    <w:rsid w:val="003606EA"/>
    <w:rsid w:val="00360FD1"/>
    <w:rsid w:val="003612CE"/>
    <w:rsid w:val="003615C3"/>
    <w:rsid w:val="00361D0A"/>
    <w:rsid w:val="0036299A"/>
    <w:rsid w:val="00363300"/>
    <w:rsid w:val="003637AC"/>
    <w:rsid w:val="003639B3"/>
    <w:rsid w:val="00363BF9"/>
    <w:rsid w:val="0036400B"/>
    <w:rsid w:val="00364676"/>
    <w:rsid w:val="00364885"/>
    <w:rsid w:val="003650E0"/>
    <w:rsid w:val="003650F7"/>
    <w:rsid w:val="00365552"/>
    <w:rsid w:val="003656D3"/>
    <w:rsid w:val="0036592F"/>
    <w:rsid w:val="00365DAD"/>
    <w:rsid w:val="00365E7F"/>
    <w:rsid w:val="0036623A"/>
    <w:rsid w:val="0036637C"/>
    <w:rsid w:val="00367127"/>
    <w:rsid w:val="00367318"/>
    <w:rsid w:val="003673E6"/>
    <w:rsid w:val="003678C2"/>
    <w:rsid w:val="00367A7A"/>
    <w:rsid w:val="00367C92"/>
    <w:rsid w:val="00367F01"/>
    <w:rsid w:val="0037087F"/>
    <w:rsid w:val="00370AED"/>
    <w:rsid w:val="00370C11"/>
    <w:rsid w:val="00370EC8"/>
    <w:rsid w:val="00371527"/>
    <w:rsid w:val="003729A9"/>
    <w:rsid w:val="00372B46"/>
    <w:rsid w:val="00372F2D"/>
    <w:rsid w:val="00372FB0"/>
    <w:rsid w:val="0037304C"/>
    <w:rsid w:val="00373519"/>
    <w:rsid w:val="0037371E"/>
    <w:rsid w:val="00373D3E"/>
    <w:rsid w:val="0037486B"/>
    <w:rsid w:val="00374DFF"/>
    <w:rsid w:val="0037510C"/>
    <w:rsid w:val="003753C6"/>
    <w:rsid w:val="00375CD1"/>
    <w:rsid w:val="0037605C"/>
    <w:rsid w:val="00376117"/>
    <w:rsid w:val="003768EB"/>
    <w:rsid w:val="00376AAE"/>
    <w:rsid w:val="00376C99"/>
    <w:rsid w:val="0037718B"/>
    <w:rsid w:val="0037746C"/>
    <w:rsid w:val="0037766B"/>
    <w:rsid w:val="00377836"/>
    <w:rsid w:val="00377B21"/>
    <w:rsid w:val="00377F4F"/>
    <w:rsid w:val="0038004D"/>
    <w:rsid w:val="003800AB"/>
    <w:rsid w:val="00380A92"/>
    <w:rsid w:val="00381044"/>
    <w:rsid w:val="003811C1"/>
    <w:rsid w:val="00381519"/>
    <w:rsid w:val="00381676"/>
    <w:rsid w:val="003817FA"/>
    <w:rsid w:val="00381A2D"/>
    <w:rsid w:val="00381CA3"/>
    <w:rsid w:val="00381D9F"/>
    <w:rsid w:val="00381E5E"/>
    <w:rsid w:val="00382164"/>
    <w:rsid w:val="003821B0"/>
    <w:rsid w:val="003821BC"/>
    <w:rsid w:val="00382F3D"/>
    <w:rsid w:val="00383598"/>
    <w:rsid w:val="0038426A"/>
    <w:rsid w:val="00384452"/>
    <w:rsid w:val="003847CA"/>
    <w:rsid w:val="00384955"/>
    <w:rsid w:val="003849C0"/>
    <w:rsid w:val="0038564B"/>
    <w:rsid w:val="003861F0"/>
    <w:rsid w:val="00386297"/>
    <w:rsid w:val="003866D4"/>
    <w:rsid w:val="00386D70"/>
    <w:rsid w:val="00386D98"/>
    <w:rsid w:val="00387060"/>
    <w:rsid w:val="00387CA1"/>
    <w:rsid w:val="00390309"/>
    <w:rsid w:val="00390726"/>
    <w:rsid w:val="00390794"/>
    <w:rsid w:val="003907D5"/>
    <w:rsid w:val="00390F6F"/>
    <w:rsid w:val="003912E6"/>
    <w:rsid w:val="00391313"/>
    <w:rsid w:val="003914F5"/>
    <w:rsid w:val="003915F7"/>
    <w:rsid w:val="00391704"/>
    <w:rsid w:val="00391D98"/>
    <w:rsid w:val="00392026"/>
    <w:rsid w:val="00392454"/>
    <w:rsid w:val="0039263E"/>
    <w:rsid w:val="003928E7"/>
    <w:rsid w:val="00392FD6"/>
    <w:rsid w:val="003938B5"/>
    <w:rsid w:val="003938C9"/>
    <w:rsid w:val="00393D1F"/>
    <w:rsid w:val="00394455"/>
    <w:rsid w:val="003948C3"/>
    <w:rsid w:val="00394997"/>
    <w:rsid w:val="00394F1D"/>
    <w:rsid w:val="0039519C"/>
    <w:rsid w:val="003951B0"/>
    <w:rsid w:val="00395353"/>
    <w:rsid w:val="00395925"/>
    <w:rsid w:val="0039615A"/>
    <w:rsid w:val="003A0127"/>
    <w:rsid w:val="003A01B8"/>
    <w:rsid w:val="003A15E9"/>
    <w:rsid w:val="003A17CA"/>
    <w:rsid w:val="003A2843"/>
    <w:rsid w:val="003A289B"/>
    <w:rsid w:val="003A30D5"/>
    <w:rsid w:val="003A3591"/>
    <w:rsid w:val="003A3DE1"/>
    <w:rsid w:val="003A40CB"/>
    <w:rsid w:val="003A4316"/>
    <w:rsid w:val="003A469A"/>
    <w:rsid w:val="003A4B7A"/>
    <w:rsid w:val="003A4C59"/>
    <w:rsid w:val="003A5E18"/>
    <w:rsid w:val="003A5E27"/>
    <w:rsid w:val="003A6287"/>
    <w:rsid w:val="003A6312"/>
    <w:rsid w:val="003A6DB1"/>
    <w:rsid w:val="003A6F34"/>
    <w:rsid w:val="003A791E"/>
    <w:rsid w:val="003A79D1"/>
    <w:rsid w:val="003B04E6"/>
    <w:rsid w:val="003B0795"/>
    <w:rsid w:val="003B0A02"/>
    <w:rsid w:val="003B1012"/>
    <w:rsid w:val="003B1066"/>
    <w:rsid w:val="003B1259"/>
    <w:rsid w:val="003B12B1"/>
    <w:rsid w:val="003B15AC"/>
    <w:rsid w:val="003B1832"/>
    <w:rsid w:val="003B18AD"/>
    <w:rsid w:val="003B1F4C"/>
    <w:rsid w:val="003B20D0"/>
    <w:rsid w:val="003B275E"/>
    <w:rsid w:val="003B338F"/>
    <w:rsid w:val="003B34F1"/>
    <w:rsid w:val="003B3B6A"/>
    <w:rsid w:val="003B46A5"/>
    <w:rsid w:val="003B4746"/>
    <w:rsid w:val="003B4CDD"/>
    <w:rsid w:val="003B525B"/>
    <w:rsid w:val="003B533A"/>
    <w:rsid w:val="003B5609"/>
    <w:rsid w:val="003B5C9E"/>
    <w:rsid w:val="003B5F07"/>
    <w:rsid w:val="003B640A"/>
    <w:rsid w:val="003B669C"/>
    <w:rsid w:val="003B760E"/>
    <w:rsid w:val="003B7C96"/>
    <w:rsid w:val="003C016C"/>
    <w:rsid w:val="003C0603"/>
    <w:rsid w:val="003C0816"/>
    <w:rsid w:val="003C11AA"/>
    <w:rsid w:val="003C1494"/>
    <w:rsid w:val="003C2560"/>
    <w:rsid w:val="003C2910"/>
    <w:rsid w:val="003C2FA7"/>
    <w:rsid w:val="003C3216"/>
    <w:rsid w:val="003C37BC"/>
    <w:rsid w:val="003C3BE7"/>
    <w:rsid w:val="003C3C4F"/>
    <w:rsid w:val="003C3CA2"/>
    <w:rsid w:val="003C3D5E"/>
    <w:rsid w:val="003C442D"/>
    <w:rsid w:val="003C46A7"/>
    <w:rsid w:val="003C46B8"/>
    <w:rsid w:val="003C4B11"/>
    <w:rsid w:val="003C53FE"/>
    <w:rsid w:val="003C5CD8"/>
    <w:rsid w:val="003C5D73"/>
    <w:rsid w:val="003C5EC0"/>
    <w:rsid w:val="003C6270"/>
    <w:rsid w:val="003C6C93"/>
    <w:rsid w:val="003C6E0E"/>
    <w:rsid w:val="003C6F60"/>
    <w:rsid w:val="003C70B1"/>
    <w:rsid w:val="003C77E8"/>
    <w:rsid w:val="003C7C2F"/>
    <w:rsid w:val="003C7E6F"/>
    <w:rsid w:val="003D03EE"/>
    <w:rsid w:val="003D0408"/>
    <w:rsid w:val="003D1452"/>
    <w:rsid w:val="003D1890"/>
    <w:rsid w:val="003D1C8B"/>
    <w:rsid w:val="003D2D04"/>
    <w:rsid w:val="003D2E90"/>
    <w:rsid w:val="003D2FBC"/>
    <w:rsid w:val="003D3232"/>
    <w:rsid w:val="003D4632"/>
    <w:rsid w:val="003D479A"/>
    <w:rsid w:val="003D4AEE"/>
    <w:rsid w:val="003D4B43"/>
    <w:rsid w:val="003D4E90"/>
    <w:rsid w:val="003D4F13"/>
    <w:rsid w:val="003D4FEB"/>
    <w:rsid w:val="003D54A8"/>
    <w:rsid w:val="003D54BB"/>
    <w:rsid w:val="003D5CF9"/>
    <w:rsid w:val="003D6A20"/>
    <w:rsid w:val="003D6DDE"/>
    <w:rsid w:val="003D6DE9"/>
    <w:rsid w:val="003D73C2"/>
    <w:rsid w:val="003D752D"/>
    <w:rsid w:val="003D7605"/>
    <w:rsid w:val="003D7950"/>
    <w:rsid w:val="003D7AB9"/>
    <w:rsid w:val="003D7C17"/>
    <w:rsid w:val="003D7ECA"/>
    <w:rsid w:val="003E012D"/>
    <w:rsid w:val="003E035C"/>
    <w:rsid w:val="003E0464"/>
    <w:rsid w:val="003E104D"/>
    <w:rsid w:val="003E145F"/>
    <w:rsid w:val="003E1470"/>
    <w:rsid w:val="003E18AC"/>
    <w:rsid w:val="003E1B28"/>
    <w:rsid w:val="003E301A"/>
    <w:rsid w:val="003E312F"/>
    <w:rsid w:val="003E33DB"/>
    <w:rsid w:val="003E39F4"/>
    <w:rsid w:val="003E3BC4"/>
    <w:rsid w:val="003E3BCB"/>
    <w:rsid w:val="003E3C17"/>
    <w:rsid w:val="003E4173"/>
    <w:rsid w:val="003E46CD"/>
    <w:rsid w:val="003E59A2"/>
    <w:rsid w:val="003E5B54"/>
    <w:rsid w:val="003E5CA9"/>
    <w:rsid w:val="003E61FC"/>
    <w:rsid w:val="003E69EF"/>
    <w:rsid w:val="003E6B01"/>
    <w:rsid w:val="003E6E46"/>
    <w:rsid w:val="003E6F31"/>
    <w:rsid w:val="003E71FB"/>
    <w:rsid w:val="003E7A64"/>
    <w:rsid w:val="003E7D76"/>
    <w:rsid w:val="003F08EA"/>
    <w:rsid w:val="003F0900"/>
    <w:rsid w:val="003F0A90"/>
    <w:rsid w:val="003F0D6E"/>
    <w:rsid w:val="003F0E95"/>
    <w:rsid w:val="003F1497"/>
    <w:rsid w:val="003F15C4"/>
    <w:rsid w:val="003F15F0"/>
    <w:rsid w:val="003F1736"/>
    <w:rsid w:val="003F2121"/>
    <w:rsid w:val="003F2155"/>
    <w:rsid w:val="003F2477"/>
    <w:rsid w:val="003F26FC"/>
    <w:rsid w:val="003F27BA"/>
    <w:rsid w:val="003F27D4"/>
    <w:rsid w:val="003F48A1"/>
    <w:rsid w:val="003F4957"/>
    <w:rsid w:val="003F5962"/>
    <w:rsid w:val="003F5F6A"/>
    <w:rsid w:val="003F601E"/>
    <w:rsid w:val="003F617E"/>
    <w:rsid w:val="003F6AF2"/>
    <w:rsid w:val="003F6FFD"/>
    <w:rsid w:val="003F76D5"/>
    <w:rsid w:val="003F7708"/>
    <w:rsid w:val="003F7931"/>
    <w:rsid w:val="003F79BD"/>
    <w:rsid w:val="004000EF"/>
    <w:rsid w:val="00400861"/>
    <w:rsid w:val="004008DB"/>
    <w:rsid w:val="004011C9"/>
    <w:rsid w:val="004012B6"/>
    <w:rsid w:val="0040172C"/>
    <w:rsid w:val="00401BFB"/>
    <w:rsid w:val="00401CBE"/>
    <w:rsid w:val="00401D30"/>
    <w:rsid w:val="00403120"/>
    <w:rsid w:val="004035E6"/>
    <w:rsid w:val="00403971"/>
    <w:rsid w:val="0040415D"/>
    <w:rsid w:val="0040422D"/>
    <w:rsid w:val="00404604"/>
    <w:rsid w:val="00404843"/>
    <w:rsid w:val="00404968"/>
    <w:rsid w:val="00405BCF"/>
    <w:rsid w:val="00406037"/>
    <w:rsid w:val="004062F4"/>
    <w:rsid w:val="00406348"/>
    <w:rsid w:val="004063BE"/>
    <w:rsid w:val="004063F9"/>
    <w:rsid w:val="00406549"/>
    <w:rsid w:val="0040697A"/>
    <w:rsid w:val="0040705A"/>
    <w:rsid w:val="0040716D"/>
    <w:rsid w:val="0040784A"/>
    <w:rsid w:val="00407CFD"/>
    <w:rsid w:val="00407DBC"/>
    <w:rsid w:val="00407FB3"/>
    <w:rsid w:val="0041000D"/>
    <w:rsid w:val="00410560"/>
    <w:rsid w:val="00410A04"/>
    <w:rsid w:val="00410A8F"/>
    <w:rsid w:val="004116A6"/>
    <w:rsid w:val="00411925"/>
    <w:rsid w:val="004119CF"/>
    <w:rsid w:val="00411BF0"/>
    <w:rsid w:val="00411FE1"/>
    <w:rsid w:val="00412750"/>
    <w:rsid w:val="00412D5B"/>
    <w:rsid w:val="00412FFE"/>
    <w:rsid w:val="004131E9"/>
    <w:rsid w:val="00413C6A"/>
    <w:rsid w:val="004140DD"/>
    <w:rsid w:val="00414250"/>
    <w:rsid w:val="004149F4"/>
    <w:rsid w:val="00415099"/>
    <w:rsid w:val="0041548B"/>
    <w:rsid w:val="0041581F"/>
    <w:rsid w:val="004158B8"/>
    <w:rsid w:val="004158DC"/>
    <w:rsid w:val="00416317"/>
    <w:rsid w:val="00416372"/>
    <w:rsid w:val="00416559"/>
    <w:rsid w:val="004169F5"/>
    <w:rsid w:val="0041789B"/>
    <w:rsid w:val="00417C75"/>
    <w:rsid w:val="00417CD1"/>
    <w:rsid w:val="00420591"/>
    <w:rsid w:val="0042104B"/>
    <w:rsid w:val="0042173A"/>
    <w:rsid w:val="00421ADF"/>
    <w:rsid w:val="00421BD3"/>
    <w:rsid w:val="00421CD6"/>
    <w:rsid w:val="00421F3E"/>
    <w:rsid w:val="00422872"/>
    <w:rsid w:val="004229F4"/>
    <w:rsid w:val="00422CA9"/>
    <w:rsid w:val="00423396"/>
    <w:rsid w:val="004239A2"/>
    <w:rsid w:val="004242B7"/>
    <w:rsid w:val="0042478D"/>
    <w:rsid w:val="004247EA"/>
    <w:rsid w:val="00424884"/>
    <w:rsid w:val="00424B12"/>
    <w:rsid w:val="0042528D"/>
    <w:rsid w:val="004258D0"/>
    <w:rsid w:val="00425918"/>
    <w:rsid w:val="004260D6"/>
    <w:rsid w:val="00426778"/>
    <w:rsid w:val="00426F0F"/>
    <w:rsid w:val="00426F80"/>
    <w:rsid w:val="004270CF"/>
    <w:rsid w:val="004275AF"/>
    <w:rsid w:val="00427DD4"/>
    <w:rsid w:val="004300E2"/>
    <w:rsid w:val="0043010C"/>
    <w:rsid w:val="0043020A"/>
    <w:rsid w:val="00430A23"/>
    <w:rsid w:val="00430AF6"/>
    <w:rsid w:val="00430C2E"/>
    <w:rsid w:val="00430F14"/>
    <w:rsid w:val="00430F66"/>
    <w:rsid w:val="004311E9"/>
    <w:rsid w:val="00431589"/>
    <w:rsid w:val="004315A2"/>
    <w:rsid w:val="004315C4"/>
    <w:rsid w:val="00431930"/>
    <w:rsid w:val="00431A7D"/>
    <w:rsid w:val="00431CBA"/>
    <w:rsid w:val="00432292"/>
    <w:rsid w:val="0043268F"/>
    <w:rsid w:val="00432AC5"/>
    <w:rsid w:val="00432E2C"/>
    <w:rsid w:val="00433579"/>
    <w:rsid w:val="004336CB"/>
    <w:rsid w:val="00434064"/>
    <w:rsid w:val="004340C2"/>
    <w:rsid w:val="00434171"/>
    <w:rsid w:val="004341A8"/>
    <w:rsid w:val="00434471"/>
    <w:rsid w:val="00434997"/>
    <w:rsid w:val="00434B25"/>
    <w:rsid w:val="00434F58"/>
    <w:rsid w:val="00435390"/>
    <w:rsid w:val="00435BF5"/>
    <w:rsid w:val="00435FE1"/>
    <w:rsid w:val="004367B8"/>
    <w:rsid w:val="00436BB6"/>
    <w:rsid w:val="00436CA5"/>
    <w:rsid w:val="00436DB8"/>
    <w:rsid w:val="00436FB3"/>
    <w:rsid w:val="00437041"/>
    <w:rsid w:val="00437156"/>
    <w:rsid w:val="00440133"/>
    <w:rsid w:val="0044051E"/>
    <w:rsid w:val="0044076B"/>
    <w:rsid w:val="00440904"/>
    <w:rsid w:val="00440AA4"/>
    <w:rsid w:val="00441088"/>
    <w:rsid w:val="00441169"/>
    <w:rsid w:val="00441A94"/>
    <w:rsid w:val="00441AF6"/>
    <w:rsid w:val="00441C0D"/>
    <w:rsid w:val="00441F03"/>
    <w:rsid w:val="00441F10"/>
    <w:rsid w:val="004423F1"/>
    <w:rsid w:val="004429B6"/>
    <w:rsid w:val="00442AB9"/>
    <w:rsid w:val="00442B82"/>
    <w:rsid w:val="0044327D"/>
    <w:rsid w:val="00443AAF"/>
    <w:rsid w:val="004443C0"/>
    <w:rsid w:val="00444C54"/>
    <w:rsid w:val="00444D10"/>
    <w:rsid w:val="004457D4"/>
    <w:rsid w:val="00445C73"/>
    <w:rsid w:val="00446015"/>
    <w:rsid w:val="00446178"/>
    <w:rsid w:val="004462D6"/>
    <w:rsid w:val="0044636E"/>
    <w:rsid w:val="00446DAD"/>
    <w:rsid w:val="0044737A"/>
    <w:rsid w:val="00447F17"/>
    <w:rsid w:val="004504C9"/>
    <w:rsid w:val="004505CF"/>
    <w:rsid w:val="00450706"/>
    <w:rsid w:val="0045073B"/>
    <w:rsid w:val="00450A52"/>
    <w:rsid w:val="00450C04"/>
    <w:rsid w:val="004512E9"/>
    <w:rsid w:val="0045156B"/>
    <w:rsid w:val="00451A4A"/>
    <w:rsid w:val="0045220F"/>
    <w:rsid w:val="00452235"/>
    <w:rsid w:val="0045227F"/>
    <w:rsid w:val="004527BE"/>
    <w:rsid w:val="00452F38"/>
    <w:rsid w:val="00453765"/>
    <w:rsid w:val="00453990"/>
    <w:rsid w:val="00453D75"/>
    <w:rsid w:val="004541C3"/>
    <w:rsid w:val="004543B2"/>
    <w:rsid w:val="00454408"/>
    <w:rsid w:val="00454C93"/>
    <w:rsid w:val="0045500C"/>
    <w:rsid w:val="0045528D"/>
    <w:rsid w:val="004553C0"/>
    <w:rsid w:val="00455955"/>
    <w:rsid w:val="00455AAF"/>
    <w:rsid w:val="00455CD1"/>
    <w:rsid w:val="00455EA7"/>
    <w:rsid w:val="004562EC"/>
    <w:rsid w:val="00456542"/>
    <w:rsid w:val="00456947"/>
    <w:rsid w:val="00456A07"/>
    <w:rsid w:val="00456A37"/>
    <w:rsid w:val="0045706F"/>
    <w:rsid w:val="004570B7"/>
    <w:rsid w:val="00457685"/>
    <w:rsid w:val="00457F93"/>
    <w:rsid w:val="00460601"/>
    <w:rsid w:val="0046092A"/>
    <w:rsid w:val="00461009"/>
    <w:rsid w:val="00461071"/>
    <w:rsid w:val="0046120D"/>
    <w:rsid w:val="0046135C"/>
    <w:rsid w:val="004618DD"/>
    <w:rsid w:val="00461A1D"/>
    <w:rsid w:val="00461B13"/>
    <w:rsid w:val="00461C75"/>
    <w:rsid w:val="00461D6E"/>
    <w:rsid w:val="00461E78"/>
    <w:rsid w:val="004624B0"/>
    <w:rsid w:val="00462A3A"/>
    <w:rsid w:val="00463113"/>
    <w:rsid w:val="00463798"/>
    <w:rsid w:val="0046393A"/>
    <w:rsid w:val="00463B2F"/>
    <w:rsid w:val="004640A2"/>
    <w:rsid w:val="0046432D"/>
    <w:rsid w:val="0046433C"/>
    <w:rsid w:val="0046441E"/>
    <w:rsid w:val="0046498D"/>
    <w:rsid w:val="004651EB"/>
    <w:rsid w:val="0046583A"/>
    <w:rsid w:val="00465867"/>
    <w:rsid w:val="00465B3F"/>
    <w:rsid w:val="00466261"/>
    <w:rsid w:val="00466287"/>
    <w:rsid w:val="00466418"/>
    <w:rsid w:val="004664DF"/>
    <w:rsid w:val="004669B4"/>
    <w:rsid w:val="00466A2D"/>
    <w:rsid w:val="0046725B"/>
    <w:rsid w:val="00467B04"/>
    <w:rsid w:val="00467FA4"/>
    <w:rsid w:val="00470E70"/>
    <w:rsid w:val="0047143F"/>
    <w:rsid w:val="004717E5"/>
    <w:rsid w:val="00471A06"/>
    <w:rsid w:val="00471F5A"/>
    <w:rsid w:val="004721A7"/>
    <w:rsid w:val="00472500"/>
    <w:rsid w:val="004737CE"/>
    <w:rsid w:val="00473F71"/>
    <w:rsid w:val="00474463"/>
    <w:rsid w:val="004749DF"/>
    <w:rsid w:val="00474F18"/>
    <w:rsid w:val="00475043"/>
    <w:rsid w:val="004755B0"/>
    <w:rsid w:val="00476089"/>
    <w:rsid w:val="004763A4"/>
    <w:rsid w:val="0047683D"/>
    <w:rsid w:val="0047692B"/>
    <w:rsid w:val="00477171"/>
    <w:rsid w:val="004802F0"/>
    <w:rsid w:val="00480307"/>
    <w:rsid w:val="004818C0"/>
    <w:rsid w:val="00481B39"/>
    <w:rsid w:val="00481D38"/>
    <w:rsid w:val="00482754"/>
    <w:rsid w:val="004830D0"/>
    <w:rsid w:val="00483287"/>
    <w:rsid w:val="004832AC"/>
    <w:rsid w:val="004839EF"/>
    <w:rsid w:val="004839F8"/>
    <w:rsid w:val="00483B4A"/>
    <w:rsid w:val="0048417C"/>
    <w:rsid w:val="00484472"/>
    <w:rsid w:val="0048458F"/>
    <w:rsid w:val="00484741"/>
    <w:rsid w:val="00484853"/>
    <w:rsid w:val="00484DDF"/>
    <w:rsid w:val="00485676"/>
    <w:rsid w:val="00485C40"/>
    <w:rsid w:val="00485C61"/>
    <w:rsid w:val="00485E02"/>
    <w:rsid w:val="004864E1"/>
    <w:rsid w:val="004867B6"/>
    <w:rsid w:val="00486CF3"/>
    <w:rsid w:val="00487FBC"/>
    <w:rsid w:val="00490348"/>
    <w:rsid w:val="00490659"/>
    <w:rsid w:val="00490843"/>
    <w:rsid w:val="00490DC1"/>
    <w:rsid w:val="00490F57"/>
    <w:rsid w:val="004914BD"/>
    <w:rsid w:val="004915AB"/>
    <w:rsid w:val="00491BBD"/>
    <w:rsid w:val="004928E6"/>
    <w:rsid w:val="00492CD3"/>
    <w:rsid w:val="00492D8E"/>
    <w:rsid w:val="004930BE"/>
    <w:rsid w:val="0049356B"/>
    <w:rsid w:val="00493AF9"/>
    <w:rsid w:val="004940C1"/>
    <w:rsid w:val="004940CE"/>
    <w:rsid w:val="00494169"/>
    <w:rsid w:val="004955F5"/>
    <w:rsid w:val="00495864"/>
    <w:rsid w:val="00495D71"/>
    <w:rsid w:val="00496109"/>
    <w:rsid w:val="00496205"/>
    <w:rsid w:val="00496B67"/>
    <w:rsid w:val="0049739F"/>
    <w:rsid w:val="00497673"/>
    <w:rsid w:val="004977E6"/>
    <w:rsid w:val="00497F30"/>
    <w:rsid w:val="004A046F"/>
    <w:rsid w:val="004A0790"/>
    <w:rsid w:val="004A0D5F"/>
    <w:rsid w:val="004A0F4E"/>
    <w:rsid w:val="004A1A69"/>
    <w:rsid w:val="004A1DE0"/>
    <w:rsid w:val="004A22BB"/>
    <w:rsid w:val="004A2750"/>
    <w:rsid w:val="004A2847"/>
    <w:rsid w:val="004A2D44"/>
    <w:rsid w:val="004A30F8"/>
    <w:rsid w:val="004A371D"/>
    <w:rsid w:val="004A3CD0"/>
    <w:rsid w:val="004A4041"/>
    <w:rsid w:val="004A4117"/>
    <w:rsid w:val="004A48A9"/>
    <w:rsid w:val="004A4A5F"/>
    <w:rsid w:val="004A525B"/>
    <w:rsid w:val="004A59E4"/>
    <w:rsid w:val="004A6550"/>
    <w:rsid w:val="004A681F"/>
    <w:rsid w:val="004A6CBC"/>
    <w:rsid w:val="004B0076"/>
    <w:rsid w:val="004B0390"/>
    <w:rsid w:val="004B0BD1"/>
    <w:rsid w:val="004B13F2"/>
    <w:rsid w:val="004B162A"/>
    <w:rsid w:val="004B1BBF"/>
    <w:rsid w:val="004B1D24"/>
    <w:rsid w:val="004B1D80"/>
    <w:rsid w:val="004B2678"/>
    <w:rsid w:val="004B2AD2"/>
    <w:rsid w:val="004B2C76"/>
    <w:rsid w:val="004B333A"/>
    <w:rsid w:val="004B348C"/>
    <w:rsid w:val="004B3530"/>
    <w:rsid w:val="004B35C3"/>
    <w:rsid w:val="004B39F8"/>
    <w:rsid w:val="004B3BE7"/>
    <w:rsid w:val="004B40AB"/>
    <w:rsid w:val="004B42DB"/>
    <w:rsid w:val="004B435A"/>
    <w:rsid w:val="004B5132"/>
    <w:rsid w:val="004B5A1C"/>
    <w:rsid w:val="004B5ADC"/>
    <w:rsid w:val="004B5DDB"/>
    <w:rsid w:val="004B5F95"/>
    <w:rsid w:val="004B67ED"/>
    <w:rsid w:val="004B6E83"/>
    <w:rsid w:val="004B6E9F"/>
    <w:rsid w:val="004B6EA9"/>
    <w:rsid w:val="004B74F1"/>
    <w:rsid w:val="004B77CC"/>
    <w:rsid w:val="004B7B1C"/>
    <w:rsid w:val="004C0876"/>
    <w:rsid w:val="004C10A8"/>
    <w:rsid w:val="004C1127"/>
    <w:rsid w:val="004C2545"/>
    <w:rsid w:val="004C2A16"/>
    <w:rsid w:val="004C2D9E"/>
    <w:rsid w:val="004C3274"/>
    <w:rsid w:val="004C361A"/>
    <w:rsid w:val="004C3657"/>
    <w:rsid w:val="004C3845"/>
    <w:rsid w:val="004C3A9C"/>
    <w:rsid w:val="004C430D"/>
    <w:rsid w:val="004C4431"/>
    <w:rsid w:val="004C4564"/>
    <w:rsid w:val="004C45C1"/>
    <w:rsid w:val="004C4802"/>
    <w:rsid w:val="004C4BA7"/>
    <w:rsid w:val="004C5E81"/>
    <w:rsid w:val="004C604A"/>
    <w:rsid w:val="004C643A"/>
    <w:rsid w:val="004C66C2"/>
    <w:rsid w:val="004C66D9"/>
    <w:rsid w:val="004C68BC"/>
    <w:rsid w:val="004C6BF8"/>
    <w:rsid w:val="004D0449"/>
    <w:rsid w:val="004D0CB0"/>
    <w:rsid w:val="004D1843"/>
    <w:rsid w:val="004D23BB"/>
    <w:rsid w:val="004D2477"/>
    <w:rsid w:val="004D27F8"/>
    <w:rsid w:val="004D2C8E"/>
    <w:rsid w:val="004D2CFA"/>
    <w:rsid w:val="004D30DB"/>
    <w:rsid w:val="004D3312"/>
    <w:rsid w:val="004D3B65"/>
    <w:rsid w:val="004D3FBB"/>
    <w:rsid w:val="004D40B2"/>
    <w:rsid w:val="004D4246"/>
    <w:rsid w:val="004D4858"/>
    <w:rsid w:val="004D48F2"/>
    <w:rsid w:val="004D4FB9"/>
    <w:rsid w:val="004D5008"/>
    <w:rsid w:val="004D5059"/>
    <w:rsid w:val="004D5218"/>
    <w:rsid w:val="004D5553"/>
    <w:rsid w:val="004D597C"/>
    <w:rsid w:val="004D688D"/>
    <w:rsid w:val="004D71FF"/>
    <w:rsid w:val="004D7AED"/>
    <w:rsid w:val="004E02BA"/>
    <w:rsid w:val="004E0343"/>
    <w:rsid w:val="004E047A"/>
    <w:rsid w:val="004E17D6"/>
    <w:rsid w:val="004E203C"/>
    <w:rsid w:val="004E21B7"/>
    <w:rsid w:val="004E28D8"/>
    <w:rsid w:val="004E2C37"/>
    <w:rsid w:val="004E2C7F"/>
    <w:rsid w:val="004E2C9D"/>
    <w:rsid w:val="004E2E3A"/>
    <w:rsid w:val="004E2F2A"/>
    <w:rsid w:val="004E3DBC"/>
    <w:rsid w:val="004E44BF"/>
    <w:rsid w:val="004E4760"/>
    <w:rsid w:val="004E4862"/>
    <w:rsid w:val="004E48BF"/>
    <w:rsid w:val="004E4907"/>
    <w:rsid w:val="004E4AF8"/>
    <w:rsid w:val="004E4D1A"/>
    <w:rsid w:val="004E54D0"/>
    <w:rsid w:val="004E625F"/>
    <w:rsid w:val="004E6366"/>
    <w:rsid w:val="004E657F"/>
    <w:rsid w:val="004E67AA"/>
    <w:rsid w:val="004E6A59"/>
    <w:rsid w:val="004E6BA0"/>
    <w:rsid w:val="004E7546"/>
    <w:rsid w:val="004E78F3"/>
    <w:rsid w:val="004E7B8C"/>
    <w:rsid w:val="004E7EA2"/>
    <w:rsid w:val="004E7F9C"/>
    <w:rsid w:val="004F01FB"/>
    <w:rsid w:val="004F04B2"/>
    <w:rsid w:val="004F05E6"/>
    <w:rsid w:val="004F06C9"/>
    <w:rsid w:val="004F1D3D"/>
    <w:rsid w:val="004F315E"/>
    <w:rsid w:val="004F32E4"/>
    <w:rsid w:val="004F403A"/>
    <w:rsid w:val="004F4169"/>
    <w:rsid w:val="004F462E"/>
    <w:rsid w:val="004F47D0"/>
    <w:rsid w:val="004F48A6"/>
    <w:rsid w:val="004F4967"/>
    <w:rsid w:val="004F57F0"/>
    <w:rsid w:val="004F6223"/>
    <w:rsid w:val="004F6648"/>
    <w:rsid w:val="004F6A29"/>
    <w:rsid w:val="004F6F0D"/>
    <w:rsid w:val="004F74B4"/>
    <w:rsid w:val="004F7910"/>
    <w:rsid w:val="004F797F"/>
    <w:rsid w:val="004F7A86"/>
    <w:rsid w:val="005005AF"/>
    <w:rsid w:val="0050063B"/>
    <w:rsid w:val="00501004"/>
    <w:rsid w:val="005014F3"/>
    <w:rsid w:val="00501598"/>
    <w:rsid w:val="005016D5"/>
    <w:rsid w:val="00501769"/>
    <w:rsid w:val="00501B4B"/>
    <w:rsid w:val="00501D0F"/>
    <w:rsid w:val="0050207E"/>
    <w:rsid w:val="00502A13"/>
    <w:rsid w:val="00502EDA"/>
    <w:rsid w:val="005034B9"/>
    <w:rsid w:val="00503722"/>
    <w:rsid w:val="0050375B"/>
    <w:rsid w:val="005043C9"/>
    <w:rsid w:val="00504AFA"/>
    <w:rsid w:val="00504CBF"/>
    <w:rsid w:val="00504E18"/>
    <w:rsid w:val="00504F4C"/>
    <w:rsid w:val="00505142"/>
    <w:rsid w:val="00505DD8"/>
    <w:rsid w:val="00505DEE"/>
    <w:rsid w:val="00505ED6"/>
    <w:rsid w:val="005064EB"/>
    <w:rsid w:val="00506B4D"/>
    <w:rsid w:val="00506BC0"/>
    <w:rsid w:val="00506F87"/>
    <w:rsid w:val="00507051"/>
    <w:rsid w:val="0050736E"/>
    <w:rsid w:val="005079D0"/>
    <w:rsid w:val="00507AB0"/>
    <w:rsid w:val="0051001F"/>
    <w:rsid w:val="0051027A"/>
    <w:rsid w:val="0051043B"/>
    <w:rsid w:val="0051146A"/>
    <w:rsid w:val="00511842"/>
    <w:rsid w:val="00511924"/>
    <w:rsid w:val="00513B17"/>
    <w:rsid w:val="005140F9"/>
    <w:rsid w:val="00514BFC"/>
    <w:rsid w:val="00514CE8"/>
    <w:rsid w:val="0051540B"/>
    <w:rsid w:val="005154A8"/>
    <w:rsid w:val="005158EC"/>
    <w:rsid w:val="00515D6F"/>
    <w:rsid w:val="00515D96"/>
    <w:rsid w:val="00515F12"/>
    <w:rsid w:val="0051635C"/>
    <w:rsid w:val="00516597"/>
    <w:rsid w:val="0051766D"/>
    <w:rsid w:val="005179BD"/>
    <w:rsid w:val="005179C7"/>
    <w:rsid w:val="00520878"/>
    <w:rsid w:val="00520C67"/>
    <w:rsid w:val="00521666"/>
    <w:rsid w:val="0052182B"/>
    <w:rsid w:val="00522982"/>
    <w:rsid w:val="00522DE7"/>
    <w:rsid w:val="00522F68"/>
    <w:rsid w:val="005230EE"/>
    <w:rsid w:val="00523961"/>
    <w:rsid w:val="00525239"/>
    <w:rsid w:val="00525860"/>
    <w:rsid w:val="00525D86"/>
    <w:rsid w:val="00525EA4"/>
    <w:rsid w:val="005260CB"/>
    <w:rsid w:val="0052632D"/>
    <w:rsid w:val="00526762"/>
    <w:rsid w:val="00526FC9"/>
    <w:rsid w:val="005270BC"/>
    <w:rsid w:val="00527A6D"/>
    <w:rsid w:val="0053071C"/>
    <w:rsid w:val="00530BD0"/>
    <w:rsid w:val="0053115F"/>
    <w:rsid w:val="0053118B"/>
    <w:rsid w:val="005312D9"/>
    <w:rsid w:val="00531EC9"/>
    <w:rsid w:val="0053236B"/>
    <w:rsid w:val="0053256F"/>
    <w:rsid w:val="00532831"/>
    <w:rsid w:val="00532C36"/>
    <w:rsid w:val="00532C4E"/>
    <w:rsid w:val="00533266"/>
    <w:rsid w:val="005332CC"/>
    <w:rsid w:val="00533389"/>
    <w:rsid w:val="005339E9"/>
    <w:rsid w:val="00533CC2"/>
    <w:rsid w:val="005346A6"/>
    <w:rsid w:val="00534CEE"/>
    <w:rsid w:val="00534E2B"/>
    <w:rsid w:val="00535082"/>
    <w:rsid w:val="00535654"/>
    <w:rsid w:val="0053581D"/>
    <w:rsid w:val="0053586A"/>
    <w:rsid w:val="005358CE"/>
    <w:rsid w:val="0053634A"/>
    <w:rsid w:val="00536734"/>
    <w:rsid w:val="005372A8"/>
    <w:rsid w:val="005375A5"/>
    <w:rsid w:val="00540233"/>
    <w:rsid w:val="00540457"/>
    <w:rsid w:val="00540A4F"/>
    <w:rsid w:val="00541051"/>
    <w:rsid w:val="00541E93"/>
    <w:rsid w:val="00541F24"/>
    <w:rsid w:val="005421D0"/>
    <w:rsid w:val="00542634"/>
    <w:rsid w:val="005426F2"/>
    <w:rsid w:val="00542850"/>
    <w:rsid w:val="005431B0"/>
    <w:rsid w:val="00543F63"/>
    <w:rsid w:val="00544A45"/>
    <w:rsid w:val="00544A98"/>
    <w:rsid w:val="00544AFC"/>
    <w:rsid w:val="00544D8F"/>
    <w:rsid w:val="00545048"/>
    <w:rsid w:val="005452DD"/>
    <w:rsid w:val="005455D5"/>
    <w:rsid w:val="0054560B"/>
    <w:rsid w:val="00545699"/>
    <w:rsid w:val="005456E5"/>
    <w:rsid w:val="0054691E"/>
    <w:rsid w:val="005475AB"/>
    <w:rsid w:val="005476C1"/>
    <w:rsid w:val="00547AF1"/>
    <w:rsid w:val="00547C63"/>
    <w:rsid w:val="0055025E"/>
    <w:rsid w:val="00550E3A"/>
    <w:rsid w:val="00551A6F"/>
    <w:rsid w:val="0055272F"/>
    <w:rsid w:val="00553379"/>
    <w:rsid w:val="005535B1"/>
    <w:rsid w:val="005538FB"/>
    <w:rsid w:val="0055397F"/>
    <w:rsid w:val="00553E38"/>
    <w:rsid w:val="00554364"/>
    <w:rsid w:val="00554A64"/>
    <w:rsid w:val="00555416"/>
    <w:rsid w:val="00555C64"/>
    <w:rsid w:val="00555C92"/>
    <w:rsid w:val="00555E4B"/>
    <w:rsid w:val="00555E78"/>
    <w:rsid w:val="00556A1C"/>
    <w:rsid w:val="00556E03"/>
    <w:rsid w:val="0055787D"/>
    <w:rsid w:val="00557B4B"/>
    <w:rsid w:val="0056046A"/>
    <w:rsid w:val="00560523"/>
    <w:rsid w:val="005607D9"/>
    <w:rsid w:val="005609B3"/>
    <w:rsid w:val="00560A39"/>
    <w:rsid w:val="00560B1E"/>
    <w:rsid w:val="00560D16"/>
    <w:rsid w:val="005611B9"/>
    <w:rsid w:val="0056138A"/>
    <w:rsid w:val="00561FD8"/>
    <w:rsid w:val="00562123"/>
    <w:rsid w:val="00562424"/>
    <w:rsid w:val="0056269A"/>
    <w:rsid w:val="00562A65"/>
    <w:rsid w:val="005631D1"/>
    <w:rsid w:val="0056347E"/>
    <w:rsid w:val="00563A65"/>
    <w:rsid w:val="00563D74"/>
    <w:rsid w:val="00563DE3"/>
    <w:rsid w:val="00563FC1"/>
    <w:rsid w:val="00563FC7"/>
    <w:rsid w:val="0056455F"/>
    <w:rsid w:val="00564911"/>
    <w:rsid w:val="005649A5"/>
    <w:rsid w:val="00564FB2"/>
    <w:rsid w:val="00565431"/>
    <w:rsid w:val="00565B50"/>
    <w:rsid w:val="00565D4F"/>
    <w:rsid w:val="00566187"/>
    <w:rsid w:val="005662FA"/>
    <w:rsid w:val="005664C6"/>
    <w:rsid w:val="005668C4"/>
    <w:rsid w:val="00566E35"/>
    <w:rsid w:val="005675CB"/>
    <w:rsid w:val="005676A9"/>
    <w:rsid w:val="00567ABC"/>
    <w:rsid w:val="00567FA5"/>
    <w:rsid w:val="00567FB2"/>
    <w:rsid w:val="00570D20"/>
    <w:rsid w:val="0057107F"/>
    <w:rsid w:val="0057170D"/>
    <w:rsid w:val="00572804"/>
    <w:rsid w:val="005731FD"/>
    <w:rsid w:val="0057338A"/>
    <w:rsid w:val="00573746"/>
    <w:rsid w:val="00573E63"/>
    <w:rsid w:val="0057406F"/>
    <w:rsid w:val="00574282"/>
    <w:rsid w:val="00574CB9"/>
    <w:rsid w:val="00575C2F"/>
    <w:rsid w:val="00575C4B"/>
    <w:rsid w:val="00575E55"/>
    <w:rsid w:val="005765FF"/>
    <w:rsid w:val="0057768E"/>
    <w:rsid w:val="005802CF"/>
    <w:rsid w:val="00581396"/>
    <w:rsid w:val="005818EF"/>
    <w:rsid w:val="00581D66"/>
    <w:rsid w:val="00581EDD"/>
    <w:rsid w:val="00581F35"/>
    <w:rsid w:val="005820A8"/>
    <w:rsid w:val="0058231E"/>
    <w:rsid w:val="005828BB"/>
    <w:rsid w:val="00582B02"/>
    <w:rsid w:val="00582EC8"/>
    <w:rsid w:val="00583A45"/>
    <w:rsid w:val="005841DD"/>
    <w:rsid w:val="00584368"/>
    <w:rsid w:val="00584411"/>
    <w:rsid w:val="00584962"/>
    <w:rsid w:val="00584A09"/>
    <w:rsid w:val="00584B72"/>
    <w:rsid w:val="00585232"/>
    <w:rsid w:val="005855F0"/>
    <w:rsid w:val="00585BCF"/>
    <w:rsid w:val="0058622A"/>
    <w:rsid w:val="005863AD"/>
    <w:rsid w:val="0058648B"/>
    <w:rsid w:val="005866C8"/>
    <w:rsid w:val="00586744"/>
    <w:rsid w:val="005867BA"/>
    <w:rsid w:val="00586891"/>
    <w:rsid w:val="00586D61"/>
    <w:rsid w:val="00587A38"/>
    <w:rsid w:val="00587D7D"/>
    <w:rsid w:val="00590589"/>
    <w:rsid w:val="0059059A"/>
    <w:rsid w:val="00590A1F"/>
    <w:rsid w:val="00590C63"/>
    <w:rsid w:val="005915ED"/>
    <w:rsid w:val="0059173F"/>
    <w:rsid w:val="005919F7"/>
    <w:rsid w:val="00591BAB"/>
    <w:rsid w:val="0059264C"/>
    <w:rsid w:val="005929B3"/>
    <w:rsid w:val="00592A36"/>
    <w:rsid w:val="005933C8"/>
    <w:rsid w:val="0059480A"/>
    <w:rsid w:val="00594911"/>
    <w:rsid w:val="005949B8"/>
    <w:rsid w:val="00594A19"/>
    <w:rsid w:val="00594D14"/>
    <w:rsid w:val="005956AB"/>
    <w:rsid w:val="00595918"/>
    <w:rsid w:val="00595D2C"/>
    <w:rsid w:val="005967FD"/>
    <w:rsid w:val="00596F38"/>
    <w:rsid w:val="005971DD"/>
    <w:rsid w:val="00597237"/>
    <w:rsid w:val="0059746D"/>
    <w:rsid w:val="005974F0"/>
    <w:rsid w:val="005975AB"/>
    <w:rsid w:val="00597B47"/>
    <w:rsid w:val="00597C75"/>
    <w:rsid w:val="005A01F0"/>
    <w:rsid w:val="005A04DD"/>
    <w:rsid w:val="005A18DC"/>
    <w:rsid w:val="005A230F"/>
    <w:rsid w:val="005A243E"/>
    <w:rsid w:val="005A2CEC"/>
    <w:rsid w:val="005A2D7D"/>
    <w:rsid w:val="005A2F26"/>
    <w:rsid w:val="005A31EC"/>
    <w:rsid w:val="005A3DB4"/>
    <w:rsid w:val="005A3DB7"/>
    <w:rsid w:val="005A4C8B"/>
    <w:rsid w:val="005A513E"/>
    <w:rsid w:val="005A526F"/>
    <w:rsid w:val="005A5B00"/>
    <w:rsid w:val="005A6828"/>
    <w:rsid w:val="005A69E5"/>
    <w:rsid w:val="005A716A"/>
    <w:rsid w:val="005A7644"/>
    <w:rsid w:val="005A7A37"/>
    <w:rsid w:val="005B08BF"/>
    <w:rsid w:val="005B0C17"/>
    <w:rsid w:val="005B1753"/>
    <w:rsid w:val="005B199D"/>
    <w:rsid w:val="005B1DBC"/>
    <w:rsid w:val="005B1FAC"/>
    <w:rsid w:val="005B2157"/>
    <w:rsid w:val="005B35D7"/>
    <w:rsid w:val="005B3914"/>
    <w:rsid w:val="005B39D3"/>
    <w:rsid w:val="005B3B8D"/>
    <w:rsid w:val="005B49B9"/>
    <w:rsid w:val="005B4F4E"/>
    <w:rsid w:val="005B54C8"/>
    <w:rsid w:val="005B5A74"/>
    <w:rsid w:val="005B5BB0"/>
    <w:rsid w:val="005B6005"/>
    <w:rsid w:val="005B6114"/>
    <w:rsid w:val="005B645F"/>
    <w:rsid w:val="005B647E"/>
    <w:rsid w:val="005B6C75"/>
    <w:rsid w:val="005B6E70"/>
    <w:rsid w:val="005B74EF"/>
    <w:rsid w:val="005B78B2"/>
    <w:rsid w:val="005B7AF6"/>
    <w:rsid w:val="005B7E4A"/>
    <w:rsid w:val="005B7F1D"/>
    <w:rsid w:val="005C0951"/>
    <w:rsid w:val="005C0B98"/>
    <w:rsid w:val="005C0C36"/>
    <w:rsid w:val="005C1851"/>
    <w:rsid w:val="005C2443"/>
    <w:rsid w:val="005C26EE"/>
    <w:rsid w:val="005C30DA"/>
    <w:rsid w:val="005C3424"/>
    <w:rsid w:val="005C39D1"/>
    <w:rsid w:val="005C3E45"/>
    <w:rsid w:val="005C4169"/>
    <w:rsid w:val="005C424F"/>
    <w:rsid w:val="005C43EC"/>
    <w:rsid w:val="005C4418"/>
    <w:rsid w:val="005C49CF"/>
    <w:rsid w:val="005C4D1C"/>
    <w:rsid w:val="005C4F97"/>
    <w:rsid w:val="005C58CA"/>
    <w:rsid w:val="005C5DA4"/>
    <w:rsid w:val="005C5DE8"/>
    <w:rsid w:val="005C65FC"/>
    <w:rsid w:val="005C6D21"/>
    <w:rsid w:val="005C71BE"/>
    <w:rsid w:val="005C763C"/>
    <w:rsid w:val="005C7871"/>
    <w:rsid w:val="005C7E50"/>
    <w:rsid w:val="005C7E8C"/>
    <w:rsid w:val="005D0A27"/>
    <w:rsid w:val="005D0D6B"/>
    <w:rsid w:val="005D0EE6"/>
    <w:rsid w:val="005D1370"/>
    <w:rsid w:val="005D15DB"/>
    <w:rsid w:val="005D1CDB"/>
    <w:rsid w:val="005D258D"/>
    <w:rsid w:val="005D29D7"/>
    <w:rsid w:val="005D3013"/>
    <w:rsid w:val="005D36AA"/>
    <w:rsid w:val="005D3D64"/>
    <w:rsid w:val="005D408F"/>
    <w:rsid w:val="005D40E4"/>
    <w:rsid w:val="005D444F"/>
    <w:rsid w:val="005D4B39"/>
    <w:rsid w:val="005D4F31"/>
    <w:rsid w:val="005D51EC"/>
    <w:rsid w:val="005D53B0"/>
    <w:rsid w:val="005D5809"/>
    <w:rsid w:val="005D583A"/>
    <w:rsid w:val="005D5C7C"/>
    <w:rsid w:val="005D6324"/>
    <w:rsid w:val="005D65B7"/>
    <w:rsid w:val="005D6864"/>
    <w:rsid w:val="005D6F3F"/>
    <w:rsid w:val="005D728D"/>
    <w:rsid w:val="005D7A81"/>
    <w:rsid w:val="005D7AA0"/>
    <w:rsid w:val="005D7C9C"/>
    <w:rsid w:val="005E010B"/>
    <w:rsid w:val="005E0192"/>
    <w:rsid w:val="005E1151"/>
    <w:rsid w:val="005E1315"/>
    <w:rsid w:val="005E1356"/>
    <w:rsid w:val="005E1412"/>
    <w:rsid w:val="005E1567"/>
    <w:rsid w:val="005E1CE1"/>
    <w:rsid w:val="005E298B"/>
    <w:rsid w:val="005E3331"/>
    <w:rsid w:val="005E39F3"/>
    <w:rsid w:val="005E3C3A"/>
    <w:rsid w:val="005E41FD"/>
    <w:rsid w:val="005E4383"/>
    <w:rsid w:val="005E4404"/>
    <w:rsid w:val="005E45C7"/>
    <w:rsid w:val="005E4EA1"/>
    <w:rsid w:val="005E540E"/>
    <w:rsid w:val="005E5767"/>
    <w:rsid w:val="005E664B"/>
    <w:rsid w:val="005E6FFE"/>
    <w:rsid w:val="005E7458"/>
    <w:rsid w:val="005E7FD5"/>
    <w:rsid w:val="005F069B"/>
    <w:rsid w:val="005F089E"/>
    <w:rsid w:val="005F0FEC"/>
    <w:rsid w:val="005F1AB9"/>
    <w:rsid w:val="005F3878"/>
    <w:rsid w:val="005F3B9B"/>
    <w:rsid w:val="005F3BCF"/>
    <w:rsid w:val="005F3E4D"/>
    <w:rsid w:val="005F3EE1"/>
    <w:rsid w:val="005F4D79"/>
    <w:rsid w:val="005F5137"/>
    <w:rsid w:val="005F5CEB"/>
    <w:rsid w:val="005F5D50"/>
    <w:rsid w:val="005F680E"/>
    <w:rsid w:val="005F683C"/>
    <w:rsid w:val="005F6D3D"/>
    <w:rsid w:val="005F72F4"/>
    <w:rsid w:val="005F736C"/>
    <w:rsid w:val="005F7555"/>
    <w:rsid w:val="005F764B"/>
    <w:rsid w:val="005F7CFF"/>
    <w:rsid w:val="005F7FD3"/>
    <w:rsid w:val="006002E6"/>
    <w:rsid w:val="00600852"/>
    <w:rsid w:val="00600B28"/>
    <w:rsid w:val="00600DA2"/>
    <w:rsid w:val="00601006"/>
    <w:rsid w:val="0060133A"/>
    <w:rsid w:val="0060136D"/>
    <w:rsid w:val="00602BC9"/>
    <w:rsid w:val="00602C86"/>
    <w:rsid w:val="006039FA"/>
    <w:rsid w:val="006046E0"/>
    <w:rsid w:val="00604E5B"/>
    <w:rsid w:val="00605637"/>
    <w:rsid w:val="006056B6"/>
    <w:rsid w:val="00605718"/>
    <w:rsid w:val="00605C3A"/>
    <w:rsid w:val="006062EA"/>
    <w:rsid w:val="00606842"/>
    <w:rsid w:val="00606D0D"/>
    <w:rsid w:val="00606DEF"/>
    <w:rsid w:val="00606F0F"/>
    <w:rsid w:val="00607CF1"/>
    <w:rsid w:val="00607D5B"/>
    <w:rsid w:val="0061025A"/>
    <w:rsid w:val="006115A2"/>
    <w:rsid w:val="006117E0"/>
    <w:rsid w:val="0061180E"/>
    <w:rsid w:val="00611FB5"/>
    <w:rsid w:val="006128D9"/>
    <w:rsid w:val="00613279"/>
    <w:rsid w:val="006132F1"/>
    <w:rsid w:val="0061333E"/>
    <w:rsid w:val="00613E2D"/>
    <w:rsid w:val="00613FBD"/>
    <w:rsid w:val="00614067"/>
    <w:rsid w:val="0061464C"/>
    <w:rsid w:val="006148ED"/>
    <w:rsid w:val="00614BC6"/>
    <w:rsid w:val="00614D63"/>
    <w:rsid w:val="00614E35"/>
    <w:rsid w:val="006150F7"/>
    <w:rsid w:val="006156B1"/>
    <w:rsid w:val="0061583F"/>
    <w:rsid w:val="00615B16"/>
    <w:rsid w:val="00615C33"/>
    <w:rsid w:val="00615C53"/>
    <w:rsid w:val="00615FD3"/>
    <w:rsid w:val="006165D3"/>
    <w:rsid w:val="00616DB9"/>
    <w:rsid w:val="00617012"/>
    <w:rsid w:val="006172C8"/>
    <w:rsid w:val="00617B2F"/>
    <w:rsid w:val="006202A8"/>
    <w:rsid w:val="0062044C"/>
    <w:rsid w:val="006205C4"/>
    <w:rsid w:val="0062066B"/>
    <w:rsid w:val="0062072A"/>
    <w:rsid w:val="006209E8"/>
    <w:rsid w:val="00620AD7"/>
    <w:rsid w:val="00620E82"/>
    <w:rsid w:val="0062106A"/>
    <w:rsid w:val="006212B6"/>
    <w:rsid w:val="00621A57"/>
    <w:rsid w:val="00621FC6"/>
    <w:rsid w:val="00621FE0"/>
    <w:rsid w:val="0062275A"/>
    <w:rsid w:val="00622B45"/>
    <w:rsid w:val="00622CAF"/>
    <w:rsid w:val="00622EA7"/>
    <w:rsid w:val="00622EB7"/>
    <w:rsid w:val="00623122"/>
    <w:rsid w:val="006232D4"/>
    <w:rsid w:val="006234C7"/>
    <w:rsid w:val="0062466A"/>
    <w:rsid w:val="0062492F"/>
    <w:rsid w:val="006252D1"/>
    <w:rsid w:val="0062530E"/>
    <w:rsid w:val="006259A9"/>
    <w:rsid w:val="00626B30"/>
    <w:rsid w:val="00626C6A"/>
    <w:rsid w:val="00626DE8"/>
    <w:rsid w:val="00627575"/>
    <w:rsid w:val="00627918"/>
    <w:rsid w:val="00627AAE"/>
    <w:rsid w:val="00630715"/>
    <w:rsid w:val="00630950"/>
    <w:rsid w:val="00630AC4"/>
    <w:rsid w:val="00630B23"/>
    <w:rsid w:val="00630D15"/>
    <w:rsid w:val="00630D63"/>
    <w:rsid w:val="006318CE"/>
    <w:rsid w:val="00631F41"/>
    <w:rsid w:val="00632BF3"/>
    <w:rsid w:val="00633A5C"/>
    <w:rsid w:val="00634020"/>
    <w:rsid w:val="0063419E"/>
    <w:rsid w:val="00634D16"/>
    <w:rsid w:val="0063518E"/>
    <w:rsid w:val="006351A7"/>
    <w:rsid w:val="006351B6"/>
    <w:rsid w:val="00635395"/>
    <w:rsid w:val="00635437"/>
    <w:rsid w:val="00635AC0"/>
    <w:rsid w:val="00635B36"/>
    <w:rsid w:val="00635E6D"/>
    <w:rsid w:val="00636139"/>
    <w:rsid w:val="006362A1"/>
    <w:rsid w:val="006362C0"/>
    <w:rsid w:val="00636545"/>
    <w:rsid w:val="00636C4B"/>
    <w:rsid w:val="00636D7A"/>
    <w:rsid w:val="00636EBA"/>
    <w:rsid w:val="006378B8"/>
    <w:rsid w:val="0063796D"/>
    <w:rsid w:val="00637C57"/>
    <w:rsid w:val="0064057B"/>
    <w:rsid w:val="00640B45"/>
    <w:rsid w:val="00640CD8"/>
    <w:rsid w:val="00640DE9"/>
    <w:rsid w:val="006412D7"/>
    <w:rsid w:val="006414C8"/>
    <w:rsid w:val="006415FC"/>
    <w:rsid w:val="00641868"/>
    <w:rsid w:val="00641A4D"/>
    <w:rsid w:val="00641D0E"/>
    <w:rsid w:val="00641FCB"/>
    <w:rsid w:val="00642377"/>
    <w:rsid w:val="0064295C"/>
    <w:rsid w:val="00642D2E"/>
    <w:rsid w:val="00643BC1"/>
    <w:rsid w:val="0064473F"/>
    <w:rsid w:val="00644748"/>
    <w:rsid w:val="00644B7F"/>
    <w:rsid w:val="00644BD7"/>
    <w:rsid w:val="00644D0E"/>
    <w:rsid w:val="00645D18"/>
    <w:rsid w:val="006462AD"/>
    <w:rsid w:val="00646719"/>
    <w:rsid w:val="00646B06"/>
    <w:rsid w:val="00646BFC"/>
    <w:rsid w:val="006471E3"/>
    <w:rsid w:val="00647833"/>
    <w:rsid w:val="006479DE"/>
    <w:rsid w:val="00647CAA"/>
    <w:rsid w:val="00647DE9"/>
    <w:rsid w:val="00650482"/>
    <w:rsid w:val="00650756"/>
    <w:rsid w:val="00651A4C"/>
    <w:rsid w:val="00651B33"/>
    <w:rsid w:val="00651F9A"/>
    <w:rsid w:val="0065235F"/>
    <w:rsid w:val="006523BF"/>
    <w:rsid w:val="006524CA"/>
    <w:rsid w:val="00652A98"/>
    <w:rsid w:val="00652C56"/>
    <w:rsid w:val="00652DFF"/>
    <w:rsid w:val="00652E05"/>
    <w:rsid w:val="00653AFC"/>
    <w:rsid w:val="00653E71"/>
    <w:rsid w:val="0065400F"/>
    <w:rsid w:val="0065419F"/>
    <w:rsid w:val="006546D9"/>
    <w:rsid w:val="00654FD3"/>
    <w:rsid w:val="00655386"/>
    <w:rsid w:val="006554E1"/>
    <w:rsid w:val="00655513"/>
    <w:rsid w:val="0065560B"/>
    <w:rsid w:val="0065596F"/>
    <w:rsid w:val="0065609B"/>
    <w:rsid w:val="00656510"/>
    <w:rsid w:val="00656548"/>
    <w:rsid w:val="00656AD5"/>
    <w:rsid w:val="006570CA"/>
    <w:rsid w:val="00657135"/>
    <w:rsid w:val="006571CF"/>
    <w:rsid w:val="006575DD"/>
    <w:rsid w:val="00657704"/>
    <w:rsid w:val="0065782D"/>
    <w:rsid w:val="00657E63"/>
    <w:rsid w:val="00657EF7"/>
    <w:rsid w:val="006600D8"/>
    <w:rsid w:val="006607E5"/>
    <w:rsid w:val="00660885"/>
    <w:rsid w:val="006608D0"/>
    <w:rsid w:val="00660C97"/>
    <w:rsid w:val="00661116"/>
    <w:rsid w:val="006618B1"/>
    <w:rsid w:val="00661CE4"/>
    <w:rsid w:val="0066299A"/>
    <w:rsid w:val="00662AD2"/>
    <w:rsid w:val="00662DC1"/>
    <w:rsid w:val="00663057"/>
    <w:rsid w:val="00663840"/>
    <w:rsid w:val="00663BB0"/>
    <w:rsid w:val="0066412B"/>
    <w:rsid w:val="00664133"/>
    <w:rsid w:val="006644A8"/>
    <w:rsid w:val="00664565"/>
    <w:rsid w:val="0066499C"/>
    <w:rsid w:val="00665032"/>
    <w:rsid w:val="00665258"/>
    <w:rsid w:val="0066676E"/>
    <w:rsid w:val="00666C02"/>
    <w:rsid w:val="00667043"/>
    <w:rsid w:val="00667113"/>
    <w:rsid w:val="0066737E"/>
    <w:rsid w:val="00667718"/>
    <w:rsid w:val="00667AC0"/>
    <w:rsid w:val="00667DDD"/>
    <w:rsid w:val="0067013B"/>
    <w:rsid w:val="006703EB"/>
    <w:rsid w:val="006706EB"/>
    <w:rsid w:val="0067074E"/>
    <w:rsid w:val="00670861"/>
    <w:rsid w:val="006711B8"/>
    <w:rsid w:val="006712B2"/>
    <w:rsid w:val="006713F6"/>
    <w:rsid w:val="006714DE"/>
    <w:rsid w:val="006719CE"/>
    <w:rsid w:val="00671CB2"/>
    <w:rsid w:val="00672023"/>
    <w:rsid w:val="0067220E"/>
    <w:rsid w:val="006729DC"/>
    <w:rsid w:val="00672EDC"/>
    <w:rsid w:val="00673064"/>
    <w:rsid w:val="006732D8"/>
    <w:rsid w:val="0067368D"/>
    <w:rsid w:val="00673895"/>
    <w:rsid w:val="00673CA3"/>
    <w:rsid w:val="00674522"/>
    <w:rsid w:val="00674C42"/>
    <w:rsid w:val="00675473"/>
    <w:rsid w:val="00675608"/>
    <w:rsid w:val="00675703"/>
    <w:rsid w:val="00675FF4"/>
    <w:rsid w:val="00676202"/>
    <w:rsid w:val="0067626F"/>
    <w:rsid w:val="0067691D"/>
    <w:rsid w:val="00676DEA"/>
    <w:rsid w:val="00676F7A"/>
    <w:rsid w:val="0067718D"/>
    <w:rsid w:val="0067751D"/>
    <w:rsid w:val="00677B84"/>
    <w:rsid w:val="00680DD5"/>
    <w:rsid w:val="00681210"/>
    <w:rsid w:val="0068343F"/>
    <w:rsid w:val="006834EB"/>
    <w:rsid w:val="0068355D"/>
    <w:rsid w:val="00683732"/>
    <w:rsid w:val="0068381A"/>
    <w:rsid w:val="0068414E"/>
    <w:rsid w:val="006842BB"/>
    <w:rsid w:val="006845D0"/>
    <w:rsid w:val="0068471A"/>
    <w:rsid w:val="00684C29"/>
    <w:rsid w:val="00684F5B"/>
    <w:rsid w:val="006856B9"/>
    <w:rsid w:val="006856DF"/>
    <w:rsid w:val="00685B70"/>
    <w:rsid w:val="006860B4"/>
    <w:rsid w:val="006865C4"/>
    <w:rsid w:val="006865D7"/>
    <w:rsid w:val="006866FD"/>
    <w:rsid w:val="00686D0C"/>
    <w:rsid w:val="006874E6"/>
    <w:rsid w:val="00687763"/>
    <w:rsid w:val="0069096C"/>
    <w:rsid w:val="00690ECA"/>
    <w:rsid w:val="00691007"/>
    <w:rsid w:val="006913A0"/>
    <w:rsid w:val="00691401"/>
    <w:rsid w:val="006915FE"/>
    <w:rsid w:val="00691777"/>
    <w:rsid w:val="0069180A"/>
    <w:rsid w:val="00691CE3"/>
    <w:rsid w:val="006921AD"/>
    <w:rsid w:val="00692393"/>
    <w:rsid w:val="006923F1"/>
    <w:rsid w:val="00692654"/>
    <w:rsid w:val="00693415"/>
    <w:rsid w:val="00693422"/>
    <w:rsid w:val="006936F9"/>
    <w:rsid w:val="00693AAF"/>
    <w:rsid w:val="00695403"/>
    <w:rsid w:val="006958B9"/>
    <w:rsid w:val="00695C34"/>
    <w:rsid w:val="00695D8B"/>
    <w:rsid w:val="00695F17"/>
    <w:rsid w:val="00696C1D"/>
    <w:rsid w:val="00696CBC"/>
    <w:rsid w:val="006974C7"/>
    <w:rsid w:val="00697676"/>
    <w:rsid w:val="00697799"/>
    <w:rsid w:val="006979AD"/>
    <w:rsid w:val="00697C5B"/>
    <w:rsid w:val="006A0099"/>
    <w:rsid w:val="006A0594"/>
    <w:rsid w:val="006A0683"/>
    <w:rsid w:val="006A1128"/>
    <w:rsid w:val="006A15F7"/>
    <w:rsid w:val="006A1BD1"/>
    <w:rsid w:val="006A1C12"/>
    <w:rsid w:val="006A1EC5"/>
    <w:rsid w:val="006A1F9F"/>
    <w:rsid w:val="006A2264"/>
    <w:rsid w:val="006A286B"/>
    <w:rsid w:val="006A2A0A"/>
    <w:rsid w:val="006A302E"/>
    <w:rsid w:val="006A3448"/>
    <w:rsid w:val="006A3BEB"/>
    <w:rsid w:val="006A4750"/>
    <w:rsid w:val="006A4772"/>
    <w:rsid w:val="006A4C9E"/>
    <w:rsid w:val="006A52E2"/>
    <w:rsid w:val="006A5CCD"/>
    <w:rsid w:val="006A6AFA"/>
    <w:rsid w:val="006A72E9"/>
    <w:rsid w:val="006A74F9"/>
    <w:rsid w:val="006A756E"/>
    <w:rsid w:val="006A7A49"/>
    <w:rsid w:val="006A7C79"/>
    <w:rsid w:val="006A7E05"/>
    <w:rsid w:val="006B00A3"/>
    <w:rsid w:val="006B0502"/>
    <w:rsid w:val="006B053F"/>
    <w:rsid w:val="006B0852"/>
    <w:rsid w:val="006B1057"/>
    <w:rsid w:val="006B1505"/>
    <w:rsid w:val="006B1677"/>
    <w:rsid w:val="006B1B18"/>
    <w:rsid w:val="006B1F5D"/>
    <w:rsid w:val="006B2374"/>
    <w:rsid w:val="006B3472"/>
    <w:rsid w:val="006B38C7"/>
    <w:rsid w:val="006B3CC5"/>
    <w:rsid w:val="006B3CF5"/>
    <w:rsid w:val="006B565F"/>
    <w:rsid w:val="006B6372"/>
    <w:rsid w:val="006B6B2B"/>
    <w:rsid w:val="006B6CB1"/>
    <w:rsid w:val="006B7614"/>
    <w:rsid w:val="006B783F"/>
    <w:rsid w:val="006B7EE5"/>
    <w:rsid w:val="006B7F87"/>
    <w:rsid w:val="006C01F0"/>
    <w:rsid w:val="006C02C8"/>
    <w:rsid w:val="006C0B67"/>
    <w:rsid w:val="006C0B99"/>
    <w:rsid w:val="006C0DF3"/>
    <w:rsid w:val="006C100F"/>
    <w:rsid w:val="006C13AA"/>
    <w:rsid w:val="006C13BD"/>
    <w:rsid w:val="006C1719"/>
    <w:rsid w:val="006C1729"/>
    <w:rsid w:val="006C174C"/>
    <w:rsid w:val="006C1B54"/>
    <w:rsid w:val="006C26B5"/>
    <w:rsid w:val="006C2885"/>
    <w:rsid w:val="006C3E7A"/>
    <w:rsid w:val="006C480A"/>
    <w:rsid w:val="006C49D9"/>
    <w:rsid w:val="006C4ECA"/>
    <w:rsid w:val="006C5171"/>
    <w:rsid w:val="006C5D36"/>
    <w:rsid w:val="006C69FD"/>
    <w:rsid w:val="006C6DB8"/>
    <w:rsid w:val="006C77FA"/>
    <w:rsid w:val="006C794D"/>
    <w:rsid w:val="006C7FAB"/>
    <w:rsid w:val="006C7FD9"/>
    <w:rsid w:val="006D00A6"/>
    <w:rsid w:val="006D00B4"/>
    <w:rsid w:val="006D0B2A"/>
    <w:rsid w:val="006D0FBA"/>
    <w:rsid w:val="006D1469"/>
    <w:rsid w:val="006D16F5"/>
    <w:rsid w:val="006D1A7B"/>
    <w:rsid w:val="006D1ADE"/>
    <w:rsid w:val="006D1B8B"/>
    <w:rsid w:val="006D1C39"/>
    <w:rsid w:val="006D2018"/>
    <w:rsid w:val="006D2EFB"/>
    <w:rsid w:val="006D3053"/>
    <w:rsid w:val="006D429A"/>
    <w:rsid w:val="006D4342"/>
    <w:rsid w:val="006D4359"/>
    <w:rsid w:val="006D5495"/>
    <w:rsid w:val="006D56D8"/>
    <w:rsid w:val="006D5BB5"/>
    <w:rsid w:val="006D681D"/>
    <w:rsid w:val="006D696C"/>
    <w:rsid w:val="006D6A90"/>
    <w:rsid w:val="006D7164"/>
    <w:rsid w:val="006D7D99"/>
    <w:rsid w:val="006D7FF6"/>
    <w:rsid w:val="006E012B"/>
    <w:rsid w:val="006E0442"/>
    <w:rsid w:val="006E0C8F"/>
    <w:rsid w:val="006E0F9D"/>
    <w:rsid w:val="006E1647"/>
    <w:rsid w:val="006E1770"/>
    <w:rsid w:val="006E182B"/>
    <w:rsid w:val="006E1978"/>
    <w:rsid w:val="006E1D14"/>
    <w:rsid w:val="006E2000"/>
    <w:rsid w:val="006E2016"/>
    <w:rsid w:val="006E21F5"/>
    <w:rsid w:val="006E22F4"/>
    <w:rsid w:val="006E2678"/>
    <w:rsid w:val="006E2990"/>
    <w:rsid w:val="006E2E72"/>
    <w:rsid w:val="006E32C6"/>
    <w:rsid w:val="006E3871"/>
    <w:rsid w:val="006E3E21"/>
    <w:rsid w:val="006E43EB"/>
    <w:rsid w:val="006E483D"/>
    <w:rsid w:val="006E48FD"/>
    <w:rsid w:val="006E4C99"/>
    <w:rsid w:val="006E4FF6"/>
    <w:rsid w:val="006E534A"/>
    <w:rsid w:val="006E5A4F"/>
    <w:rsid w:val="006E5AF7"/>
    <w:rsid w:val="006E5BFF"/>
    <w:rsid w:val="006E678F"/>
    <w:rsid w:val="006E6D52"/>
    <w:rsid w:val="006E710C"/>
    <w:rsid w:val="006E7522"/>
    <w:rsid w:val="006E78D7"/>
    <w:rsid w:val="006E7B73"/>
    <w:rsid w:val="006F00B1"/>
    <w:rsid w:val="006F08BC"/>
    <w:rsid w:val="006F0BA7"/>
    <w:rsid w:val="006F0C53"/>
    <w:rsid w:val="006F0FD4"/>
    <w:rsid w:val="006F12D8"/>
    <w:rsid w:val="006F15F6"/>
    <w:rsid w:val="006F1BCD"/>
    <w:rsid w:val="006F1E5F"/>
    <w:rsid w:val="006F20CA"/>
    <w:rsid w:val="006F2152"/>
    <w:rsid w:val="006F24E2"/>
    <w:rsid w:val="006F265F"/>
    <w:rsid w:val="006F295D"/>
    <w:rsid w:val="006F3114"/>
    <w:rsid w:val="006F3669"/>
    <w:rsid w:val="006F3B03"/>
    <w:rsid w:val="006F3DD4"/>
    <w:rsid w:val="006F3FE8"/>
    <w:rsid w:val="006F4639"/>
    <w:rsid w:val="006F4C20"/>
    <w:rsid w:val="006F4D53"/>
    <w:rsid w:val="006F4E3F"/>
    <w:rsid w:val="006F4FB9"/>
    <w:rsid w:val="006F611C"/>
    <w:rsid w:val="006F6F84"/>
    <w:rsid w:val="00700331"/>
    <w:rsid w:val="0070043A"/>
    <w:rsid w:val="00700660"/>
    <w:rsid w:val="007007E4"/>
    <w:rsid w:val="00700FD1"/>
    <w:rsid w:val="00701109"/>
    <w:rsid w:val="00701257"/>
    <w:rsid w:val="007019EE"/>
    <w:rsid w:val="00702244"/>
    <w:rsid w:val="007022AD"/>
    <w:rsid w:val="0070290B"/>
    <w:rsid w:val="00702A1B"/>
    <w:rsid w:val="00702B32"/>
    <w:rsid w:val="00702D8D"/>
    <w:rsid w:val="007031B3"/>
    <w:rsid w:val="00703262"/>
    <w:rsid w:val="007032D6"/>
    <w:rsid w:val="00703455"/>
    <w:rsid w:val="0070351F"/>
    <w:rsid w:val="007035C0"/>
    <w:rsid w:val="007037AB"/>
    <w:rsid w:val="00703B8F"/>
    <w:rsid w:val="00703DBB"/>
    <w:rsid w:val="007040AF"/>
    <w:rsid w:val="00704154"/>
    <w:rsid w:val="0070422C"/>
    <w:rsid w:val="007043A4"/>
    <w:rsid w:val="007050A8"/>
    <w:rsid w:val="0070562B"/>
    <w:rsid w:val="00705664"/>
    <w:rsid w:val="00705726"/>
    <w:rsid w:val="007064C0"/>
    <w:rsid w:val="0070685F"/>
    <w:rsid w:val="00706AF9"/>
    <w:rsid w:val="00707016"/>
    <w:rsid w:val="00707350"/>
    <w:rsid w:val="00707AF4"/>
    <w:rsid w:val="00707B51"/>
    <w:rsid w:val="00707C50"/>
    <w:rsid w:val="0071036E"/>
    <w:rsid w:val="0071094D"/>
    <w:rsid w:val="00710B18"/>
    <w:rsid w:val="007112A7"/>
    <w:rsid w:val="0071161D"/>
    <w:rsid w:val="007116F0"/>
    <w:rsid w:val="00711796"/>
    <w:rsid w:val="00711AF2"/>
    <w:rsid w:val="00712B4D"/>
    <w:rsid w:val="00712C3E"/>
    <w:rsid w:val="00712FE9"/>
    <w:rsid w:val="0071323C"/>
    <w:rsid w:val="007135B7"/>
    <w:rsid w:val="0071375C"/>
    <w:rsid w:val="0071376F"/>
    <w:rsid w:val="00713EA2"/>
    <w:rsid w:val="00714485"/>
    <w:rsid w:val="007144EF"/>
    <w:rsid w:val="00714BAA"/>
    <w:rsid w:val="00714BF0"/>
    <w:rsid w:val="00715248"/>
    <w:rsid w:val="00715620"/>
    <w:rsid w:val="00715861"/>
    <w:rsid w:val="00715964"/>
    <w:rsid w:val="00715D47"/>
    <w:rsid w:val="007160EC"/>
    <w:rsid w:val="00716191"/>
    <w:rsid w:val="00716D5B"/>
    <w:rsid w:val="00716E98"/>
    <w:rsid w:val="00717C45"/>
    <w:rsid w:val="007205B2"/>
    <w:rsid w:val="007206C4"/>
    <w:rsid w:val="007208A7"/>
    <w:rsid w:val="007208A9"/>
    <w:rsid w:val="007209CF"/>
    <w:rsid w:val="00720D4E"/>
    <w:rsid w:val="00721595"/>
    <w:rsid w:val="00722314"/>
    <w:rsid w:val="00722347"/>
    <w:rsid w:val="00722BBD"/>
    <w:rsid w:val="007239D6"/>
    <w:rsid w:val="00723B37"/>
    <w:rsid w:val="0072435B"/>
    <w:rsid w:val="007249D5"/>
    <w:rsid w:val="00724DAE"/>
    <w:rsid w:val="00724FB9"/>
    <w:rsid w:val="00725A06"/>
    <w:rsid w:val="00726259"/>
    <w:rsid w:val="00726534"/>
    <w:rsid w:val="00726676"/>
    <w:rsid w:val="00730472"/>
    <w:rsid w:val="00730622"/>
    <w:rsid w:val="00730A2A"/>
    <w:rsid w:val="00732271"/>
    <w:rsid w:val="00732605"/>
    <w:rsid w:val="007326EF"/>
    <w:rsid w:val="00732788"/>
    <w:rsid w:val="0073285C"/>
    <w:rsid w:val="00732A2C"/>
    <w:rsid w:val="00732ECD"/>
    <w:rsid w:val="0073321E"/>
    <w:rsid w:val="00733A32"/>
    <w:rsid w:val="00733DD3"/>
    <w:rsid w:val="00733FEA"/>
    <w:rsid w:val="0073406C"/>
    <w:rsid w:val="00734E55"/>
    <w:rsid w:val="0073558D"/>
    <w:rsid w:val="007357B8"/>
    <w:rsid w:val="007359B0"/>
    <w:rsid w:val="00735CB9"/>
    <w:rsid w:val="00736329"/>
    <w:rsid w:val="0073635B"/>
    <w:rsid w:val="00736B45"/>
    <w:rsid w:val="00736C5B"/>
    <w:rsid w:val="00736D46"/>
    <w:rsid w:val="007374A4"/>
    <w:rsid w:val="007374D8"/>
    <w:rsid w:val="007376CC"/>
    <w:rsid w:val="00737A2A"/>
    <w:rsid w:val="00737B4A"/>
    <w:rsid w:val="0074011A"/>
    <w:rsid w:val="00740184"/>
    <w:rsid w:val="007402C2"/>
    <w:rsid w:val="00740D79"/>
    <w:rsid w:val="00741276"/>
    <w:rsid w:val="0074177B"/>
    <w:rsid w:val="00741E57"/>
    <w:rsid w:val="00742166"/>
    <w:rsid w:val="00742AB0"/>
    <w:rsid w:val="007436C7"/>
    <w:rsid w:val="00743CE9"/>
    <w:rsid w:val="0074433E"/>
    <w:rsid w:val="007443E5"/>
    <w:rsid w:val="00744530"/>
    <w:rsid w:val="007448A7"/>
    <w:rsid w:val="00744B1C"/>
    <w:rsid w:val="00745130"/>
    <w:rsid w:val="00745337"/>
    <w:rsid w:val="00745462"/>
    <w:rsid w:val="00745565"/>
    <w:rsid w:val="00745590"/>
    <w:rsid w:val="007455BB"/>
    <w:rsid w:val="007459EB"/>
    <w:rsid w:val="00746165"/>
    <w:rsid w:val="00746B37"/>
    <w:rsid w:val="00747DDB"/>
    <w:rsid w:val="00750064"/>
    <w:rsid w:val="00750396"/>
    <w:rsid w:val="00750487"/>
    <w:rsid w:val="007508AB"/>
    <w:rsid w:val="00751B9D"/>
    <w:rsid w:val="00751BE2"/>
    <w:rsid w:val="00751DE0"/>
    <w:rsid w:val="0075326D"/>
    <w:rsid w:val="007532EA"/>
    <w:rsid w:val="007535EC"/>
    <w:rsid w:val="007537D3"/>
    <w:rsid w:val="0075395B"/>
    <w:rsid w:val="00753ED4"/>
    <w:rsid w:val="00753F2D"/>
    <w:rsid w:val="0075429F"/>
    <w:rsid w:val="0075431A"/>
    <w:rsid w:val="00754B12"/>
    <w:rsid w:val="00754C15"/>
    <w:rsid w:val="00755394"/>
    <w:rsid w:val="00755775"/>
    <w:rsid w:val="00756350"/>
    <w:rsid w:val="00756984"/>
    <w:rsid w:val="00756986"/>
    <w:rsid w:val="00756C6B"/>
    <w:rsid w:val="0075744E"/>
    <w:rsid w:val="007576E3"/>
    <w:rsid w:val="00760D38"/>
    <w:rsid w:val="00762199"/>
    <w:rsid w:val="0076238F"/>
    <w:rsid w:val="007623BE"/>
    <w:rsid w:val="00762525"/>
    <w:rsid w:val="0076258C"/>
    <w:rsid w:val="00762A9B"/>
    <w:rsid w:val="00762B08"/>
    <w:rsid w:val="00762C23"/>
    <w:rsid w:val="007634DA"/>
    <w:rsid w:val="007636BC"/>
    <w:rsid w:val="00763E70"/>
    <w:rsid w:val="00764018"/>
    <w:rsid w:val="00764050"/>
    <w:rsid w:val="007640E1"/>
    <w:rsid w:val="007648D8"/>
    <w:rsid w:val="00764B16"/>
    <w:rsid w:val="00764D17"/>
    <w:rsid w:val="00765343"/>
    <w:rsid w:val="00765C68"/>
    <w:rsid w:val="00765C97"/>
    <w:rsid w:val="00765F61"/>
    <w:rsid w:val="007664C1"/>
    <w:rsid w:val="00766A00"/>
    <w:rsid w:val="00766C94"/>
    <w:rsid w:val="00766CC4"/>
    <w:rsid w:val="00766D43"/>
    <w:rsid w:val="00767BA6"/>
    <w:rsid w:val="00767F8D"/>
    <w:rsid w:val="00767FAA"/>
    <w:rsid w:val="00770369"/>
    <w:rsid w:val="0077038C"/>
    <w:rsid w:val="00770C1A"/>
    <w:rsid w:val="00770CFF"/>
    <w:rsid w:val="00770E21"/>
    <w:rsid w:val="00771137"/>
    <w:rsid w:val="007719CC"/>
    <w:rsid w:val="00772215"/>
    <w:rsid w:val="00772F35"/>
    <w:rsid w:val="007732A5"/>
    <w:rsid w:val="00773483"/>
    <w:rsid w:val="0077391B"/>
    <w:rsid w:val="00774801"/>
    <w:rsid w:val="00774C1A"/>
    <w:rsid w:val="00774FF3"/>
    <w:rsid w:val="00775147"/>
    <w:rsid w:val="00775FDB"/>
    <w:rsid w:val="00776C89"/>
    <w:rsid w:val="00776FB1"/>
    <w:rsid w:val="007770D7"/>
    <w:rsid w:val="0077769F"/>
    <w:rsid w:val="00777802"/>
    <w:rsid w:val="00777EBE"/>
    <w:rsid w:val="00780321"/>
    <w:rsid w:val="00780C49"/>
    <w:rsid w:val="007810C7"/>
    <w:rsid w:val="007811A7"/>
    <w:rsid w:val="0078144E"/>
    <w:rsid w:val="0078150D"/>
    <w:rsid w:val="007821B2"/>
    <w:rsid w:val="00782662"/>
    <w:rsid w:val="00782679"/>
    <w:rsid w:val="00782879"/>
    <w:rsid w:val="00782DB9"/>
    <w:rsid w:val="00783050"/>
    <w:rsid w:val="0078360B"/>
    <w:rsid w:val="00783939"/>
    <w:rsid w:val="00783C9D"/>
    <w:rsid w:val="00783D1D"/>
    <w:rsid w:val="00783F25"/>
    <w:rsid w:val="00783F80"/>
    <w:rsid w:val="007842A3"/>
    <w:rsid w:val="007847FB"/>
    <w:rsid w:val="00785205"/>
    <w:rsid w:val="00785511"/>
    <w:rsid w:val="00785F1F"/>
    <w:rsid w:val="007861AC"/>
    <w:rsid w:val="0078646C"/>
    <w:rsid w:val="00786867"/>
    <w:rsid w:val="00786953"/>
    <w:rsid w:val="00786BC0"/>
    <w:rsid w:val="007871AB"/>
    <w:rsid w:val="007873DE"/>
    <w:rsid w:val="00787886"/>
    <w:rsid w:val="00787D93"/>
    <w:rsid w:val="007905D1"/>
    <w:rsid w:val="00790BFF"/>
    <w:rsid w:val="00790CC5"/>
    <w:rsid w:val="00790DAE"/>
    <w:rsid w:val="00790DF5"/>
    <w:rsid w:val="00791230"/>
    <w:rsid w:val="007913E3"/>
    <w:rsid w:val="0079183C"/>
    <w:rsid w:val="00791B4B"/>
    <w:rsid w:val="00791B5D"/>
    <w:rsid w:val="00792047"/>
    <w:rsid w:val="00792DC7"/>
    <w:rsid w:val="0079331F"/>
    <w:rsid w:val="0079346A"/>
    <w:rsid w:val="0079399F"/>
    <w:rsid w:val="00793CA9"/>
    <w:rsid w:val="00793CFC"/>
    <w:rsid w:val="00794159"/>
    <w:rsid w:val="00794267"/>
    <w:rsid w:val="00794662"/>
    <w:rsid w:val="00794B26"/>
    <w:rsid w:val="00794EEE"/>
    <w:rsid w:val="007951E4"/>
    <w:rsid w:val="00795272"/>
    <w:rsid w:val="007952F2"/>
    <w:rsid w:val="007956B9"/>
    <w:rsid w:val="0079604C"/>
    <w:rsid w:val="00796E0D"/>
    <w:rsid w:val="0079708F"/>
    <w:rsid w:val="007972B9"/>
    <w:rsid w:val="0079759E"/>
    <w:rsid w:val="007977DA"/>
    <w:rsid w:val="007977ED"/>
    <w:rsid w:val="00797AB1"/>
    <w:rsid w:val="00797E56"/>
    <w:rsid w:val="007A0225"/>
    <w:rsid w:val="007A0246"/>
    <w:rsid w:val="007A0588"/>
    <w:rsid w:val="007A0A2A"/>
    <w:rsid w:val="007A0E8C"/>
    <w:rsid w:val="007A1E2F"/>
    <w:rsid w:val="007A21D1"/>
    <w:rsid w:val="007A22C5"/>
    <w:rsid w:val="007A265C"/>
    <w:rsid w:val="007A2A04"/>
    <w:rsid w:val="007A2AE6"/>
    <w:rsid w:val="007A329B"/>
    <w:rsid w:val="007A3407"/>
    <w:rsid w:val="007A3D4F"/>
    <w:rsid w:val="007A3F1E"/>
    <w:rsid w:val="007A3F77"/>
    <w:rsid w:val="007A4279"/>
    <w:rsid w:val="007A4B8F"/>
    <w:rsid w:val="007A5894"/>
    <w:rsid w:val="007A5BEA"/>
    <w:rsid w:val="007A5F24"/>
    <w:rsid w:val="007A62B1"/>
    <w:rsid w:val="007A69DC"/>
    <w:rsid w:val="007A6C5F"/>
    <w:rsid w:val="007A6FCB"/>
    <w:rsid w:val="007A742A"/>
    <w:rsid w:val="007A7558"/>
    <w:rsid w:val="007A7DB8"/>
    <w:rsid w:val="007A7FC5"/>
    <w:rsid w:val="007B00F4"/>
    <w:rsid w:val="007B0D6C"/>
    <w:rsid w:val="007B21EA"/>
    <w:rsid w:val="007B2471"/>
    <w:rsid w:val="007B294F"/>
    <w:rsid w:val="007B2B8E"/>
    <w:rsid w:val="007B2BBF"/>
    <w:rsid w:val="007B3893"/>
    <w:rsid w:val="007B4B41"/>
    <w:rsid w:val="007B4C0F"/>
    <w:rsid w:val="007B4F21"/>
    <w:rsid w:val="007B523F"/>
    <w:rsid w:val="007B5C73"/>
    <w:rsid w:val="007B5E37"/>
    <w:rsid w:val="007B5E83"/>
    <w:rsid w:val="007B6664"/>
    <w:rsid w:val="007B791E"/>
    <w:rsid w:val="007B7BF7"/>
    <w:rsid w:val="007C0042"/>
    <w:rsid w:val="007C01B8"/>
    <w:rsid w:val="007C021F"/>
    <w:rsid w:val="007C0826"/>
    <w:rsid w:val="007C11C1"/>
    <w:rsid w:val="007C1F84"/>
    <w:rsid w:val="007C2885"/>
    <w:rsid w:val="007C28A8"/>
    <w:rsid w:val="007C324C"/>
    <w:rsid w:val="007C3967"/>
    <w:rsid w:val="007C3BE5"/>
    <w:rsid w:val="007C3CB8"/>
    <w:rsid w:val="007C4958"/>
    <w:rsid w:val="007C4CCD"/>
    <w:rsid w:val="007C65F0"/>
    <w:rsid w:val="007C68AF"/>
    <w:rsid w:val="007C6A19"/>
    <w:rsid w:val="007C6A89"/>
    <w:rsid w:val="007C6BD1"/>
    <w:rsid w:val="007C6E0F"/>
    <w:rsid w:val="007C6F38"/>
    <w:rsid w:val="007C70C2"/>
    <w:rsid w:val="007C7615"/>
    <w:rsid w:val="007C76F8"/>
    <w:rsid w:val="007C78BF"/>
    <w:rsid w:val="007C7C6D"/>
    <w:rsid w:val="007C7DA7"/>
    <w:rsid w:val="007D02B1"/>
    <w:rsid w:val="007D089B"/>
    <w:rsid w:val="007D093E"/>
    <w:rsid w:val="007D09B4"/>
    <w:rsid w:val="007D0ABE"/>
    <w:rsid w:val="007D2141"/>
    <w:rsid w:val="007D2411"/>
    <w:rsid w:val="007D2511"/>
    <w:rsid w:val="007D301E"/>
    <w:rsid w:val="007D313B"/>
    <w:rsid w:val="007D3A1D"/>
    <w:rsid w:val="007D41C1"/>
    <w:rsid w:val="007D4C18"/>
    <w:rsid w:val="007D4C76"/>
    <w:rsid w:val="007D4E83"/>
    <w:rsid w:val="007D54C5"/>
    <w:rsid w:val="007D5E46"/>
    <w:rsid w:val="007D5EAD"/>
    <w:rsid w:val="007D5FAD"/>
    <w:rsid w:val="007D6830"/>
    <w:rsid w:val="007D6E73"/>
    <w:rsid w:val="007D73B3"/>
    <w:rsid w:val="007D79C6"/>
    <w:rsid w:val="007D7B77"/>
    <w:rsid w:val="007D7F1C"/>
    <w:rsid w:val="007E04E0"/>
    <w:rsid w:val="007E0615"/>
    <w:rsid w:val="007E1639"/>
    <w:rsid w:val="007E2A03"/>
    <w:rsid w:val="007E2A78"/>
    <w:rsid w:val="007E2FCA"/>
    <w:rsid w:val="007E330F"/>
    <w:rsid w:val="007E35B4"/>
    <w:rsid w:val="007E35F0"/>
    <w:rsid w:val="007E38BD"/>
    <w:rsid w:val="007E3E75"/>
    <w:rsid w:val="007E4094"/>
    <w:rsid w:val="007E431D"/>
    <w:rsid w:val="007E4431"/>
    <w:rsid w:val="007E46B7"/>
    <w:rsid w:val="007E4D56"/>
    <w:rsid w:val="007E5C7C"/>
    <w:rsid w:val="007E6125"/>
    <w:rsid w:val="007E691C"/>
    <w:rsid w:val="007E6A32"/>
    <w:rsid w:val="007E6B3B"/>
    <w:rsid w:val="007E70BF"/>
    <w:rsid w:val="007E73DC"/>
    <w:rsid w:val="007E79EA"/>
    <w:rsid w:val="007E7BA8"/>
    <w:rsid w:val="007F0136"/>
    <w:rsid w:val="007F07F9"/>
    <w:rsid w:val="007F08B1"/>
    <w:rsid w:val="007F0A4B"/>
    <w:rsid w:val="007F0FEA"/>
    <w:rsid w:val="007F10D0"/>
    <w:rsid w:val="007F13DA"/>
    <w:rsid w:val="007F14DF"/>
    <w:rsid w:val="007F20D7"/>
    <w:rsid w:val="007F2438"/>
    <w:rsid w:val="007F24EF"/>
    <w:rsid w:val="007F286B"/>
    <w:rsid w:val="007F2A87"/>
    <w:rsid w:val="007F2B7E"/>
    <w:rsid w:val="007F35ED"/>
    <w:rsid w:val="007F360F"/>
    <w:rsid w:val="007F4509"/>
    <w:rsid w:val="007F4979"/>
    <w:rsid w:val="007F49F4"/>
    <w:rsid w:val="007F4C01"/>
    <w:rsid w:val="007F4E77"/>
    <w:rsid w:val="007F5103"/>
    <w:rsid w:val="007F53E2"/>
    <w:rsid w:val="007F556F"/>
    <w:rsid w:val="007F5A5F"/>
    <w:rsid w:val="007F5F04"/>
    <w:rsid w:val="007F7286"/>
    <w:rsid w:val="007F7364"/>
    <w:rsid w:val="007F7521"/>
    <w:rsid w:val="007F7703"/>
    <w:rsid w:val="007F78B4"/>
    <w:rsid w:val="007F78C9"/>
    <w:rsid w:val="007F7E16"/>
    <w:rsid w:val="00800B1D"/>
    <w:rsid w:val="00800ECD"/>
    <w:rsid w:val="00801437"/>
    <w:rsid w:val="00801955"/>
    <w:rsid w:val="0080220A"/>
    <w:rsid w:val="00802F9A"/>
    <w:rsid w:val="008036DA"/>
    <w:rsid w:val="00803831"/>
    <w:rsid w:val="0080399E"/>
    <w:rsid w:val="008042AA"/>
    <w:rsid w:val="0080444F"/>
    <w:rsid w:val="00804595"/>
    <w:rsid w:val="00804761"/>
    <w:rsid w:val="00805417"/>
    <w:rsid w:val="00805963"/>
    <w:rsid w:val="00805AAA"/>
    <w:rsid w:val="00805E2A"/>
    <w:rsid w:val="00806085"/>
    <w:rsid w:val="00806191"/>
    <w:rsid w:val="00806304"/>
    <w:rsid w:val="00806389"/>
    <w:rsid w:val="0080650E"/>
    <w:rsid w:val="0080657F"/>
    <w:rsid w:val="0080672F"/>
    <w:rsid w:val="008067B8"/>
    <w:rsid w:val="00807446"/>
    <w:rsid w:val="00807C8F"/>
    <w:rsid w:val="008107F8"/>
    <w:rsid w:val="00810C80"/>
    <w:rsid w:val="00810D5A"/>
    <w:rsid w:val="00810EFF"/>
    <w:rsid w:val="00811671"/>
    <w:rsid w:val="008116E3"/>
    <w:rsid w:val="00811C62"/>
    <w:rsid w:val="0081232E"/>
    <w:rsid w:val="00812441"/>
    <w:rsid w:val="00812687"/>
    <w:rsid w:val="0081289C"/>
    <w:rsid w:val="00812D2D"/>
    <w:rsid w:val="0081350E"/>
    <w:rsid w:val="00813763"/>
    <w:rsid w:val="00813CA6"/>
    <w:rsid w:val="00813E07"/>
    <w:rsid w:val="00814462"/>
    <w:rsid w:val="0081457B"/>
    <w:rsid w:val="00814583"/>
    <w:rsid w:val="008145DC"/>
    <w:rsid w:val="00814A59"/>
    <w:rsid w:val="00814CD8"/>
    <w:rsid w:val="00815007"/>
    <w:rsid w:val="00815454"/>
    <w:rsid w:val="008159BA"/>
    <w:rsid w:val="00816557"/>
    <w:rsid w:val="008166D2"/>
    <w:rsid w:val="008168E9"/>
    <w:rsid w:val="00816E81"/>
    <w:rsid w:val="0081757B"/>
    <w:rsid w:val="00817695"/>
    <w:rsid w:val="00817AF2"/>
    <w:rsid w:val="00820460"/>
    <w:rsid w:val="0082096D"/>
    <w:rsid w:val="00820A96"/>
    <w:rsid w:val="00820B54"/>
    <w:rsid w:val="00820F85"/>
    <w:rsid w:val="00821474"/>
    <w:rsid w:val="00821475"/>
    <w:rsid w:val="00821775"/>
    <w:rsid w:val="0082189B"/>
    <w:rsid w:val="008218E7"/>
    <w:rsid w:val="00821B45"/>
    <w:rsid w:val="00821B94"/>
    <w:rsid w:val="00822584"/>
    <w:rsid w:val="00822C55"/>
    <w:rsid w:val="00823152"/>
    <w:rsid w:val="00823382"/>
    <w:rsid w:val="008233E3"/>
    <w:rsid w:val="008236C9"/>
    <w:rsid w:val="00823F14"/>
    <w:rsid w:val="008245F3"/>
    <w:rsid w:val="008249AA"/>
    <w:rsid w:val="0082500C"/>
    <w:rsid w:val="008250C8"/>
    <w:rsid w:val="008251A4"/>
    <w:rsid w:val="00825277"/>
    <w:rsid w:val="00825A90"/>
    <w:rsid w:val="00825BE5"/>
    <w:rsid w:val="008265FA"/>
    <w:rsid w:val="00826E08"/>
    <w:rsid w:val="00826EDE"/>
    <w:rsid w:val="0082715C"/>
    <w:rsid w:val="00827C56"/>
    <w:rsid w:val="00827EC7"/>
    <w:rsid w:val="00830594"/>
    <w:rsid w:val="008307B6"/>
    <w:rsid w:val="008313B4"/>
    <w:rsid w:val="008313E9"/>
    <w:rsid w:val="008317D4"/>
    <w:rsid w:val="00831E9B"/>
    <w:rsid w:val="00831FE5"/>
    <w:rsid w:val="008320F5"/>
    <w:rsid w:val="0083213F"/>
    <w:rsid w:val="008327AD"/>
    <w:rsid w:val="00832810"/>
    <w:rsid w:val="00832BC1"/>
    <w:rsid w:val="00832BF2"/>
    <w:rsid w:val="00833697"/>
    <w:rsid w:val="00833703"/>
    <w:rsid w:val="008339C0"/>
    <w:rsid w:val="00833E61"/>
    <w:rsid w:val="00833F46"/>
    <w:rsid w:val="00834465"/>
    <w:rsid w:val="008348B4"/>
    <w:rsid w:val="008358EC"/>
    <w:rsid w:val="00835C8B"/>
    <w:rsid w:val="00836608"/>
    <w:rsid w:val="00836F28"/>
    <w:rsid w:val="0083713C"/>
    <w:rsid w:val="008371AB"/>
    <w:rsid w:val="0083736E"/>
    <w:rsid w:val="00840EF6"/>
    <w:rsid w:val="0084138D"/>
    <w:rsid w:val="00841698"/>
    <w:rsid w:val="00841B07"/>
    <w:rsid w:val="00841F15"/>
    <w:rsid w:val="0084315E"/>
    <w:rsid w:val="00843586"/>
    <w:rsid w:val="00843A2B"/>
    <w:rsid w:val="00843AAF"/>
    <w:rsid w:val="00843BF7"/>
    <w:rsid w:val="00843D00"/>
    <w:rsid w:val="00843DB2"/>
    <w:rsid w:val="00844B3D"/>
    <w:rsid w:val="00845571"/>
    <w:rsid w:val="00845618"/>
    <w:rsid w:val="00845C0C"/>
    <w:rsid w:val="008463D0"/>
    <w:rsid w:val="00846A4C"/>
    <w:rsid w:val="00846B3E"/>
    <w:rsid w:val="008474ED"/>
    <w:rsid w:val="00847DAF"/>
    <w:rsid w:val="0085088A"/>
    <w:rsid w:val="00850E0A"/>
    <w:rsid w:val="00851453"/>
    <w:rsid w:val="00851C29"/>
    <w:rsid w:val="00851F65"/>
    <w:rsid w:val="00851FF4"/>
    <w:rsid w:val="00852403"/>
    <w:rsid w:val="0085271A"/>
    <w:rsid w:val="00852731"/>
    <w:rsid w:val="008528CA"/>
    <w:rsid w:val="00852DBC"/>
    <w:rsid w:val="00852EEE"/>
    <w:rsid w:val="00852F08"/>
    <w:rsid w:val="00853177"/>
    <w:rsid w:val="00853EEE"/>
    <w:rsid w:val="0085459F"/>
    <w:rsid w:val="00855235"/>
    <w:rsid w:val="00855340"/>
    <w:rsid w:val="008562B3"/>
    <w:rsid w:val="00856C2D"/>
    <w:rsid w:val="00856DEC"/>
    <w:rsid w:val="00861098"/>
    <w:rsid w:val="008611D7"/>
    <w:rsid w:val="008618F4"/>
    <w:rsid w:val="008622F4"/>
    <w:rsid w:val="00862464"/>
    <w:rsid w:val="008629C1"/>
    <w:rsid w:val="00862A19"/>
    <w:rsid w:val="00862B31"/>
    <w:rsid w:val="00863464"/>
    <w:rsid w:val="00863519"/>
    <w:rsid w:val="00863544"/>
    <w:rsid w:val="00863A9F"/>
    <w:rsid w:val="00864A1C"/>
    <w:rsid w:val="00864E76"/>
    <w:rsid w:val="00864FA6"/>
    <w:rsid w:val="00865C85"/>
    <w:rsid w:val="00866012"/>
    <w:rsid w:val="008662D4"/>
    <w:rsid w:val="008664D4"/>
    <w:rsid w:val="008666D8"/>
    <w:rsid w:val="008667AF"/>
    <w:rsid w:val="008669FB"/>
    <w:rsid w:val="00866F91"/>
    <w:rsid w:val="008672B5"/>
    <w:rsid w:val="0086780C"/>
    <w:rsid w:val="00867876"/>
    <w:rsid w:val="00867996"/>
    <w:rsid w:val="00867B6B"/>
    <w:rsid w:val="008708CF"/>
    <w:rsid w:val="00870DE0"/>
    <w:rsid w:val="00871008"/>
    <w:rsid w:val="00872081"/>
    <w:rsid w:val="008722E6"/>
    <w:rsid w:val="0087263A"/>
    <w:rsid w:val="00872887"/>
    <w:rsid w:val="0087293C"/>
    <w:rsid w:val="00873080"/>
    <w:rsid w:val="00873BA6"/>
    <w:rsid w:val="00873C8B"/>
    <w:rsid w:val="00873C98"/>
    <w:rsid w:val="008745EE"/>
    <w:rsid w:val="00874E76"/>
    <w:rsid w:val="0087546B"/>
    <w:rsid w:val="008754FB"/>
    <w:rsid w:val="00875B49"/>
    <w:rsid w:val="00876526"/>
    <w:rsid w:val="00876672"/>
    <w:rsid w:val="008769C4"/>
    <w:rsid w:val="00876A5A"/>
    <w:rsid w:val="00876B8F"/>
    <w:rsid w:val="00876CF9"/>
    <w:rsid w:val="00876DFF"/>
    <w:rsid w:val="00877844"/>
    <w:rsid w:val="00877860"/>
    <w:rsid w:val="00877E39"/>
    <w:rsid w:val="00880471"/>
    <w:rsid w:val="0088048D"/>
    <w:rsid w:val="00880C77"/>
    <w:rsid w:val="00880F79"/>
    <w:rsid w:val="00881023"/>
    <w:rsid w:val="00881593"/>
    <w:rsid w:val="008816E2"/>
    <w:rsid w:val="0088178A"/>
    <w:rsid w:val="00881A5F"/>
    <w:rsid w:val="00881C69"/>
    <w:rsid w:val="008820DC"/>
    <w:rsid w:val="008821A6"/>
    <w:rsid w:val="00882409"/>
    <w:rsid w:val="008825FF"/>
    <w:rsid w:val="0088274F"/>
    <w:rsid w:val="0088290D"/>
    <w:rsid w:val="0088295A"/>
    <w:rsid w:val="00882F9B"/>
    <w:rsid w:val="0088391B"/>
    <w:rsid w:val="008839EF"/>
    <w:rsid w:val="00883AA4"/>
    <w:rsid w:val="0088450D"/>
    <w:rsid w:val="00884E62"/>
    <w:rsid w:val="00884E8A"/>
    <w:rsid w:val="00884FB1"/>
    <w:rsid w:val="008850E4"/>
    <w:rsid w:val="008854D8"/>
    <w:rsid w:val="008855F7"/>
    <w:rsid w:val="00885DB6"/>
    <w:rsid w:val="00885E05"/>
    <w:rsid w:val="00886201"/>
    <w:rsid w:val="008862D3"/>
    <w:rsid w:val="0088685E"/>
    <w:rsid w:val="00886B26"/>
    <w:rsid w:val="00886E50"/>
    <w:rsid w:val="008872C7"/>
    <w:rsid w:val="00887865"/>
    <w:rsid w:val="008879BB"/>
    <w:rsid w:val="00887F07"/>
    <w:rsid w:val="0089038D"/>
    <w:rsid w:val="00890BBE"/>
    <w:rsid w:val="00890CC0"/>
    <w:rsid w:val="00891721"/>
    <w:rsid w:val="00891E96"/>
    <w:rsid w:val="00891EA7"/>
    <w:rsid w:val="00892122"/>
    <w:rsid w:val="008927EC"/>
    <w:rsid w:val="00892B3F"/>
    <w:rsid w:val="008933BF"/>
    <w:rsid w:val="00893F8F"/>
    <w:rsid w:val="0089426E"/>
    <w:rsid w:val="00894606"/>
    <w:rsid w:val="00894F78"/>
    <w:rsid w:val="00894F9F"/>
    <w:rsid w:val="0089512D"/>
    <w:rsid w:val="00895271"/>
    <w:rsid w:val="008952B7"/>
    <w:rsid w:val="008958DD"/>
    <w:rsid w:val="00895AD1"/>
    <w:rsid w:val="00895CDF"/>
    <w:rsid w:val="00896615"/>
    <w:rsid w:val="00896B00"/>
    <w:rsid w:val="00896B22"/>
    <w:rsid w:val="00896E18"/>
    <w:rsid w:val="008972E5"/>
    <w:rsid w:val="00897CF0"/>
    <w:rsid w:val="008A0413"/>
    <w:rsid w:val="008A0498"/>
    <w:rsid w:val="008A05B9"/>
    <w:rsid w:val="008A0787"/>
    <w:rsid w:val="008A12B5"/>
    <w:rsid w:val="008A1496"/>
    <w:rsid w:val="008A156E"/>
    <w:rsid w:val="008A1B5C"/>
    <w:rsid w:val="008A1ED2"/>
    <w:rsid w:val="008A20CB"/>
    <w:rsid w:val="008A218B"/>
    <w:rsid w:val="008A229C"/>
    <w:rsid w:val="008A27CF"/>
    <w:rsid w:val="008A284E"/>
    <w:rsid w:val="008A3556"/>
    <w:rsid w:val="008A392A"/>
    <w:rsid w:val="008A3D4D"/>
    <w:rsid w:val="008A3DE0"/>
    <w:rsid w:val="008A3F89"/>
    <w:rsid w:val="008A49A1"/>
    <w:rsid w:val="008A5361"/>
    <w:rsid w:val="008A5703"/>
    <w:rsid w:val="008A5B0B"/>
    <w:rsid w:val="008A5EE8"/>
    <w:rsid w:val="008A6C9C"/>
    <w:rsid w:val="008A6CBE"/>
    <w:rsid w:val="008A6DFF"/>
    <w:rsid w:val="008A7072"/>
    <w:rsid w:val="008A70B0"/>
    <w:rsid w:val="008A758E"/>
    <w:rsid w:val="008A77EA"/>
    <w:rsid w:val="008A7896"/>
    <w:rsid w:val="008A7F14"/>
    <w:rsid w:val="008B0010"/>
    <w:rsid w:val="008B0FB0"/>
    <w:rsid w:val="008B106B"/>
    <w:rsid w:val="008B1213"/>
    <w:rsid w:val="008B1622"/>
    <w:rsid w:val="008B1C12"/>
    <w:rsid w:val="008B1D58"/>
    <w:rsid w:val="008B2522"/>
    <w:rsid w:val="008B2743"/>
    <w:rsid w:val="008B2D77"/>
    <w:rsid w:val="008B3626"/>
    <w:rsid w:val="008B3681"/>
    <w:rsid w:val="008B3B53"/>
    <w:rsid w:val="008B403B"/>
    <w:rsid w:val="008B4089"/>
    <w:rsid w:val="008B44F3"/>
    <w:rsid w:val="008B496A"/>
    <w:rsid w:val="008B5878"/>
    <w:rsid w:val="008B5AA8"/>
    <w:rsid w:val="008B6406"/>
    <w:rsid w:val="008B6A2E"/>
    <w:rsid w:val="008B7650"/>
    <w:rsid w:val="008B7EBB"/>
    <w:rsid w:val="008C0164"/>
    <w:rsid w:val="008C0626"/>
    <w:rsid w:val="008C0BA9"/>
    <w:rsid w:val="008C112A"/>
    <w:rsid w:val="008C13B3"/>
    <w:rsid w:val="008C1526"/>
    <w:rsid w:val="008C15E3"/>
    <w:rsid w:val="008C167D"/>
    <w:rsid w:val="008C1865"/>
    <w:rsid w:val="008C1897"/>
    <w:rsid w:val="008C19DB"/>
    <w:rsid w:val="008C1DB1"/>
    <w:rsid w:val="008C2848"/>
    <w:rsid w:val="008C2B66"/>
    <w:rsid w:val="008C2F85"/>
    <w:rsid w:val="008C2FEA"/>
    <w:rsid w:val="008C37ED"/>
    <w:rsid w:val="008C39C8"/>
    <w:rsid w:val="008C3A24"/>
    <w:rsid w:val="008C3DC3"/>
    <w:rsid w:val="008C499A"/>
    <w:rsid w:val="008C5044"/>
    <w:rsid w:val="008C5200"/>
    <w:rsid w:val="008C521D"/>
    <w:rsid w:val="008C5697"/>
    <w:rsid w:val="008C640D"/>
    <w:rsid w:val="008C6586"/>
    <w:rsid w:val="008C6924"/>
    <w:rsid w:val="008C6FD2"/>
    <w:rsid w:val="008C765E"/>
    <w:rsid w:val="008C7B4B"/>
    <w:rsid w:val="008D0F95"/>
    <w:rsid w:val="008D119E"/>
    <w:rsid w:val="008D1FDA"/>
    <w:rsid w:val="008D2417"/>
    <w:rsid w:val="008D31A6"/>
    <w:rsid w:val="008D3517"/>
    <w:rsid w:val="008D35A2"/>
    <w:rsid w:val="008D360A"/>
    <w:rsid w:val="008D3983"/>
    <w:rsid w:val="008D3EE5"/>
    <w:rsid w:val="008D46A4"/>
    <w:rsid w:val="008D4D19"/>
    <w:rsid w:val="008D579A"/>
    <w:rsid w:val="008D5FCD"/>
    <w:rsid w:val="008D60CE"/>
    <w:rsid w:val="008D66F9"/>
    <w:rsid w:val="008D69AF"/>
    <w:rsid w:val="008D707A"/>
    <w:rsid w:val="008D71B5"/>
    <w:rsid w:val="008D72E5"/>
    <w:rsid w:val="008D734C"/>
    <w:rsid w:val="008D7978"/>
    <w:rsid w:val="008D797A"/>
    <w:rsid w:val="008D7B4B"/>
    <w:rsid w:val="008E068F"/>
    <w:rsid w:val="008E06F2"/>
    <w:rsid w:val="008E09C0"/>
    <w:rsid w:val="008E0EEA"/>
    <w:rsid w:val="008E168B"/>
    <w:rsid w:val="008E18C5"/>
    <w:rsid w:val="008E1EAC"/>
    <w:rsid w:val="008E21C7"/>
    <w:rsid w:val="008E274F"/>
    <w:rsid w:val="008E32B6"/>
    <w:rsid w:val="008E3786"/>
    <w:rsid w:val="008E436C"/>
    <w:rsid w:val="008E4F68"/>
    <w:rsid w:val="008E5215"/>
    <w:rsid w:val="008E6617"/>
    <w:rsid w:val="008E6857"/>
    <w:rsid w:val="008E69BD"/>
    <w:rsid w:val="008E6E2D"/>
    <w:rsid w:val="008E6E9F"/>
    <w:rsid w:val="008E71F9"/>
    <w:rsid w:val="008E7956"/>
    <w:rsid w:val="008F011D"/>
    <w:rsid w:val="008F0639"/>
    <w:rsid w:val="008F0CED"/>
    <w:rsid w:val="008F0E5D"/>
    <w:rsid w:val="008F16EF"/>
    <w:rsid w:val="008F1D2A"/>
    <w:rsid w:val="008F2594"/>
    <w:rsid w:val="008F2660"/>
    <w:rsid w:val="008F2D61"/>
    <w:rsid w:val="008F2FCB"/>
    <w:rsid w:val="008F3290"/>
    <w:rsid w:val="008F3364"/>
    <w:rsid w:val="008F36B5"/>
    <w:rsid w:val="008F45D0"/>
    <w:rsid w:val="008F4823"/>
    <w:rsid w:val="008F49E2"/>
    <w:rsid w:val="008F4ABF"/>
    <w:rsid w:val="008F5058"/>
    <w:rsid w:val="008F52D1"/>
    <w:rsid w:val="008F6227"/>
    <w:rsid w:val="008F6A1E"/>
    <w:rsid w:val="008F7BF6"/>
    <w:rsid w:val="00900225"/>
    <w:rsid w:val="00900258"/>
    <w:rsid w:val="0090075F"/>
    <w:rsid w:val="00900ABE"/>
    <w:rsid w:val="00900EFD"/>
    <w:rsid w:val="00901434"/>
    <w:rsid w:val="00901484"/>
    <w:rsid w:val="00901512"/>
    <w:rsid w:val="009018EB"/>
    <w:rsid w:val="00901AD4"/>
    <w:rsid w:val="00901CC6"/>
    <w:rsid w:val="00901E3C"/>
    <w:rsid w:val="00901F7D"/>
    <w:rsid w:val="00902AF7"/>
    <w:rsid w:val="00902D2C"/>
    <w:rsid w:val="009037F2"/>
    <w:rsid w:val="00903926"/>
    <w:rsid w:val="009039C2"/>
    <w:rsid w:val="00903C3E"/>
    <w:rsid w:val="00903D22"/>
    <w:rsid w:val="00903E76"/>
    <w:rsid w:val="009043CC"/>
    <w:rsid w:val="00904A5A"/>
    <w:rsid w:val="00904D70"/>
    <w:rsid w:val="00904E0A"/>
    <w:rsid w:val="00904EE0"/>
    <w:rsid w:val="00905659"/>
    <w:rsid w:val="00905E44"/>
    <w:rsid w:val="00905EDD"/>
    <w:rsid w:val="00906283"/>
    <w:rsid w:val="00906300"/>
    <w:rsid w:val="0090645B"/>
    <w:rsid w:val="00906469"/>
    <w:rsid w:val="00906951"/>
    <w:rsid w:val="00906A01"/>
    <w:rsid w:val="00906B8B"/>
    <w:rsid w:val="00906D3C"/>
    <w:rsid w:val="009071AC"/>
    <w:rsid w:val="00907314"/>
    <w:rsid w:val="00910872"/>
    <w:rsid w:val="00910CDD"/>
    <w:rsid w:val="0091168D"/>
    <w:rsid w:val="00911C6D"/>
    <w:rsid w:val="00911D1C"/>
    <w:rsid w:val="00911F22"/>
    <w:rsid w:val="00912BA5"/>
    <w:rsid w:val="00913215"/>
    <w:rsid w:val="0091328E"/>
    <w:rsid w:val="00913383"/>
    <w:rsid w:val="009135CD"/>
    <w:rsid w:val="00913BE3"/>
    <w:rsid w:val="00913D7B"/>
    <w:rsid w:val="00914CEE"/>
    <w:rsid w:val="009150BA"/>
    <w:rsid w:val="00915CE5"/>
    <w:rsid w:val="00916079"/>
    <w:rsid w:val="009161FF"/>
    <w:rsid w:val="0091649E"/>
    <w:rsid w:val="00916B65"/>
    <w:rsid w:val="0091755F"/>
    <w:rsid w:val="0091770B"/>
    <w:rsid w:val="00917AD8"/>
    <w:rsid w:val="00917DC3"/>
    <w:rsid w:val="00920189"/>
    <w:rsid w:val="0092024C"/>
    <w:rsid w:val="00920285"/>
    <w:rsid w:val="009207EF"/>
    <w:rsid w:val="0092092B"/>
    <w:rsid w:val="00920F85"/>
    <w:rsid w:val="009215FB"/>
    <w:rsid w:val="009217DE"/>
    <w:rsid w:val="00921B9B"/>
    <w:rsid w:val="00921F58"/>
    <w:rsid w:val="009221CE"/>
    <w:rsid w:val="00922327"/>
    <w:rsid w:val="0092289C"/>
    <w:rsid w:val="00922EB8"/>
    <w:rsid w:val="009237BD"/>
    <w:rsid w:val="0092421B"/>
    <w:rsid w:val="0092438F"/>
    <w:rsid w:val="0092491D"/>
    <w:rsid w:val="00924EEF"/>
    <w:rsid w:val="009255F3"/>
    <w:rsid w:val="00925AE7"/>
    <w:rsid w:val="0092611C"/>
    <w:rsid w:val="00926421"/>
    <w:rsid w:val="0092651B"/>
    <w:rsid w:val="00926CE5"/>
    <w:rsid w:val="00926D83"/>
    <w:rsid w:val="00926E51"/>
    <w:rsid w:val="00926EE1"/>
    <w:rsid w:val="009270EB"/>
    <w:rsid w:val="009278F7"/>
    <w:rsid w:val="00927998"/>
    <w:rsid w:val="0093007E"/>
    <w:rsid w:val="009301E8"/>
    <w:rsid w:val="00930240"/>
    <w:rsid w:val="009302EF"/>
    <w:rsid w:val="00930B50"/>
    <w:rsid w:val="00930C3C"/>
    <w:rsid w:val="009311E1"/>
    <w:rsid w:val="00931222"/>
    <w:rsid w:val="009319F1"/>
    <w:rsid w:val="009320CE"/>
    <w:rsid w:val="00932B77"/>
    <w:rsid w:val="00932E9E"/>
    <w:rsid w:val="00933EDA"/>
    <w:rsid w:val="00934249"/>
    <w:rsid w:val="009348A2"/>
    <w:rsid w:val="009348E1"/>
    <w:rsid w:val="00934D8E"/>
    <w:rsid w:val="00934E30"/>
    <w:rsid w:val="0093598C"/>
    <w:rsid w:val="00935A09"/>
    <w:rsid w:val="00935A5F"/>
    <w:rsid w:val="00935A70"/>
    <w:rsid w:val="00936019"/>
    <w:rsid w:val="0093606F"/>
    <w:rsid w:val="0093610C"/>
    <w:rsid w:val="0093614D"/>
    <w:rsid w:val="00936925"/>
    <w:rsid w:val="00936983"/>
    <w:rsid w:val="00937452"/>
    <w:rsid w:val="009378B7"/>
    <w:rsid w:val="00937CA8"/>
    <w:rsid w:val="00940674"/>
    <w:rsid w:val="00940844"/>
    <w:rsid w:val="00940B2F"/>
    <w:rsid w:val="00940CEA"/>
    <w:rsid w:val="0094110A"/>
    <w:rsid w:val="00941296"/>
    <w:rsid w:val="0094220D"/>
    <w:rsid w:val="009424DC"/>
    <w:rsid w:val="009428E2"/>
    <w:rsid w:val="00942CC5"/>
    <w:rsid w:val="00943127"/>
    <w:rsid w:val="009431A5"/>
    <w:rsid w:val="009437EB"/>
    <w:rsid w:val="00943872"/>
    <w:rsid w:val="009438F5"/>
    <w:rsid w:val="00943B12"/>
    <w:rsid w:val="00943CE0"/>
    <w:rsid w:val="00943DEB"/>
    <w:rsid w:val="0094434A"/>
    <w:rsid w:val="0094456D"/>
    <w:rsid w:val="009448C7"/>
    <w:rsid w:val="00944AC5"/>
    <w:rsid w:val="0094560D"/>
    <w:rsid w:val="00946B70"/>
    <w:rsid w:val="00947E01"/>
    <w:rsid w:val="009504A2"/>
    <w:rsid w:val="0095067A"/>
    <w:rsid w:val="0095074C"/>
    <w:rsid w:val="00951F47"/>
    <w:rsid w:val="00952204"/>
    <w:rsid w:val="0095270C"/>
    <w:rsid w:val="0095279E"/>
    <w:rsid w:val="00952EA9"/>
    <w:rsid w:val="0095369A"/>
    <w:rsid w:val="00953871"/>
    <w:rsid w:val="00953B0A"/>
    <w:rsid w:val="00954551"/>
    <w:rsid w:val="00954BA2"/>
    <w:rsid w:val="00955B46"/>
    <w:rsid w:val="00955ED7"/>
    <w:rsid w:val="009560CE"/>
    <w:rsid w:val="00956163"/>
    <w:rsid w:val="00956806"/>
    <w:rsid w:val="00956990"/>
    <w:rsid w:val="00956AF9"/>
    <w:rsid w:val="00956CA5"/>
    <w:rsid w:val="0095736A"/>
    <w:rsid w:val="00957B93"/>
    <w:rsid w:val="00957C91"/>
    <w:rsid w:val="00960361"/>
    <w:rsid w:val="009606EE"/>
    <w:rsid w:val="009607DF"/>
    <w:rsid w:val="009607E5"/>
    <w:rsid w:val="00960957"/>
    <w:rsid w:val="00960FB8"/>
    <w:rsid w:val="009611B8"/>
    <w:rsid w:val="0096130E"/>
    <w:rsid w:val="009613EC"/>
    <w:rsid w:val="00961450"/>
    <w:rsid w:val="00961802"/>
    <w:rsid w:val="009618F7"/>
    <w:rsid w:val="009624D6"/>
    <w:rsid w:val="00962976"/>
    <w:rsid w:val="00962CD1"/>
    <w:rsid w:val="00963190"/>
    <w:rsid w:val="009635A6"/>
    <w:rsid w:val="00963687"/>
    <w:rsid w:val="00965A4E"/>
    <w:rsid w:val="009666ED"/>
    <w:rsid w:val="00966BFE"/>
    <w:rsid w:val="00966EED"/>
    <w:rsid w:val="00967150"/>
    <w:rsid w:val="00967160"/>
    <w:rsid w:val="00967421"/>
    <w:rsid w:val="0096783D"/>
    <w:rsid w:val="009678E0"/>
    <w:rsid w:val="00967C9A"/>
    <w:rsid w:val="0097010F"/>
    <w:rsid w:val="00970CF6"/>
    <w:rsid w:val="009711A6"/>
    <w:rsid w:val="00971C3A"/>
    <w:rsid w:val="00971D21"/>
    <w:rsid w:val="00971EFF"/>
    <w:rsid w:val="0097210B"/>
    <w:rsid w:val="00972202"/>
    <w:rsid w:val="00972265"/>
    <w:rsid w:val="009738C7"/>
    <w:rsid w:val="00973E74"/>
    <w:rsid w:val="00974666"/>
    <w:rsid w:val="00974D27"/>
    <w:rsid w:val="00974D2E"/>
    <w:rsid w:val="009750E5"/>
    <w:rsid w:val="00975A55"/>
    <w:rsid w:val="00976AC9"/>
    <w:rsid w:val="00976C72"/>
    <w:rsid w:val="00976CAC"/>
    <w:rsid w:val="00977283"/>
    <w:rsid w:val="0097759D"/>
    <w:rsid w:val="00977D7C"/>
    <w:rsid w:val="009807A8"/>
    <w:rsid w:val="00980D7A"/>
    <w:rsid w:val="009814CD"/>
    <w:rsid w:val="00981F08"/>
    <w:rsid w:val="00982587"/>
    <w:rsid w:val="0098268D"/>
    <w:rsid w:val="009831DE"/>
    <w:rsid w:val="00983456"/>
    <w:rsid w:val="00983C82"/>
    <w:rsid w:val="00984456"/>
    <w:rsid w:val="0098470B"/>
    <w:rsid w:val="009848A7"/>
    <w:rsid w:val="00984B9B"/>
    <w:rsid w:val="00984C64"/>
    <w:rsid w:val="00984E4D"/>
    <w:rsid w:val="00984F56"/>
    <w:rsid w:val="009853BB"/>
    <w:rsid w:val="0098542F"/>
    <w:rsid w:val="00985708"/>
    <w:rsid w:val="00985D6D"/>
    <w:rsid w:val="009867C3"/>
    <w:rsid w:val="009867EA"/>
    <w:rsid w:val="009869D2"/>
    <w:rsid w:val="00986B9D"/>
    <w:rsid w:val="00987B4B"/>
    <w:rsid w:val="009910F3"/>
    <w:rsid w:val="00991E33"/>
    <w:rsid w:val="0099235B"/>
    <w:rsid w:val="009928EB"/>
    <w:rsid w:val="00992C2A"/>
    <w:rsid w:val="00993114"/>
    <w:rsid w:val="00993288"/>
    <w:rsid w:val="00993A49"/>
    <w:rsid w:val="009943F1"/>
    <w:rsid w:val="00994E19"/>
    <w:rsid w:val="00995687"/>
    <w:rsid w:val="009958E6"/>
    <w:rsid w:val="00995DF0"/>
    <w:rsid w:val="00996064"/>
    <w:rsid w:val="009965DC"/>
    <w:rsid w:val="0099677B"/>
    <w:rsid w:val="00996C28"/>
    <w:rsid w:val="00996D48"/>
    <w:rsid w:val="00996E40"/>
    <w:rsid w:val="00997935"/>
    <w:rsid w:val="00997B8B"/>
    <w:rsid w:val="00997CD5"/>
    <w:rsid w:val="00997D96"/>
    <w:rsid w:val="009A0913"/>
    <w:rsid w:val="009A0D22"/>
    <w:rsid w:val="009A1336"/>
    <w:rsid w:val="009A1540"/>
    <w:rsid w:val="009A18F8"/>
    <w:rsid w:val="009A2911"/>
    <w:rsid w:val="009A2A60"/>
    <w:rsid w:val="009A2B89"/>
    <w:rsid w:val="009A2DCD"/>
    <w:rsid w:val="009A3B1E"/>
    <w:rsid w:val="009A3D1A"/>
    <w:rsid w:val="009A4C30"/>
    <w:rsid w:val="009A4DCF"/>
    <w:rsid w:val="009A51D8"/>
    <w:rsid w:val="009A55A0"/>
    <w:rsid w:val="009A55AA"/>
    <w:rsid w:val="009A62C4"/>
    <w:rsid w:val="009A69C5"/>
    <w:rsid w:val="009A6AB7"/>
    <w:rsid w:val="009A6CCE"/>
    <w:rsid w:val="009A7262"/>
    <w:rsid w:val="009A75C7"/>
    <w:rsid w:val="009A7F9C"/>
    <w:rsid w:val="009B01D0"/>
    <w:rsid w:val="009B03BD"/>
    <w:rsid w:val="009B07CD"/>
    <w:rsid w:val="009B09D4"/>
    <w:rsid w:val="009B1973"/>
    <w:rsid w:val="009B19EC"/>
    <w:rsid w:val="009B23E4"/>
    <w:rsid w:val="009B2662"/>
    <w:rsid w:val="009B2D27"/>
    <w:rsid w:val="009B2E0F"/>
    <w:rsid w:val="009B32FE"/>
    <w:rsid w:val="009B340B"/>
    <w:rsid w:val="009B3C32"/>
    <w:rsid w:val="009B3E8B"/>
    <w:rsid w:val="009B4538"/>
    <w:rsid w:val="009B469C"/>
    <w:rsid w:val="009B4939"/>
    <w:rsid w:val="009B4D05"/>
    <w:rsid w:val="009B4DB4"/>
    <w:rsid w:val="009B4F62"/>
    <w:rsid w:val="009B54F4"/>
    <w:rsid w:val="009B551E"/>
    <w:rsid w:val="009B5AA8"/>
    <w:rsid w:val="009B5B8C"/>
    <w:rsid w:val="009B613C"/>
    <w:rsid w:val="009B618C"/>
    <w:rsid w:val="009B61C3"/>
    <w:rsid w:val="009B63FC"/>
    <w:rsid w:val="009B644E"/>
    <w:rsid w:val="009B64BF"/>
    <w:rsid w:val="009B6B28"/>
    <w:rsid w:val="009B79FF"/>
    <w:rsid w:val="009C0137"/>
    <w:rsid w:val="009C0180"/>
    <w:rsid w:val="009C0A78"/>
    <w:rsid w:val="009C0FCC"/>
    <w:rsid w:val="009C15A8"/>
    <w:rsid w:val="009C1684"/>
    <w:rsid w:val="009C180F"/>
    <w:rsid w:val="009C18C3"/>
    <w:rsid w:val="009C1A58"/>
    <w:rsid w:val="009C1B46"/>
    <w:rsid w:val="009C1BBA"/>
    <w:rsid w:val="009C1D92"/>
    <w:rsid w:val="009C1F04"/>
    <w:rsid w:val="009C22B8"/>
    <w:rsid w:val="009C290F"/>
    <w:rsid w:val="009C2F29"/>
    <w:rsid w:val="009C326A"/>
    <w:rsid w:val="009C327F"/>
    <w:rsid w:val="009C34F6"/>
    <w:rsid w:val="009C35EC"/>
    <w:rsid w:val="009C3698"/>
    <w:rsid w:val="009C387C"/>
    <w:rsid w:val="009C3A74"/>
    <w:rsid w:val="009C41DD"/>
    <w:rsid w:val="009C4AB8"/>
    <w:rsid w:val="009C4DC8"/>
    <w:rsid w:val="009C5548"/>
    <w:rsid w:val="009C564E"/>
    <w:rsid w:val="009C58C8"/>
    <w:rsid w:val="009C5971"/>
    <w:rsid w:val="009C5BE4"/>
    <w:rsid w:val="009C6400"/>
    <w:rsid w:val="009C65C8"/>
    <w:rsid w:val="009C71C1"/>
    <w:rsid w:val="009C7B8F"/>
    <w:rsid w:val="009C7FCD"/>
    <w:rsid w:val="009D0565"/>
    <w:rsid w:val="009D135B"/>
    <w:rsid w:val="009D13DB"/>
    <w:rsid w:val="009D144D"/>
    <w:rsid w:val="009D1E9D"/>
    <w:rsid w:val="009D2722"/>
    <w:rsid w:val="009D2945"/>
    <w:rsid w:val="009D2A7A"/>
    <w:rsid w:val="009D2C10"/>
    <w:rsid w:val="009D2CDA"/>
    <w:rsid w:val="009D33DA"/>
    <w:rsid w:val="009D3A96"/>
    <w:rsid w:val="009D3AA8"/>
    <w:rsid w:val="009D3E46"/>
    <w:rsid w:val="009D41A2"/>
    <w:rsid w:val="009D4632"/>
    <w:rsid w:val="009D4C03"/>
    <w:rsid w:val="009D4F9F"/>
    <w:rsid w:val="009D5533"/>
    <w:rsid w:val="009D57BA"/>
    <w:rsid w:val="009D5AE0"/>
    <w:rsid w:val="009D6353"/>
    <w:rsid w:val="009D6654"/>
    <w:rsid w:val="009D66CF"/>
    <w:rsid w:val="009D6B65"/>
    <w:rsid w:val="009D6D5B"/>
    <w:rsid w:val="009D6D5E"/>
    <w:rsid w:val="009D760B"/>
    <w:rsid w:val="009D796E"/>
    <w:rsid w:val="009D7DB0"/>
    <w:rsid w:val="009E0AE5"/>
    <w:rsid w:val="009E0EBC"/>
    <w:rsid w:val="009E1018"/>
    <w:rsid w:val="009E1BCA"/>
    <w:rsid w:val="009E20EC"/>
    <w:rsid w:val="009E2B13"/>
    <w:rsid w:val="009E2D58"/>
    <w:rsid w:val="009E32B6"/>
    <w:rsid w:val="009E33E4"/>
    <w:rsid w:val="009E34F5"/>
    <w:rsid w:val="009E39D5"/>
    <w:rsid w:val="009E416F"/>
    <w:rsid w:val="009E459E"/>
    <w:rsid w:val="009E4C9E"/>
    <w:rsid w:val="009E4E65"/>
    <w:rsid w:val="009E55FA"/>
    <w:rsid w:val="009E5646"/>
    <w:rsid w:val="009E5CC3"/>
    <w:rsid w:val="009E5D9C"/>
    <w:rsid w:val="009E62EE"/>
    <w:rsid w:val="009E6AFE"/>
    <w:rsid w:val="009E7277"/>
    <w:rsid w:val="009F0691"/>
    <w:rsid w:val="009F07FF"/>
    <w:rsid w:val="009F09B2"/>
    <w:rsid w:val="009F0D3B"/>
    <w:rsid w:val="009F161D"/>
    <w:rsid w:val="009F17EB"/>
    <w:rsid w:val="009F1A1D"/>
    <w:rsid w:val="009F1CAE"/>
    <w:rsid w:val="009F1E97"/>
    <w:rsid w:val="009F2490"/>
    <w:rsid w:val="009F2BD7"/>
    <w:rsid w:val="009F2C5E"/>
    <w:rsid w:val="009F2FF6"/>
    <w:rsid w:val="009F3BCD"/>
    <w:rsid w:val="009F3D0C"/>
    <w:rsid w:val="009F408C"/>
    <w:rsid w:val="009F40E5"/>
    <w:rsid w:val="009F4765"/>
    <w:rsid w:val="009F59CE"/>
    <w:rsid w:val="009F5C65"/>
    <w:rsid w:val="009F6017"/>
    <w:rsid w:val="009F60FA"/>
    <w:rsid w:val="009F642F"/>
    <w:rsid w:val="009F6437"/>
    <w:rsid w:val="009F65F8"/>
    <w:rsid w:val="009F70E6"/>
    <w:rsid w:val="009F7246"/>
    <w:rsid w:val="009F76FC"/>
    <w:rsid w:val="009F7A99"/>
    <w:rsid w:val="009F7AA8"/>
    <w:rsid w:val="009F7B53"/>
    <w:rsid w:val="009F7BD3"/>
    <w:rsid w:val="009F7BFC"/>
    <w:rsid w:val="00A00424"/>
    <w:rsid w:val="00A00FDA"/>
    <w:rsid w:val="00A0110D"/>
    <w:rsid w:val="00A01988"/>
    <w:rsid w:val="00A01F15"/>
    <w:rsid w:val="00A02890"/>
    <w:rsid w:val="00A02A25"/>
    <w:rsid w:val="00A02B14"/>
    <w:rsid w:val="00A03754"/>
    <w:rsid w:val="00A03CE9"/>
    <w:rsid w:val="00A03F56"/>
    <w:rsid w:val="00A046CA"/>
    <w:rsid w:val="00A05056"/>
    <w:rsid w:val="00A060DE"/>
    <w:rsid w:val="00A06435"/>
    <w:rsid w:val="00A06594"/>
    <w:rsid w:val="00A06A97"/>
    <w:rsid w:val="00A06AFE"/>
    <w:rsid w:val="00A06E7A"/>
    <w:rsid w:val="00A07784"/>
    <w:rsid w:val="00A07FA9"/>
    <w:rsid w:val="00A109DD"/>
    <w:rsid w:val="00A10B5B"/>
    <w:rsid w:val="00A1344E"/>
    <w:rsid w:val="00A136D4"/>
    <w:rsid w:val="00A13741"/>
    <w:rsid w:val="00A138DC"/>
    <w:rsid w:val="00A14216"/>
    <w:rsid w:val="00A147DB"/>
    <w:rsid w:val="00A148BF"/>
    <w:rsid w:val="00A14B5D"/>
    <w:rsid w:val="00A15AB8"/>
    <w:rsid w:val="00A15FF4"/>
    <w:rsid w:val="00A16260"/>
    <w:rsid w:val="00A16533"/>
    <w:rsid w:val="00A16C77"/>
    <w:rsid w:val="00A1712D"/>
    <w:rsid w:val="00A2000B"/>
    <w:rsid w:val="00A20CBE"/>
    <w:rsid w:val="00A20DCD"/>
    <w:rsid w:val="00A20DDD"/>
    <w:rsid w:val="00A21250"/>
    <w:rsid w:val="00A21527"/>
    <w:rsid w:val="00A21763"/>
    <w:rsid w:val="00A21E32"/>
    <w:rsid w:val="00A21F4B"/>
    <w:rsid w:val="00A222C0"/>
    <w:rsid w:val="00A22A8D"/>
    <w:rsid w:val="00A22F1B"/>
    <w:rsid w:val="00A2308B"/>
    <w:rsid w:val="00A231A2"/>
    <w:rsid w:val="00A2348D"/>
    <w:rsid w:val="00A23C9A"/>
    <w:rsid w:val="00A23F73"/>
    <w:rsid w:val="00A2430C"/>
    <w:rsid w:val="00A24520"/>
    <w:rsid w:val="00A247C7"/>
    <w:rsid w:val="00A24869"/>
    <w:rsid w:val="00A250BE"/>
    <w:rsid w:val="00A252E5"/>
    <w:rsid w:val="00A25C55"/>
    <w:rsid w:val="00A25EF1"/>
    <w:rsid w:val="00A2647C"/>
    <w:rsid w:val="00A26AB1"/>
    <w:rsid w:val="00A26C1E"/>
    <w:rsid w:val="00A27017"/>
    <w:rsid w:val="00A275F7"/>
    <w:rsid w:val="00A2765A"/>
    <w:rsid w:val="00A27966"/>
    <w:rsid w:val="00A27B3C"/>
    <w:rsid w:val="00A27C02"/>
    <w:rsid w:val="00A30D06"/>
    <w:rsid w:val="00A30E62"/>
    <w:rsid w:val="00A30F12"/>
    <w:rsid w:val="00A310F5"/>
    <w:rsid w:val="00A31507"/>
    <w:rsid w:val="00A32295"/>
    <w:rsid w:val="00A3231C"/>
    <w:rsid w:val="00A328E5"/>
    <w:rsid w:val="00A32EE9"/>
    <w:rsid w:val="00A330A0"/>
    <w:rsid w:val="00A334DD"/>
    <w:rsid w:val="00A33B2A"/>
    <w:rsid w:val="00A342DD"/>
    <w:rsid w:val="00A34C3A"/>
    <w:rsid w:val="00A34D05"/>
    <w:rsid w:val="00A356E3"/>
    <w:rsid w:val="00A35716"/>
    <w:rsid w:val="00A35A2B"/>
    <w:rsid w:val="00A364FE"/>
    <w:rsid w:val="00A36534"/>
    <w:rsid w:val="00A3656A"/>
    <w:rsid w:val="00A367F6"/>
    <w:rsid w:val="00A368A1"/>
    <w:rsid w:val="00A3722C"/>
    <w:rsid w:val="00A37274"/>
    <w:rsid w:val="00A37508"/>
    <w:rsid w:val="00A37888"/>
    <w:rsid w:val="00A37AF7"/>
    <w:rsid w:val="00A37EDD"/>
    <w:rsid w:val="00A40326"/>
    <w:rsid w:val="00A404EA"/>
    <w:rsid w:val="00A40A3E"/>
    <w:rsid w:val="00A40A81"/>
    <w:rsid w:val="00A40F04"/>
    <w:rsid w:val="00A412A1"/>
    <w:rsid w:val="00A41484"/>
    <w:rsid w:val="00A415DA"/>
    <w:rsid w:val="00A41EED"/>
    <w:rsid w:val="00A42A20"/>
    <w:rsid w:val="00A43140"/>
    <w:rsid w:val="00A432CB"/>
    <w:rsid w:val="00A43890"/>
    <w:rsid w:val="00A43A10"/>
    <w:rsid w:val="00A43BAE"/>
    <w:rsid w:val="00A44258"/>
    <w:rsid w:val="00A44842"/>
    <w:rsid w:val="00A4485C"/>
    <w:rsid w:val="00A44A23"/>
    <w:rsid w:val="00A44E30"/>
    <w:rsid w:val="00A44F4F"/>
    <w:rsid w:val="00A45825"/>
    <w:rsid w:val="00A45E11"/>
    <w:rsid w:val="00A46345"/>
    <w:rsid w:val="00A46A35"/>
    <w:rsid w:val="00A46B57"/>
    <w:rsid w:val="00A46B7F"/>
    <w:rsid w:val="00A46BF9"/>
    <w:rsid w:val="00A46E61"/>
    <w:rsid w:val="00A4727E"/>
    <w:rsid w:val="00A4760C"/>
    <w:rsid w:val="00A47886"/>
    <w:rsid w:val="00A50077"/>
    <w:rsid w:val="00A50509"/>
    <w:rsid w:val="00A50B2A"/>
    <w:rsid w:val="00A5155A"/>
    <w:rsid w:val="00A51598"/>
    <w:rsid w:val="00A525AE"/>
    <w:rsid w:val="00A528C2"/>
    <w:rsid w:val="00A530A2"/>
    <w:rsid w:val="00A53249"/>
    <w:rsid w:val="00A535D5"/>
    <w:rsid w:val="00A53AB2"/>
    <w:rsid w:val="00A53F71"/>
    <w:rsid w:val="00A54058"/>
    <w:rsid w:val="00A54839"/>
    <w:rsid w:val="00A54A1F"/>
    <w:rsid w:val="00A54D11"/>
    <w:rsid w:val="00A55030"/>
    <w:rsid w:val="00A55069"/>
    <w:rsid w:val="00A551A2"/>
    <w:rsid w:val="00A55306"/>
    <w:rsid w:val="00A5531E"/>
    <w:rsid w:val="00A55396"/>
    <w:rsid w:val="00A55403"/>
    <w:rsid w:val="00A554A3"/>
    <w:rsid w:val="00A5596A"/>
    <w:rsid w:val="00A55DFC"/>
    <w:rsid w:val="00A563F4"/>
    <w:rsid w:val="00A56676"/>
    <w:rsid w:val="00A56ECB"/>
    <w:rsid w:val="00A56FF8"/>
    <w:rsid w:val="00A57F24"/>
    <w:rsid w:val="00A60138"/>
    <w:rsid w:val="00A60144"/>
    <w:rsid w:val="00A6025A"/>
    <w:rsid w:val="00A60377"/>
    <w:rsid w:val="00A60CEB"/>
    <w:rsid w:val="00A617B6"/>
    <w:rsid w:val="00A61F9D"/>
    <w:rsid w:val="00A62565"/>
    <w:rsid w:val="00A625F7"/>
    <w:rsid w:val="00A62928"/>
    <w:rsid w:val="00A62997"/>
    <w:rsid w:val="00A62A0C"/>
    <w:rsid w:val="00A62D9C"/>
    <w:rsid w:val="00A630CF"/>
    <w:rsid w:val="00A63D8F"/>
    <w:rsid w:val="00A63EEA"/>
    <w:rsid w:val="00A6424F"/>
    <w:rsid w:val="00A6489A"/>
    <w:rsid w:val="00A64C67"/>
    <w:rsid w:val="00A64E1F"/>
    <w:rsid w:val="00A65580"/>
    <w:rsid w:val="00A655A7"/>
    <w:rsid w:val="00A65947"/>
    <w:rsid w:val="00A659C5"/>
    <w:rsid w:val="00A65BDA"/>
    <w:rsid w:val="00A65FB0"/>
    <w:rsid w:val="00A66038"/>
    <w:rsid w:val="00A67637"/>
    <w:rsid w:val="00A677AD"/>
    <w:rsid w:val="00A67B31"/>
    <w:rsid w:val="00A67C25"/>
    <w:rsid w:val="00A67C27"/>
    <w:rsid w:val="00A67C68"/>
    <w:rsid w:val="00A67CB6"/>
    <w:rsid w:val="00A67D6F"/>
    <w:rsid w:val="00A67F88"/>
    <w:rsid w:val="00A70272"/>
    <w:rsid w:val="00A7040B"/>
    <w:rsid w:val="00A706FD"/>
    <w:rsid w:val="00A71025"/>
    <w:rsid w:val="00A71D89"/>
    <w:rsid w:val="00A71EC3"/>
    <w:rsid w:val="00A72283"/>
    <w:rsid w:val="00A725BB"/>
    <w:rsid w:val="00A72E1D"/>
    <w:rsid w:val="00A73437"/>
    <w:rsid w:val="00A736C2"/>
    <w:rsid w:val="00A73A1B"/>
    <w:rsid w:val="00A73D07"/>
    <w:rsid w:val="00A73F7E"/>
    <w:rsid w:val="00A7420E"/>
    <w:rsid w:val="00A7421C"/>
    <w:rsid w:val="00A742BF"/>
    <w:rsid w:val="00A74944"/>
    <w:rsid w:val="00A74DDD"/>
    <w:rsid w:val="00A75165"/>
    <w:rsid w:val="00A7576C"/>
    <w:rsid w:val="00A757C2"/>
    <w:rsid w:val="00A75982"/>
    <w:rsid w:val="00A761CC"/>
    <w:rsid w:val="00A764AC"/>
    <w:rsid w:val="00A76718"/>
    <w:rsid w:val="00A76D1D"/>
    <w:rsid w:val="00A76D37"/>
    <w:rsid w:val="00A76D3F"/>
    <w:rsid w:val="00A76E9C"/>
    <w:rsid w:val="00A77DAE"/>
    <w:rsid w:val="00A801EB"/>
    <w:rsid w:val="00A8020A"/>
    <w:rsid w:val="00A803D2"/>
    <w:rsid w:val="00A8076B"/>
    <w:rsid w:val="00A8098F"/>
    <w:rsid w:val="00A80CB3"/>
    <w:rsid w:val="00A80D9B"/>
    <w:rsid w:val="00A8104C"/>
    <w:rsid w:val="00A81859"/>
    <w:rsid w:val="00A81DEE"/>
    <w:rsid w:val="00A81E4E"/>
    <w:rsid w:val="00A81F86"/>
    <w:rsid w:val="00A825F4"/>
    <w:rsid w:val="00A82D0E"/>
    <w:rsid w:val="00A83418"/>
    <w:rsid w:val="00A83B30"/>
    <w:rsid w:val="00A83DDA"/>
    <w:rsid w:val="00A83E85"/>
    <w:rsid w:val="00A84484"/>
    <w:rsid w:val="00A84620"/>
    <w:rsid w:val="00A849AA"/>
    <w:rsid w:val="00A84BE5"/>
    <w:rsid w:val="00A84DA0"/>
    <w:rsid w:val="00A84DFD"/>
    <w:rsid w:val="00A852BC"/>
    <w:rsid w:val="00A85AA6"/>
    <w:rsid w:val="00A85CD6"/>
    <w:rsid w:val="00A85D8F"/>
    <w:rsid w:val="00A85EE7"/>
    <w:rsid w:val="00A860B0"/>
    <w:rsid w:val="00A86B50"/>
    <w:rsid w:val="00A86DEB"/>
    <w:rsid w:val="00A87707"/>
    <w:rsid w:val="00A9028C"/>
    <w:rsid w:val="00A9065B"/>
    <w:rsid w:val="00A9093B"/>
    <w:rsid w:val="00A909C5"/>
    <w:rsid w:val="00A90F30"/>
    <w:rsid w:val="00A91847"/>
    <w:rsid w:val="00A92886"/>
    <w:rsid w:val="00A931B9"/>
    <w:rsid w:val="00A933A0"/>
    <w:rsid w:val="00A943C1"/>
    <w:rsid w:val="00A94790"/>
    <w:rsid w:val="00A94DD4"/>
    <w:rsid w:val="00A953ED"/>
    <w:rsid w:val="00A95B8F"/>
    <w:rsid w:val="00A9602D"/>
    <w:rsid w:val="00A963C3"/>
    <w:rsid w:val="00A96E16"/>
    <w:rsid w:val="00A97122"/>
    <w:rsid w:val="00A97DFC"/>
    <w:rsid w:val="00AA0618"/>
    <w:rsid w:val="00AA06BB"/>
    <w:rsid w:val="00AA0994"/>
    <w:rsid w:val="00AA0B8B"/>
    <w:rsid w:val="00AA0BF0"/>
    <w:rsid w:val="00AA0F51"/>
    <w:rsid w:val="00AA0F82"/>
    <w:rsid w:val="00AA14EE"/>
    <w:rsid w:val="00AA1BD0"/>
    <w:rsid w:val="00AA20A2"/>
    <w:rsid w:val="00AA2297"/>
    <w:rsid w:val="00AA22D0"/>
    <w:rsid w:val="00AA30D6"/>
    <w:rsid w:val="00AA345D"/>
    <w:rsid w:val="00AA3484"/>
    <w:rsid w:val="00AA39C0"/>
    <w:rsid w:val="00AA3FBC"/>
    <w:rsid w:val="00AA401D"/>
    <w:rsid w:val="00AA496F"/>
    <w:rsid w:val="00AA4DF5"/>
    <w:rsid w:val="00AA4E78"/>
    <w:rsid w:val="00AA547F"/>
    <w:rsid w:val="00AA581C"/>
    <w:rsid w:val="00AA5859"/>
    <w:rsid w:val="00AA5EAF"/>
    <w:rsid w:val="00AA6409"/>
    <w:rsid w:val="00AA6E83"/>
    <w:rsid w:val="00AA79EF"/>
    <w:rsid w:val="00AA7DA9"/>
    <w:rsid w:val="00AB010F"/>
    <w:rsid w:val="00AB05AE"/>
    <w:rsid w:val="00AB0D18"/>
    <w:rsid w:val="00AB1383"/>
    <w:rsid w:val="00AB139A"/>
    <w:rsid w:val="00AB1C79"/>
    <w:rsid w:val="00AB1CE5"/>
    <w:rsid w:val="00AB1F87"/>
    <w:rsid w:val="00AB2021"/>
    <w:rsid w:val="00AB202E"/>
    <w:rsid w:val="00AB2119"/>
    <w:rsid w:val="00AB2288"/>
    <w:rsid w:val="00AB2494"/>
    <w:rsid w:val="00AB273F"/>
    <w:rsid w:val="00AB278C"/>
    <w:rsid w:val="00AB2997"/>
    <w:rsid w:val="00AB2A25"/>
    <w:rsid w:val="00AB2A56"/>
    <w:rsid w:val="00AB2F9D"/>
    <w:rsid w:val="00AB325D"/>
    <w:rsid w:val="00AB36AA"/>
    <w:rsid w:val="00AB3A84"/>
    <w:rsid w:val="00AB3EE2"/>
    <w:rsid w:val="00AB49FA"/>
    <w:rsid w:val="00AB4D83"/>
    <w:rsid w:val="00AB5109"/>
    <w:rsid w:val="00AB51A3"/>
    <w:rsid w:val="00AB552D"/>
    <w:rsid w:val="00AB5A84"/>
    <w:rsid w:val="00AB5AEE"/>
    <w:rsid w:val="00AB61A8"/>
    <w:rsid w:val="00AB631D"/>
    <w:rsid w:val="00AB633D"/>
    <w:rsid w:val="00AB76A8"/>
    <w:rsid w:val="00AB7B36"/>
    <w:rsid w:val="00AC048A"/>
    <w:rsid w:val="00AC0491"/>
    <w:rsid w:val="00AC0DED"/>
    <w:rsid w:val="00AC0F90"/>
    <w:rsid w:val="00AC111A"/>
    <w:rsid w:val="00AC1337"/>
    <w:rsid w:val="00AC1DB1"/>
    <w:rsid w:val="00AC1E16"/>
    <w:rsid w:val="00AC1EF3"/>
    <w:rsid w:val="00AC308E"/>
    <w:rsid w:val="00AC3506"/>
    <w:rsid w:val="00AC3C1B"/>
    <w:rsid w:val="00AC4022"/>
    <w:rsid w:val="00AC4572"/>
    <w:rsid w:val="00AC4D4D"/>
    <w:rsid w:val="00AC586E"/>
    <w:rsid w:val="00AC588D"/>
    <w:rsid w:val="00AC64A4"/>
    <w:rsid w:val="00AC6A4F"/>
    <w:rsid w:val="00AC6B5B"/>
    <w:rsid w:val="00AC6C81"/>
    <w:rsid w:val="00AC6FBB"/>
    <w:rsid w:val="00AC713D"/>
    <w:rsid w:val="00AC7A67"/>
    <w:rsid w:val="00AD03C0"/>
    <w:rsid w:val="00AD0640"/>
    <w:rsid w:val="00AD0A0B"/>
    <w:rsid w:val="00AD0D41"/>
    <w:rsid w:val="00AD1043"/>
    <w:rsid w:val="00AD1BE6"/>
    <w:rsid w:val="00AD1DC9"/>
    <w:rsid w:val="00AD26D3"/>
    <w:rsid w:val="00AD2913"/>
    <w:rsid w:val="00AD2C45"/>
    <w:rsid w:val="00AD2F47"/>
    <w:rsid w:val="00AD2FAC"/>
    <w:rsid w:val="00AD3073"/>
    <w:rsid w:val="00AD3F8F"/>
    <w:rsid w:val="00AD3FEE"/>
    <w:rsid w:val="00AD435A"/>
    <w:rsid w:val="00AD4AB6"/>
    <w:rsid w:val="00AD4C85"/>
    <w:rsid w:val="00AD567F"/>
    <w:rsid w:val="00AD5720"/>
    <w:rsid w:val="00AD57DB"/>
    <w:rsid w:val="00AD59C7"/>
    <w:rsid w:val="00AD5CC9"/>
    <w:rsid w:val="00AD5E4E"/>
    <w:rsid w:val="00AD633D"/>
    <w:rsid w:val="00AD6A57"/>
    <w:rsid w:val="00AD6B0C"/>
    <w:rsid w:val="00AD6DD2"/>
    <w:rsid w:val="00AD7138"/>
    <w:rsid w:val="00AD7B1F"/>
    <w:rsid w:val="00AE0544"/>
    <w:rsid w:val="00AE0773"/>
    <w:rsid w:val="00AE0E62"/>
    <w:rsid w:val="00AE116A"/>
    <w:rsid w:val="00AE122C"/>
    <w:rsid w:val="00AE1458"/>
    <w:rsid w:val="00AE14BD"/>
    <w:rsid w:val="00AE1750"/>
    <w:rsid w:val="00AE17CD"/>
    <w:rsid w:val="00AE19C8"/>
    <w:rsid w:val="00AE1D26"/>
    <w:rsid w:val="00AE2213"/>
    <w:rsid w:val="00AE3268"/>
    <w:rsid w:val="00AE37AB"/>
    <w:rsid w:val="00AE3A31"/>
    <w:rsid w:val="00AE3D6C"/>
    <w:rsid w:val="00AE3DB6"/>
    <w:rsid w:val="00AE4705"/>
    <w:rsid w:val="00AE503F"/>
    <w:rsid w:val="00AE53BC"/>
    <w:rsid w:val="00AE58CE"/>
    <w:rsid w:val="00AE6035"/>
    <w:rsid w:val="00AE6201"/>
    <w:rsid w:val="00AE64A0"/>
    <w:rsid w:val="00AE6D38"/>
    <w:rsid w:val="00AE6DF5"/>
    <w:rsid w:val="00AE7323"/>
    <w:rsid w:val="00AE7474"/>
    <w:rsid w:val="00AE768E"/>
    <w:rsid w:val="00AE7C29"/>
    <w:rsid w:val="00AE7D61"/>
    <w:rsid w:val="00AF0365"/>
    <w:rsid w:val="00AF0475"/>
    <w:rsid w:val="00AF08FB"/>
    <w:rsid w:val="00AF0A90"/>
    <w:rsid w:val="00AF0EE9"/>
    <w:rsid w:val="00AF1357"/>
    <w:rsid w:val="00AF14B2"/>
    <w:rsid w:val="00AF15DC"/>
    <w:rsid w:val="00AF186D"/>
    <w:rsid w:val="00AF1992"/>
    <w:rsid w:val="00AF2450"/>
    <w:rsid w:val="00AF27B1"/>
    <w:rsid w:val="00AF2D52"/>
    <w:rsid w:val="00AF314D"/>
    <w:rsid w:val="00AF35C0"/>
    <w:rsid w:val="00AF418B"/>
    <w:rsid w:val="00AF4711"/>
    <w:rsid w:val="00AF4C3D"/>
    <w:rsid w:val="00AF4FAB"/>
    <w:rsid w:val="00AF4FC4"/>
    <w:rsid w:val="00AF511A"/>
    <w:rsid w:val="00AF5C97"/>
    <w:rsid w:val="00AF5E33"/>
    <w:rsid w:val="00AF5FA7"/>
    <w:rsid w:val="00AF60A1"/>
    <w:rsid w:val="00AF633B"/>
    <w:rsid w:val="00AF64BC"/>
    <w:rsid w:val="00AF6895"/>
    <w:rsid w:val="00AF6D41"/>
    <w:rsid w:val="00AF78DE"/>
    <w:rsid w:val="00AF796A"/>
    <w:rsid w:val="00AF7A19"/>
    <w:rsid w:val="00AF7B5A"/>
    <w:rsid w:val="00AF7DE2"/>
    <w:rsid w:val="00AF7FE2"/>
    <w:rsid w:val="00B00468"/>
    <w:rsid w:val="00B006FB"/>
    <w:rsid w:val="00B00977"/>
    <w:rsid w:val="00B014E6"/>
    <w:rsid w:val="00B01B1A"/>
    <w:rsid w:val="00B01CDF"/>
    <w:rsid w:val="00B01E58"/>
    <w:rsid w:val="00B0228F"/>
    <w:rsid w:val="00B025E9"/>
    <w:rsid w:val="00B026B7"/>
    <w:rsid w:val="00B02DBA"/>
    <w:rsid w:val="00B03106"/>
    <w:rsid w:val="00B03271"/>
    <w:rsid w:val="00B03536"/>
    <w:rsid w:val="00B03711"/>
    <w:rsid w:val="00B037D6"/>
    <w:rsid w:val="00B0384D"/>
    <w:rsid w:val="00B03BBD"/>
    <w:rsid w:val="00B03DC7"/>
    <w:rsid w:val="00B03DDE"/>
    <w:rsid w:val="00B04062"/>
    <w:rsid w:val="00B04218"/>
    <w:rsid w:val="00B04902"/>
    <w:rsid w:val="00B04C30"/>
    <w:rsid w:val="00B04C4E"/>
    <w:rsid w:val="00B04C6B"/>
    <w:rsid w:val="00B05206"/>
    <w:rsid w:val="00B053AE"/>
    <w:rsid w:val="00B053E3"/>
    <w:rsid w:val="00B062C9"/>
    <w:rsid w:val="00B06C6B"/>
    <w:rsid w:val="00B06EE7"/>
    <w:rsid w:val="00B06FFB"/>
    <w:rsid w:val="00B07945"/>
    <w:rsid w:val="00B07FB7"/>
    <w:rsid w:val="00B111FE"/>
    <w:rsid w:val="00B112DE"/>
    <w:rsid w:val="00B113BD"/>
    <w:rsid w:val="00B1154C"/>
    <w:rsid w:val="00B11554"/>
    <w:rsid w:val="00B118C2"/>
    <w:rsid w:val="00B11BBC"/>
    <w:rsid w:val="00B11D0D"/>
    <w:rsid w:val="00B122BB"/>
    <w:rsid w:val="00B13391"/>
    <w:rsid w:val="00B135BD"/>
    <w:rsid w:val="00B13B18"/>
    <w:rsid w:val="00B13B52"/>
    <w:rsid w:val="00B13C7D"/>
    <w:rsid w:val="00B13FC6"/>
    <w:rsid w:val="00B14237"/>
    <w:rsid w:val="00B1498B"/>
    <w:rsid w:val="00B14A5C"/>
    <w:rsid w:val="00B1501A"/>
    <w:rsid w:val="00B151AA"/>
    <w:rsid w:val="00B151F4"/>
    <w:rsid w:val="00B15A37"/>
    <w:rsid w:val="00B15D3B"/>
    <w:rsid w:val="00B160CD"/>
    <w:rsid w:val="00B1631A"/>
    <w:rsid w:val="00B16785"/>
    <w:rsid w:val="00B16AF9"/>
    <w:rsid w:val="00B16BFF"/>
    <w:rsid w:val="00B176A1"/>
    <w:rsid w:val="00B17995"/>
    <w:rsid w:val="00B17A5F"/>
    <w:rsid w:val="00B20332"/>
    <w:rsid w:val="00B20477"/>
    <w:rsid w:val="00B204C3"/>
    <w:rsid w:val="00B20B64"/>
    <w:rsid w:val="00B20D78"/>
    <w:rsid w:val="00B211D5"/>
    <w:rsid w:val="00B21E8A"/>
    <w:rsid w:val="00B2207C"/>
    <w:rsid w:val="00B225DB"/>
    <w:rsid w:val="00B22C6B"/>
    <w:rsid w:val="00B22D12"/>
    <w:rsid w:val="00B22D20"/>
    <w:rsid w:val="00B22E26"/>
    <w:rsid w:val="00B22E72"/>
    <w:rsid w:val="00B23360"/>
    <w:rsid w:val="00B233BA"/>
    <w:rsid w:val="00B2381F"/>
    <w:rsid w:val="00B239C8"/>
    <w:rsid w:val="00B23C24"/>
    <w:rsid w:val="00B2404F"/>
    <w:rsid w:val="00B24B99"/>
    <w:rsid w:val="00B24C71"/>
    <w:rsid w:val="00B24C7E"/>
    <w:rsid w:val="00B2515B"/>
    <w:rsid w:val="00B251FA"/>
    <w:rsid w:val="00B25508"/>
    <w:rsid w:val="00B2599C"/>
    <w:rsid w:val="00B260A2"/>
    <w:rsid w:val="00B261E0"/>
    <w:rsid w:val="00B26A6C"/>
    <w:rsid w:val="00B26D04"/>
    <w:rsid w:val="00B26D67"/>
    <w:rsid w:val="00B26E67"/>
    <w:rsid w:val="00B27913"/>
    <w:rsid w:val="00B300DE"/>
    <w:rsid w:val="00B30149"/>
    <w:rsid w:val="00B305D0"/>
    <w:rsid w:val="00B30B63"/>
    <w:rsid w:val="00B30CF5"/>
    <w:rsid w:val="00B31068"/>
    <w:rsid w:val="00B31D8D"/>
    <w:rsid w:val="00B31EB7"/>
    <w:rsid w:val="00B321F5"/>
    <w:rsid w:val="00B32710"/>
    <w:rsid w:val="00B32A2C"/>
    <w:rsid w:val="00B32A82"/>
    <w:rsid w:val="00B32B5F"/>
    <w:rsid w:val="00B32D77"/>
    <w:rsid w:val="00B32E4E"/>
    <w:rsid w:val="00B32E63"/>
    <w:rsid w:val="00B331FA"/>
    <w:rsid w:val="00B334EA"/>
    <w:rsid w:val="00B3414D"/>
    <w:rsid w:val="00B343FA"/>
    <w:rsid w:val="00B348C4"/>
    <w:rsid w:val="00B352EE"/>
    <w:rsid w:val="00B35EB9"/>
    <w:rsid w:val="00B35FDE"/>
    <w:rsid w:val="00B362A1"/>
    <w:rsid w:val="00B36332"/>
    <w:rsid w:val="00B364F3"/>
    <w:rsid w:val="00B366FD"/>
    <w:rsid w:val="00B36FB9"/>
    <w:rsid w:val="00B36FF0"/>
    <w:rsid w:val="00B377C4"/>
    <w:rsid w:val="00B3785A"/>
    <w:rsid w:val="00B379D8"/>
    <w:rsid w:val="00B4028D"/>
    <w:rsid w:val="00B404BD"/>
    <w:rsid w:val="00B40689"/>
    <w:rsid w:val="00B4098D"/>
    <w:rsid w:val="00B410A1"/>
    <w:rsid w:val="00B41261"/>
    <w:rsid w:val="00B41459"/>
    <w:rsid w:val="00B415D7"/>
    <w:rsid w:val="00B416CA"/>
    <w:rsid w:val="00B4284C"/>
    <w:rsid w:val="00B42855"/>
    <w:rsid w:val="00B42905"/>
    <w:rsid w:val="00B42D7D"/>
    <w:rsid w:val="00B43616"/>
    <w:rsid w:val="00B43B00"/>
    <w:rsid w:val="00B442EF"/>
    <w:rsid w:val="00B44797"/>
    <w:rsid w:val="00B44907"/>
    <w:rsid w:val="00B44FFF"/>
    <w:rsid w:val="00B451A7"/>
    <w:rsid w:val="00B45465"/>
    <w:rsid w:val="00B4617C"/>
    <w:rsid w:val="00B46647"/>
    <w:rsid w:val="00B46719"/>
    <w:rsid w:val="00B46D76"/>
    <w:rsid w:val="00B46EBC"/>
    <w:rsid w:val="00B46F24"/>
    <w:rsid w:val="00B46FA9"/>
    <w:rsid w:val="00B470F4"/>
    <w:rsid w:val="00B4734E"/>
    <w:rsid w:val="00B47634"/>
    <w:rsid w:val="00B478D9"/>
    <w:rsid w:val="00B47A77"/>
    <w:rsid w:val="00B47BC4"/>
    <w:rsid w:val="00B47DE7"/>
    <w:rsid w:val="00B47E13"/>
    <w:rsid w:val="00B47EE7"/>
    <w:rsid w:val="00B505DD"/>
    <w:rsid w:val="00B50645"/>
    <w:rsid w:val="00B50BE3"/>
    <w:rsid w:val="00B51024"/>
    <w:rsid w:val="00B5128C"/>
    <w:rsid w:val="00B51694"/>
    <w:rsid w:val="00B51ADE"/>
    <w:rsid w:val="00B5297A"/>
    <w:rsid w:val="00B534B1"/>
    <w:rsid w:val="00B536D5"/>
    <w:rsid w:val="00B538F5"/>
    <w:rsid w:val="00B53ADF"/>
    <w:rsid w:val="00B53FFD"/>
    <w:rsid w:val="00B5401B"/>
    <w:rsid w:val="00B54354"/>
    <w:rsid w:val="00B54562"/>
    <w:rsid w:val="00B5477D"/>
    <w:rsid w:val="00B54A7A"/>
    <w:rsid w:val="00B54CCD"/>
    <w:rsid w:val="00B54DC9"/>
    <w:rsid w:val="00B553D5"/>
    <w:rsid w:val="00B554D6"/>
    <w:rsid w:val="00B555C0"/>
    <w:rsid w:val="00B55744"/>
    <w:rsid w:val="00B55C4F"/>
    <w:rsid w:val="00B55D64"/>
    <w:rsid w:val="00B55FA0"/>
    <w:rsid w:val="00B5656D"/>
    <w:rsid w:val="00B5669F"/>
    <w:rsid w:val="00B56D61"/>
    <w:rsid w:val="00B56DCB"/>
    <w:rsid w:val="00B579A5"/>
    <w:rsid w:val="00B57DB8"/>
    <w:rsid w:val="00B6068B"/>
    <w:rsid w:val="00B60928"/>
    <w:rsid w:val="00B60A57"/>
    <w:rsid w:val="00B60B53"/>
    <w:rsid w:val="00B60D42"/>
    <w:rsid w:val="00B610BF"/>
    <w:rsid w:val="00B6149C"/>
    <w:rsid w:val="00B61A96"/>
    <w:rsid w:val="00B61AC3"/>
    <w:rsid w:val="00B61B07"/>
    <w:rsid w:val="00B61F15"/>
    <w:rsid w:val="00B62016"/>
    <w:rsid w:val="00B622F2"/>
    <w:rsid w:val="00B6317E"/>
    <w:rsid w:val="00B63483"/>
    <w:rsid w:val="00B636B1"/>
    <w:rsid w:val="00B6372B"/>
    <w:rsid w:val="00B63C8C"/>
    <w:rsid w:val="00B63D09"/>
    <w:rsid w:val="00B63FC6"/>
    <w:rsid w:val="00B6459A"/>
    <w:rsid w:val="00B64BF8"/>
    <w:rsid w:val="00B64F5D"/>
    <w:rsid w:val="00B65233"/>
    <w:rsid w:val="00B65B38"/>
    <w:rsid w:val="00B65ED8"/>
    <w:rsid w:val="00B661BF"/>
    <w:rsid w:val="00B6659A"/>
    <w:rsid w:val="00B66E02"/>
    <w:rsid w:val="00B67464"/>
    <w:rsid w:val="00B67590"/>
    <w:rsid w:val="00B67693"/>
    <w:rsid w:val="00B67731"/>
    <w:rsid w:val="00B6782B"/>
    <w:rsid w:val="00B67876"/>
    <w:rsid w:val="00B67E52"/>
    <w:rsid w:val="00B700FE"/>
    <w:rsid w:val="00B70251"/>
    <w:rsid w:val="00B70399"/>
    <w:rsid w:val="00B70CCF"/>
    <w:rsid w:val="00B70E54"/>
    <w:rsid w:val="00B71082"/>
    <w:rsid w:val="00B71299"/>
    <w:rsid w:val="00B71932"/>
    <w:rsid w:val="00B71D2E"/>
    <w:rsid w:val="00B72296"/>
    <w:rsid w:val="00B724AD"/>
    <w:rsid w:val="00B72696"/>
    <w:rsid w:val="00B7302D"/>
    <w:rsid w:val="00B731E8"/>
    <w:rsid w:val="00B7341B"/>
    <w:rsid w:val="00B73AFC"/>
    <w:rsid w:val="00B754DE"/>
    <w:rsid w:val="00B75517"/>
    <w:rsid w:val="00B76576"/>
    <w:rsid w:val="00B765A1"/>
    <w:rsid w:val="00B7731D"/>
    <w:rsid w:val="00B77B93"/>
    <w:rsid w:val="00B77BD8"/>
    <w:rsid w:val="00B77DC7"/>
    <w:rsid w:val="00B801FB"/>
    <w:rsid w:val="00B80584"/>
    <w:rsid w:val="00B806B1"/>
    <w:rsid w:val="00B807B0"/>
    <w:rsid w:val="00B81138"/>
    <w:rsid w:val="00B81328"/>
    <w:rsid w:val="00B81843"/>
    <w:rsid w:val="00B827EA"/>
    <w:rsid w:val="00B82BFB"/>
    <w:rsid w:val="00B83568"/>
    <w:rsid w:val="00B8383F"/>
    <w:rsid w:val="00B83F0D"/>
    <w:rsid w:val="00B84245"/>
    <w:rsid w:val="00B84665"/>
    <w:rsid w:val="00B84D38"/>
    <w:rsid w:val="00B856B6"/>
    <w:rsid w:val="00B85F03"/>
    <w:rsid w:val="00B85F8C"/>
    <w:rsid w:val="00B85FE0"/>
    <w:rsid w:val="00B86456"/>
    <w:rsid w:val="00B87473"/>
    <w:rsid w:val="00B87A81"/>
    <w:rsid w:val="00B87D5C"/>
    <w:rsid w:val="00B87E68"/>
    <w:rsid w:val="00B907BB"/>
    <w:rsid w:val="00B91055"/>
    <w:rsid w:val="00B919FF"/>
    <w:rsid w:val="00B92322"/>
    <w:rsid w:val="00B92642"/>
    <w:rsid w:val="00B92A47"/>
    <w:rsid w:val="00B92C38"/>
    <w:rsid w:val="00B92E7D"/>
    <w:rsid w:val="00B93109"/>
    <w:rsid w:val="00B9312D"/>
    <w:rsid w:val="00B93236"/>
    <w:rsid w:val="00B9347A"/>
    <w:rsid w:val="00B93666"/>
    <w:rsid w:val="00B936DC"/>
    <w:rsid w:val="00B937A0"/>
    <w:rsid w:val="00B94279"/>
    <w:rsid w:val="00B94828"/>
    <w:rsid w:val="00B9489C"/>
    <w:rsid w:val="00B94A0F"/>
    <w:rsid w:val="00B95357"/>
    <w:rsid w:val="00B95912"/>
    <w:rsid w:val="00B966F3"/>
    <w:rsid w:val="00B96731"/>
    <w:rsid w:val="00B973CB"/>
    <w:rsid w:val="00B97F7D"/>
    <w:rsid w:val="00BA0388"/>
    <w:rsid w:val="00BA0500"/>
    <w:rsid w:val="00BA09AC"/>
    <w:rsid w:val="00BA0A70"/>
    <w:rsid w:val="00BA0B2F"/>
    <w:rsid w:val="00BA0B57"/>
    <w:rsid w:val="00BA0B78"/>
    <w:rsid w:val="00BA0BB1"/>
    <w:rsid w:val="00BA0DA9"/>
    <w:rsid w:val="00BA0ED8"/>
    <w:rsid w:val="00BA103C"/>
    <w:rsid w:val="00BA124A"/>
    <w:rsid w:val="00BA1A61"/>
    <w:rsid w:val="00BA1EF8"/>
    <w:rsid w:val="00BA282B"/>
    <w:rsid w:val="00BA2F66"/>
    <w:rsid w:val="00BA2FB0"/>
    <w:rsid w:val="00BA34B6"/>
    <w:rsid w:val="00BA3660"/>
    <w:rsid w:val="00BA3C02"/>
    <w:rsid w:val="00BA3C06"/>
    <w:rsid w:val="00BA4326"/>
    <w:rsid w:val="00BA445E"/>
    <w:rsid w:val="00BA5A6B"/>
    <w:rsid w:val="00BA5C82"/>
    <w:rsid w:val="00BA6035"/>
    <w:rsid w:val="00BA69B4"/>
    <w:rsid w:val="00BA69EC"/>
    <w:rsid w:val="00BA6C37"/>
    <w:rsid w:val="00BA6DFB"/>
    <w:rsid w:val="00BA7186"/>
    <w:rsid w:val="00BA74E7"/>
    <w:rsid w:val="00BA75CB"/>
    <w:rsid w:val="00BA76C7"/>
    <w:rsid w:val="00BA7732"/>
    <w:rsid w:val="00BA78F6"/>
    <w:rsid w:val="00BA7B55"/>
    <w:rsid w:val="00BA7D7D"/>
    <w:rsid w:val="00BB0BC2"/>
    <w:rsid w:val="00BB0D12"/>
    <w:rsid w:val="00BB0FF1"/>
    <w:rsid w:val="00BB106C"/>
    <w:rsid w:val="00BB1539"/>
    <w:rsid w:val="00BB157C"/>
    <w:rsid w:val="00BB164C"/>
    <w:rsid w:val="00BB1B57"/>
    <w:rsid w:val="00BB254F"/>
    <w:rsid w:val="00BB3264"/>
    <w:rsid w:val="00BB397F"/>
    <w:rsid w:val="00BB44A6"/>
    <w:rsid w:val="00BB468A"/>
    <w:rsid w:val="00BB4CEA"/>
    <w:rsid w:val="00BB4D23"/>
    <w:rsid w:val="00BB4E47"/>
    <w:rsid w:val="00BB5357"/>
    <w:rsid w:val="00BB55EF"/>
    <w:rsid w:val="00BB5F7F"/>
    <w:rsid w:val="00BB682C"/>
    <w:rsid w:val="00BB69B9"/>
    <w:rsid w:val="00BB725A"/>
    <w:rsid w:val="00BC064C"/>
    <w:rsid w:val="00BC100B"/>
    <w:rsid w:val="00BC146D"/>
    <w:rsid w:val="00BC1C1E"/>
    <w:rsid w:val="00BC22C6"/>
    <w:rsid w:val="00BC298C"/>
    <w:rsid w:val="00BC2A14"/>
    <w:rsid w:val="00BC2E9E"/>
    <w:rsid w:val="00BC31A8"/>
    <w:rsid w:val="00BC32DE"/>
    <w:rsid w:val="00BC36B2"/>
    <w:rsid w:val="00BC3BF1"/>
    <w:rsid w:val="00BC4523"/>
    <w:rsid w:val="00BC50EC"/>
    <w:rsid w:val="00BC512B"/>
    <w:rsid w:val="00BC5397"/>
    <w:rsid w:val="00BC5ABA"/>
    <w:rsid w:val="00BC6492"/>
    <w:rsid w:val="00BC650B"/>
    <w:rsid w:val="00BC67C0"/>
    <w:rsid w:val="00BC6984"/>
    <w:rsid w:val="00BC714A"/>
    <w:rsid w:val="00BC74C5"/>
    <w:rsid w:val="00BC7918"/>
    <w:rsid w:val="00BC7A6D"/>
    <w:rsid w:val="00BC7B35"/>
    <w:rsid w:val="00BC7BCF"/>
    <w:rsid w:val="00BD00D5"/>
    <w:rsid w:val="00BD00E6"/>
    <w:rsid w:val="00BD01A9"/>
    <w:rsid w:val="00BD01CE"/>
    <w:rsid w:val="00BD020A"/>
    <w:rsid w:val="00BD0602"/>
    <w:rsid w:val="00BD066A"/>
    <w:rsid w:val="00BD0AA4"/>
    <w:rsid w:val="00BD1441"/>
    <w:rsid w:val="00BD16E7"/>
    <w:rsid w:val="00BD1B5D"/>
    <w:rsid w:val="00BD1CA1"/>
    <w:rsid w:val="00BD2019"/>
    <w:rsid w:val="00BD28EB"/>
    <w:rsid w:val="00BD2A66"/>
    <w:rsid w:val="00BD2CD5"/>
    <w:rsid w:val="00BD2DF4"/>
    <w:rsid w:val="00BD38A6"/>
    <w:rsid w:val="00BD3E1C"/>
    <w:rsid w:val="00BD3E89"/>
    <w:rsid w:val="00BD4415"/>
    <w:rsid w:val="00BD4960"/>
    <w:rsid w:val="00BD4EBF"/>
    <w:rsid w:val="00BD5C5C"/>
    <w:rsid w:val="00BD68B7"/>
    <w:rsid w:val="00BD69A1"/>
    <w:rsid w:val="00BE0070"/>
    <w:rsid w:val="00BE0665"/>
    <w:rsid w:val="00BE102B"/>
    <w:rsid w:val="00BE12FB"/>
    <w:rsid w:val="00BE13AD"/>
    <w:rsid w:val="00BE13B9"/>
    <w:rsid w:val="00BE1813"/>
    <w:rsid w:val="00BE2474"/>
    <w:rsid w:val="00BE281C"/>
    <w:rsid w:val="00BE2C18"/>
    <w:rsid w:val="00BE3207"/>
    <w:rsid w:val="00BE32B2"/>
    <w:rsid w:val="00BE32F5"/>
    <w:rsid w:val="00BE37B3"/>
    <w:rsid w:val="00BE3DA8"/>
    <w:rsid w:val="00BE43CA"/>
    <w:rsid w:val="00BE457F"/>
    <w:rsid w:val="00BE468A"/>
    <w:rsid w:val="00BE4FB3"/>
    <w:rsid w:val="00BE5074"/>
    <w:rsid w:val="00BE569B"/>
    <w:rsid w:val="00BE6442"/>
    <w:rsid w:val="00BE68AC"/>
    <w:rsid w:val="00BE6D1C"/>
    <w:rsid w:val="00BE7077"/>
    <w:rsid w:val="00BE73FE"/>
    <w:rsid w:val="00BE773F"/>
    <w:rsid w:val="00BE79B5"/>
    <w:rsid w:val="00BE7D1C"/>
    <w:rsid w:val="00BE7E04"/>
    <w:rsid w:val="00BF00C6"/>
    <w:rsid w:val="00BF014A"/>
    <w:rsid w:val="00BF01B0"/>
    <w:rsid w:val="00BF0616"/>
    <w:rsid w:val="00BF0623"/>
    <w:rsid w:val="00BF0D63"/>
    <w:rsid w:val="00BF169E"/>
    <w:rsid w:val="00BF17AD"/>
    <w:rsid w:val="00BF1BEC"/>
    <w:rsid w:val="00BF2073"/>
    <w:rsid w:val="00BF21CD"/>
    <w:rsid w:val="00BF226D"/>
    <w:rsid w:val="00BF2849"/>
    <w:rsid w:val="00BF31AC"/>
    <w:rsid w:val="00BF36AA"/>
    <w:rsid w:val="00BF3C7B"/>
    <w:rsid w:val="00BF3C95"/>
    <w:rsid w:val="00BF3CD7"/>
    <w:rsid w:val="00BF4360"/>
    <w:rsid w:val="00BF4B4F"/>
    <w:rsid w:val="00BF50AE"/>
    <w:rsid w:val="00BF5191"/>
    <w:rsid w:val="00BF5302"/>
    <w:rsid w:val="00BF5335"/>
    <w:rsid w:val="00BF592C"/>
    <w:rsid w:val="00BF5A65"/>
    <w:rsid w:val="00BF5E0D"/>
    <w:rsid w:val="00BF5F1B"/>
    <w:rsid w:val="00BF62A1"/>
    <w:rsid w:val="00BF65C6"/>
    <w:rsid w:val="00BF689E"/>
    <w:rsid w:val="00BF69E6"/>
    <w:rsid w:val="00BF6E8E"/>
    <w:rsid w:val="00BF6EBA"/>
    <w:rsid w:val="00BF6FF8"/>
    <w:rsid w:val="00BF72F8"/>
    <w:rsid w:val="00BF7C07"/>
    <w:rsid w:val="00BF7E17"/>
    <w:rsid w:val="00C00281"/>
    <w:rsid w:val="00C0028E"/>
    <w:rsid w:val="00C004F5"/>
    <w:rsid w:val="00C005C2"/>
    <w:rsid w:val="00C0066A"/>
    <w:rsid w:val="00C00BBE"/>
    <w:rsid w:val="00C00EA0"/>
    <w:rsid w:val="00C01166"/>
    <w:rsid w:val="00C01168"/>
    <w:rsid w:val="00C011BF"/>
    <w:rsid w:val="00C014FA"/>
    <w:rsid w:val="00C01F2E"/>
    <w:rsid w:val="00C02078"/>
    <w:rsid w:val="00C0223E"/>
    <w:rsid w:val="00C026D4"/>
    <w:rsid w:val="00C0270D"/>
    <w:rsid w:val="00C0387A"/>
    <w:rsid w:val="00C038E1"/>
    <w:rsid w:val="00C03EDA"/>
    <w:rsid w:val="00C04735"/>
    <w:rsid w:val="00C047B6"/>
    <w:rsid w:val="00C04C17"/>
    <w:rsid w:val="00C0563F"/>
    <w:rsid w:val="00C058BC"/>
    <w:rsid w:val="00C05AA2"/>
    <w:rsid w:val="00C05EC5"/>
    <w:rsid w:val="00C05ECF"/>
    <w:rsid w:val="00C05EEA"/>
    <w:rsid w:val="00C06664"/>
    <w:rsid w:val="00C06731"/>
    <w:rsid w:val="00C06AB9"/>
    <w:rsid w:val="00C06F10"/>
    <w:rsid w:val="00C07473"/>
    <w:rsid w:val="00C074F9"/>
    <w:rsid w:val="00C07B15"/>
    <w:rsid w:val="00C07ECD"/>
    <w:rsid w:val="00C103FB"/>
    <w:rsid w:val="00C1074A"/>
    <w:rsid w:val="00C11018"/>
    <w:rsid w:val="00C1149D"/>
    <w:rsid w:val="00C119C1"/>
    <w:rsid w:val="00C11AA5"/>
    <w:rsid w:val="00C11F10"/>
    <w:rsid w:val="00C12399"/>
    <w:rsid w:val="00C124D5"/>
    <w:rsid w:val="00C12650"/>
    <w:rsid w:val="00C12D5E"/>
    <w:rsid w:val="00C14190"/>
    <w:rsid w:val="00C14611"/>
    <w:rsid w:val="00C14A8F"/>
    <w:rsid w:val="00C14C56"/>
    <w:rsid w:val="00C15730"/>
    <w:rsid w:val="00C15CF8"/>
    <w:rsid w:val="00C16194"/>
    <w:rsid w:val="00C169A8"/>
    <w:rsid w:val="00C16DD7"/>
    <w:rsid w:val="00C16E49"/>
    <w:rsid w:val="00C16F53"/>
    <w:rsid w:val="00C17050"/>
    <w:rsid w:val="00C17C77"/>
    <w:rsid w:val="00C204C8"/>
    <w:rsid w:val="00C20997"/>
    <w:rsid w:val="00C20F93"/>
    <w:rsid w:val="00C211A5"/>
    <w:rsid w:val="00C21266"/>
    <w:rsid w:val="00C21EB1"/>
    <w:rsid w:val="00C22042"/>
    <w:rsid w:val="00C2342C"/>
    <w:rsid w:val="00C234FC"/>
    <w:rsid w:val="00C235E5"/>
    <w:rsid w:val="00C23622"/>
    <w:rsid w:val="00C2385D"/>
    <w:rsid w:val="00C2388C"/>
    <w:rsid w:val="00C25925"/>
    <w:rsid w:val="00C260DB"/>
    <w:rsid w:val="00C26648"/>
    <w:rsid w:val="00C26B7F"/>
    <w:rsid w:val="00C27599"/>
    <w:rsid w:val="00C27EEB"/>
    <w:rsid w:val="00C318D7"/>
    <w:rsid w:val="00C31BED"/>
    <w:rsid w:val="00C326F9"/>
    <w:rsid w:val="00C32B27"/>
    <w:rsid w:val="00C33429"/>
    <w:rsid w:val="00C33A75"/>
    <w:rsid w:val="00C33DDA"/>
    <w:rsid w:val="00C33E95"/>
    <w:rsid w:val="00C34435"/>
    <w:rsid w:val="00C348CA"/>
    <w:rsid w:val="00C34AB3"/>
    <w:rsid w:val="00C354CA"/>
    <w:rsid w:val="00C35F1B"/>
    <w:rsid w:val="00C36A36"/>
    <w:rsid w:val="00C37743"/>
    <w:rsid w:val="00C37C5E"/>
    <w:rsid w:val="00C4036D"/>
    <w:rsid w:val="00C40B0B"/>
    <w:rsid w:val="00C40D64"/>
    <w:rsid w:val="00C40DEF"/>
    <w:rsid w:val="00C40EAA"/>
    <w:rsid w:val="00C412FD"/>
    <w:rsid w:val="00C4148B"/>
    <w:rsid w:val="00C41513"/>
    <w:rsid w:val="00C41E52"/>
    <w:rsid w:val="00C41FA1"/>
    <w:rsid w:val="00C420CC"/>
    <w:rsid w:val="00C424A1"/>
    <w:rsid w:val="00C44BF6"/>
    <w:rsid w:val="00C44F43"/>
    <w:rsid w:val="00C45666"/>
    <w:rsid w:val="00C457FB"/>
    <w:rsid w:val="00C45B13"/>
    <w:rsid w:val="00C45E5D"/>
    <w:rsid w:val="00C45EFA"/>
    <w:rsid w:val="00C4645C"/>
    <w:rsid w:val="00C46DCB"/>
    <w:rsid w:val="00C4711B"/>
    <w:rsid w:val="00C4775C"/>
    <w:rsid w:val="00C477BE"/>
    <w:rsid w:val="00C47824"/>
    <w:rsid w:val="00C47CAF"/>
    <w:rsid w:val="00C50E0D"/>
    <w:rsid w:val="00C51597"/>
    <w:rsid w:val="00C515EB"/>
    <w:rsid w:val="00C51F63"/>
    <w:rsid w:val="00C52037"/>
    <w:rsid w:val="00C52517"/>
    <w:rsid w:val="00C52801"/>
    <w:rsid w:val="00C528BC"/>
    <w:rsid w:val="00C52A4F"/>
    <w:rsid w:val="00C53459"/>
    <w:rsid w:val="00C5361E"/>
    <w:rsid w:val="00C53901"/>
    <w:rsid w:val="00C53A1A"/>
    <w:rsid w:val="00C54549"/>
    <w:rsid w:val="00C5461B"/>
    <w:rsid w:val="00C54C3C"/>
    <w:rsid w:val="00C54D38"/>
    <w:rsid w:val="00C5555E"/>
    <w:rsid w:val="00C557B8"/>
    <w:rsid w:val="00C55A02"/>
    <w:rsid w:val="00C55C51"/>
    <w:rsid w:val="00C56099"/>
    <w:rsid w:val="00C5670D"/>
    <w:rsid w:val="00C56BCF"/>
    <w:rsid w:val="00C56D26"/>
    <w:rsid w:val="00C57060"/>
    <w:rsid w:val="00C5777F"/>
    <w:rsid w:val="00C57804"/>
    <w:rsid w:val="00C57821"/>
    <w:rsid w:val="00C57E86"/>
    <w:rsid w:val="00C57F00"/>
    <w:rsid w:val="00C57FCD"/>
    <w:rsid w:val="00C6023D"/>
    <w:rsid w:val="00C60383"/>
    <w:rsid w:val="00C604A4"/>
    <w:rsid w:val="00C609B4"/>
    <w:rsid w:val="00C60A92"/>
    <w:rsid w:val="00C60C41"/>
    <w:rsid w:val="00C6173C"/>
    <w:rsid w:val="00C617F9"/>
    <w:rsid w:val="00C619FC"/>
    <w:rsid w:val="00C62045"/>
    <w:rsid w:val="00C62297"/>
    <w:rsid w:val="00C6279D"/>
    <w:rsid w:val="00C62BCA"/>
    <w:rsid w:val="00C62C65"/>
    <w:rsid w:val="00C62E44"/>
    <w:rsid w:val="00C62EED"/>
    <w:rsid w:val="00C6394F"/>
    <w:rsid w:val="00C63A52"/>
    <w:rsid w:val="00C63DDA"/>
    <w:rsid w:val="00C63F27"/>
    <w:rsid w:val="00C64C5E"/>
    <w:rsid w:val="00C64E5E"/>
    <w:rsid w:val="00C656E4"/>
    <w:rsid w:val="00C6578D"/>
    <w:rsid w:val="00C6627C"/>
    <w:rsid w:val="00C663A2"/>
    <w:rsid w:val="00C66529"/>
    <w:rsid w:val="00C66934"/>
    <w:rsid w:val="00C66B99"/>
    <w:rsid w:val="00C66FF3"/>
    <w:rsid w:val="00C6704C"/>
    <w:rsid w:val="00C673EA"/>
    <w:rsid w:val="00C677F9"/>
    <w:rsid w:val="00C67EF0"/>
    <w:rsid w:val="00C70088"/>
    <w:rsid w:val="00C700E6"/>
    <w:rsid w:val="00C718E5"/>
    <w:rsid w:val="00C71B42"/>
    <w:rsid w:val="00C71B94"/>
    <w:rsid w:val="00C71F47"/>
    <w:rsid w:val="00C72DFE"/>
    <w:rsid w:val="00C730B3"/>
    <w:rsid w:val="00C73D8C"/>
    <w:rsid w:val="00C74105"/>
    <w:rsid w:val="00C74A95"/>
    <w:rsid w:val="00C74BC9"/>
    <w:rsid w:val="00C752D8"/>
    <w:rsid w:val="00C75460"/>
    <w:rsid w:val="00C75C42"/>
    <w:rsid w:val="00C7720B"/>
    <w:rsid w:val="00C77552"/>
    <w:rsid w:val="00C775AC"/>
    <w:rsid w:val="00C7792A"/>
    <w:rsid w:val="00C804E4"/>
    <w:rsid w:val="00C80A2A"/>
    <w:rsid w:val="00C80EDD"/>
    <w:rsid w:val="00C8133A"/>
    <w:rsid w:val="00C81533"/>
    <w:rsid w:val="00C81980"/>
    <w:rsid w:val="00C81E05"/>
    <w:rsid w:val="00C820A3"/>
    <w:rsid w:val="00C82124"/>
    <w:rsid w:val="00C827CE"/>
    <w:rsid w:val="00C82CC5"/>
    <w:rsid w:val="00C82E68"/>
    <w:rsid w:val="00C83C2E"/>
    <w:rsid w:val="00C84062"/>
    <w:rsid w:val="00C8456D"/>
    <w:rsid w:val="00C84F4A"/>
    <w:rsid w:val="00C84FD9"/>
    <w:rsid w:val="00C851B4"/>
    <w:rsid w:val="00C85944"/>
    <w:rsid w:val="00C85E40"/>
    <w:rsid w:val="00C85E58"/>
    <w:rsid w:val="00C862B7"/>
    <w:rsid w:val="00C863AC"/>
    <w:rsid w:val="00C866F3"/>
    <w:rsid w:val="00C86BEB"/>
    <w:rsid w:val="00C86F84"/>
    <w:rsid w:val="00C87A7C"/>
    <w:rsid w:val="00C87F2D"/>
    <w:rsid w:val="00C907DB"/>
    <w:rsid w:val="00C915F3"/>
    <w:rsid w:val="00C91AA0"/>
    <w:rsid w:val="00C91DB3"/>
    <w:rsid w:val="00C92045"/>
    <w:rsid w:val="00C923C3"/>
    <w:rsid w:val="00C92521"/>
    <w:rsid w:val="00C92877"/>
    <w:rsid w:val="00C939FD"/>
    <w:rsid w:val="00C93F26"/>
    <w:rsid w:val="00C93F5A"/>
    <w:rsid w:val="00C94095"/>
    <w:rsid w:val="00C94AA9"/>
    <w:rsid w:val="00C94AAB"/>
    <w:rsid w:val="00C958F1"/>
    <w:rsid w:val="00C95958"/>
    <w:rsid w:val="00C960BC"/>
    <w:rsid w:val="00C962C9"/>
    <w:rsid w:val="00C969B9"/>
    <w:rsid w:val="00C96ADE"/>
    <w:rsid w:val="00C96ED4"/>
    <w:rsid w:val="00C96EEA"/>
    <w:rsid w:val="00C97128"/>
    <w:rsid w:val="00C9737B"/>
    <w:rsid w:val="00C975CE"/>
    <w:rsid w:val="00C97F1E"/>
    <w:rsid w:val="00CA04F5"/>
    <w:rsid w:val="00CA096D"/>
    <w:rsid w:val="00CA0DD4"/>
    <w:rsid w:val="00CA1647"/>
    <w:rsid w:val="00CA1A2C"/>
    <w:rsid w:val="00CA1E9E"/>
    <w:rsid w:val="00CA2442"/>
    <w:rsid w:val="00CA30D8"/>
    <w:rsid w:val="00CA3ECD"/>
    <w:rsid w:val="00CA40DB"/>
    <w:rsid w:val="00CA469D"/>
    <w:rsid w:val="00CA5E07"/>
    <w:rsid w:val="00CA6153"/>
    <w:rsid w:val="00CA6506"/>
    <w:rsid w:val="00CA68BE"/>
    <w:rsid w:val="00CA7716"/>
    <w:rsid w:val="00CA77BC"/>
    <w:rsid w:val="00CA7EE4"/>
    <w:rsid w:val="00CB0186"/>
    <w:rsid w:val="00CB0649"/>
    <w:rsid w:val="00CB0D25"/>
    <w:rsid w:val="00CB1194"/>
    <w:rsid w:val="00CB1DCC"/>
    <w:rsid w:val="00CB20D7"/>
    <w:rsid w:val="00CB22B8"/>
    <w:rsid w:val="00CB2562"/>
    <w:rsid w:val="00CB2CED"/>
    <w:rsid w:val="00CB2F3A"/>
    <w:rsid w:val="00CB3000"/>
    <w:rsid w:val="00CB30F7"/>
    <w:rsid w:val="00CB336A"/>
    <w:rsid w:val="00CB389B"/>
    <w:rsid w:val="00CB3F1D"/>
    <w:rsid w:val="00CB4176"/>
    <w:rsid w:val="00CB42BF"/>
    <w:rsid w:val="00CB44A4"/>
    <w:rsid w:val="00CB48C6"/>
    <w:rsid w:val="00CB4BFD"/>
    <w:rsid w:val="00CB50F4"/>
    <w:rsid w:val="00CB51B6"/>
    <w:rsid w:val="00CB53F6"/>
    <w:rsid w:val="00CB5895"/>
    <w:rsid w:val="00CB5A11"/>
    <w:rsid w:val="00CB61AE"/>
    <w:rsid w:val="00CB65AB"/>
    <w:rsid w:val="00CB6EA3"/>
    <w:rsid w:val="00CB7672"/>
    <w:rsid w:val="00CB78CB"/>
    <w:rsid w:val="00CB7FAF"/>
    <w:rsid w:val="00CC0148"/>
    <w:rsid w:val="00CC0558"/>
    <w:rsid w:val="00CC09FA"/>
    <w:rsid w:val="00CC0F69"/>
    <w:rsid w:val="00CC1316"/>
    <w:rsid w:val="00CC1580"/>
    <w:rsid w:val="00CC1C6A"/>
    <w:rsid w:val="00CC1F12"/>
    <w:rsid w:val="00CC2006"/>
    <w:rsid w:val="00CC20AA"/>
    <w:rsid w:val="00CC2239"/>
    <w:rsid w:val="00CC2264"/>
    <w:rsid w:val="00CC2C2B"/>
    <w:rsid w:val="00CC3002"/>
    <w:rsid w:val="00CC3003"/>
    <w:rsid w:val="00CC3064"/>
    <w:rsid w:val="00CC4F93"/>
    <w:rsid w:val="00CC5442"/>
    <w:rsid w:val="00CC561E"/>
    <w:rsid w:val="00CC59AD"/>
    <w:rsid w:val="00CC5E48"/>
    <w:rsid w:val="00CC636F"/>
    <w:rsid w:val="00CC691A"/>
    <w:rsid w:val="00CC71B5"/>
    <w:rsid w:val="00CC7AAB"/>
    <w:rsid w:val="00CC7B01"/>
    <w:rsid w:val="00CD0188"/>
    <w:rsid w:val="00CD03F4"/>
    <w:rsid w:val="00CD094E"/>
    <w:rsid w:val="00CD0D34"/>
    <w:rsid w:val="00CD192D"/>
    <w:rsid w:val="00CD210E"/>
    <w:rsid w:val="00CD235A"/>
    <w:rsid w:val="00CD26FB"/>
    <w:rsid w:val="00CD2C31"/>
    <w:rsid w:val="00CD2C62"/>
    <w:rsid w:val="00CD2C89"/>
    <w:rsid w:val="00CD2EB6"/>
    <w:rsid w:val="00CD3654"/>
    <w:rsid w:val="00CD37E9"/>
    <w:rsid w:val="00CD39D6"/>
    <w:rsid w:val="00CD3D42"/>
    <w:rsid w:val="00CD3F90"/>
    <w:rsid w:val="00CD4436"/>
    <w:rsid w:val="00CD4449"/>
    <w:rsid w:val="00CD454D"/>
    <w:rsid w:val="00CD45B6"/>
    <w:rsid w:val="00CD4E71"/>
    <w:rsid w:val="00CD4EC1"/>
    <w:rsid w:val="00CD54C5"/>
    <w:rsid w:val="00CD54D3"/>
    <w:rsid w:val="00CD5598"/>
    <w:rsid w:val="00CD6412"/>
    <w:rsid w:val="00CD656F"/>
    <w:rsid w:val="00CD6574"/>
    <w:rsid w:val="00CD6659"/>
    <w:rsid w:val="00CD695F"/>
    <w:rsid w:val="00CE05DB"/>
    <w:rsid w:val="00CE08D8"/>
    <w:rsid w:val="00CE10BD"/>
    <w:rsid w:val="00CE148A"/>
    <w:rsid w:val="00CE19E1"/>
    <w:rsid w:val="00CE1D41"/>
    <w:rsid w:val="00CE2077"/>
    <w:rsid w:val="00CE2410"/>
    <w:rsid w:val="00CE2641"/>
    <w:rsid w:val="00CE270A"/>
    <w:rsid w:val="00CE29D2"/>
    <w:rsid w:val="00CE3156"/>
    <w:rsid w:val="00CE4114"/>
    <w:rsid w:val="00CE41EB"/>
    <w:rsid w:val="00CE4479"/>
    <w:rsid w:val="00CE461A"/>
    <w:rsid w:val="00CE489D"/>
    <w:rsid w:val="00CE4C3D"/>
    <w:rsid w:val="00CE4E2C"/>
    <w:rsid w:val="00CE51D3"/>
    <w:rsid w:val="00CE5ADB"/>
    <w:rsid w:val="00CE5CC9"/>
    <w:rsid w:val="00CE5D7D"/>
    <w:rsid w:val="00CE5DCB"/>
    <w:rsid w:val="00CE6909"/>
    <w:rsid w:val="00CE6BB9"/>
    <w:rsid w:val="00CE6E2E"/>
    <w:rsid w:val="00CE6F5E"/>
    <w:rsid w:val="00CE71E5"/>
    <w:rsid w:val="00CE7713"/>
    <w:rsid w:val="00CF0223"/>
    <w:rsid w:val="00CF03AE"/>
    <w:rsid w:val="00CF04B7"/>
    <w:rsid w:val="00CF0AFF"/>
    <w:rsid w:val="00CF16EC"/>
    <w:rsid w:val="00CF17B1"/>
    <w:rsid w:val="00CF18FD"/>
    <w:rsid w:val="00CF1E52"/>
    <w:rsid w:val="00CF2600"/>
    <w:rsid w:val="00CF291D"/>
    <w:rsid w:val="00CF2A03"/>
    <w:rsid w:val="00CF4363"/>
    <w:rsid w:val="00CF45FA"/>
    <w:rsid w:val="00CF4D2A"/>
    <w:rsid w:val="00CF5502"/>
    <w:rsid w:val="00CF64D4"/>
    <w:rsid w:val="00CF6DF9"/>
    <w:rsid w:val="00CF6E46"/>
    <w:rsid w:val="00CF6FF2"/>
    <w:rsid w:val="00CF760A"/>
    <w:rsid w:val="00CF77B9"/>
    <w:rsid w:val="00CF7B7B"/>
    <w:rsid w:val="00CF7F85"/>
    <w:rsid w:val="00D00256"/>
    <w:rsid w:val="00D00DAF"/>
    <w:rsid w:val="00D018C4"/>
    <w:rsid w:val="00D01A7E"/>
    <w:rsid w:val="00D01C0B"/>
    <w:rsid w:val="00D022DB"/>
    <w:rsid w:val="00D02325"/>
    <w:rsid w:val="00D02D33"/>
    <w:rsid w:val="00D02FC4"/>
    <w:rsid w:val="00D030A7"/>
    <w:rsid w:val="00D03AE2"/>
    <w:rsid w:val="00D03F7D"/>
    <w:rsid w:val="00D04049"/>
    <w:rsid w:val="00D04955"/>
    <w:rsid w:val="00D04971"/>
    <w:rsid w:val="00D04CF9"/>
    <w:rsid w:val="00D04EC0"/>
    <w:rsid w:val="00D04F20"/>
    <w:rsid w:val="00D0522F"/>
    <w:rsid w:val="00D055E4"/>
    <w:rsid w:val="00D0574D"/>
    <w:rsid w:val="00D059E2"/>
    <w:rsid w:val="00D0600F"/>
    <w:rsid w:val="00D0624B"/>
    <w:rsid w:val="00D06B73"/>
    <w:rsid w:val="00D07138"/>
    <w:rsid w:val="00D071D8"/>
    <w:rsid w:val="00D076FC"/>
    <w:rsid w:val="00D07CD8"/>
    <w:rsid w:val="00D07E51"/>
    <w:rsid w:val="00D10382"/>
    <w:rsid w:val="00D10799"/>
    <w:rsid w:val="00D1096E"/>
    <w:rsid w:val="00D109FA"/>
    <w:rsid w:val="00D10B9A"/>
    <w:rsid w:val="00D10FAB"/>
    <w:rsid w:val="00D112DD"/>
    <w:rsid w:val="00D11F1D"/>
    <w:rsid w:val="00D12511"/>
    <w:rsid w:val="00D12837"/>
    <w:rsid w:val="00D128E9"/>
    <w:rsid w:val="00D129E7"/>
    <w:rsid w:val="00D12A0C"/>
    <w:rsid w:val="00D13161"/>
    <w:rsid w:val="00D1344F"/>
    <w:rsid w:val="00D1377A"/>
    <w:rsid w:val="00D142B5"/>
    <w:rsid w:val="00D1438B"/>
    <w:rsid w:val="00D1458B"/>
    <w:rsid w:val="00D145D9"/>
    <w:rsid w:val="00D14C6A"/>
    <w:rsid w:val="00D14CC3"/>
    <w:rsid w:val="00D14DF2"/>
    <w:rsid w:val="00D14FDE"/>
    <w:rsid w:val="00D15472"/>
    <w:rsid w:val="00D15FD7"/>
    <w:rsid w:val="00D16892"/>
    <w:rsid w:val="00D179FC"/>
    <w:rsid w:val="00D17A39"/>
    <w:rsid w:val="00D201EF"/>
    <w:rsid w:val="00D204BE"/>
    <w:rsid w:val="00D20FAA"/>
    <w:rsid w:val="00D21077"/>
    <w:rsid w:val="00D21FE6"/>
    <w:rsid w:val="00D227A4"/>
    <w:rsid w:val="00D22D6B"/>
    <w:rsid w:val="00D23695"/>
    <w:rsid w:val="00D23BC5"/>
    <w:rsid w:val="00D24209"/>
    <w:rsid w:val="00D2429D"/>
    <w:rsid w:val="00D244F7"/>
    <w:rsid w:val="00D2469E"/>
    <w:rsid w:val="00D247ED"/>
    <w:rsid w:val="00D24D83"/>
    <w:rsid w:val="00D2500D"/>
    <w:rsid w:val="00D25123"/>
    <w:rsid w:val="00D25185"/>
    <w:rsid w:val="00D259B8"/>
    <w:rsid w:val="00D25E66"/>
    <w:rsid w:val="00D25EE6"/>
    <w:rsid w:val="00D279DC"/>
    <w:rsid w:val="00D3044D"/>
    <w:rsid w:val="00D3064C"/>
    <w:rsid w:val="00D30809"/>
    <w:rsid w:val="00D3104D"/>
    <w:rsid w:val="00D32149"/>
    <w:rsid w:val="00D323C2"/>
    <w:rsid w:val="00D32402"/>
    <w:rsid w:val="00D325D8"/>
    <w:rsid w:val="00D3272D"/>
    <w:rsid w:val="00D32B3D"/>
    <w:rsid w:val="00D33404"/>
    <w:rsid w:val="00D33705"/>
    <w:rsid w:val="00D337B9"/>
    <w:rsid w:val="00D338E3"/>
    <w:rsid w:val="00D33A61"/>
    <w:rsid w:val="00D33E05"/>
    <w:rsid w:val="00D33EA5"/>
    <w:rsid w:val="00D344B0"/>
    <w:rsid w:val="00D3452E"/>
    <w:rsid w:val="00D34580"/>
    <w:rsid w:val="00D3504D"/>
    <w:rsid w:val="00D35329"/>
    <w:rsid w:val="00D35886"/>
    <w:rsid w:val="00D364F6"/>
    <w:rsid w:val="00D36A44"/>
    <w:rsid w:val="00D36C6B"/>
    <w:rsid w:val="00D36D92"/>
    <w:rsid w:val="00D373EA"/>
    <w:rsid w:val="00D3770D"/>
    <w:rsid w:val="00D37721"/>
    <w:rsid w:val="00D3774C"/>
    <w:rsid w:val="00D37DB1"/>
    <w:rsid w:val="00D37FCF"/>
    <w:rsid w:val="00D40108"/>
    <w:rsid w:val="00D4088E"/>
    <w:rsid w:val="00D40BF9"/>
    <w:rsid w:val="00D41680"/>
    <w:rsid w:val="00D41B48"/>
    <w:rsid w:val="00D41E10"/>
    <w:rsid w:val="00D4224B"/>
    <w:rsid w:val="00D42913"/>
    <w:rsid w:val="00D42A14"/>
    <w:rsid w:val="00D42E50"/>
    <w:rsid w:val="00D42F2E"/>
    <w:rsid w:val="00D43396"/>
    <w:rsid w:val="00D43B25"/>
    <w:rsid w:val="00D44801"/>
    <w:rsid w:val="00D4520C"/>
    <w:rsid w:val="00D452E8"/>
    <w:rsid w:val="00D453D4"/>
    <w:rsid w:val="00D45495"/>
    <w:rsid w:val="00D4550E"/>
    <w:rsid w:val="00D45BF5"/>
    <w:rsid w:val="00D45D32"/>
    <w:rsid w:val="00D45ECE"/>
    <w:rsid w:val="00D463BE"/>
    <w:rsid w:val="00D467B2"/>
    <w:rsid w:val="00D4693C"/>
    <w:rsid w:val="00D469E9"/>
    <w:rsid w:val="00D46DAB"/>
    <w:rsid w:val="00D4733B"/>
    <w:rsid w:val="00D5026E"/>
    <w:rsid w:val="00D504D1"/>
    <w:rsid w:val="00D50538"/>
    <w:rsid w:val="00D50F53"/>
    <w:rsid w:val="00D51BA3"/>
    <w:rsid w:val="00D51EE0"/>
    <w:rsid w:val="00D520CF"/>
    <w:rsid w:val="00D52185"/>
    <w:rsid w:val="00D522B3"/>
    <w:rsid w:val="00D524C5"/>
    <w:rsid w:val="00D53811"/>
    <w:rsid w:val="00D53913"/>
    <w:rsid w:val="00D53E29"/>
    <w:rsid w:val="00D54771"/>
    <w:rsid w:val="00D54BAA"/>
    <w:rsid w:val="00D557A1"/>
    <w:rsid w:val="00D557BB"/>
    <w:rsid w:val="00D558A3"/>
    <w:rsid w:val="00D55E6A"/>
    <w:rsid w:val="00D5633F"/>
    <w:rsid w:val="00D5669A"/>
    <w:rsid w:val="00D56F69"/>
    <w:rsid w:val="00D5701E"/>
    <w:rsid w:val="00D57242"/>
    <w:rsid w:val="00D60407"/>
    <w:rsid w:val="00D6076B"/>
    <w:rsid w:val="00D60D1A"/>
    <w:rsid w:val="00D610D1"/>
    <w:rsid w:val="00D6122E"/>
    <w:rsid w:val="00D61425"/>
    <w:rsid w:val="00D614D9"/>
    <w:rsid w:val="00D6150C"/>
    <w:rsid w:val="00D61C30"/>
    <w:rsid w:val="00D63645"/>
    <w:rsid w:val="00D636B2"/>
    <w:rsid w:val="00D63ACE"/>
    <w:rsid w:val="00D63BE3"/>
    <w:rsid w:val="00D6405B"/>
    <w:rsid w:val="00D643D5"/>
    <w:rsid w:val="00D64488"/>
    <w:rsid w:val="00D64AE6"/>
    <w:rsid w:val="00D64DD9"/>
    <w:rsid w:val="00D6531D"/>
    <w:rsid w:val="00D65E28"/>
    <w:rsid w:val="00D65F15"/>
    <w:rsid w:val="00D66442"/>
    <w:rsid w:val="00D66A50"/>
    <w:rsid w:val="00D67163"/>
    <w:rsid w:val="00D67B3B"/>
    <w:rsid w:val="00D67BA3"/>
    <w:rsid w:val="00D67C9D"/>
    <w:rsid w:val="00D67D7F"/>
    <w:rsid w:val="00D70621"/>
    <w:rsid w:val="00D709BC"/>
    <w:rsid w:val="00D70B87"/>
    <w:rsid w:val="00D70DAB"/>
    <w:rsid w:val="00D70E8B"/>
    <w:rsid w:val="00D71282"/>
    <w:rsid w:val="00D71903"/>
    <w:rsid w:val="00D71AA0"/>
    <w:rsid w:val="00D71F63"/>
    <w:rsid w:val="00D7223C"/>
    <w:rsid w:val="00D72A25"/>
    <w:rsid w:val="00D73387"/>
    <w:rsid w:val="00D73472"/>
    <w:rsid w:val="00D73682"/>
    <w:rsid w:val="00D740F5"/>
    <w:rsid w:val="00D744E2"/>
    <w:rsid w:val="00D74C81"/>
    <w:rsid w:val="00D74FCD"/>
    <w:rsid w:val="00D75871"/>
    <w:rsid w:val="00D7642C"/>
    <w:rsid w:val="00D764B9"/>
    <w:rsid w:val="00D76AF6"/>
    <w:rsid w:val="00D774F1"/>
    <w:rsid w:val="00D7777A"/>
    <w:rsid w:val="00D800D1"/>
    <w:rsid w:val="00D807A6"/>
    <w:rsid w:val="00D808AC"/>
    <w:rsid w:val="00D81126"/>
    <w:rsid w:val="00D81B44"/>
    <w:rsid w:val="00D81B52"/>
    <w:rsid w:val="00D81F53"/>
    <w:rsid w:val="00D821FF"/>
    <w:rsid w:val="00D825F6"/>
    <w:rsid w:val="00D82789"/>
    <w:rsid w:val="00D82B00"/>
    <w:rsid w:val="00D82B1F"/>
    <w:rsid w:val="00D83110"/>
    <w:rsid w:val="00D83854"/>
    <w:rsid w:val="00D83C18"/>
    <w:rsid w:val="00D83FBF"/>
    <w:rsid w:val="00D84575"/>
    <w:rsid w:val="00D862A3"/>
    <w:rsid w:val="00D8645F"/>
    <w:rsid w:val="00D86E03"/>
    <w:rsid w:val="00D86EC7"/>
    <w:rsid w:val="00D8719F"/>
    <w:rsid w:val="00D871EE"/>
    <w:rsid w:val="00D875D2"/>
    <w:rsid w:val="00D8786F"/>
    <w:rsid w:val="00D87B0F"/>
    <w:rsid w:val="00D87D03"/>
    <w:rsid w:val="00D90538"/>
    <w:rsid w:val="00D907F0"/>
    <w:rsid w:val="00D909EE"/>
    <w:rsid w:val="00D90EB2"/>
    <w:rsid w:val="00D91966"/>
    <w:rsid w:val="00D91CD1"/>
    <w:rsid w:val="00D92617"/>
    <w:rsid w:val="00D92697"/>
    <w:rsid w:val="00D92B48"/>
    <w:rsid w:val="00D931BA"/>
    <w:rsid w:val="00D935A2"/>
    <w:rsid w:val="00D93CD3"/>
    <w:rsid w:val="00D94273"/>
    <w:rsid w:val="00D943BF"/>
    <w:rsid w:val="00D944CB"/>
    <w:rsid w:val="00D9472A"/>
    <w:rsid w:val="00D94913"/>
    <w:rsid w:val="00D94990"/>
    <w:rsid w:val="00D94A15"/>
    <w:rsid w:val="00D94AAC"/>
    <w:rsid w:val="00D94AD5"/>
    <w:rsid w:val="00D950F0"/>
    <w:rsid w:val="00D9536C"/>
    <w:rsid w:val="00D95C84"/>
    <w:rsid w:val="00D95C86"/>
    <w:rsid w:val="00D95FB2"/>
    <w:rsid w:val="00D9682D"/>
    <w:rsid w:val="00D969CE"/>
    <w:rsid w:val="00D96AAC"/>
    <w:rsid w:val="00D96F57"/>
    <w:rsid w:val="00D96FB4"/>
    <w:rsid w:val="00D975F7"/>
    <w:rsid w:val="00D97A76"/>
    <w:rsid w:val="00DA02F0"/>
    <w:rsid w:val="00DA075C"/>
    <w:rsid w:val="00DA09B6"/>
    <w:rsid w:val="00DA09F1"/>
    <w:rsid w:val="00DA0A91"/>
    <w:rsid w:val="00DA0D88"/>
    <w:rsid w:val="00DA0FF3"/>
    <w:rsid w:val="00DA1094"/>
    <w:rsid w:val="00DA118F"/>
    <w:rsid w:val="00DA1351"/>
    <w:rsid w:val="00DA19B8"/>
    <w:rsid w:val="00DA1B9D"/>
    <w:rsid w:val="00DA2739"/>
    <w:rsid w:val="00DA277A"/>
    <w:rsid w:val="00DA27A5"/>
    <w:rsid w:val="00DA2A9C"/>
    <w:rsid w:val="00DA2BCE"/>
    <w:rsid w:val="00DA2F54"/>
    <w:rsid w:val="00DA3611"/>
    <w:rsid w:val="00DA4EF1"/>
    <w:rsid w:val="00DA5B3A"/>
    <w:rsid w:val="00DA5BBD"/>
    <w:rsid w:val="00DA5CBD"/>
    <w:rsid w:val="00DA6340"/>
    <w:rsid w:val="00DA6AE2"/>
    <w:rsid w:val="00DA73C2"/>
    <w:rsid w:val="00DA756A"/>
    <w:rsid w:val="00DA79BC"/>
    <w:rsid w:val="00DB04C0"/>
    <w:rsid w:val="00DB08D9"/>
    <w:rsid w:val="00DB0902"/>
    <w:rsid w:val="00DB0A1E"/>
    <w:rsid w:val="00DB0F63"/>
    <w:rsid w:val="00DB149D"/>
    <w:rsid w:val="00DB380F"/>
    <w:rsid w:val="00DB3E04"/>
    <w:rsid w:val="00DB3EA9"/>
    <w:rsid w:val="00DB3FAD"/>
    <w:rsid w:val="00DB443C"/>
    <w:rsid w:val="00DB4724"/>
    <w:rsid w:val="00DB473E"/>
    <w:rsid w:val="00DB4A6E"/>
    <w:rsid w:val="00DB4E52"/>
    <w:rsid w:val="00DB552D"/>
    <w:rsid w:val="00DB5712"/>
    <w:rsid w:val="00DB6375"/>
    <w:rsid w:val="00DB69DA"/>
    <w:rsid w:val="00DB6FAA"/>
    <w:rsid w:val="00DB70F2"/>
    <w:rsid w:val="00DB7787"/>
    <w:rsid w:val="00DB77DF"/>
    <w:rsid w:val="00DC16FA"/>
    <w:rsid w:val="00DC1EED"/>
    <w:rsid w:val="00DC2704"/>
    <w:rsid w:val="00DC32AF"/>
    <w:rsid w:val="00DC39E5"/>
    <w:rsid w:val="00DC3F79"/>
    <w:rsid w:val="00DC4206"/>
    <w:rsid w:val="00DC45DC"/>
    <w:rsid w:val="00DC4981"/>
    <w:rsid w:val="00DC4B47"/>
    <w:rsid w:val="00DC4C5D"/>
    <w:rsid w:val="00DC4EEA"/>
    <w:rsid w:val="00DC52A7"/>
    <w:rsid w:val="00DC5837"/>
    <w:rsid w:val="00DC5B03"/>
    <w:rsid w:val="00DC6119"/>
    <w:rsid w:val="00DC64DF"/>
    <w:rsid w:val="00DC67DF"/>
    <w:rsid w:val="00DC6AEF"/>
    <w:rsid w:val="00DC71C7"/>
    <w:rsid w:val="00DC74D3"/>
    <w:rsid w:val="00DC74E4"/>
    <w:rsid w:val="00DC7D7E"/>
    <w:rsid w:val="00DC7ED4"/>
    <w:rsid w:val="00DD014A"/>
    <w:rsid w:val="00DD09CA"/>
    <w:rsid w:val="00DD1397"/>
    <w:rsid w:val="00DD1A98"/>
    <w:rsid w:val="00DD209B"/>
    <w:rsid w:val="00DD20A1"/>
    <w:rsid w:val="00DD2362"/>
    <w:rsid w:val="00DD2703"/>
    <w:rsid w:val="00DD297D"/>
    <w:rsid w:val="00DD2DEC"/>
    <w:rsid w:val="00DD2E5C"/>
    <w:rsid w:val="00DD335A"/>
    <w:rsid w:val="00DD3909"/>
    <w:rsid w:val="00DD41F1"/>
    <w:rsid w:val="00DD46B7"/>
    <w:rsid w:val="00DD48C0"/>
    <w:rsid w:val="00DD4C36"/>
    <w:rsid w:val="00DD5308"/>
    <w:rsid w:val="00DD5615"/>
    <w:rsid w:val="00DD57FE"/>
    <w:rsid w:val="00DD5DF1"/>
    <w:rsid w:val="00DD6170"/>
    <w:rsid w:val="00DD64ED"/>
    <w:rsid w:val="00DD7435"/>
    <w:rsid w:val="00DD781C"/>
    <w:rsid w:val="00DD7BB8"/>
    <w:rsid w:val="00DD7E30"/>
    <w:rsid w:val="00DE0450"/>
    <w:rsid w:val="00DE07DE"/>
    <w:rsid w:val="00DE0A03"/>
    <w:rsid w:val="00DE0C6D"/>
    <w:rsid w:val="00DE0D9B"/>
    <w:rsid w:val="00DE13B7"/>
    <w:rsid w:val="00DE17B0"/>
    <w:rsid w:val="00DE1DE2"/>
    <w:rsid w:val="00DE1E8A"/>
    <w:rsid w:val="00DE2149"/>
    <w:rsid w:val="00DE228F"/>
    <w:rsid w:val="00DE29AF"/>
    <w:rsid w:val="00DE2B72"/>
    <w:rsid w:val="00DE2EE8"/>
    <w:rsid w:val="00DE3605"/>
    <w:rsid w:val="00DE43C8"/>
    <w:rsid w:val="00DE4721"/>
    <w:rsid w:val="00DE47D9"/>
    <w:rsid w:val="00DE4963"/>
    <w:rsid w:val="00DE4F85"/>
    <w:rsid w:val="00DE50A6"/>
    <w:rsid w:val="00DE56DA"/>
    <w:rsid w:val="00DE5701"/>
    <w:rsid w:val="00DE61B3"/>
    <w:rsid w:val="00DE6415"/>
    <w:rsid w:val="00DE6819"/>
    <w:rsid w:val="00DE68DA"/>
    <w:rsid w:val="00DE6DC4"/>
    <w:rsid w:val="00DE6F81"/>
    <w:rsid w:val="00DE73AE"/>
    <w:rsid w:val="00DE7B53"/>
    <w:rsid w:val="00DE7DD9"/>
    <w:rsid w:val="00DE7F6C"/>
    <w:rsid w:val="00DF0479"/>
    <w:rsid w:val="00DF0932"/>
    <w:rsid w:val="00DF097C"/>
    <w:rsid w:val="00DF0C5B"/>
    <w:rsid w:val="00DF0D3A"/>
    <w:rsid w:val="00DF1539"/>
    <w:rsid w:val="00DF1591"/>
    <w:rsid w:val="00DF15B7"/>
    <w:rsid w:val="00DF1C53"/>
    <w:rsid w:val="00DF1E0C"/>
    <w:rsid w:val="00DF1FFE"/>
    <w:rsid w:val="00DF211F"/>
    <w:rsid w:val="00DF23B2"/>
    <w:rsid w:val="00DF28A1"/>
    <w:rsid w:val="00DF317A"/>
    <w:rsid w:val="00DF321F"/>
    <w:rsid w:val="00DF3311"/>
    <w:rsid w:val="00DF3A32"/>
    <w:rsid w:val="00DF3DE3"/>
    <w:rsid w:val="00DF4274"/>
    <w:rsid w:val="00DF4A80"/>
    <w:rsid w:val="00DF54D6"/>
    <w:rsid w:val="00DF5FA3"/>
    <w:rsid w:val="00DF63F9"/>
    <w:rsid w:val="00DF6699"/>
    <w:rsid w:val="00DF67BC"/>
    <w:rsid w:val="00DF77D5"/>
    <w:rsid w:val="00DF7882"/>
    <w:rsid w:val="00DF7BE4"/>
    <w:rsid w:val="00DF7D45"/>
    <w:rsid w:val="00E001A2"/>
    <w:rsid w:val="00E00590"/>
    <w:rsid w:val="00E007B1"/>
    <w:rsid w:val="00E00FAF"/>
    <w:rsid w:val="00E016BE"/>
    <w:rsid w:val="00E016FA"/>
    <w:rsid w:val="00E01959"/>
    <w:rsid w:val="00E01CD0"/>
    <w:rsid w:val="00E01E2B"/>
    <w:rsid w:val="00E02463"/>
    <w:rsid w:val="00E02548"/>
    <w:rsid w:val="00E02FBD"/>
    <w:rsid w:val="00E03060"/>
    <w:rsid w:val="00E038DF"/>
    <w:rsid w:val="00E03DBE"/>
    <w:rsid w:val="00E03F44"/>
    <w:rsid w:val="00E041DF"/>
    <w:rsid w:val="00E044AE"/>
    <w:rsid w:val="00E045FC"/>
    <w:rsid w:val="00E04845"/>
    <w:rsid w:val="00E0528B"/>
    <w:rsid w:val="00E054A6"/>
    <w:rsid w:val="00E05542"/>
    <w:rsid w:val="00E0591B"/>
    <w:rsid w:val="00E05ED9"/>
    <w:rsid w:val="00E05FAA"/>
    <w:rsid w:val="00E079E3"/>
    <w:rsid w:val="00E07BD1"/>
    <w:rsid w:val="00E07C9D"/>
    <w:rsid w:val="00E10932"/>
    <w:rsid w:val="00E110CA"/>
    <w:rsid w:val="00E11103"/>
    <w:rsid w:val="00E111E6"/>
    <w:rsid w:val="00E11334"/>
    <w:rsid w:val="00E113A0"/>
    <w:rsid w:val="00E114D5"/>
    <w:rsid w:val="00E116CA"/>
    <w:rsid w:val="00E11872"/>
    <w:rsid w:val="00E11C0D"/>
    <w:rsid w:val="00E11D94"/>
    <w:rsid w:val="00E128DC"/>
    <w:rsid w:val="00E12A27"/>
    <w:rsid w:val="00E13868"/>
    <w:rsid w:val="00E1397C"/>
    <w:rsid w:val="00E13ACD"/>
    <w:rsid w:val="00E13B9C"/>
    <w:rsid w:val="00E14149"/>
    <w:rsid w:val="00E1427C"/>
    <w:rsid w:val="00E14530"/>
    <w:rsid w:val="00E14912"/>
    <w:rsid w:val="00E1493B"/>
    <w:rsid w:val="00E15473"/>
    <w:rsid w:val="00E1592C"/>
    <w:rsid w:val="00E15E66"/>
    <w:rsid w:val="00E16367"/>
    <w:rsid w:val="00E1641D"/>
    <w:rsid w:val="00E16FAF"/>
    <w:rsid w:val="00E171EA"/>
    <w:rsid w:val="00E17561"/>
    <w:rsid w:val="00E17581"/>
    <w:rsid w:val="00E17598"/>
    <w:rsid w:val="00E17827"/>
    <w:rsid w:val="00E17CA8"/>
    <w:rsid w:val="00E17F3A"/>
    <w:rsid w:val="00E17FC3"/>
    <w:rsid w:val="00E20009"/>
    <w:rsid w:val="00E20C92"/>
    <w:rsid w:val="00E20D6B"/>
    <w:rsid w:val="00E20DB9"/>
    <w:rsid w:val="00E2129C"/>
    <w:rsid w:val="00E214FA"/>
    <w:rsid w:val="00E215BD"/>
    <w:rsid w:val="00E21B3B"/>
    <w:rsid w:val="00E21D39"/>
    <w:rsid w:val="00E21E74"/>
    <w:rsid w:val="00E21E9B"/>
    <w:rsid w:val="00E22948"/>
    <w:rsid w:val="00E2334E"/>
    <w:rsid w:val="00E23922"/>
    <w:rsid w:val="00E23BC5"/>
    <w:rsid w:val="00E24140"/>
    <w:rsid w:val="00E243AE"/>
    <w:rsid w:val="00E24BC3"/>
    <w:rsid w:val="00E24C2A"/>
    <w:rsid w:val="00E24F4F"/>
    <w:rsid w:val="00E25B21"/>
    <w:rsid w:val="00E25D82"/>
    <w:rsid w:val="00E25FAC"/>
    <w:rsid w:val="00E26256"/>
    <w:rsid w:val="00E263A6"/>
    <w:rsid w:val="00E264B4"/>
    <w:rsid w:val="00E2668F"/>
    <w:rsid w:val="00E26884"/>
    <w:rsid w:val="00E26A84"/>
    <w:rsid w:val="00E26D62"/>
    <w:rsid w:val="00E26DE0"/>
    <w:rsid w:val="00E2721E"/>
    <w:rsid w:val="00E279EF"/>
    <w:rsid w:val="00E305AD"/>
    <w:rsid w:val="00E31B67"/>
    <w:rsid w:val="00E3212A"/>
    <w:rsid w:val="00E322DF"/>
    <w:rsid w:val="00E32413"/>
    <w:rsid w:val="00E3393C"/>
    <w:rsid w:val="00E341A0"/>
    <w:rsid w:val="00E35038"/>
    <w:rsid w:val="00E351C9"/>
    <w:rsid w:val="00E355DB"/>
    <w:rsid w:val="00E35EA0"/>
    <w:rsid w:val="00E3628A"/>
    <w:rsid w:val="00E3643D"/>
    <w:rsid w:val="00E400DE"/>
    <w:rsid w:val="00E40470"/>
    <w:rsid w:val="00E40778"/>
    <w:rsid w:val="00E40B00"/>
    <w:rsid w:val="00E40D60"/>
    <w:rsid w:val="00E40E2D"/>
    <w:rsid w:val="00E40FB5"/>
    <w:rsid w:val="00E413C9"/>
    <w:rsid w:val="00E41831"/>
    <w:rsid w:val="00E418D6"/>
    <w:rsid w:val="00E41B87"/>
    <w:rsid w:val="00E425D0"/>
    <w:rsid w:val="00E42734"/>
    <w:rsid w:val="00E42940"/>
    <w:rsid w:val="00E43008"/>
    <w:rsid w:val="00E4303D"/>
    <w:rsid w:val="00E433A6"/>
    <w:rsid w:val="00E43653"/>
    <w:rsid w:val="00E43A6E"/>
    <w:rsid w:val="00E43F0D"/>
    <w:rsid w:val="00E447A4"/>
    <w:rsid w:val="00E44DED"/>
    <w:rsid w:val="00E44EB5"/>
    <w:rsid w:val="00E451CB"/>
    <w:rsid w:val="00E45507"/>
    <w:rsid w:val="00E455C1"/>
    <w:rsid w:val="00E45B46"/>
    <w:rsid w:val="00E45F43"/>
    <w:rsid w:val="00E4608A"/>
    <w:rsid w:val="00E464CA"/>
    <w:rsid w:val="00E467D5"/>
    <w:rsid w:val="00E46C2F"/>
    <w:rsid w:val="00E46E71"/>
    <w:rsid w:val="00E4745D"/>
    <w:rsid w:val="00E4771F"/>
    <w:rsid w:val="00E47932"/>
    <w:rsid w:val="00E47D50"/>
    <w:rsid w:val="00E47E2E"/>
    <w:rsid w:val="00E50CCA"/>
    <w:rsid w:val="00E5136F"/>
    <w:rsid w:val="00E5140D"/>
    <w:rsid w:val="00E51B96"/>
    <w:rsid w:val="00E51DC9"/>
    <w:rsid w:val="00E51DCF"/>
    <w:rsid w:val="00E51E09"/>
    <w:rsid w:val="00E51F05"/>
    <w:rsid w:val="00E5202A"/>
    <w:rsid w:val="00E5241D"/>
    <w:rsid w:val="00E52851"/>
    <w:rsid w:val="00E52E54"/>
    <w:rsid w:val="00E53005"/>
    <w:rsid w:val="00E53324"/>
    <w:rsid w:val="00E53385"/>
    <w:rsid w:val="00E533A0"/>
    <w:rsid w:val="00E533BF"/>
    <w:rsid w:val="00E536B5"/>
    <w:rsid w:val="00E53A63"/>
    <w:rsid w:val="00E53EA5"/>
    <w:rsid w:val="00E540E8"/>
    <w:rsid w:val="00E5439C"/>
    <w:rsid w:val="00E54984"/>
    <w:rsid w:val="00E54C65"/>
    <w:rsid w:val="00E54CB0"/>
    <w:rsid w:val="00E54EF8"/>
    <w:rsid w:val="00E552D9"/>
    <w:rsid w:val="00E55442"/>
    <w:rsid w:val="00E55C05"/>
    <w:rsid w:val="00E5666A"/>
    <w:rsid w:val="00E57B33"/>
    <w:rsid w:val="00E57B65"/>
    <w:rsid w:val="00E57C90"/>
    <w:rsid w:val="00E57F76"/>
    <w:rsid w:val="00E60A93"/>
    <w:rsid w:val="00E61235"/>
    <w:rsid w:val="00E61CC5"/>
    <w:rsid w:val="00E61D62"/>
    <w:rsid w:val="00E61F4A"/>
    <w:rsid w:val="00E6222A"/>
    <w:rsid w:val="00E6230B"/>
    <w:rsid w:val="00E62A58"/>
    <w:rsid w:val="00E62A68"/>
    <w:rsid w:val="00E62AAF"/>
    <w:rsid w:val="00E62D99"/>
    <w:rsid w:val="00E62EDE"/>
    <w:rsid w:val="00E632DC"/>
    <w:rsid w:val="00E6341A"/>
    <w:rsid w:val="00E6354F"/>
    <w:rsid w:val="00E63A61"/>
    <w:rsid w:val="00E64D3C"/>
    <w:rsid w:val="00E65304"/>
    <w:rsid w:val="00E65A25"/>
    <w:rsid w:val="00E65F14"/>
    <w:rsid w:val="00E66A01"/>
    <w:rsid w:val="00E66E9E"/>
    <w:rsid w:val="00E66F0D"/>
    <w:rsid w:val="00E66FD8"/>
    <w:rsid w:val="00E6723C"/>
    <w:rsid w:val="00E67691"/>
    <w:rsid w:val="00E678B1"/>
    <w:rsid w:val="00E67A05"/>
    <w:rsid w:val="00E67C6E"/>
    <w:rsid w:val="00E702D3"/>
    <w:rsid w:val="00E7042E"/>
    <w:rsid w:val="00E7062F"/>
    <w:rsid w:val="00E70B4E"/>
    <w:rsid w:val="00E70BF5"/>
    <w:rsid w:val="00E70FE5"/>
    <w:rsid w:val="00E71AED"/>
    <w:rsid w:val="00E71E04"/>
    <w:rsid w:val="00E72071"/>
    <w:rsid w:val="00E72587"/>
    <w:rsid w:val="00E72A1B"/>
    <w:rsid w:val="00E7312B"/>
    <w:rsid w:val="00E73906"/>
    <w:rsid w:val="00E73AE3"/>
    <w:rsid w:val="00E73F81"/>
    <w:rsid w:val="00E74047"/>
    <w:rsid w:val="00E7446D"/>
    <w:rsid w:val="00E7472A"/>
    <w:rsid w:val="00E7494C"/>
    <w:rsid w:val="00E74CF2"/>
    <w:rsid w:val="00E74E08"/>
    <w:rsid w:val="00E74E0B"/>
    <w:rsid w:val="00E751B2"/>
    <w:rsid w:val="00E755BF"/>
    <w:rsid w:val="00E75CD8"/>
    <w:rsid w:val="00E766C6"/>
    <w:rsid w:val="00E76D18"/>
    <w:rsid w:val="00E77130"/>
    <w:rsid w:val="00E7762A"/>
    <w:rsid w:val="00E779A9"/>
    <w:rsid w:val="00E77CF7"/>
    <w:rsid w:val="00E81195"/>
    <w:rsid w:val="00E811EE"/>
    <w:rsid w:val="00E816CB"/>
    <w:rsid w:val="00E817D4"/>
    <w:rsid w:val="00E81963"/>
    <w:rsid w:val="00E81C51"/>
    <w:rsid w:val="00E826E9"/>
    <w:rsid w:val="00E82A3F"/>
    <w:rsid w:val="00E82A97"/>
    <w:rsid w:val="00E82DCF"/>
    <w:rsid w:val="00E8311E"/>
    <w:rsid w:val="00E83242"/>
    <w:rsid w:val="00E83368"/>
    <w:rsid w:val="00E8358E"/>
    <w:rsid w:val="00E83CD0"/>
    <w:rsid w:val="00E84860"/>
    <w:rsid w:val="00E84D2C"/>
    <w:rsid w:val="00E857BD"/>
    <w:rsid w:val="00E85846"/>
    <w:rsid w:val="00E85BDE"/>
    <w:rsid w:val="00E86235"/>
    <w:rsid w:val="00E86324"/>
    <w:rsid w:val="00E86F1F"/>
    <w:rsid w:val="00E87760"/>
    <w:rsid w:val="00E8792F"/>
    <w:rsid w:val="00E87A61"/>
    <w:rsid w:val="00E87CBB"/>
    <w:rsid w:val="00E87D4E"/>
    <w:rsid w:val="00E9008D"/>
    <w:rsid w:val="00E90757"/>
    <w:rsid w:val="00E90ABE"/>
    <w:rsid w:val="00E90F74"/>
    <w:rsid w:val="00E91AA1"/>
    <w:rsid w:val="00E91B85"/>
    <w:rsid w:val="00E9214D"/>
    <w:rsid w:val="00E9249B"/>
    <w:rsid w:val="00E92687"/>
    <w:rsid w:val="00E926DD"/>
    <w:rsid w:val="00E92794"/>
    <w:rsid w:val="00E930D9"/>
    <w:rsid w:val="00E93123"/>
    <w:rsid w:val="00E93253"/>
    <w:rsid w:val="00E933B7"/>
    <w:rsid w:val="00E93B6D"/>
    <w:rsid w:val="00E93EEE"/>
    <w:rsid w:val="00E952A4"/>
    <w:rsid w:val="00E9553E"/>
    <w:rsid w:val="00E95859"/>
    <w:rsid w:val="00E96143"/>
    <w:rsid w:val="00E9733E"/>
    <w:rsid w:val="00E97452"/>
    <w:rsid w:val="00E9761B"/>
    <w:rsid w:val="00E97CEC"/>
    <w:rsid w:val="00EA0203"/>
    <w:rsid w:val="00EA035E"/>
    <w:rsid w:val="00EA0604"/>
    <w:rsid w:val="00EA0787"/>
    <w:rsid w:val="00EA0822"/>
    <w:rsid w:val="00EA1116"/>
    <w:rsid w:val="00EA1130"/>
    <w:rsid w:val="00EA1556"/>
    <w:rsid w:val="00EA16D3"/>
    <w:rsid w:val="00EA1E5F"/>
    <w:rsid w:val="00EA2134"/>
    <w:rsid w:val="00EA29A9"/>
    <w:rsid w:val="00EA3041"/>
    <w:rsid w:val="00EA33DE"/>
    <w:rsid w:val="00EA3899"/>
    <w:rsid w:val="00EA3C13"/>
    <w:rsid w:val="00EA4022"/>
    <w:rsid w:val="00EA4BA3"/>
    <w:rsid w:val="00EA591D"/>
    <w:rsid w:val="00EA5F3C"/>
    <w:rsid w:val="00EA66DC"/>
    <w:rsid w:val="00EA673F"/>
    <w:rsid w:val="00EA6902"/>
    <w:rsid w:val="00EA6F1E"/>
    <w:rsid w:val="00EA702E"/>
    <w:rsid w:val="00EA70F5"/>
    <w:rsid w:val="00EA77C5"/>
    <w:rsid w:val="00EA7BC3"/>
    <w:rsid w:val="00EA7EA1"/>
    <w:rsid w:val="00EB0022"/>
    <w:rsid w:val="00EB0E15"/>
    <w:rsid w:val="00EB0EE9"/>
    <w:rsid w:val="00EB14BD"/>
    <w:rsid w:val="00EB155D"/>
    <w:rsid w:val="00EB1CDD"/>
    <w:rsid w:val="00EB1DB4"/>
    <w:rsid w:val="00EB1FDA"/>
    <w:rsid w:val="00EB2E82"/>
    <w:rsid w:val="00EB374E"/>
    <w:rsid w:val="00EB3CBC"/>
    <w:rsid w:val="00EB41D0"/>
    <w:rsid w:val="00EB44C4"/>
    <w:rsid w:val="00EB45CE"/>
    <w:rsid w:val="00EB48F2"/>
    <w:rsid w:val="00EB49C2"/>
    <w:rsid w:val="00EB4A65"/>
    <w:rsid w:val="00EB509C"/>
    <w:rsid w:val="00EB5304"/>
    <w:rsid w:val="00EB585F"/>
    <w:rsid w:val="00EB64ED"/>
    <w:rsid w:val="00EB680A"/>
    <w:rsid w:val="00EB68BF"/>
    <w:rsid w:val="00EB6D20"/>
    <w:rsid w:val="00EB739B"/>
    <w:rsid w:val="00EB740D"/>
    <w:rsid w:val="00EB76C5"/>
    <w:rsid w:val="00EC06F4"/>
    <w:rsid w:val="00EC0749"/>
    <w:rsid w:val="00EC09B4"/>
    <w:rsid w:val="00EC0CDA"/>
    <w:rsid w:val="00EC1A84"/>
    <w:rsid w:val="00EC1B8E"/>
    <w:rsid w:val="00EC1CC6"/>
    <w:rsid w:val="00EC1F1C"/>
    <w:rsid w:val="00EC23EC"/>
    <w:rsid w:val="00EC29D3"/>
    <w:rsid w:val="00EC2D56"/>
    <w:rsid w:val="00EC3411"/>
    <w:rsid w:val="00EC3DCB"/>
    <w:rsid w:val="00EC4307"/>
    <w:rsid w:val="00EC4376"/>
    <w:rsid w:val="00EC44BB"/>
    <w:rsid w:val="00EC49FF"/>
    <w:rsid w:val="00EC4BC2"/>
    <w:rsid w:val="00EC57CE"/>
    <w:rsid w:val="00EC5D61"/>
    <w:rsid w:val="00EC5E4C"/>
    <w:rsid w:val="00EC64CC"/>
    <w:rsid w:val="00EC6870"/>
    <w:rsid w:val="00EC702D"/>
    <w:rsid w:val="00EC717B"/>
    <w:rsid w:val="00EC77C3"/>
    <w:rsid w:val="00EC7F14"/>
    <w:rsid w:val="00EC7F63"/>
    <w:rsid w:val="00ED0D46"/>
    <w:rsid w:val="00ED0EBA"/>
    <w:rsid w:val="00ED10A3"/>
    <w:rsid w:val="00ED1670"/>
    <w:rsid w:val="00ED1BFF"/>
    <w:rsid w:val="00ED1F18"/>
    <w:rsid w:val="00ED20D2"/>
    <w:rsid w:val="00ED2604"/>
    <w:rsid w:val="00ED2635"/>
    <w:rsid w:val="00ED274F"/>
    <w:rsid w:val="00ED2B00"/>
    <w:rsid w:val="00ED2BFA"/>
    <w:rsid w:val="00ED2F88"/>
    <w:rsid w:val="00ED31CF"/>
    <w:rsid w:val="00ED3B73"/>
    <w:rsid w:val="00ED3C74"/>
    <w:rsid w:val="00ED3DF9"/>
    <w:rsid w:val="00ED3E05"/>
    <w:rsid w:val="00ED478C"/>
    <w:rsid w:val="00ED4889"/>
    <w:rsid w:val="00ED4B84"/>
    <w:rsid w:val="00ED4C80"/>
    <w:rsid w:val="00ED4F28"/>
    <w:rsid w:val="00ED4F32"/>
    <w:rsid w:val="00ED53D2"/>
    <w:rsid w:val="00ED5CA2"/>
    <w:rsid w:val="00ED6388"/>
    <w:rsid w:val="00ED662F"/>
    <w:rsid w:val="00ED66A6"/>
    <w:rsid w:val="00ED68EA"/>
    <w:rsid w:val="00ED6A86"/>
    <w:rsid w:val="00ED7701"/>
    <w:rsid w:val="00ED7A58"/>
    <w:rsid w:val="00EE0344"/>
    <w:rsid w:val="00EE046D"/>
    <w:rsid w:val="00EE0623"/>
    <w:rsid w:val="00EE0708"/>
    <w:rsid w:val="00EE0C78"/>
    <w:rsid w:val="00EE1578"/>
    <w:rsid w:val="00EE1915"/>
    <w:rsid w:val="00EE1EE1"/>
    <w:rsid w:val="00EE2CA8"/>
    <w:rsid w:val="00EE31B4"/>
    <w:rsid w:val="00EE36E0"/>
    <w:rsid w:val="00EE3A24"/>
    <w:rsid w:val="00EE3D6A"/>
    <w:rsid w:val="00EE40E1"/>
    <w:rsid w:val="00EE4B09"/>
    <w:rsid w:val="00EE4EAC"/>
    <w:rsid w:val="00EE524A"/>
    <w:rsid w:val="00EE5618"/>
    <w:rsid w:val="00EE5C91"/>
    <w:rsid w:val="00EE5DFA"/>
    <w:rsid w:val="00EE5FA3"/>
    <w:rsid w:val="00EE6452"/>
    <w:rsid w:val="00EE6F41"/>
    <w:rsid w:val="00EE77E9"/>
    <w:rsid w:val="00EE79E4"/>
    <w:rsid w:val="00EE7EE6"/>
    <w:rsid w:val="00EF0855"/>
    <w:rsid w:val="00EF107C"/>
    <w:rsid w:val="00EF1176"/>
    <w:rsid w:val="00EF142E"/>
    <w:rsid w:val="00EF167C"/>
    <w:rsid w:val="00EF1BCA"/>
    <w:rsid w:val="00EF20D0"/>
    <w:rsid w:val="00EF2108"/>
    <w:rsid w:val="00EF297B"/>
    <w:rsid w:val="00EF2CEC"/>
    <w:rsid w:val="00EF2E96"/>
    <w:rsid w:val="00EF3C4E"/>
    <w:rsid w:val="00EF4681"/>
    <w:rsid w:val="00EF4BC6"/>
    <w:rsid w:val="00EF4CF8"/>
    <w:rsid w:val="00EF50EA"/>
    <w:rsid w:val="00EF543E"/>
    <w:rsid w:val="00EF5C9F"/>
    <w:rsid w:val="00EF61BC"/>
    <w:rsid w:val="00EF6EFC"/>
    <w:rsid w:val="00EF711A"/>
    <w:rsid w:val="00EF71AD"/>
    <w:rsid w:val="00EF7231"/>
    <w:rsid w:val="00EF7A69"/>
    <w:rsid w:val="00EF7C83"/>
    <w:rsid w:val="00EF7DEA"/>
    <w:rsid w:val="00F001D5"/>
    <w:rsid w:val="00F00294"/>
    <w:rsid w:val="00F00418"/>
    <w:rsid w:val="00F01907"/>
    <w:rsid w:val="00F01B37"/>
    <w:rsid w:val="00F01F11"/>
    <w:rsid w:val="00F02E60"/>
    <w:rsid w:val="00F02FEC"/>
    <w:rsid w:val="00F032B6"/>
    <w:rsid w:val="00F0341E"/>
    <w:rsid w:val="00F03D91"/>
    <w:rsid w:val="00F044A1"/>
    <w:rsid w:val="00F04A22"/>
    <w:rsid w:val="00F053DB"/>
    <w:rsid w:val="00F05A2F"/>
    <w:rsid w:val="00F05B9C"/>
    <w:rsid w:val="00F05C15"/>
    <w:rsid w:val="00F07176"/>
    <w:rsid w:val="00F07314"/>
    <w:rsid w:val="00F074BD"/>
    <w:rsid w:val="00F07C96"/>
    <w:rsid w:val="00F07E5E"/>
    <w:rsid w:val="00F07F52"/>
    <w:rsid w:val="00F07FA5"/>
    <w:rsid w:val="00F105EB"/>
    <w:rsid w:val="00F10948"/>
    <w:rsid w:val="00F10FCD"/>
    <w:rsid w:val="00F1134B"/>
    <w:rsid w:val="00F11897"/>
    <w:rsid w:val="00F1193E"/>
    <w:rsid w:val="00F11E37"/>
    <w:rsid w:val="00F1265F"/>
    <w:rsid w:val="00F136B5"/>
    <w:rsid w:val="00F136C4"/>
    <w:rsid w:val="00F136C8"/>
    <w:rsid w:val="00F138BF"/>
    <w:rsid w:val="00F13E5D"/>
    <w:rsid w:val="00F13FB8"/>
    <w:rsid w:val="00F14003"/>
    <w:rsid w:val="00F14070"/>
    <w:rsid w:val="00F14493"/>
    <w:rsid w:val="00F1450C"/>
    <w:rsid w:val="00F1494B"/>
    <w:rsid w:val="00F14E17"/>
    <w:rsid w:val="00F14EAA"/>
    <w:rsid w:val="00F152D3"/>
    <w:rsid w:val="00F1536B"/>
    <w:rsid w:val="00F15E0F"/>
    <w:rsid w:val="00F16211"/>
    <w:rsid w:val="00F167ED"/>
    <w:rsid w:val="00F1681C"/>
    <w:rsid w:val="00F17054"/>
    <w:rsid w:val="00F1744F"/>
    <w:rsid w:val="00F17B3E"/>
    <w:rsid w:val="00F17F87"/>
    <w:rsid w:val="00F17F8F"/>
    <w:rsid w:val="00F208F1"/>
    <w:rsid w:val="00F20A97"/>
    <w:rsid w:val="00F20AFE"/>
    <w:rsid w:val="00F21407"/>
    <w:rsid w:val="00F21447"/>
    <w:rsid w:val="00F22BCD"/>
    <w:rsid w:val="00F22D2C"/>
    <w:rsid w:val="00F2305F"/>
    <w:rsid w:val="00F23D23"/>
    <w:rsid w:val="00F2422B"/>
    <w:rsid w:val="00F24241"/>
    <w:rsid w:val="00F2429D"/>
    <w:rsid w:val="00F24310"/>
    <w:rsid w:val="00F248C1"/>
    <w:rsid w:val="00F25055"/>
    <w:rsid w:val="00F25136"/>
    <w:rsid w:val="00F256F3"/>
    <w:rsid w:val="00F25E1A"/>
    <w:rsid w:val="00F25EE2"/>
    <w:rsid w:val="00F262AE"/>
    <w:rsid w:val="00F264AC"/>
    <w:rsid w:val="00F2678C"/>
    <w:rsid w:val="00F268BE"/>
    <w:rsid w:val="00F2696D"/>
    <w:rsid w:val="00F26BC7"/>
    <w:rsid w:val="00F26C9C"/>
    <w:rsid w:val="00F26D4A"/>
    <w:rsid w:val="00F27043"/>
    <w:rsid w:val="00F270C8"/>
    <w:rsid w:val="00F27663"/>
    <w:rsid w:val="00F27A45"/>
    <w:rsid w:val="00F27AA3"/>
    <w:rsid w:val="00F27C81"/>
    <w:rsid w:val="00F300D0"/>
    <w:rsid w:val="00F3028D"/>
    <w:rsid w:val="00F30394"/>
    <w:rsid w:val="00F309D4"/>
    <w:rsid w:val="00F30BEE"/>
    <w:rsid w:val="00F30F2A"/>
    <w:rsid w:val="00F3159C"/>
    <w:rsid w:val="00F317F7"/>
    <w:rsid w:val="00F31A04"/>
    <w:rsid w:val="00F321D7"/>
    <w:rsid w:val="00F3293D"/>
    <w:rsid w:val="00F32D0C"/>
    <w:rsid w:val="00F32DF4"/>
    <w:rsid w:val="00F3320E"/>
    <w:rsid w:val="00F339C9"/>
    <w:rsid w:val="00F33AA9"/>
    <w:rsid w:val="00F33F7B"/>
    <w:rsid w:val="00F34248"/>
    <w:rsid w:val="00F34451"/>
    <w:rsid w:val="00F344E6"/>
    <w:rsid w:val="00F34CAE"/>
    <w:rsid w:val="00F3593F"/>
    <w:rsid w:val="00F36415"/>
    <w:rsid w:val="00F36CE3"/>
    <w:rsid w:val="00F36EF3"/>
    <w:rsid w:val="00F37763"/>
    <w:rsid w:val="00F37EF6"/>
    <w:rsid w:val="00F37F9F"/>
    <w:rsid w:val="00F402DC"/>
    <w:rsid w:val="00F403D7"/>
    <w:rsid w:val="00F40A8C"/>
    <w:rsid w:val="00F417A3"/>
    <w:rsid w:val="00F41928"/>
    <w:rsid w:val="00F41B16"/>
    <w:rsid w:val="00F422E8"/>
    <w:rsid w:val="00F42807"/>
    <w:rsid w:val="00F42C26"/>
    <w:rsid w:val="00F42C60"/>
    <w:rsid w:val="00F4387A"/>
    <w:rsid w:val="00F439D0"/>
    <w:rsid w:val="00F43E4C"/>
    <w:rsid w:val="00F44537"/>
    <w:rsid w:val="00F44764"/>
    <w:rsid w:val="00F46D93"/>
    <w:rsid w:val="00F474DC"/>
    <w:rsid w:val="00F47EB8"/>
    <w:rsid w:val="00F502B9"/>
    <w:rsid w:val="00F50461"/>
    <w:rsid w:val="00F505C3"/>
    <w:rsid w:val="00F50B61"/>
    <w:rsid w:val="00F50F9C"/>
    <w:rsid w:val="00F514B7"/>
    <w:rsid w:val="00F51BE9"/>
    <w:rsid w:val="00F522AC"/>
    <w:rsid w:val="00F52B10"/>
    <w:rsid w:val="00F5311B"/>
    <w:rsid w:val="00F53255"/>
    <w:rsid w:val="00F53399"/>
    <w:rsid w:val="00F541A9"/>
    <w:rsid w:val="00F54538"/>
    <w:rsid w:val="00F54557"/>
    <w:rsid w:val="00F54B37"/>
    <w:rsid w:val="00F54B88"/>
    <w:rsid w:val="00F54CF2"/>
    <w:rsid w:val="00F54E21"/>
    <w:rsid w:val="00F556FF"/>
    <w:rsid w:val="00F55C1F"/>
    <w:rsid w:val="00F55CF0"/>
    <w:rsid w:val="00F55DF0"/>
    <w:rsid w:val="00F55DF1"/>
    <w:rsid w:val="00F57B08"/>
    <w:rsid w:val="00F57BD5"/>
    <w:rsid w:val="00F57C94"/>
    <w:rsid w:val="00F57FA0"/>
    <w:rsid w:val="00F60059"/>
    <w:rsid w:val="00F600B4"/>
    <w:rsid w:val="00F60440"/>
    <w:rsid w:val="00F60780"/>
    <w:rsid w:val="00F6152C"/>
    <w:rsid w:val="00F615D4"/>
    <w:rsid w:val="00F61B15"/>
    <w:rsid w:val="00F623F5"/>
    <w:rsid w:val="00F6325A"/>
    <w:rsid w:val="00F63B8C"/>
    <w:rsid w:val="00F64C2E"/>
    <w:rsid w:val="00F6527F"/>
    <w:rsid w:val="00F65321"/>
    <w:rsid w:val="00F65690"/>
    <w:rsid w:val="00F65BC5"/>
    <w:rsid w:val="00F65DC2"/>
    <w:rsid w:val="00F65FA4"/>
    <w:rsid w:val="00F6634C"/>
    <w:rsid w:val="00F66D7C"/>
    <w:rsid w:val="00F66E31"/>
    <w:rsid w:val="00F66F72"/>
    <w:rsid w:val="00F66F73"/>
    <w:rsid w:val="00F67D88"/>
    <w:rsid w:val="00F704D9"/>
    <w:rsid w:val="00F704FE"/>
    <w:rsid w:val="00F707D9"/>
    <w:rsid w:val="00F70AF2"/>
    <w:rsid w:val="00F71E16"/>
    <w:rsid w:val="00F71ECF"/>
    <w:rsid w:val="00F72194"/>
    <w:rsid w:val="00F7219C"/>
    <w:rsid w:val="00F722E0"/>
    <w:rsid w:val="00F72BA9"/>
    <w:rsid w:val="00F73AF4"/>
    <w:rsid w:val="00F73E9E"/>
    <w:rsid w:val="00F7441D"/>
    <w:rsid w:val="00F74568"/>
    <w:rsid w:val="00F74EA3"/>
    <w:rsid w:val="00F74F17"/>
    <w:rsid w:val="00F750F6"/>
    <w:rsid w:val="00F75685"/>
    <w:rsid w:val="00F75A56"/>
    <w:rsid w:val="00F76339"/>
    <w:rsid w:val="00F76B75"/>
    <w:rsid w:val="00F770B6"/>
    <w:rsid w:val="00F773D6"/>
    <w:rsid w:val="00F7759B"/>
    <w:rsid w:val="00F802B6"/>
    <w:rsid w:val="00F803F4"/>
    <w:rsid w:val="00F8065D"/>
    <w:rsid w:val="00F80AD5"/>
    <w:rsid w:val="00F8163E"/>
    <w:rsid w:val="00F81905"/>
    <w:rsid w:val="00F81A0D"/>
    <w:rsid w:val="00F81AE3"/>
    <w:rsid w:val="00F8260C"/>
    <w:rsid w:val="00F827E5"/>
    <w:rsid w:val="00F8284C"/>
    <w:rsid w:val="00F828BF"/>
    <w:rsid w:val="00F83698"/>
    <w:rsid w:val="00F840E8"/>
    <w:rsid w:val="00F84473"/>
    <w:rsid w:val="00F8455E"/>
    <w:rsid w:val="00F846F3"/>
    <w:rsid w:val="00F848B6"/>
    <w:rsid w:val="00F848F5"/>
    <w:rsid w:val="00F84B03"/>
    <w:rsid w:val="00F84B57"/>
    <w:rsid w:val="00F84E36"/>
    <w:rsid w:val="00F84FD9"/>
    <w:rsid w:val="00F85259"/>
    <w:rsid w:val="00F8535D"/>
    <w:rsid w:val="00F8544D"/>
    <w:rsid w:val="00F85EC0"/>
    <w:rsid w:val="00F861BC"/>
    <w:rsid w:val="00F863B9"/>
    <w:rsid w:val="00F86C49"/>
    <w:rsid w:val="00F86CB0"/>
    <w:rsid w:val="00F87561"/>
    <w:rsid w:val="00F876B8"/>
    <w:rsid w:val="00F87719"/>
    <w:rsid w:val="00F879E4"/>
    <w:rsid w:val="00F87BF0"/>
    <w:rsid w:val="00F904B2"/>
    <w:rsid w:val="00F911D3"/>
    <w:rsid w:val="00F911F0"/>
    <w:rsid w:val="00F911FB"/>
    <w:rsid w:val="00F917A2"/>
    <w:rsid w:val="00F91974"/>
    <w:rsid w:val="00F91FFD"/>
    <w:rsid w:val="00F924D2"/>
    <w:rsid w:val="00F929F7"/>
    <w:rsid w:val="00F92A04"/>
    <w:rsid w:val="00F9357E"/>
    <w:rsid w:val="00F93E60"/>
    <w:rsid w:val="00F94407"/>
    <w:rsid w:val="00F955BC"/>
    <w:rsid w:val="00F96190"/>
    <w:rsid w:val="00F963D5"/>
    <w:rsid w:val="00F964C0"/>
    <w:rsid w:val="00F964DB"/>
    <w:rsid w:val="00F969C3"/>
    <w:rsid w:val="00F971CF"/>
    <w:rsid w:val="00F97AFE"/>
    <w:rsid w:val="00F97DFC"/>
    <w:rsid w:val="00F97E6E"/>
    <w:rsid w:val="00FA0005"/>
    <w:rsid w:val="00FA0039"/>
    <w:rsid w:val="00FA02A8"/>
    <w:rsid w:val="00FA0BAB"/>
    <w:rsid w:val="00FA0DBA"/>
    <w:rsid w:val="00FA1643"/>
    <w:rsid w:val="00FA198C"/>
    <w:rsid w:val="00FA19D9"/>
    <w:rsid w:val="00FA2064"/>
    <w:rsid w:val="00FA2249"/>
    <w:rsid w:val="00FA2405"/>
    <w:rsid w:val="00FA27DF"/>
    <w:rsid w:val="00FA29CA"/>
    <w:rsid w:val="00FA309A"/>
    <w:rsid w:val="00FA31F2"/>
    <w:rsid w:val="00FA381C"/>
    <w:rsid w:val="00FA382E"/>
    <w:rsid w:val="00FA3B9B"/>
    <w:rsid w:val="00FA3F93"/>
    <w:rsid w:val="00FA45F6"/>
    <w:rsid w:val="00FA4677"/>
    <w:rsid w:val="00FA47B3"/>
    <w:rsid w:val="00FA4D2C"/>
    <w:rsid w:val="00FA5FCA"/>
    <w:rsid w:val="00FA6074"/>
    <w:rsid w:val="00FA6469"/>
    <w:rsid w:val="00FA6549"/>
    <w:rsid w:val="00FA6BCD"/>
    <w:rsid w:val="00FA6D57"/>
    <w:rsid w:val="00FA6E73"/>
    <w:rsid w:val="00FA6F61"/>
    <w:rsid w:val="00FA703F"/>
    <w:rsid w:val="00FA71E8"/>
    <w:rsid w:val="00FA7E41"/>
    <w:rsid w:val="00FB02D1"/>
    <w:rsid w:val="00FB03BB"/>
    <w:rsid w:val="00FB09AA"/>
    <w:rsid w:val="00FB0E87"/>
    <w:rsid w:val="00FB0F1D"/>
    <w:rsid w:val="00FB12D1"/>
    <w:rsid w:val="00FB18F6"/>
    <w:rsid w:val="00FB1C1E"/>
    <w:rsid w:val="00FB1C7B"/>
    <w:rsid w:val="00FB2041"/>
    <w:rsid w:val="00FB233E"/>
    <w:rsid w:val="00FB25B5"/>
    <w:rsid w:val="00FB27EF"/>
    <w:rsid w:val="00FB298F"/>
    <w:rsid w:val="00FB2C6D"/>
    <w:rsid w:val="00FB3123"/>
    <w:rsid w:val="00FB31DC"/>
    <w:rsid w:val="00FB356B"/>
    <w:rsid w:val="00FB3904"/>
    <w:rsid w:val="00FB3FBE"/>
    <w:rsid w:val="00FB416C"/>
    <w:rsid w:val="00FB42D8"/>
    <w:rsid w:val="00FB4725"/>
    <w:rsid w:val="00FB4FBC"/>
    <w:rsid w:val="00FB5046"/>
    <w:rsid w:val="00FB5373"/>
    <w:rsid w:val="00FB5D52"/>
    <w:rsid w:val="00FB5FBC"/>
    <w:rsid w:val="00FB61D2"/>
    <w:rsid w:val="00FB6203"/>
    <w:rsid w:val="00FB640E"/>
    <w:rsid w:val="00FB6A5D"/>
    <w:rsid w:val="00FB7D6D"/>
    <w:rsid w:val="00FC02FB"/>
    <w:rsid w:val="00FC03E5"/>
    <w:rsid w:val="00FC04DD"/>
    <w:rsid w:val="00FC0507"/>
    <w:rsid w:val="00FC0B81"/>
    <w:rsid w:val="00FC0D10"/>
    <w:rsid w:val="00FC1398"/>
    <w:rsid w:val="00FC1484"/>
    <w:rsid w:val="00FC17B7"/>
    <w:rsid w:val="00FC1FB8"/>
    <w:rsid w:val="00FC2728"/>
    <w:rsid w:val="00FC2A83"/>
    <w:rsid w:val="00FC2E1F"/>
    <w:rsid w:val="00FC3455"/>
    <w:rsid w:val="00FC39AC"/>
    <w:rsid w:val="00FC3B4F"/>
    <w:rsid w:val="00FC3B76"/>
    <w:rsid w:val="00FC4721"/>
    <w:rsid w:val="00FC4EF6"/>
    <w:rsid w:val="00FC515F"/>
    <w:rsid w:val="00FC576F"/>
    <w:rsid w:val="00FC5787"/>
    <w:rsid w:val="00FC60BB"/>
    <w:rsid w:val="00FC616C"/>
    <w:rsid w:val="00FC6837"/>
    <w:rsid w:val="00FC6936"/>
    <w:rsid w:val="00FC7435"/>
    <w:rsid w:val="00FC772B"/>
    <w:rsid w:val="00FC798A"/>
    <w:rsid w:val="00FC7B20"/>
    <w:rsid w:val="00FD02AF"/>
    <w:rsid w:val="00FD0C09"/>
    <w:rsid w:val="00FD0C80"/>
    <w:rsid w:val="00FD0E58"/>
    <w:rsid w:val="00FD0F53"/>
    <w:rsid w:val="00FD0FE4"/>
    <w:rsid w:val="00FD11FA"/>
    <w:rsid w:val="00FD20F2"/>
    <w:rsid w:val="00FD2692"/>
    <w:rsid w:val="00FD2DCC"/>
    <w:rsid w:val="00FD33E5"/>
    <w:rsid w:val="00FD35A8"/>
    <w:rsid w:val="00FD3695"/>
    <w:rsid w:val="00FD36A8"/>
    <w:rsid w:val="00FD3B68"/>
    <w:rsid w:val="00FD3F31"/>
    <w:rsid w:val="00FD4E6A"/>
    <w:rsid w:val="00FD5AFF"/>
    <w:rsid w:val="00FD5C46"/>
    <w:rsid w:val="00FD5CEB"/>
    <w:rsid w:val="00FD5D42"/>
    <w:rsid w:val="00FD6123"/>
    <w:rsid w:val="00FD62C8"/>
    <w:rsid w:val="00FD6399"/>
    <w:rsid w:val="00FD6482"/>
    <w:rsid w:val="00FD674D"/>
    <w:rsid w:val="00FD698E"/>
    <w:rsid w:val="00FD7410"/>
    <w:rsid w:val="00FD759E"/>
    <w:rsid w:val="00FD7AB1"/>
    <w:rsid w:val="00FD7B7E"/>
    <w:rsid w:val="00FD7C39"/>
    <w:rsid w:val="00FD7FA1"/>
    <w:rsid w:val="00FE03FD"/>
    <w:rsid w:val="00FE0645"/>
    <w:rsid w:val="00FE0CE6"/>
    <w:rsid w:val="00FE0E8C"/>
    <w:rsid w:val="00FE14E6"/>
    <w:rsid w:val="00FE294D"/>
    <w:rsid w:val="00FE2C41"/>
    <w:rsid w:val="00FE3030"/>
    <w:rsid w:val="00FE32D9"/>
    <w:rsid w:val="00FE3978"/>
    <w:rsid w:val="00FE425A"/>
    <w:rsid w:val="00FE4D7D"/>
    <w:rsid w:val="00FE4ECC"/>
    <w:rsid w:val="00FE4F4A"/>
    <w:rsid w:val="00FE50F8"/>
    <w:rsid w:val="00FE5402"/>
    <w:rsid w:val="00FE5783"/>
    <w:rsid w:val="00FE60A0"/>
    <w:rsid w:val="00FE7614"/>
    <w:rsid w:val="00FF00E7"/>
    <w:rsid w:val="00FF0857"/>
    <w:rsid w:val="00FF0E8B"/>
    <w:rsid w:val="00FF0EFA"/>
    <w:rsid w:val="00FF1B66"/>
    <w:rsid w:val="00FF1CC8"/>
    <w:rsid w:val="00FF23CA"/>
    <w:rsid w:val="00FF2486"/>
    <w:rsid w:val="00FF2719"/>
    <w:rsid w:val="00FF279B"/>
    <w:rsid w:val="00FF29D5"/>
    <w:rsid w:val="00FF3049"/>
    <w:rsid w:val="00FF3255"/>
    <w:rsid w:val="00FF37CD"/>
    <w:rsid w:val="00FF37E6"/>
    <w:rsid w:val="00FF4231"/>
    <w:rsid w:val="00FF4563"/>
    <w:rsid w:val="00FF480F"/>
    <w:rsid w:val="00FF5100"/>
    <w:rsid w:val="00FF51E7"/>
    <w:rsid w:val="00FF5356"/>
    <w:rsid w:val="00FF5405"/>
    <w:rsid w:val="00FF5A6F"/>
    <w:rsid w:val="00FF5D35"/>
    <w:rsid w:val="00FF605D"/>
    <w:rsid w:val="00FF6432"/>
    <w:rsid w:val="00FF6831"/>
    <w:rsid w:val="00FF72A4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54BF9F"/>
  <w15:docId w15:val="{CC5DA519-027D-46E9-B737-8DB1FA6C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8D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11articletype">
    <w:name w:val="MDPI_1.1_article_type"/>
    <w:next w:val="Normln"/>
    <w:qFormat/>
    <w:rsid w:val="00EA690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n"/>
    <w:qFormat/>
    <w:rsid w:val="00EA690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n"/>
    <w:qFormat/>
    <w:rsid w:val="00EA690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n"/>
    <w:next w:val="Normln"/>
    <w:qFormat/>
    <w:rsid w:val="00A22A8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690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n"/>
    <w:qFormat/>
    <w:rsid w:val="00EA690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A690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Zpat">
    <w:name w:val="footer"/>
    <w:basedOn w:val="Normln"/>
    <w:link w:val="ZpatChar"/>
    <w:uiPriority w:val="99"/>
    <w:rsid w:val="00EA690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ZpatChar">
    <w:name w:val="Zápatí Char"/>
    <w:link w:val="Zpat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styleId="Zhlav">
    <w:name w:val="header"/>
    <w:basedOn w:val="Normln"/>
    <w:link w:val="ZhlavChar"/>
    <w:uiPriority w:val="99"/>
    <w:rsid w:val="00EA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ZhlavChar">
    <w:name w:val="Záhlaví Char"/>
    <w:link w:val="Zhlav"/>
    <w:uiPriority w:val="99"/>
    <w:rsid w:val="00EA690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A690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A6902"/>
    <w:pPr>
      <w:ind w:firstLine="0"/>
    </w:pPr>
  </w:style>
  <w:style w:type="paragraph" w:customStyle="1" w:styleId="MDPI31text">
    <w:name w:val="MDPI_3.1_text"/>
    <w:qFormat/>
    <w:rsid w:val="00E5338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A690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A690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A690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A690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332CC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332CC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A69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A690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A690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A690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A690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A690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EA690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A690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A690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A690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1540B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bubliny">
    <w:name w:val="Balloon Text"/>
    <w:basedOn w:val="Normln"/>
    <w:link w:val="TextbublinyChar"/>
    <w:uiPriority w:val="99"/>
    <w:rsid w:val="00EA6902"/>
    <w:rPr>
      <w:rFonts w:cs="Tahoma"/>
      <w:szCs w:val="18"/>
    </w:rPr>
  </w:style>
  <w:style w:type="character" w:customStyle="1" w:styleId="TextbublinyChar">
    <w:name w:val="Text bubliny Char"/>
    <w:link w:val="Textbubliny"/>
    <w:uiPriority w:val="99"/>
    <w:rsid w:val="00EA6902"/>
    <w:rPr>
      <w:rFonts w:ascii="Palatino Linotype" w:hAnsi="Palatino Linotype" w:cs="Tahoma"/>
      <w:noProof/>
      <w:color w:val="000000"/>
      <w:szCs w:val="18"/>
    </w:rPr>
  </w:style>
  <w:style w:type="character" w:styleId="slodku">
    <w:name w:val="line number"/>
    <w:uiPriority w:val="99"/>
    <w:rsid w:val="009B551E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ntabulka"/>
    <w:uiPriority w:val="99"/>
    <w:rsid w:val="00EA690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textovodkaz">
    <w:name w:val="Hyperlink"/>
    <w:uiPriority w:val="99"/>
    <w:rsid w:val="00EA6902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EA690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4">
    <w:name w:val="Plain Table 4"/>
    <w:basedOn w:val="Normlntabulka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A690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EA690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A690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C86F84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A690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EA690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A690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A69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A690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A690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A690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A690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ntabulka"/>
    <w:uiPriority w:val="99"/>
    <w:rsid w:val="00EA690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690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A69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fie">
    <w:name w:val="Bibliography"/>
    <w:basedOn w:val="Normln"/>
    <w:next w:val="Normln"/>
    <w:uiPriority w:val="37"/>
    <w:semiHidden/>
    <w:unhideWhenUsed/>
    <w:rsid w:val="00EA6902"/>
  </w:style>
  <w:style w:type="paragraph" w:styleId="Zkladntext">
    <w:name w:val="Body Text"/>
    <w:link w:val="ZkladntextChar"/>
    <w:rsid w:val="00EA690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ZkladntextChar">
    <w:name w:val="Základní text Char"/>
    <w:link w:val="Zkladntext"/>
    <w:rsid w:val="00EA6902"/>
    <w:rPr>
      <w:rFonts w:ascii="Palatino Linotype" w:hAnsi="Palatino Linotype"/>
      <w:color w:val="000000"/>
      <w:sz w:val="24"/>
      <w:lang w:eastAsia="de-DE"/>
    </w:rPr>
  </w:style>
  <w:style w:type="character" w:styleId="Odkaznakoment">
    <w:name w:val="annotation reference"/>
    <w:rsid w:val="00EA6902"/>
    <w:rPr>
      <w:sz w:val="21"/>
      <w:szCs w:val="21"/>
    </w:rPr>
  </w:style>
  <w:style w:type="paragraph" w:styleId="Textkomente">
    <w:name w:val="annotation text"/>
    <w:basedOn w:val="Normln"/>
    <w:link w:val="TextkomenteChar"/>
    <w:rsid w:val="00EA6902"/>
  </w:style>
  <w:style w:type="character" w:customStyle="1" w:styleId="TextkomenteChar">
    <w:name w:val="Text komentáře Char"/>
    <w:link w:val="Textkomente"/>
    <w:rsid w:val="00EA6902"/>
    <w:rPr>
      <w:rFonts w:ascii="Palatino Linotype" w:hAnsi="Palatino Linotype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EA6902"/>
    <w:rPr>
      <w:b/>
      <w:bCs/>
    </w:rPr>
  </w:style>
  <w:style w:type="character" w:customStyle="1" w:styleId="PedmtkomenteChar">
    <w:name w:val="Předmět komentáře Char"/>
    <w:link w:val="Pedmtkomente"/>
    <w:rsid w:val="00EA6902"/>
    <w:rPr>
      <w:rFonts w:ascii="Palatino Linotype" w:hAnsi="Palatino Linotype"/>
      <w:b/>
      <w:bCs/>
      <w:noProof/>
      <w:color w:val="000000"/>
    </w:rPr>
  </w:style>
  <w:style w:type="character" w:styleId="Odkaznavysvtlivky">
    <w:name w:val="endnote reference"/>
    <w:rsid w:val="00EA6902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EA6902"/>
    <w:pPr>
      <w:spacing w:line="240" w:lineRule="auto"/>
    </w:pPr>
  </w:style>
  <w:style w:type="character" w:customStyle="1" w:styleId="TextvysvtlivekChar">
    <w:name w:val="Text vysvětlivek Char"/>
    <w:link w:val="Textvysvtlivek"/>
    <w:semiHidden/>
    <w:rsid w:val="00EA6902"/>
    <w:rPr>
      <w:rFonts w:ascii="Palatino Linotype" w:hAnsi="Palatino Linotype"/>
      <w:noProof/>
      <w:color w:val="000000"/>
    </w:rPr>
  </w:style>
  <w:style w:type="character" w:styleId="Sledovanodkaz">
    <w:name w:val="FollowedHyperlink"/>
    <w:uiPriority w:val="99"/>
    <w:rsid w:val="00EA6902"/>
    <w:rPr>
      <w:color w:val="954F72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EA6902"/>
    <w:pPr>
      <w:spacing w:line="240" w:lineRule="auto"/>
    </w:pPr>
  </w:style>
  <w:style w:type="character" w:customStyle="1" w:styleId="TextpoznpodarouChar">
    <w:name w:val="Text pozn. pod čarou Char"/>
    <w:link w:val="Textpoznpodarou"/>
    <w:semiHidden/>
    <w:rsid w:val="00EA6902"/>
    <w:rPr>
      <w:rFonts w:ascii="Palatino Linotype" w:hAnsi="Palatino Linotype"/>
      <w:noProof/>
      <w:color w:val="000000"/>
    </w:rPr>
  </w:style>
  <w:style w:type="paragraph" w:styleId="Normlnweb">
    <w:name w:val="Normal (Web)"/>
    <w:basedOn w:val="Normln"/>
    <w:uiPriority w:val="99"/>
    <w:rsid w:val="00EA6902"/>
    <w:rPr>
      <w:szCs w:val="24"/>
    </w:rPr>
  </w:style>
  <w:style w:type="paragraph" w:customStyle="1" w:styleId="MsoFootnoteText0">
    <w:name w:val="MsoFootnoteText"/>
    <w:basedOn w:val="Normlnweb"/>
    <w:qFormat/>
    <w:rsid w:val="00EA6902"/>
    <w:rPr>
      <w:rFonts w:ascii="Times New Roman" w:hAnsi="Times New Roman"/>
    </w:rPr>
  </w:style>
  <w:style w:type="character" w:styleId="slostrnky">
    <w:name w:val="page number"/>
    <w:rsid w:val="00EA6902"/>
  </w:style>
  <w:style w:type="character" w:styleId="Zstupntext">
    <w:name w:val="Placeholder Text"/>
    <w:uiPriority w:val="99"/>
    <w:semiHidden/>
    <w:rsid w:val="00EA6902"/>
    <w:rPr>
      <w:color w:val="808080"/>
    </w:rPr>
  </w:style>
  <w:style w:type="paragraph" w:customStyle="1" w:styleId="MDPI71FootNotes">
    <w:name w:val="MDPI_7.1_FootNotes"/>
    <w:qFormat/>
    <w:rsid w:val="00211F69"/>
    <w:pPr>
      <w:numPr>
        <w:numId w:val="2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Revize">
    <w:name w:val="Revision"/>
    <w:hidden/>
    <w:uiPriority w:val="99"/>
    <w:semiHidden/>
    <w:rsid w:val="00E92687"/>
    <w:rPr>
      <w:rFonts w:ascii="Palatino Linotype" w:hAnsi="Palatino Linotype"/>
      <w:noProof/>
      <w:color w:val="000000"/>
    </w:rPr>
  </w:style>
  <w:style w:type="character" w:styleId="Zdraznn">
    <w:name w:val="Emphasis"/>
    <w:uiPriority w:val="99"/>
    <w:qFormat/>
    <w:rsid w:val="0082715C"/>
    <w:rPr>
      <w:rFonts w:cs="Times New Roman"/>
      <w:i/>
      <w:iCs/>
    </w:rPr>
  </w:style>
  <w:style w:type="paragraph" w:customStyle="1" w:styleId="msonormal0">
    <w:name w:val="msonormal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cs-CZ" w:eastAsia="cs-CZ"/>
    </w:rPr>
  </w:style>
  <w:style w:type="paragraph" w:customStyle="1" w:styleId="font5">
    <w:name w:val="font5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6">
    <w:name w:val="font6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18"/>
      <w:szCs w:val="18"/>
      <w:lang w:val="cs-CZ" w:eastAsia="cs-CZ"/>
    </w:rPr>
  </w:style>
  <w:style w:type="paragraph" w:customStyle="1" w:styleId="font7">
    <w:name w:val="font7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font8">
    <w:name w:val="font8"/>
    <w:basedOn w:val="Normln"/>
    <w:rsid w:val="00A22A8D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6">
    <w:name w:val="xl6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7">
    <w:name w:val="xl6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68">
    <w:name w:val="xl6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auto"/>
      <w:sz w:val="18"/>
      <w:szCs w:val="18"/>
      <w:lang w:val="cs-CZ" w:eastAsia="cs-CZ"/>
    </w:rPr>
  </w:style>
  <w:style w:type="paragraph" w:customStyle="1" w:styleId="xl69">
    <w:name w:val="xl69"/>
    <w:basedOn w:val="Normln"/>
    <w:rsid w:val="00A22A8D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0">
    <w:name w:val="xl7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1">
    <w:name w:val="xl7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2">
    <w:name w:val="xl7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3">
    <w:name w:val="xl7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4">
    <w:name w:val="xl7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5">
    <w:name w:val="xl7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6">
    <w:name w:val="xl7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7">
    <w:name w:val="xl7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auto"/>
      <w:sz w:val="18"/>
      <w:szCs w:val="18"/>
      <w:lang w:val="cs-CZ" w:eastAsia="cs-CZ"/>
    </w:rPr>
  </w:style>
  <w:style w:type="paragraph" w:customStyle="1" w:styleId="xl78">
    <w:name w:val="xl78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79">
    <w:name w:val="xl7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auto"/>
      <w:sz w:val="18"/>
      <w:szCs w:val="18"/>
      <w:lang w:val="cs-CZ" w:eastAsia="cs-CZ"/>
    </w:rPr>
  </w:style>
  <w:style w:type="paragraph" w:customStyle="1" w:styleId="xl80">
    <w:name w:val="xl80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1">
    <w:name w:val="xl81"/>
    <w:basedOn w:val="Normln"/>
    <w:rsid w:val="00A22A8D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2">
    <w:name w:val="xl82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3">
    <w:name w:val="xl83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4">
    <w:name w:val="xl8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5">
    <w:name w:val="xl8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6">
    <w:name w:val="xl8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7">
    <w:name w:val="xl87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88">
    <w:name w:val="xl88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89">
    <w:name w:val="xl8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0">
    <w:name w:val="xl90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1">
    <w:name w:val="xl9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2">
    <w:name w:val="xl9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3">
    <w:name w:val="xl93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4">
    <w:name w:val="xl9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5">
    <w:name w:val="xl95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96">
    <w:name w:val="xl96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7">
    <w:name w:val="xl9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98">
    <w:name w:val="xl9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99">
    <w:name w:val="xl99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0">
    <w:name w:val="xl10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1">
    <w:name w:val="xl101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2">
    <w:name w:val="xl102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3">
    <w:name w:val="xl103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4">
    <w:name w:val="xl104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5">
    <w:name w:val="xl105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auto"/>
      <w:sz w:val="18"/>
      <w:szCs w:val="18"/>
      <w:lang w:val="cs-CZ" w:eastAsia="cs-CZ"/>
    </w:rPr>
  </w:style>
  <w:style w:type="paragraph" w:customStyle="1" w:styleId="xl106">
    <w:name w:val="xl106"/>
    <w:basedOn w:val="Normln"/>
    <w:rsid w:val="00A22A8D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Calibri"/>
      <w:color w:val="auto"/>
      <w:sz w:val="18"/>
      <w:szCs w:val="18"/>
      <w:lang w:val="cs-CZ" w:eastAsia="cs-CZ"/>
    </w:rPr>
  </w:style>
  <w:style w:type="paragraph" w:customStyle="1" w:styleId="xl107">
    <w:name w:val="xl107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8">
    <w:name w:val="xl108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09">
    <w:name w:val="xl109"/>
    <w:basedOn w:val="Normln"/>
    <w:rsid w:val="00A22A8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  <w:style w:type="paragraph" w:customStyle="1" w:styleId="xl110">
    <w:name w:val="xl110"/>
    <w:basedOn w:val="Normln"/>
    <w:rsid w:val="00A22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auto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.ENDOA\Downloads\ijm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4B86-9A07-4F89-AACD-B4D9EEAD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ijms-template (1)</Template>
  <TotalTime>31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Hill Martin</dc:creator>
  <cp:keywords/>
  <dc:description/>
  <cp:lastModifiedBy>entretest encyrtest</cp:lastModifiedBy>
  <cp:revision>12</cp:revision>
  <dcterms:created xsi:type="dcterms:W3CDTF">2023-11-23T16:52:00Z</dcterms:created>
  <dcterms:modified xsi:type="dcterms:W3CDTF">2023-11-23T23:08:00Z</dcterms:modified>
</cp:coreProperties>
</file>