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DD2B" w14:textId="2A998F1D" w:rsidR="00E93210" w:rsidRPr="00FA04F1" w:rsidRDefault="00E93210" w:rsidP="00EF6C57">
      <w:pPr>
        <w:pStyle w:val="MDPI41tablecaption"/>
      </w:pPr>
      <w:r w:rsidRPr="00B07E0E">
        <w:rPr>
          <w:b/>
        </w:rPr>
        <w:t xml:space="preserve">Table </w:t>
      </w:r>
      <w:r w:rsidR="0048532A">
        <w:rPr>
          <w:b/>
        </w:rPr>
        <w:t>S1</w:t>
      </w:r>
      <w:r w:rsidRPr="00B07E0E">
        <w:rPr>
          <w:b/>
        </w:rPr>
        <w:t xml:space="preserve">. </w:t>
      </w:r>
      <w:r w:rsidR="00261328" w:rsidRPr="00261328">
        <w:rPr>
          <w:bCs/>
        </w:rPr>
        <w:t xml:space="preserve">Pearson’s correlation </w:t>
      </w:r>
      <w:r w:rsidR="00261328" w:rsidRPr="00261328">
        <w:rPr>
          <w:bCs/>
          <w:szCs w:val="18"/>
        </w:rPr>
        <w:t xml:space="preserve">coefficients </w:t>
      </w:r>
      <w:r w:rsidR="00261328" w:rsidRPr="00261328">
        <w:rPr>
          <w:szCs w:val="18"/>
        </w:rPr>
        <w:t>(</w:t>
      </w:r>
      <m:oMath>
        <m:r>
          <w:rPr>
            <w:rFonts w:ascii="Cambria Math" w:hAnsi="Cambria Math"/>
            <w:szCs w:val="18"/>
          </w:rPr>
          <m:t>ρ</m:t>
        </m:r>
      </m:oMath>
      <w:r w:rsidR="00261328" w:rsidRPr="00261328">
        <w:rPr>
          <w:szCs w:val="18"/>
        </w:rPr>
        <w:t>)</w:t>
      </w:r>
      <w:r w:rsidR="00261328">
        <w:rPr>
          <w:szCs w:val="18"/>
        </w:rPr>
        <w:t>, r</w:t>
      </w:r>
      <w:r w:rsidR="00261328" w:rsidRPr="00DC1D2D">
        <w:rPr>
          <w:bCs/>
          <w:szCs w:val="18"/>
        </w:rPr>
        <w:t>oot mean square error (RMSE) and relative RMSE (</w:t>
      </w:r>
      <w:proofErr w:type="spellStart"/>
      <w:r w:rsidR="00261328" w:rsidRPr="00DC1D2D">
        <w:rPr>
          <w:bCs/>
          <w:szCs w:val="18"/>
        </w:rPr>
        <w:t>rRMSE</w:t>
      </w:r>
      <w:proofErr w:type="spellEnd"/>
      <w:r w:rsidR="00261328" w:rsidRPr="00DC1D2D">
        <w:rPr>
          <w:bCs/>
          <w:szCs w:val="18"/>
        </w:rPr>
        <w:t>) of ground reaction forces (GRFs)</w:t>
      </w:r>
      <w:r w:rsidR="00261328">
        <w:rPr>
          <w:bCs/>
          <w:szCs w:val="18"/>
        </w:rPr>
        <w:t>,</w:t>
      </w:r>
      <w:r w:rsidR="00261328" w:rsidRPr="00DC1D2D">
        <w:rPr>
          <w:bCs/>
          <w:szCs w:val="18"/>
        </w:rPr>
        <w:t xml:space="preserve"> moments (GRMs)</w:t>
      </w:r>
      <w:r w:rsidR="00261328">
        <w:rPr>
          <w:bCs/>
          <w:szCs w:val="18"/>
        </w:rPr>
        <w:t>, and joint torques during normal-speed, fast-speed (</w:t>
      </w:r>
      <w:r w:rsidR="00261328" w:rsidRPr="00261328">
        <w:rPr>
          <w:bCs/>
          <w:szCs w:val="18"/>
        </w:rPr>
        <w:t>approximately +20 % of the normal</w:t>
      </w:r>
      <w:r w:rsidR="00261328">
        <w:rPr>
          <w:bCs/>
          <w:szCs w:val="18"/>
        </w:rPr>
        <w:t>-</w:t>
      </w:r>
      <w:r w:rsidR="00261328" w:rsidRPr="00261328">
        <w:rPr>
          <w:bCs/>
          <w:szCs w:val="18"/>
        </w:rPr>
        <w:t>speed</w:t>
      </w:r>
      <w:r w:rsidR="00261328">
        <w:rPr>
          <w:bCs/>
          <w:szCs w:val="18"/>
        </w:rPr>
        <w:t>), and slow-speed (</w:t>
      </w:r>
      <w:r w:rsidR="00261328" w:rsidRPr="00261328">
        <w:rPr>
          <w:bCs/>
          <w:szCs w:val="18"/>
        </w:rPr>
        <w:t xml:space="preserve">approximately </w:t>
      </w:r>
      <w:r w:rsidR="00261328">
        <w:rPr>
          <w:bCs/>
          <w:szCs w:val="18"/>
        </w:rPr>
        <w:t>-</w:t>
      </w:r>
      <w:r w:rsidR="00261328" w:rsidRPr="00261328">
        <w:rPr>
          <w:bCs/>
          <w:szCs w:val="18"/>
        </w:rPr>
        <w:t>20 % of the normal</w:t>
      </w:r>
      <w:r w:rsidR="00261328">
        <w:rPr>
          <w:bCs/>
          <w:szCs w:val="18"/>
        </w:rPr>
        <w:t>-</w:t>
      </w:r>
      <w:r w:rsidR="00261328" w:rsidRPr="00261328">
        <w:rPr>
          <w:bCs/>
          <w:szCs w:val="18"/>
        </w:rPr>
        <w:t>speed</w:t>
      </w:r>
      <w:r w:rsidR="00261328">
        <w:rPr>
          <w:bCs/>
          <w:szCs w:val="18"/>
        </w:rPr>
        <w:t xml:space="preserve">). </w:t>
      </w:r>
      <w:r w:rsidR="00261328" w:rsidRPr="00DC1D2D">
        <w:rPr>
          <w:szCs w:val="18"/>
        </w:rPr>
        <w:t xml:space="preserve">The average and standard deviation (SD) for all participants </w:t>
      </w:r>
      <w:proofErr w:type="gramStart"/>
      <w:r w:rsidR="00261328" w:rsidRPr="00DC1D2D">
        <w:rPr>
          <w:szCs w:val="18"/>
        </w:rPr>
        <w:t>are</w:t>
      </w:r>
      <w:proofErr w:type="gramEnd"/>
      <w:r w:rsidR="00261328" w:rsidRPr="00DC1D2D">
        <w:rPr>
          <w:szCs w:val="18"/>
        </w:rPr>
        <w:t xml:space="preserve"> displayed, with magnitudes normalized to body mass of participants</w:t>
      </w:r>
      <w:r w:rsidR="00261328">
        <w:rPr>
          <w:szCs w:val="18"/>
        </w:rPr>
        <w:t>.</w:t>
      </w:r>
    </w:p>
    <w:tbl>
      <w:tblPr>
        <w:tblW w:w="1043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810"/>
        <w:gridCol w:w="1260"/>
        <w:gridCol w:w="810"/>
        <w:gridCol w:w="180"/>
        <w:gridCol w:w="810"/>
        <w:gridCol w:w="1260"/>
        <w:gridCol w:w="810"/>
        <w:gridCol w:w="180"/>
        <w:gridCol w:w="810"/>
        <w:gridCol w:w="1260"/>
        <w:gridCol w:w="810"/>
      </w:tblGrid>
      <w:tr w:rsidR="00FE314D" w:rsidRPr="000C552B" w14:paraId="2E51E556" w14:textId="77777777" w:rsidTr="00921FEA">
        <w:trPr>
          <w:jc w:val="center"/>
        </w:trPr>
        <w:tc>
          <w:tcPr>
            <w:tcW w:w="143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AE0BA73" w14:textId="0B94A9C1" w:rsidR="000C552B" w:rsidRPr="000C552B" w:rsidRDefault="000C552B" w:rsidP="00EF08AF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Gait speed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DA31E" w14:textId="1270DC66" w:rsidR="000C552B" w:rsidRPr="000C552B" w:rsidRDefault="000C552B" w:rsidP="00EF08AF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Normal</w:t>
            </w: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AC91C7C" w14:textId="2068E8F8" w:rsidR="000C552B" w:rsidRPr="000C552B" w:rsidRDefault="000C552B" w:rsidP="00EF08AF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C7DE2" w14:textId="77777777" w:rsidR="00921FEA" w:rsidRDefault="000C552B" w:rsidP="00EF08AF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Fast</w:t>
            </w:r>
          </w:p>
          <w:p w14:paraId="371CCC2A" w14:textId="0559E616" w:rsidR="000C552B" w:rsidRPr="000C552B" w:rsidRDefault="000C552B" w:rsidP="00EF08AF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(+20 %)</w:t>
            </w: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547B1D4" w14:textId="2D6FDA77" w:rsidR="000C552B" w:rsidRPr="000C552B" w:rsidRDefault="000C552B" w:rsidP="00EF08AF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A3DD8" w14:textId="77777777" w:rsidR="00921FEA" w:rsidRDefault="000C552B" w:rsidP="00EF08AF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Slow</w:t>
            </w:r>
          </w:p>
          <w:p w14:paraId="5A7DFCA3" w14:textId="7860556D" w:rsidR="000C552B" w:rsidRPr="000C552B" w:rsidRDefault="000C552B" w:rsidP="00EF08AF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(-20 %)</w:t>
            </w:r>
          </w:p>
        </w:tc>
      </w:tr>
      <w:tr w:rsidR="00FE314D" w:rsidRPr="000C552B" w14:paraId="59166636" w14:textId="77777777" w:rsidTr="00921FEA">
        <w:trPr>
          <w:jc w:val="center"/>
        </w:trPr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D7F235" w14:textId="5F9A4353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597F6" w14:textId="0705AC99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ρ</m:t>
              </m:r>
            </m:oMath>
            <w:r>
              <w:rPr>
                <w:sz w:val="18"/>
                <w:szCs w:val="18"/>
              </w:rPr>
              <w:t xml:space="preserve"> (SD)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C33E14" w14:textId="77777777" w:rsidR="003E5717" w:rsidRPr="000C552B" w:rsidRDefault="003E5717" w:rsidP="003E5717">
            <w:pPr>
              <w:pStyle w:val="MDPI31text"/>
              <w:ind w:left="0" w:firstLine="0"/>
              <w:jc w:val="center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RMSE (SD)</w:t>
            </w:r>
          </w:p>
          <w:p w14:paraId="747BDD25" w14:textId="4B316E64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[N/kg or N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∙</m:t>
              </m:r>
            </m:oMath>
            <w:r w:rsidRPr="000C552B">
              <w:rPr>
                <w:sz w:val="18"/>
                <w:szCs w:val="18"/>
              </w:rPr>
              <w:t>m/kg]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E1663" w14:textId="77777777" w:rsidR="003E5717" w:rsidRPr="000C552B" w:rsidRDefault="003E5717" w:rsidP="003E5717">
            <w:pPr>
              <w:pStyle w:val="MDPI31text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0C552B">
              <w:rPr>
                <w:sz w:val="18"/>
                <w:szCs w:val="18"/>
              </w:rPr>
              <w:t>rRMSE</w:t>
            </w:r>
            <w:proofErr w:type="spellEnd"/>
            <w:r w:rsidRPr="000C552B">
              <w:rPr>
                <w:sz w:val="18"/>
                <w:szCs w:val="18"/>
              </w:rPr>
              <w:t xml:space="preserve"> (SD)</w:t>
            </w:r>
          </w:p>
          <w:p w14:paraId="7573862F" w14:textId="744DBBBD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[%]</w:t>
            </w:r>
          </w:p>
        </w:tc>
        <w:tc>
          <w:tcPr>
            <w:tcW w:w="1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7B22F" w14:textId="77777777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0CD996" w14:textId="7E6FB51F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ρ</m:t>
              </m:r>
            </m:oMath>
            <w:r>
              <w:rPr>
                <w:sz w:val="18"/>
                <w:szCs w:val="18"/>
              </w:rPr>
              <w:t xml:space="preserve"> (SD)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8456A8" w14:textId="77777777" w:rsidR="003E5717" w:rsidRPr="000C552B" w:rsidRDefault="003E5717" w:rsidP="003E5717">
            <w:pPr>
              <w:pStyle w:val="MDPI31text"/>
              <w:ind w:left="0" w:firstLine="0"/>
              <w:jc w:val="center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RMSE (SD)</w:t>
            </w:r>
          </w:p>
          <w:p w14:paraId="230428BC" w14:textId="55FD3030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[N/kg or N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∙</m:t>
              </m:r>
            </m:oMath>
            <w:r w:rsidRPr="000C552B">
              <w:rPr>
                <w:sz w:val="18"/>
                <w:szCs w:val="18"/>
              </w:rPr>
              <w:t>m/kg]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2E9460" w14:textId="77777777" w:rsidR="003E5717" w:rsidRPr="000C552B" w:rsidRDefault="003E5717" w:rsidP="003E5717">
            <w:pPr>
              <w:pStyle w:val="MDPI31text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0C552B">
              <w:rPr>
                <w:sz w:val="18"/>
                <w:szCs w:val="18"/>
              </w:rPr>
              <w:t>rRMSE</w:t>
            </w:r>
            <w:proofErr w:type="spellEnd"/>
            <w:r w:rsidRPr="000C552B">
              <w:rPr>
                <w:sz w:val="18"/>
                <w:szCs w:val="18"/>
              </w:rPr>
              <w:t xml:space="preserve"> (SD)</w:t>
            </w:r>
          </w:p>
          <w:p w14:paraId="230FBA6E" w14:textId="2EFF1924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[%]</w:t>
            </w:r>
          </w:p>
        </w:tc>
        <w:tc>
          <w:tcPr>
            <w:tcW w:w="1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FBC59" w14:textId="060C5B1A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E2D98" w14:textId="2B49B86A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ρ</m:t>
              </m:r>
            </m:oMath>
            <w:r>
              <w:rPr>
                <w:sz w:val="18"/>
                <w:szCs w:val="18"/>
              </w:rPr>
              <w:t xml:space="preserve"> (SD)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496AB" w14:textId="77777777" w:rsidR="003E5717" w:rsidRPr="000C552B" w:rsidRDefault="003E5717" w:rsidP="003E5717">
            <w:pPr>
              <w:pStyle w:val="MDPI31text"/>
              <w:ind w:left="0" w:firstLine="0"/>
              <w:jc w:val="center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RMSE (SD)</w:t>
            </w:r>
          </w:p>
          <w:p w14:paraId="24781FD3" w14:textId="6A8507FE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[N/kg or N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∙</m:t>
              </m:r>
            </m:oMath>
            <w:r w:rsidRPr="000C552B">
              <w:rPr>
                <w:sz w:val="18"/>
                <w:szCs w:val="18"/>
              </w:rPr>
              <w:t>m/kg]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08E5E" w14:textId="77777777" w:rsidR="003E5717" w:rsidRPr="000C552B" w:rsidRDefault="003E5717" w:rsidP="003E5717">
            <w:pPr>
              <w:pStyle w:val="MDPI31text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0C552B">
              <w:rPr>
                <w:sz w:val="18"/>
                <w:szCs w:val="18"/>
              </w:rPr>
              <w:t>rRMSE</w:t>
            </w:r>
            <w:proofErr w:type="spellEnd"/>
            <w:r w:rsidRPr="000C552B">
              <w:rPr>
                <w:sz w:val="18"/>
                <w:szCs w:val="18"/>
              </w:rPr>
              <w:t xml:space="preserve"> (SD)</w:t>
            </w:r>
          </w:p>
          <w:p w14:paraId="67198529" w14:textId="20B25FA0" w:rsidR="003E5717" w:rsidRPr="000C552B" w:rsidRDefault="003E5717" w:rsidP="003E5717">
            <w:pPr>
              <w:pStyle w:val="MDPI42tablebody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[%]</w:t>
            </w:r>
          </w:p>
        </w:tc>
      </w:tr>
      <w:tr w:rsidR="00FE314D" w:rsidRPr="000C552B" w14:paraId="7F303DFB" w14:textId="77777777" w:rsidTr="005F14B4">
        <w:trPr>
          <w:trHeight w:val="576"/>
          <w:jc w:val="center"/>
        </w:trPr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E34F1F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Ant</w:t>
            </w:r>
            <w:r w:rsidR="00FE314D">
              <w:rPr>
                <w:sz w:val="18"/>
                <w:szCs w:val="18"/>
              </w:rPr>
              <w:t>erior</w:t>
            </w:r>
          </w:p>
          <w:p w14:paraId="4B5C0A2C" w14:textId="7F80B948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GRF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5CF0497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0.901</w:t>
            </w:r>
          </w:p>
          <w:p w14:paraId="4E9C59E3" w14:textId="623E053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(0.087)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62D41" w14:textId="0D2ED029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0.427</w:t>
            </w:r>
          </w:p>
          <w:p w14:paraId="5F3134A7" w14:textId="2BA0FB6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(0.135)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BDCDF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</w:t>
            </w:r>
          </w:p>
          <w:p w14:paraId="24FF0AAF" w14:textId="4FE7BC1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(3.9)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4939D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DF088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0.888</w:t>
            </w:r>
          </w:p>
          <w:p w14:paraId="7D47A10C" w14:textId="7960AD68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(0.120)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08F8A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0.551</w:t>
            </w:r>
          </w:p>
          <w:p w14:paraId="3FFA44EB" w14:textId="433B9529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(0.180)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590661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</w:t>
            </w:r>
          </w:p>
          <w:p w14:paraId="6071BA7E" w14:textId="46C7D3A8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(5.0)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49A71A" w14:textId="499B289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09EE42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0.910</w:t>
            </w:r>
          </w:p>
          <w:p w14:paraId="17290381" w14:textId="0657905B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(0.062)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D1C8A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0.356</w:t>
            </w:r>
          </w:p>
          <w:p w14:paraId="1B7830E0" w14:textId="2D8A011F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(0.107)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2ADA82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</w:t>
            </w:r>
          </w:p>
          <w:p w14:paraId="0F9C6DE2" w14:textId="78900AC1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(3.4)</w:t>
            </w:r>
          </w:p>
        </w:tc>
      </w:tr>
      <w:tr w:rsidR="00FE314D" w:rsidRPr="000C552B" w14:paraId="31DB5AC1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2B62E622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Lat</w:t>
            </w:r>
            <w:r w:rsidR="00FE314D">
              <w:rPr>
                <w:sz w:val="18"/>
                <w:szCs w:val="18"/>
              </w:rPr>
              <w:t>eral</w:t>
            </w:r>
          </w:p>
          <w:p w14:paraId="78C6BFF0" w14:textId="08B53946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GRF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8E765CA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0.813</w:t>
            </w:r>
          </w:p>
          <w:p w14:paraId="486479C1" w14:textId="6B4B448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(0.092)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9F47026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0.164</w:t>
            </w:r>
          </w:p>
          <w:p w14:paraId="519FB5DB" w14:textId="1B54C6DF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(0.029)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2745B69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  <w:p w14:paraId="7BBE60D5" w14:textId="5803B0D6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(3.6)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2306324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AE16030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0.776</w:t>
            </w:r>
          </w:p>
          <w:p w14:paraId="740C8796" w14:textId="7DBF12AD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(0.159)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072703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0.183</w:t>
            </w:r>
          </w:p>
          <w:p w14:paraId="1FBA6939" w14:textId="18050449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(0.034)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E3B16C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  <w:p w14:paraId="48AA5567" w14:textId="6C5BC8BC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(3.9)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195B4F4" w14:textId="5833720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050DF78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0.748</w:t>
            </w:r>
          </w:p>
          <w:p w14:paraId="50AD3F80" w14:textId="6BC8A09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(0.160)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C9E0759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0.161</w:t>
            </w:r>
          </w:p>
          <w:p w14:paraId="2169F8D4" w14:textId="6E0F1BBC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(0.027)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60D3E07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  <w:p w14:paraId="774BCBEE" w14:textId="6FD31288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(3.6)</w:t>
            </w:r>
          </w:p>
        </w:tc>
      </w:tr>
      <w:tr w:rsidR="00FE314D" w:rsidRPr="000C552B" w14:paraId="5B239D01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  <w:hideMark/>
          </w:tcPr>
          <w:p w14:paraId="5D931C04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Ver</w:t>
            </w:r>
            <w:r w:rsidR="00FE314D">
              <w:rPr>
                <w:sz w:val="18"/>
                <w:szCs w:val="18"/>
              </w:rPr>
              <w:t>tical</w:t>
            </w:r>
          </w:p>
          <w:p w14:paraId="47356A2A" w14:textId="4B5D334A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GRF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939B2AD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0.945</w:t>
            </w:r>
          </w:p>
          <w:p w14:paraId="722F1A6B" w14:textId="2C64FB92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(0.068)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A1872E3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1.422</w:t>
            </w:r>
          </w:p>
          <w:p w14:paraId="14157588" w14:textId="05AFDCA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(0.678)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FF50172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  <w:p w14:paraId="6736B51B" w14:textId="1EC3B983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756B88D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83DEC40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0.931</w:t>
            </w:r>
          </w:p>
          <w:p w14:paraId="6D264484" w14:textId="2D0B3294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(0.105)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C13BF2F" w14:textId="77777777" w:rsidR="0075109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1.614</w:t>
            </w:r>
          </w:p>
          <w:p w14:paraId="701F612E" w14:textId="423825DA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(0.794)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CB004E3" w14:textId="77777777" w:rsidR="00B55B3F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</w:t>
            </w:r>
          </w:p>
          <w:p w14:paraId="5656BA3C" w14:textId="3F48BDFF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(6.0)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8CEC392" w14:textId="5764EFF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73C5E40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0.953</w:t>
            </w:r>
          </w:p>
          <w:p w14:paraId="47347CA1" w14:textId="3A42AB42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(0.062)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CA5D68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1.258</w:t>
            </w:r>
          </w:p>
          <w:p w14:paraId="439E0B59" w14:textId="779258DE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(0.678)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A69DB52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</w:t>
            </w:r>
          </w:p>
          <w:p w14:paraId="6F318E0E" w14:textId="2538F344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(6.2)</w:t>
            </w:r>
          </w:p>
        </w:tc>
      </w:tr>
      <w:tr w:rsidR="00FE314D" w:rsidRPr="000C552B" w14:paraId="67BC8DE1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  <w:hideMark/>
          </w:tcPr>
          <w:p w14:paraId="613A0374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Fro</w:t>
            </w:r>
            <w:r w:rsidR="00FE314D">
              <w:rPr>
                <w:sz w:val="18"/>
                <w:szCs w:val="18"/>
              </w:rPr>
              <w:t>ntal</w:t>
            </w:r>
          </w:p>
          <w:p w14:paraId="004B1B30" w14:textId="4CC5385F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GRM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F0778D8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0.796</w:t>
            </w:r>
          </w:p>
          <w:p w14:paraId="7B74DAFB" w14:textId="09A0EB8E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(0.154)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FA5AB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0.066</w:t>
            </w:r>
          </w:p>
          <w:p w14:paraId="4D01B995" w14:textId="02ECE60B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(0.028)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581F30C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  <w:p w14:paraId="5C5EC286" w14:textId="6C8634A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(7.1)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391E3E7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17EE6D6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0.753</w:t>
            </w:r>
          </w:p>
          <w:p w14:paraId="3010B64D" w14:textId="4F7C4E0A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(0.169)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E1D860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0.098</w:t>
            </w:r>
          </w:p>
          <w:p w14:paraId="0C2E8663" w14:textId="1F6AE44B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(0.056)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E58C2BD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</w:t>
            </w:r>
          </w:p>
          <w:p w14:paraId="4E84CACD" w14:textId="344F0AD2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(10.9)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A597077" w14:textId="585EF90A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DEBC217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0.790</w:t>
            </w:r>
          </w:p>
          <w:p w14:paraId="07923020" w14:textId="1D2348E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(0.164)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A226C0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0.078</w:t>
            </w:r>
          </w:p>
          <w:p w14:paraId="0E4CEAC2" w14:textId="1F317837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(0.049)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05E1464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</w:t>
            </w:r>
          </w:p>
          <w:p w14:paraId="143C48AB" w14:textId="388681B7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(13.2)</w:t>
            </w:r>
          </w:p>
        </w:tc>
      </w:tr>
      <w:tr w:rsidR="00FE314D" w:rsidRPr="000C552B" w14:paraId="2E1482D2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  <w:hideMark/>
          </w:tcPr>
          <w:p w14:paraId="37EE23C3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Sag</w:t>
            </w:r>
            <w:r w:rsidR="00FE314D">
              <w:rPr>
                <w:sz w:val="18"/>
                <w:szCs w:val="18"/>
              </w:rPr>
              <w:t>ittal</w:t>
            </w:r>
          </w:p>
          <w:p w14:paraId="479BCEB3" w14:textId="7A5A57EA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GRM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7CD6899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0.906</w:t>
            </w:r>
          </w:p>
          <w:p w14:paraId="35746E63" w14:textId="37BAE451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(0.131)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C3876F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0.211</w:t>
            </w:r>
          </w:p>
          <w:p w14:paraId="4EBB946C" w14:textId="417665B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(0.080)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A832697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  <w:p w14:paraId="3F557A53" w14:textId="427DFA45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(7.9)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5FC0C8C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C6E45DB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0.910</w:t>
            </w:r>
          </w:p>
          <w:p w14:paraId="04C7BC17" w14:textId="72FE4EF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(0.141)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FBF664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0.210</w:t>
            </w:r>
          </w:p>
          <w:p w14:paraId="7D877B58" w14:textId="6DEFAE18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(0.088)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ECD2EA7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</w:t>
            </w:r>
          </w:p>
          <w:p w14:paraId="472E5AD2" w14:textId="3E8109CC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D429F10" w14:textId="0AA06AD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CCE00AE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0.856</w:t>
            </w:r>
          </w:p>
          <w:p w14:paraId="2DBF5579" w14:textId="2F8FFE84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(0.311)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10411E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0.257</w:t>
            </w:r>
          </w:p>
          <w:p w14:paraId="203ED694" w14:textId="15B7E107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(0.336)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4750344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14.9</w:t>
            </w:r>
          </w:p>
          <w:p w14:paraId="0FDD0BA5" w14:textId="2EDCC543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(13.6)</w:t>
            </w:r>
          </w:p>
        </w:tc>
      </w:tr>
      <w:tr w:rsidR="00FE314D" w:rsidRPr="000C552B" w14:paraId="710D0D3C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  <w:hideMark/>
          </w:tcPr>
          <w:p w14:paraId="78E2F97B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Tra</w:t>
            </w:r>
            <w:r w:rsidR="00FE314D">
              <w:rPr>
                <w:sz w:val="18"/>
                <w:szCs w:val="18"/>
              </w:rPr>
              <w:t>nsverse</w:t>
            </w:r>
          </w:p>
          <w:p w14:paraId="63EB8FDF" w14:textId="2B97C811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GRM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CB7D921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0.854</w:t>
            </w:r>
          </w:p>
          <w:p w14:paraId="0056CF5F" w14:textId="4F454C0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(0.144)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A9AADF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0.018</w:t>
            </w:r>
          </w:p>
          <w:p w14:paraId="1D5E1B1F" w14:textId="66C5870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(0.007)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42E9333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</w:t>
            </w:r>
          </w:p>
          <w:p w14:paraId="5EFB5931" w14:textId="6A70965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62BDD4E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7E92352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0.823</w:t>
            </w:r>
          </w:p>
          <w:p w14:paraId="3F9649E0" w14:textId="177B5F1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(0.200)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9BB697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0.023</w:t>
            </w:r>
          </w:p>
          <w:p w14:paraId="039CECC5" w14:textId="7966B34C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(0.009)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00A072E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</w:p>
          <w:p w14:paraId="109A4D9E" w14:textId="1F53F4F2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B999E51" w14:textId="143A033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DDB6FE7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0.783</w:t>
            </w:r>
          </w:p>
          <w:p w14:paraId="5817F06F" w14:textId="32EC153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(0.316)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8B02D8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0.020</w:t>
            </w:r>
          </w:p>
          <w:p w14:paraId="296FA592" w14:textId="52CE329D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(0.018)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E6E8B23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  <w:p w14:paraId="7F5B6A61" w14:textId="3A15CCD6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(7.9)</w:t>
            </w:r>
          </w:p>
        </w:tc>
      </w:tr>
      <w:tr w:rsidR="00FE314D" w:rsidRPr="000C552B" w14:paraId="6627F5F1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  <w:hideMark/>
          </w:tcPr>
          <w:p w14:paraId="36AFD8DC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Hip</w:t>
            </w:r>
          </w:p>
          <w:p w14:paraId="1CC1BCB2" w14:textId="6F693935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abd</w:t>
            </w:r>
            <w:r w:rsidR="00FE314D">
              <w:rPr>
                <w:sz w:val="18"/>
                <w:szCs w:val="18"/>
              </w:rPr>
              <w:t>uction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74E0D86" w14:textId="16FC2ACD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0.897</w:t>
            </w:r>
          </w:p>
          <w:p w14:paraId="1DB6914F" w14:textId="7E430B98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(0.056)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705426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0.168</w:t>
            </w:r>
          </w:p>
          <w:p w14:paraId="7FF145B6" w14:textId="38AD433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(0.046)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E3D8BB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</w:t>
            </w:r>
          </w:p>
          <w:p w14:paraId="4F70C2EB" w14:textId="753601ED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05CD4FD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E4C97B2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0.866</w:t>
            </w:r>
          </w:p>
          <w:p w14:paraId="79EA43A2" w14:textId="59425F6E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(0.077)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FF708D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0.202</w:t>
            </w:r>
          </w:p>
          <w:p w14:paraId="2B319058" w14:textId="6F6FF345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(0.065)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C6D260C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  <w:p w14:paraId="5F81DE4C" w14:textId="2741C908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(4.2)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3F28B70" w14:textId="18FDE68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6126DDD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0.914</w:t>
            </w:r>
          </w:p>
          <w:p w14:paraId="627FBB00" w14:textId="7DE6D9DE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(0.063)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F9C3FDA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0.158</w:t>
            </w:r>
          </w:p>
          <w:p w14:paraId="5935E888" w14:textId="272A7684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(0.042)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41ACB05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  <w:p w14:paraId="7ADC07E6" w14:textId="1224E8EE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(4.0)</w:t>
            </w:r>
          </w:p>
        </w:tc>
      </w:tr>
      <w:tr w:rsidR="00FE314D" w:rsidRPr="000C552B" w14:paraId="17FA499C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  <w:hideMark/>
          </w:tcPr>
          <w:p w14:paraId="3876C7D1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Hip</w:t>
            </w:r>
          </w:p>
          <w:p w14:paraId="26131444" w14:textId="3F7FF729" w:rsidR="003E5717" w:rsidRPr="000C552B" w:rsidRDefault="00FE314D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3E5717" w:rsidRPr="000C552B">
              <w:rPr>
                <w:sz w:val="18"/>
                <w:szCs w:val="18"/>
              </w:rPr>
              <w:t>le</w:t>
            </w:r>
            <w:r>
              <w:rPr>
                <w:sz w:val="18"/>
                <w:szCs w:val="18"/>
              </w:rPr>
              <w:t>xion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E67AC7D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0.798</w:t>
            </w:r>
          </w:p>
          <w:p w14:paraId="4AA082F9" w14:textId="557F87B4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(0.076)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27B679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0.307</w:t>
            </w:r>
          </w:p>
          <w:p w14:paraId="0ACD5A2F" w14:textId="1E45DB7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(0.095)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6B16F6F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</w:p>
          <w:p w14:paraId="44FD35E4" w14:textId="690C0B9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(2.5)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6B90FDA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35CEF8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0.825</w:t>
            </w:r>
          </w:p>
          <w:p w14:paraId="1475F7A2" w14:textId="505EC9D2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(0.082)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8A7011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0.416</w:t>
            </w:r>
          </w:p>
          <w:p w14:paraId="0CA9AD3D" w14:textId="0F208BA8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(0.157)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51893D5" w14:textId="77777777" w:rsidR="00B55B3F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  <w:p w14:paraId="3C1BFE77" w14:textId="6D1C55BB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(4.1)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10946B7" w14:textId="76A53CD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AEDD505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0.814</w:t>
            </w:r>
          </w:p>
          <w:p w14:paraId="17D89909" w14:textId="22FFCD3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(0.068)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119C521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0.219</w:t>
            </w:r>
          </w:p>
          <w:p w14:paraId="6B73B214" w14:textId="0CBA09DA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(0.055)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9F73632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</w:p>
          <w:p w14:paraId="1BEAC0FC" w14:textId="3C2B83D0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(2.7)</w:t>
            </w:r>
          </w:p>
        </w:tc>
      </w:tr>
      <w:tr w:rsidR="00FE314D" w:rsidRPr="000C552B" w14:paraId="4DD4883F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5D7AF6CA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Hip</w:t>
            </w:r>
          </w:p>
          <w:p w14:paraId="77E692C7" w14:textId="1D70F7BF" w:rsidR="003E5717" w:rsidRPr="000C552B" w:rsidRDefault="00FE314D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E5717" w:rsidRPr="000C552B">
              <w:rPr>
                <w:sz w:val="18"/>
                <w:szCs w:val="18"/>
              </w:rPr>
              <w:t>ot</w:t>
            </w:r>
            <w:r>
              <w:rPr>
                <w:sz w:val="18"/>
                <w:szCs w:val="18"/>
              </w:rPr>
              <w:t>ation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92D20F9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0.915</w:t>
            </w:r>
          </w:p>
          <w:p w14:paraId="3FFD247C" w14:textId="41BE9C6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(0.038)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65999B7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0.032</w:t>
            </w:r>
          </w:p>
          <w:p w14:paraId="6D6D7A1E" w14:textId="3B1549EA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(0.007)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B6C0FD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  <w:p w14:paraId="6399C378" w14:textId="737C5E3D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(2.6)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DEC2D03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5B52CD2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0.875</w:t>
            </w:r>
          </w:p>
          <w:p w14:paraId="27D3C4DA" w14:textId="2ADFA76B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(0.133)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CD8FC3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0.046</w:t>
            </w:r>
          </w:p>
          <w:p w14:paraId="0233B524" w14:textId="2CB26D1B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(0.019)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2CD17D0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</w:t>
            </w:r>
          </w:p>
          <w:p w14:paraId="4F43C9E5" w14:textId="7396C5D4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(7.1)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CECB115" w14:textId="61FD58C8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68F08E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0.902</w:t>
            </w:r>
          </w:p>
          <w:p w14:paraId="02F58B5B" w14:textId="62FE1DC3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(0.052)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C54494B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0.032</w:t>
            </w:r>
          </w:p>
          <w:p w14:paraId="20EFCD98" w14:textId="575B15C6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(0.008)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3C859F1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</w:t>
            </w:r>
          </w:p>
          <w:p w14:paraId="3F5227FA" w14:textId="71A15579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(3.2)</w:t>
            </w:r>
          </w:p>
        </w:tc>
      </w:tr>
      <w:tr w:rsidR="00FE314D" w:rsidRPr="000C552B" w14:paraId="5D22DEA2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6A8EB041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Knee</w:t>
            </w:r>
          </w:p>
          <w:p w14:paraId="6D7BBE56" w14:textId="258FA904" w:rsidR="003E5717" w:rsidRPr="000C552B" w:rsidRDefault="00FE314D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3E5717" w:rsidRPr="000C552B">
              <w:rPr>
                <w:sz w:val="18"/>
                <w:szCs w:val="18"/>
              </w:rPr>
              <w:t>bd</w:t>
            </w:r>
            <w:r>
              <w:rPr>
                <w:sz w:val="18"/>
                <w:szCs w:val="18"/>
              </w:rPr>
              <w:t>uction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497EB31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0.878</w:t>
            </w:r>
          </w:p>
          <w:p w14:paraId="3037A3C5" w14:textId="7EDD843A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(0.091)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391A03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0.054</w:t>
            </w:r>
          </w:p>
          <w:p w14:paraId="61927848" w14:textId="54F1515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(0.023)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97F705B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</w:t>
            </w:r>
          </w:p>
          <w:p w14:paraId="3F41E732" w14:textId="41E37A9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775006E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BD50E85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0.839</w:t>
            </w:r>
          </w:p>
          <w:p w14:paraId="23326087" w14:textId="44734EF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(0.121)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7601E0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0.076</w:t>
            </w:r>
          </w:p>
          <w:p w14:paraId="5EADD7BC" w14:textId="6CCADCB7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(0.047)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79BF82E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</w:t>
            </w:r>
          </w:p>
          <w:p w14:paraId="161C97EF" w14:textId="7EA90606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E4F500A" w14:textId="69FC7B8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3D0001D9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0.876</w:t>
            </w:r>
          </w:p>
          <w:p w14:paraId="4F7D6544" w14:textId="3CC39C5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(0.071)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EE1135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0.059</w:t>
            </w:r>
          </w:p>
          <w:p w14:paraId="18A2D34C" w14:textId="3CAB8447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(0.021)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4B61BC8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  <w:p w14:paraId="23BE7889" w14:textId="63960CE7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(5.7)</w:t>
            </w:r>
          </w:p>
        </w:tc>
      </w:tr>
      <w:tr w:rsidR="00FE314D" w:rsidRPr="000C552B" w14:paraId="3E2FE4C6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1F9B425B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Knee</w:t>
            </w:r>
          </w:p>
          <w:p w14:paraId="66D1D814" w14:textId="56B72F2C" w:rsidR="003E5717" w:rsidRPr="000C552B" w:rsidRDefault="00FE314D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3E5717" w:rsidRPr="000C552B">
              <w:rPr>
                <w:sz w:val="18"/>
                <w:szCs w:val="18"/>
              </w:rPr>
              <w:t>le</w:t>
            </w:r>
            <w:r>
              <w:rPr>
                <w:sz w:val="18"/>
                <w:szCs w:val="18"/>
              </w:rPr>
              <w:t>xion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68BB41D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0.759</w:t>
            </w:r>
          </w:p>
          <w:p w14:paraId="1B5B548E" w14:textId="60BB364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(0.084)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9C7E3F2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0.187</w:t>
            </w:r>
          </w:p>
          <w:p w14:paraId="19C78489" w14:textId="6E5715A4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(0.053)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74F1CCA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</w:t>
            </w:r>
          </w:p>
          <w:p w14:paraId="1634310C" w14:textId="16D7677E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(3.7)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4ABED51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6EBF91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0.802</w:t>
            </w:r>
          </w:p>
          <w:p w14:paraId="6AE1C4B2" w14:textId="08DFC31D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(0.083)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3C1D45E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0.215</w:t>
            </w:r>
          </w:p>
          <w:p w14:paraId="7243BEEC" w14:textId="44E0E1CB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(0.047)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D97D50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</w:t>
            </w:r>
          </w:p>
          <w:p w14:paraId="7DB6D453" w14:textId="083B1D15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(3.5)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B4A5274" w14:textId="015D9201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784A4D0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0.760</w:t>
            </w:r>
          </w:p>
          <w:p w14:paraId="1C0063BF" w14:textId="4277C6A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(0.148)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9230B2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0.160</w:t>
            </w:r>
          </w:p>
          <w:p w14:paraId="55FF4943" w14:textId="045F0FD6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(0.044)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CADEEB6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17.9</w:t>
            </w:r>
          </w:p>
          <w:p w14:paraId="1D4A15B8" w14:textId="3EAA3D04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(5.9)</w:t>
            </w:r>
          </w:p>
        </w:tc>
      </w:tr>
      <w:tr w:rsidR="00FE314D" w:rsidRPr="000C552B" w14:paraId="6EB1F995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376151A5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Knee</w:t>
            </w:r>
          </w:p>
          <w:p w14:paraId="3A75103F" w14:textId="1CD349BB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rot</w:t>
            </w:r>
            <w:r w:rsidR="00FE314D">
              <w:rPr>
                <w:sz w:val="18"/>
                <w:szCs w:val="18"/>
              </w:rPr>
              <w:t>ation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01C88D0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0.860</w:t>
            </w:r>
          </w:p>
          <w:p w14:paraId="37FD1F39" w14:textId="5BE515B5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(0.120)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DA3BBB3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0.040</w:t>
            </w:r>
          </w:p>
          <w:p w14:paraId="04A39B7D" w14:textId="37F29984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(0.016)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522703" w14:textId="07ECFBFF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  <w:p w14:paraId="1390AC5B" w14:textId="5351E166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(7.0)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F82E513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9226B4B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0.817</w:t>
            </w:r>
          </w:p>
          <w:p w14:paraId="3D61E2A9" w14:textId="7E507754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(0.209)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643BF5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0.060</w:t>
            </w:r>
          </w:p>
          <w:p w14:paraId="6F413B18" w14:textId="0354770B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5AED577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  <w:p w14:paraId="4B3668C1" w14:textId="0B478FB0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(9.4)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030DD66" w14:textId="5584301B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3997171D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0.870</w:t>
            </w:r>
          </w:p>
          <w:p w14:paraId="02032F3A" w14:textId="41EC554D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(0.123)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C17610A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0.040</w:t>
            </w:r>
          </w:p>
          <w:p w14:paraId="4F37833C" w14:textId="501DE71A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(0.019)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DEFC69B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  <w:p w14:paraId="5DAA70B0" w14:textId="78E01B12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(7.2)</w:t>
            </w:r>
          </w:p>
        </w:tc>
      </w:tr>
      <w:tr w:rsidR="00FE314D" w:rsidRPr="000C552B" w14:paraId="06BC5E57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6CBEEAE5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Ank</w:t>
            </w:r>
            <w:r w:rsidR="00FE314D">
              <w:rPr>
                <w:sz w:val="18"/>
                <w:szCs w:val="18"/>
              </w:rPr>
              <w:t>le</w:t>
            </w:r>
          </w:p>
          <w:p w14:paraId="18EBDEF8" w14:textId="74345200" w:rsidR="003E5717" w:rsidRPr="000C552B" w:rsidRDefault="00FE314D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3E5717" w:rsidRPr="000C552B">
              <w:rPr>
                <w:sz w:val="18"/>
                <w:szCs w:val="18"/>
              </w:rPr>
              <w:t>ve</w:t>
            </w:r>
            <w:r>
              <w:rPr>
                <w:sz w:val="18"/>
                <w:szCs w:val="18"/>
              </w:rPr>
              <w:t>rsion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AE6CF45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0.750</w:t>
            </w:r>
          </w:p>
          <w:p w14:paraId="2BD57C3A" w14:textId="06FB6588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(0.245)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3C351E" w14:textId="468EB76B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0.039</w:t>
            </w:r>
          </w:p>
          <w:p w14:paraId="380B9663" w14:textId="5F3019D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(0.016)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FF02555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</w:t>
            </w:r>
          </w:p>
          <w:p w14:paraId="2F951B39" w14:textId="4BDCEBF5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(7.2)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0AA26BF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9E9055E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0.725</w:t>
            </w:r>
          </w:p>
          <w:p w14:paraId="6AE5A912" w14:textId="2B003A63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(0.214)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A60FF6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0.057</w:t>
            </w:r>
          </w:p>
          <w:p w14:paraId="0793F9C6" w14:textId="33F3E63D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(0.040)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2EB4C32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</w:t>
            </w:r>
          </w:p>
          <w:p w14:paraId="5714D6E0" w14:textId="07482EFF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(9.3)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6422996" w14:textId="44ED1A4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E405051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0.809</w:t>
            </w:r>
          </w:p>
          <w:p w14:paraId="7D0B119D" w14:textId="27782281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(0.121)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E56CB5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0.042</w:t>
            </w:r>
          </w:p>
          <w:p w14:paraId="2CAFA2B5" w14:textId="6E653F7D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(0.018)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E1C9D86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  <w:p w14:paraId="334204BC" w14:textId="75ADE0F5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(7.1)</w:t>
            </w:r>
          </w:p>
        </w:tc>
      </w:tr>
      <w:tr w:rsidR="00FE314D" w:rsidRPr="000C552B" w14:paraId="25C37258" w14:textId="77777777" w:rsidTr="005F14B4">
        <w:trPr>
          <w:trHeight w:val="576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7F3BCD84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Ank</w:t>
            </w:r>
            <w:r w:rsidR="00FE314D">
              <w:rPr>
                <w:sz w:val="18"/>
                <w:szCs w:val="18"/>
              </w:rPr>
              <w:t>le</w:t>
            </w:r>
          </w:p>
          <w:p w14:paraId="3E7020D7" w14:textId="7CCD0E75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dor</w:t>
            </w:r>
            <w:r w:rsidR="00FE314D">
              <w:rPr>
                <w:sz w:val="18"/>
                <w:szCs w:val="18"/>
              </w:rPr>
              <w:t>siflexion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1B28583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0.938</w:t>
            </w:r>
          </w:p>
          <w:p w14:paraId="6EA89AA4" w14:textId="5ABFE7B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(0.123)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0E061A" w14:textId="35315F7B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0.186</w:t>
            </w:r>
          </w:p>
          <w:p w14:paraId="55416ACE" w14:textId="14C85EB2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(0.096)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C12AD25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</w:t>
            </w:r>
          </w:p>
          <w:p w14:paraId="49AB49F6" w14:textId="148FD82F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(8.5)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8C9FAF0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C561939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0.941</w:t>
            </w:r>
          </w:p>
          <w:p w14:paraId="4E29D0A3" w14:textId="142EC8B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(0.137)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59DAF8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0.177</w:t>
            </w:r>
          </w:p>
          <w:p w14:paraId="3535DB07" w14:textId="07D57368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(0.115)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CDFB591" w14:textId="77777777" w:rsidR="003E5717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  <w:p w14:paraId="67A87714" w14:textId="021A9331" w:rsidR="00B55B3F" w:rsidRPr="000C552B" w:rsidRDefault="00B55B3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(9.3)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B413623" w14:textId="5D92E6AE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352F15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0.941</w:t>
            </w:r>
          </w:p>
          <w:p w14:paraId="1FCB67A4" w14:textId="02E4A56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(0.104)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97D8B64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0.170</w:t>
            </w:r>
          </w:p>
          <w:p w14:paraId="5953B0DB" w14:textId="50635506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(0.090)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0FE946D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</w:t>
            </w:r>
          </w:p>
          <w:p w14:paraId="1FC6B967" w14:textId="346E0433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(8.8)</w:t>
            </w:r>
          </w:p>
        </w:tc>
      </w:tr>
      <w:tr w:rsidR="00FE314D" w:rsidRPr="000C552B" w14:paraId="0AE4AE1C" w14:textId="77777777" w:rsidTr="005F14B4">
        <w:trPr>
          <w:trHeight w:val="576"/>
          <w:jc w:val="center"/>
        </w:trPr>
        <w:tc>
          <w:tcPr>
            <w:tcW w:w="14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A3A8EA" w14:textId="77777777" w:rsidR="00FE314D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Ank</w:t>
            </w:r>
            <w:r w:rsidR="00FE314D">
              <w:rPr>
                <w:sz w:val="18"/>
                <w:szCs w:val="18"/>
              </w:rPr>
              <w:t>le</w:t>
            </w:r>
          </w:p>
          <w:p w14:paraId="6B008F8C" w14:textId="20EA7469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 w:rsidRPr="000C552B">
              <w:rPr>
                <w:sz w:val="18"/>
                <w:szCs w:val="18"/>
              </w:rPr>
              <w:t>rot</w:t>
            </w:r>
            <w:r w:rsidR="00FE314D">
              <w:rPr>
                <w:sz w:val="18"/>
                <w:szCs w:val="18"/>
              </w:rPr>
              <w:t>ation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94AD94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0.855</w:t>
            </w:r>
          </w:p>
          <w:p w14:paraId="0F8FF03D" w14:textId="47A268FC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(0.135)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595D9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0.053</w:t>
            </w:r>
          </w:p>
          <w:p w14:paraId="200009BC" w14:textId="5CD97940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(0.024)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DD9B5F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17.9</w:t>
            </w:r>
          </w:p>
          <w:p w14:paraId="3C824644" w14:textId="5A37192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(6.9)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DC842" w14:textId="77777777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6A7D2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0.814</w:t>
            </w:r>
          </w:p>
          <w:p w14:paraId="7018D0E7" w14:textId="569612AB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(0.206)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66AC83" w14:textId="77777777" w:rsidR="003E5717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0.078</w:t>
            </w:r>
          </w:p>
          <w:p w14:paraId="03131672" w14:textId="783D0F9B" w:rsidR="0075109B" w:rsidRPr="000C552B" w:rsidRDefault="0075109B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(0.056)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9A183E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  <w:p w14:paraId="1283990B" w14:textId="1E4982E3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(10.4)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E77CA" w14:textId="1C58B77B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1C874A" w14:textId="77777777" w:rsidR="003E5717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0.873</w:t>
            </w:r>
          </w:p>
          <w:p w14:paraId="707D4E62" w14:textId="3391A7FE" w:rsidR="003E5717" w:rsidRPr="000C552B" w:rsidRDefault="003E5717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(0.122)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EC7AC" w14:textId="77777777" w:rsidR="003E5717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0.056</w:t>
            </w:r>
          </w:p>
          <w:p w14:paraId="1234F95E" w14:textId="464F7EBA" w:rsidR="009157DF" w:rsidRPr="000C552B" w:rsidRDefault="009157DF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(0.025)</w:t>
            </w: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B28CA" w14:textId="77777777" w:rsidR="003E5717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  <w:p w14:paraId="47D67F76" w14:textId="56C88724" w:rsidR="00B72325" w:rsidRPr="000C552B" w:rsidRDefault="00B72325" w:rsidP="005F14B4">
            <w:pPr>
              <w:pStyle w:val="MDPI42tablebody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(7.4)</w:t>
            </w:r>
          </w:p>
        </w:tc>
      </w:tr>
    </w:tbl>
    <w:p w14:paraId="7C1DD7BD" w14:textId="77777777" w:rsidR="0048532A" w:rsidRPr="00B958EA" w:rsidRDefault="0048532A" w:rsidP="0048532A">
      <w:pPr>
        <w:pStyle w:val="MDPI22heading2"/>
        <w:spacing w:before="240"/>
        <w:ind w:left="0"/>
      </w:pPr>
    </w:p>
    <w:sectPr w:rsidR="0048532A" w:rsidRPr="00B958EA" w:rsidSect="00CA1D7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01F4" w14:textId="77777777" w:rsidR="00DD58A8" w:rsidRDefault="00DD58A8">
      <w:pPr>
        <w:spacing w:line="240" w:lineRule="auto"/>
      </w:pPr>
      <w:r>
        <w:separator/>
      </w:r>
    </w:p>
  </w:endnote>
  <w:endnote w:type="continuationSeparator" w:id="0">
    <w:p w14:paraId="43210290" w14:textId="77777777" w:rsidR="00DD58A8" w:rsidRDefault="00DD58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BBC8" w14:textId="77777777" w:rsidR="00494C08" w:rsidRPr="00CC2C1C" w:rsidRDefault="00494C08" w:rsidP="00494C0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4914" w14:textId="2F9B908A" w:rsidR="00494C08" w:rsidRPr="008B308E" w:rsidRDefault="00494C08" w:rsidP="00691AA3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08266" w14:textId="77777777" w:rsidR="00DD58A8" w:rsidRDefault="00DD58A8">
      <w:pPr>
        <w:spacing w:line="240" w:lineRule="auto"/>
      </w:pPr>
      <w:r>
        <w:separator/>
      </w:r>
    </w:p>
  </w:footnote>
  <w:footnote w:type="continuationSeparator" w:id="0">
    <w:p w14:paraId="0DD672FD" w14:textId="77777777" w:rsidR="00DD58A8" w:rsidRDefault="00DD58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D8CE" w14:textId="77777777" w:rsidR="00494C08" w:rsidRDefault="00494C08" w:rsidP="00494C0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AE34" w14:textId="77777777" w:rsidR="00494C08" w:rsidRPr="00DC1886" w:rsidRDefault="00494C08" w:rsidP="0086413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494F4" w14:textId="77777777" w:rsidR="00494C08" w:rsidRPr="003D660D" w:rsidRDefault="00494C08" w:rsidP="0086413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A3097"/>
    <w:multiLevelType w:val="hybridMultilevel"/>
    <w:tmpl w:val="AB14AD16"/>
    <w:lvl w:ilvl="0" w:tplc="583C8054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6F5EC2"/>
    <w:multiLevelType w:val="hybridMultilevel"/>
    <w:tmpl w:val="58DEA4F2"/>
    <w:lvl w:ilvl="0" w:tplc="7D20D4AC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96598">
    <w:abstractNumId w:val="4"/>
  </w:num>
  <w:num w:numId="2" w16cid:durableId="2082214220">
    <w:abstractNumId w:val="6"/>
  </w:num>
  <w:num w:numId="3" w16cid:durableId="36320722">
    <w:abstractNumId w:val="3"/>
  </w:num>
  <w:num w:numId="4" w16cid:durableId="13849895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7201333">
    <w:abstractNumId w:val="5"/>
  </w:num>
  <w:num w:numId="6" w16cid:durableId="185486536">
    <w:abstractNumId w:val="9"/>
  </w:num>
  <w:num w:numId="7" w16cid:durableId="506138153">
    <w:abstractNumId w:val="2"/>
  </w:num>
  <w:num w:numId="8" w16cid:durableId="435441756">
    <w:abstractNumId w:val="9"/>
  </w:num>
  <w:num w:numId="9" w16cid:durableId="2099599000">
    <w:abstractNumId w:val="2"/>
  </w:num>
  <w:num w:numId="10" w16cid:durableId="2097052928">
    <w:abstractNumId w:val="9"/>
  </w:num>
  <w:num w:numId="11" w16cid:durableId="561722406">
    <w:abstractNumId w:val="2"/>
  </w:num>
  <w:num w:numId="12" w16cid:durableId="389156302">
    <w:abstractNumId w:val="10"/>
  </w:num>
  <w:num w:numId="13" w16cid:durableId="1071126010">
    <w:abstractNumId w:val="9"/>
  </w:num>
  <w:num w:numId="14" w16cid:durableId="421951362">
    <w:abstractNumId w:val="2"/>
  </w:num>
  <w:num w:numId="15" w16cid:durableId="1415662396">
    <w:abstractNumId w:val="1"/>
  </w:num>
  <w:num w:numId="16" w16cid:durableId="1437555045">
    <w:abstractNumId w:val="8"/>
  </w:num>
  <w:num w:numId="17" w16cid:durableId="1787506705">
    <w:abstractNumId w:val="0"/>
  </w:num>
  <w:num w:numId="18" w16cid:durableId="1257591184">
    <w:abstractNumId w:val="9"/>
  </w:num>
  <w:num w:numId="19" w16cid:durableId="816339839">
    <w:abstractNumId w:val="2"/>
  </w:num>
  <w:num w:numId="20" w16cid:durableId="82184573">
    <w:abstractNumId w:val="1"/>
  </w:num>
  <w:num w:numId="21" w16cid:durableId="2131849546">
    <w:abstractNumId w:val="0"/>
  </w:num>
  <w:num w:numId="22" w16cid:durableId="412893780">
    <w:abstractNumId w:val="7"/>
  </w:num>
  <w:num w:numId="23" w16cid:durableId="14631569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MxMzW2MDI1NTQyMjJV0lEKTi0uzszPAykwqgUA0+Bt+SwAAAA="/>
  </w:docVars>
  <w:rsids>
    <w:rsidRoot w:val="0061243F"/>
    <w:rsid w:val="000122AB"/>
    <w:rsid w:val="00012F4D"/>
    <w:rsid w:val="00035DBF"/>
    <w:rsid w:val="00054346"/>
    <w:rsid w:val="000561FF"/>
    <w:rsid w:val="00064A99"/>
    <w:rsid w:val="00070792"/>
    <w:rsid w:val="00072F75"/>
    <w:rsid w:val="00080004"/>
    <w:rsid w:val="000921C6"/>
    <w:rsid w:val="000A22EF"/>
    <w:rsid w:val="000B5EC8"/>
    <w:rsid w:val="000C552B"/>
    <w:rsid w:val="000D093B"/>
    <w:rsid w:val="00130F70"/>
    <w:rsid w:val="00135066"/>
    <w:rsid w:val="001445B9"/>
    <w:rsid w:val="00146F28"/>
    <w:rsid w:val="00163483"/>
    <w:rsid w:val="001B2108"/>
    <w:rsid w:val="001B65E3"/>
    <w:rsid w:val="001C4008"/>
    <w:rsid w:val="001E2AEB"/>
    <w:rsid w:val="001F5853"/>
    <w:rsid w:val="00214271"/>
    <w:rsid w:val="00217BC0"/>
    <w:rsid w:val="00222CA6"/>
    <w:rsid w:val="002532CA"/>
    <w:rsid w:val="00255A6D"/>
    <w:rsid w:val="00261328"/>
    <w:rsid w:val="0028224B"/>
    <w:rsid w:val="002A1F1B"/>
    <w:rsid w:val="002A77E9"/>
    <w:rsid w:val="002B786A"/>
    <w:rsid w:val="002C622D"/>
    <w:rsid w:val="002D7D5E"/>
    <w:rsid w:val="002F26EF"/>
    <w:rsid w:val="002F58F6"/>
    <w:rsid w:val="00320D3C"/>
    <w:rsid w:val="00326141"/>
    <w:rsid w:val="00354C2D"/>
    <w:rsid w:val="0036011B"/>
    <w:rsid w:val="003609A1"/>
    <w:rsid w:val="003652CD"/>
    <w:rsid w:val="00375A07"/>
    <w:rsid w:val="003A2904"/>
    <w:rsid w:val="003D428C"/>
    <w:rsid w:val="003D660D"/>
    <w:rsid w:val="003E1F3A"/>
    <w:rsid w:val="003E2099"/>
    <w:rsid w:val="003E5717"/>
    <w:rsid w:val="003E7FFA"/>
    <w:rsid w:val="003F3E95"/>
    <w:rsid w:val="003F5356"/>
    <w:rsid w:val="00401D30"/>
    <w:rsid w:val="00431E94"/>
    <w:rsid w:val="0045658A"/>
    <w:rsid w:val="00466881"/>
    <w:rsid w:val="00473E89"/>
    <w:rsid w:val="004846E4"/>
    <w:rsid w:val="0048532A"/>
    <w:rsid w:val="004853C6"/>
    <w:rsid w:val="004860FC"/>
    <w:rsid w:val="00494C08"/>
    <w:rsid w:val="004955E5"/>
    <w:rsid w:val="00497112"/>
    <w:rsid w:val="004A49D9"/>
    <w:rsid w:val="004B2B0E"/>
    <w:rsid w:val="004C3326"/>
    <w:rsid w:val="004D7BC9"/>
    <w:rsid w:val="004F5EEF"/>
    <w:rsid w:val="00535E6D"/>
    <w:rsid w:val="00554016"/>
    <w:rsid w:val="005608DF"/>
    <w:rsid w:val="00562FC7"/>
    <w:rsid w:val="005643C5"/>
    <w:rsid w:val="0058611F"/>
    <w:rsid w:val="005939A2"/>
    <w:rsid w:val="005942A1"/>
    <w:rsid w:val="005C64F1"/>
    <w:rsid w:val="005D0CFE"/>
    <w:rsid w:val="005E2BCD"/>
    <w:rsid w:val="005F14B4"/>
    <w:rsid w:val="005F159A"/>
    <w:rsid w:val="0061243F"/>
    <w:rsid w:val="00621FA4"/>
    <w:rsid w:val="00625FF5"/>
    <w:rsid w:val="006843E2"/>
    <w:rsid w:val="00691AA3"/>
    <w:rsid w:val="00692393"/>
    <w:rsid w:val="006A64EF"/>
    <w:rsid w:val="006B20D5"/>
    <w:rsid w:val="006C6ED9"/>
    <w:rsid w:val="006E1AAC"/>
    <w:rsid w:val="006F2E13"/>
    <w:rsid w:val="00704B35"/>
    <w:rsid w:val="0070534D"/>
    <w:rsid w:val="007273C6"/>
    <w:rsid w:val="00743DD4"/>
    <w:rsid w:val="0075109B"/>
    <w:rsid w:val="007712FB"/>
    <w:rsid w:val="00777CAB"/>
    <w:rsid w:val="007C2F6E"/>
    <w:rsid w:val="00824F40"/>
    <w:rsid w:val="0086287A"/>
    <w:rsid w:val="00864137"/>
    <w:rsid w:val="0088200B"/>
    <w:rsid w:val="008837AF"/>
    <w:rsid w:val="00897848"/>
    <w:rsid w:val="008C59BD"/>
    <w:rsid w:val="008D2D50"/>
    <w:rsid w:val="008E5863"/>
    <w:rsid w:val="00911B1A"/>
    <w:rsid w:val="00913916"/>
    <w:rsid w:val="00913BBC"/>
    <w:rsid w:val="009157DF"/>
    <w:rsid w:val="009169F1"/>
    <w:rsid w:val="00921FEA"/>
    <w:rsid w:val="00925AEC"/>
    <w:rsid w:val="009306EC"/>
    <w:rsid w:val="00947030"/>
    <w:rsid w:val="00952152"/>
    <w:rsid w:val="00967F36"/>
    <w:rsid w:val="00974112"/>
    <w:rsid w:val="00974880"/>
    <w:rsid w:val="0097642D"/>
    <w:rsid w:val="009C1197"/>
    <w:rsid w:val="009D0D08"/>
    <w:rsid w:val="009F70E6"/>
    <w:rsid w:val="00A17DA6"/>
    <w:rsid w:val="00A34842"/>
    <w:rsid w:val="00A41F22"/>
    <w:rsid w:val="00A763B6"/>
    <w:rsid w:val="00A77E62"/>
    <w:rsid w:val="00A8692B"/>
    <w:rsid w:val="00A944CF"/>
    <w:rsid w:val="00AC1248"/>
    <w:rsid w:val="00AE2596"/>
    <w:rsid w:val="00AF504B"/>
    <w:rsid w:val="00AF52C8"/>
    <w:rsid w:val="00B17B20"/>
    <w:rsid w:val="00B53E13"/>
    <w:rsid w:val="00B55B3F"/>
    <w:rsid w:val="00B72325"/>
    <w:rsid w:val="00B768DE"/>
    <w:rsid w:val="00B958EA"/>
    <w:rsid w:val="00BB0DF8"/>
    <w:rsid w:val="00BB6348"/>
    <w:rsid w:val="00BB7246"/>
    <w:rsid w:val="00BF6337"/>
    <w:rsid w:val="00C1007D"/>
    <w:rsid w:val="00C31700"/>
    <w:rsid w:val="00C3191B"/>
    <w:rsid w:val="00C63CFB"/>
    <w:rsid w:val="00C76330"/>
    <w:rsid w:val="00CA1D7B"/>
    <w:rsid w:val="00CA3C9E"/>
    <w:rsid w:val="00CA58DF"/>
    <w:rsid w:val="00CB101D"/>
    <w:rsid w:val="00CD4B8A"/>
    <w:rsid w:val="00CD6C60"/>
    <w:rsid w:val="00CE65FD"/>
    <w:rsid w:val="00D03CBA"/>
    <w:rsid w:val="00D157BF"/>
    <w:rsid w:val="00D42D71"/>
    <w:rsid w:val="00D67C92"/>
    <w:rsid w:val="00D70AE4"/>
    <w:rsid w:val="00D836BD"/>
    <w:rsid w:val="00D84C3B"/>
    <w:rsid w:val="00D90125"/>
    <w:rsid w:val="00D94F65"/>
    <w:rsid w:val="00DA1FD6"/>
    <w:rsid w:val="00DC04F0"/>
    <w:rsid w:val="00DD2C50"/>
    <w:rsid w:val="00DD34F9"/>
    <w:rsid w:val="00DD58A8"/>
    <w:rsid w:val="00DF25C3"/>
    <w:rsid w:val="00DF2A6B"/>
    <w:rsid w:val="00DF3ACF"/>
    <w:rsid w:val="00E2476B"/>
    <w:rsid w:val="00E25B0B"/>
    <w:rsid w:val="00E35AB9"/>
    <w:rsid w:val="00E40704"/>
    <w:rsid w:val="00E460EA"/>
    <w:rsid w:val="00E467C7"/>
    <w:rsid w:val="00E55A61"/>
    <w:rsid w:val="00E74609"/>
    <w:rsid w:val="00E93210"/>
    <w:rsid w:val="00EB2AC2"/>
    <w:rsid w:val="00EF08AF"/>
    <w:rsid w:val="00EF6C57"/>
    <w:rsid w:val="00F0207C"/>
    <w:rsid w:val="00F077E1"/>
    <w:rsid w:val="00F30EE5"/>
    <w:rsid w:val="00F8699A"/>
    <w:rsid w:val="00FA7232"/>
    <w:rsid w:val="00FB2688"/>
    <w:rsid w:val="00FE2A09"/>
    <w:rsid w:val="00FE314D"/>
    <w:rsid w:val="00F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277A99"/>
  <w15:chartTrackingRefBased/>
  <w15:docId w15:val="{5B772893-F7AF-4B17-95B9-4ABBD23B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210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E9321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E9321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E9321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9321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E9321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9321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E9321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9321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8224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E9321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9321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E93210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E93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E9321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9321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93210"/>
    <w:pPr>
      <w:ind w:firstLine="0"/>
    </w:pPr>
  </w:style>
  <w:style w:type="paragraph" w:customStyle="1" w:styleId="MDPI31text">
    <w:name w:val="MDPI_3.1_text"/>
    <w:qFormat/>
    <w:rsid w:val="003F535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9321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9321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9321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DC04F0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DC04F0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9321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9321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93210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9169F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9321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9321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9321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footerfirstpage">
    <w:name w:val="MDPI_footer_firstpage"/>
    <w:qFormat/>
    <w:rsid w:val="00E9321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9321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9321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9321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532CA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E93210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E93210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CA1D7B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E9321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9321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8692B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75A0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E9321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E9321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9321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E9321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9321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93210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F8699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9321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9321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9321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554016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E9321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9321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9321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9321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9321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9321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E9321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9321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9321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93210"/>
  </w:style>
  <w:style w:type="paragraph" w:styleId="Bibliography">
    <w:name w:val="Bibliography"/>
    <w:basedOn w:val="Normal"/>
    <w:next w:val="Normal"/>
    <w:uiPriority w:val="37"/>
    <w:semiHidden/>
    <w:unhideWhenUsed/>
    <w:rsid w:val="00E93210"/>
  </w:style>
  <w:style w:type="paragraph" w:styleId="BodyText">
    <w:name w:val="Body Text"/>
    <w:link w:val="BodyTextChar"/>
    <w:rsid w:val="00E9321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E93210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E93210"/>
    <w:rPr>
      <w:sz w:val="21"/>
      <w:szCs w:val="21"/>
    </w:rPr>
  </w:style>
  <w:style w:type="paragraph" w:styleId="CommentText">
    <w:name w:val="annotation text"/>
    <w:basedOn w:val="Normal"/>
    <w:link w:val="CommentTextChar"/>
    <w:rsid w:val="00E93210"/>
  </w:style>
  <w:style w:type="character" w:customStyle="1" w:styleId="CommentTextChar">
    <w:name w:val="Comment Text Char"/>
    <w:link w:val="CommentText"/>
    <w:rsid w:val="00E93210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93210"/>
    <w:rPr>
      <w:b/>
      <w:bCs/>
    </w:rPr>
  </w:style>
  <w:style w:type="character" w:customStyle="1" w:styleId="CommentSubjectChar">
    <w:name w:val="Comment Subject Char"/>
    <w:link w:val="CommentSubject"/>
    <w:rsid w:val="00E93210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E93210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93210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93210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93210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93210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9321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93210"/>
    <w:rPr>
      <w:szCs w:val="24"/>
    </w:rPr>
  </w:style>
  <w:style w:type="paragraph" w:customStyle="1" w:styleId="MsoFootnoteText0">
    <w:name w:val="MsoFootnoteText"/>
    <w:basedOn w:val="NormalWeb"/>
    <w:qFormat/>
    <w:rsid w:val="00E93210"/>
    <w:rPr>
      <w:rFonts w:ascii="Times New Roman" w:hAnsi="Times New Roman"/>
    </w:rPr>
  </w:style>
  <w:style w:type="character" w:styleId="PageNumber">
    <w:name w:val="page number"/>
    <w:rsid w:val="00E93210"/>
  </w:style>
  <w:style w:type="character" w:styleId="PlaceholderText">
    <w:name w:val="Placeholder Text"/>
    <w:uiPriority w:val="99"/>
    <w:semiHidden/>
    <w:rsid w:val="00E93210"/>
    <w:rPr>
      <w:color w:val="808080"/>
    </w:rPr>
  </w:style>
  <w:style w:type="paragraph" w:customStyle="1" w:styleId="MDPI71FootNotes">
    <w:name w:val="MDPI_7.1_FootNotes"/>
    <w:qFormat/>
    <w:rsid w:val="00AE2596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407;&#21475;&#30452;&#30331;\Downloads\senso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sensors-template.dot</Template>
  <TotalTime>120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Naoto Haraguchi</dc:creator>
  <cp:keywords/>
  <dc:description/>
  <cp:lastModifiedBy>原口　直登</cp:lastModifiedBy>
  <cp:revision>7</cp:revision>
  <dcterms:created xsi:type="dcterms:W3CDTF">2023-05-30T02:10:00Z</dcterms:created>
  <dcterms:modified xsi:type="dcterms:W3CDTF">2023-12-21T01:16:00Z</dcterms:modified>
</cp:coreProperties>
</file>