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center" w:tblpY="399"/>
        <w:tblW w:w="10499" w:type="dxa"/>
        <w:tblBorders>
          <w:top w:val="single" w:sz="4" w:space="0" w:color="000000"/>
          <w:bottom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83"/>
        <w:gridCol w:w="8116"/>
      </w:tblGrid>
      <w:tr w:rsidR="00C756B8" w:rsidRPr="00AB7A76" w14:paraId="3842632D" w14:textId="77777777" w:rsidTr="00C756B8">
        <w:trPr>
          <w:trHeight w:val="365"/>
        </w:trPr>
        <w:tc>
          <w:tcPr>
            <w:tcW w:w="2383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14:paraId="7492DB2D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b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b/>
                <w:szCs w:val="24"/>
              </w:rPr>
              <w:t>Name</w:t>
            </w:r>
          </w:p>
        </w:tc>
        <w:tc>
          <w:tcPr>
            <w:tcW w:w="8116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14:paraId="40EF52A5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b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b/>
                <w:szCs w:val="24"/>
              </w:rPr>
              <w:t>Sequence (5’— 3’</w:t>
            </w:r>
            <w:r w:rsidRPr="00AB7A76">
              <w:rPr>
                <w:rFonts w:ascii="Palatino Linotype" w:eastAsia="Times New Roman" w:hAnsi="Palatino Linotype" w:cs="Times New Roman"/>
                <w:szCs w:val="24"/>
              </w:rPr>
              <w:t>)</w:t>
            </w:r>
          </w:p>
        </w:tc>
      </w:tr>
      <w:tr w:rsidR="00C756B8" w:rsidRPr="00AB7A76" w14:paraId="620BDF1B" w14:textId="77777777" w:rsidTr="00C756B8">
        <w:trPr>
          <w:trHeight w:val="262"/>
        </w:trPr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5E38A04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pT25-seq</w:t>
            </w:r>
          </w:p>
        </w:tc>
        <w:tc>
          <w:tcPr>
            <w:tcW w:w="81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5329F08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5’ TCGGTGACCAGCGGC 3’</w:t>
            </w:r>
          </w:p>
        </w:tc>
      </w:tr>
      <w:tr w:rsidR="00C756B8" w:rsidRPr="00AB7A76" w14:paraId="4D3EBC0C" w14:textId="77777777" w:rsidTr="00C756B8">
        <w:trPr>
          <w:trHeight w:val="26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7AE98B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pUT18C-seq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5E786E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5’ GAAACGGTGCCGGCG 3’</w:t>
            </w:r>
          </w:p>
        </w:tc>
      </w:tr>
      <w:tr w:rsidR="00C756B8" w:rsidRPr="00AB7A76" w14:paraId="1037020C" w14:textId="77777777" w:rsidTr="00C756B8">
        <w:trPr>
          <w:trHeight w:val="26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0F903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pUT18c-sec-R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1DF46E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5’ GGCTTAACTATGCGGC 3’</w:t>
            </w:r>
          </w:p>
        </w:tc>
      </w:tr>
      <w:tr w:rsidR="00C756B8" w:rsidRPr="00AB7A76" w14:paraId="0529BAEA" w14:textId="77777777" w:rsidTr="00C756B8">
        <w:trPr>
          <w:trHeight w:val="26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5630EC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pUT18-sec-F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9F87CD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5’ TTCACACAGGAAACAGC 3’</w:t>
            </w:r>
          </w:p>
        </w:tc>
      </w:tr>
      <w:tr w:rsidR="00C756B8" w:rsidRPr="00AB7A76" w14:paraId="72938E41" w14:textId="77777777" w:rsidTr="00C756B8">
        <w:trPr>
          <w:trHeight w:val="26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444A7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pUT18-sec-R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FA8380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5’ GTCGATGCGTTCGCG 3’</w:t>
            </w:r>
          </w:p>
        </w:tc>
      </w:tr>
      <w:tr w:rsidR="00C756B8" w:rsidRPr="00AB7A76" w14:paraId="604EA1CF" w14:textId="77777777" w:rsidTr="00C756B8">
        <w:trPr>
          <w:trHeight w:val="26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53BC4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pKT25-sec-R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929443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5’ TGGGTAACGCCAGGG 3’</w:t>
            </w:r>
          </w:p>
        </w:tc>
      </w:tr>
      <w:tr w:rsidR="00C756B8" w:rsidRPr="00AB7A76" w14:paraId="58ADD343" w14:textId="77777777" w:rsidTr="00C756B8">
        <w:trPr>
          <w:trHeight w:val="26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26960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pKTN25-sec-R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B16649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5’ ATGCCAGACTCCCGGTCG 3’</w:t>
            </w:r>
          </w:p>
        </w:tc>
      </w:tr>
      <w:tr w:rsidR="00C756B8" w:rsidRPr="00AB7A76" w14:paraId="2629079C" w14:textId="77777777" w:rsidTr="00C756B8">
        <w:trPr>
          <w:trHeight w:val="26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8E9BE4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GLNK-BYTH-1F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FF388B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5’ GAGGGATCCTATGAAGCTGGTG 3’</w:t>
            </w:r>
          </w:p>
        </w:tc>
      </w:tr>
      <w:tr w:rsidR="00C756B8" w:rsidRPr="00AB7A76" w14:paraId="1AE0DEBB" w14:textId="77777777" w:rsidTr="00C756B8">
        <w:trPr>
          <w:trHeight w:val="26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15C0B8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GLNK-BYTH-1R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8F0C8A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5’ TGCCCCGGGTTACAGCGCCGC 3’</w:t>
            </w:r>
          </w:p>
        </w:tc>
      </w:tr>
      <w:tr w:rsidR="00C756B8" w:rsidRPr="00AB7A76" w14:paraId="3A094945" w14:textId="77777777" w:rsidTr="00C756B8">
        <w:trPr>
          <w:trHeight w:val="26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D622F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pUT18-PipX-E4A-F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3C6C08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5’ TCCCATGGCTTCCGCGAACTACCTCAA 3’</w:t>
            </w:r>
          </w:p>
        </w:tc>
      </w:tr>
      <w:tr w:rsidR="00C756B8" w:rsidRPr="00AB7A76" w14:paraId="39B410C0" w14:textId="77777777" w:rsidTr="00C756B8">
        <w:trPr>
          <w:trHeight w:val="26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4CB828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pUT18-PipX-E4A-R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19313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5’ GATGGTTGAGGTAGTTCGCGGAAGCCA 3’</w:t>
            </w:r>
          </w:p>
        </w:tc>
      </w:tr>
      <w:tr w:rsidR="00C756B8" w:rsidRPr="00AB7A76" w14:paraId="3EA293FB" w14:textId="77777777" w:rsidTr="00C756B8">
        <w:trPr>
          <w:trHeight w:val="26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F36F37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CK1E4A-F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FE662C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5’ GAGTAATGGCTTCCGCGAACTACCTCAACCATCCC 3’</w:t>
            </w:r>
          </w:p>
        </w:tc>
      </w:tr>
      <w:tr w:rsidR="00C756B8" w:rsidRPr="00AB7A76" w14:paraId="394FD96A" w14:textId="77777777" w:rsidTr="00C756B8">
        <w:trPr>
          <w:trHeight w:val="26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13D088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CK1E4A-R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3F521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5’GGGATGGTTGAGGTAGTTCGCGGAAGCCATTACTC 3’</w:t>
            </w:r>
          </w:p>
        </w:tc>
      </w:tr>
      <w:tr w:rsidR="00C756B8" w:rsidRPr="00AB7A76" w14:paraId="39927DCE" w14:textId="77777777" w:rsidTr="00C756B8">
        <w:trPr>
          <w:trHeight w:val="26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49CF6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PipX-Y6A-F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1660F6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5’ CGCTTCCGAGAACGCCCTCAACCATCCCACC 3’</w:t>
            </w:r>
          </w:p>
        </w:tc>
      </w:tr>
      <w:tr w:rsidR="00C756B8" w:rsidRPr="00AB7A76" w14:paraId="3ACC62E6" w14:textId="77777777" w:rsidTr="00C756B8">
        <w:trPr>
          <w:trHeight w:val="26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F129C4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PipX-Y6A-R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DC2D8E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5’ GGTGGGATGGTTGAGGGCGTTCTCGGAAGCG 3’</w:t>
            </w:r>
          </w:p>
        </w:tc>
      </w:tr>
      <w:tr w:rsidR="00C756B8" w:rsidRPr="00AB7A76" w14:paraId="340D6810" w14:textId="77777777" w:rsidTr="00C756B8">
        <w:trPr>
          <w:trHeight w:val="26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FAE1E1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PipX-H9A-1F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B843CA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5’ CTACCTCAACGCTCCCACCTTCG 3’</w:t>
            </w:r>
          </w:p>
        </w:tc>
      </w:tr>
      <w:tr w:rsidR="00C756B8" w:rsidRPr="00AB7A76" w14:paraId="0C70DC65" w14:textId="77777777" w:rsidTr="00C756B8">
        <w:trPr>
          <w:trHeight w:val="26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5DF2D3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PipX-H9A-1R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39474C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5’ CGAAGGTGGGAGCGTTGAGGTAG 3’</w:t>
            </w:r>
          </w:p>
        </w:tc>
      </w:tr>
      <w:tr w:rsidR="00C756B8" w:rsidRPr="00AB7A76" w14:paraId="49B584E0" w14:textId="77777777" w:rsidTr="00C756B8">
        <w:trPr>
          <w:trHeight w:val="26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C3CCFE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PipX-F12A-F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9C1A9B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5’ CCTCAACCATCCCACCGCCGGATTGCTCTACC 3’</w:t>
            </w:r>
          </w:p>
        </w:tc>
      </w:tr>
      <w:tr w:rsidR="00C756B8" w:rsidRPr="00AB7A76" w14:paraId="38C736E5" w14:textId="77777777" w:rsidTr="00C756B8">
        <w:trPr>
          <w:trHeight w:val="26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753AD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PipX-F12A-R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1E692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5’ GGTAGAGCAATCCGGCGGTGGGATGGTTGAGG 3’</w:t>
            </w:r>
          </w:p>
        </w:tc>
      </w:tr>
      <w:tr w:rsidR="00C756B8" w:rsidRPr="00AB7A76" w14:paraId="28E93F55" w14:textId="77777777" w:rsidTr="00C756B8">
        <w:trPr>
          <w:trHeight w:val="26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91D073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PipX-Y16A-F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F69CC6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5’ CCCACCTTCGGATTGCTCGCCCAAATCTGCAGC 3’</w:t>
            </w:r>
          </w:p>
        </w:tc>
      </w:tr>
      <w:tr w:rsidR="00C756B8" w:rsidRPr="00AB7A76" w14:paraId="67F0D125" w14:textId="77777777" w:rsidTr="00C756B8">
        <w:trPr>
          <w:trHeight w:val="26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2F6CD5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PipX-Y16A-R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EEFC3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5’ GCTGCAGATTTGGGCGAGCAATCCGAAGGTGGG 3’</w:t>
            </w:r>
          </w:p>
        </w:tc>
      </w:tr>
      <w:tr w:rsidR="00C756B8" w:rsidRPr="00AB7A76" w14:paraId="000DD072" w14:textId="77777777" w:rsidTr="00C756B8">
        <w:trPr>
          <w:trHeight w:val="26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947952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PipX-Y32A-1F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FF0274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5’ CGCCACTCTTGCTGCTCAGCGCC 3’</w:t>
            </w:r>
          </w:p>
        </w:tc>
      </w:tr>
      <w:tr w:rsidR="00C756B8" w:rsidRPr="00AB7A76" w14:paraId="4C27398E" w14:textId="77777777" w:rsidTr="00C756B8">
        <w:trPr>
          <w:trHeight w:val="26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0250A6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PipX-Y32A-1R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DCC2BA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5’ GGCGCTGAGCAGCAAGAGTGGCG 3’</w:t>
            </w:r>
          </w:p>
        </w:tc>
      </w:tr>
      <w:tr w:rsidR="00C756B8" w:rsidRPr="00AB7A76" w14:paraId="4D17F547" w14:textId="77777777" w:rsidTr="00C756B8">
        <w:trPr>
          <w:trHeight w:val="26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D7CA37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PipX-R35A-F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755A59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5’ GCCACTCTTTATGCTCAGGCCCTCTTTTTTCTCGTAGCC 3’</w:t>
            </w:r>
          </w:p>
        </w:tc>
      </w:tr>
      <w:tr w:rsidR="00C756B8" w:rsidRPr="00AB7A76" w14:paraId="439EEA2A" w14:textId="77777777" w:rsidTr="00C756B8">
        <w:trPr>
          <w:trHeight w:val="26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982AE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PipX-R35A-R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871789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5’ GGCTACGAGAAAAAAGAGGGCCTGAGCATAAAGAGTGGC 3’</w:t>
            </w:r>
          </w:p>
        </w:tc>
      </w:tr>
      <w:tr w:rsidR="00C756B8" w:rsidRPr="00AB7A76" w14:paraId="33B9AFD2" w14:textId="77777777" w:rsidTr="00C756B8">
        <w:trPr>
          <w:trHeight w:val="26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A2FCA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PipX-F38A-F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82CC0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5’ GCTCAGCGCCTCTTTGCTCTCGTAGCCTTTGATGC 3’</w:t>
            </w:r>
          </w:p>
        </w:tc>
      </w:tr>
      <w:tr w:rsidR="00C756B8" w:rsidRPr="00AB7A76" w14:paraId="264CD460" w14:textId="77777777" w:rsidTr="00C756B8">
        <w:trPr>
          <w:trHeight w:val="26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9ADE9B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PipX-F38A-R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5ADFE9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5’ GCATCAAAGGCTACGAGAGCAAAGAGGCGCTGAGC 3’</w:t>
            </w:r>
          </w:p>
        </w:tc>
      </w:tr>
      <w:tr w:rsidR="00C756B8" w:rsidRPr="00AB7A76" w14:paraId="03FFE3FA" w14:textId="77777777" w:rsidTr="00C756B8">
        <w:trPr>
          <w:trHeight w:val="26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7C1B79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PipX-R54C-F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36DE6D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5’ GCTTTGAGCCAATCGGTTGTAATGAAGCGCGGATGTTGG 3’</w:t>
            </w:r>
          </w:p>
        </w:tc>
      </w:tr>
      <w:tr w:rsidR="00C756B8" w:rsidRPr="00AB7A76" w14:paraId="62571803" w14:textId="77777777" w:rsidTr="00C756B8">
        <w:trPr>
          <w:trHeight w:val="26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9A259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PipX-R54C-R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35F078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5’ CCAACATCCGCGCTTCATTACAACCGATTGGCTCAAAGC 3’</w:t>
            </w:r>
          </w:p>
        </w:tc>
      </w:tr>
      <w:tr w:rsidR="00C756B8" w:rsidRPr="00AB7A76" w14:paraId="1E89C10E" w14:textId="77777777" w:rsidTr="00C756B8">
        <w:trPr>
          <w:trHeight w:val="26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4124EC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PipX-L65Q-F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3258E9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5’ GGTCGACAACCGTCAGCGCCAGCTGCGCCGAGATGC 3’</w:t>
            </w:r>
          </w:p>
        </w:tc>
      </w:tr>
      <w:tr w:rsidR="00C756B8" w:rsidRPr="00AB7A76" w14:paraId="7D81E663" w14:textId="77777777" w:rsidTr="00C756B8">
        <w:trPr>
          <w:trHeight w:val="26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C00AD5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PipX-L65Q-R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C5190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5’ GCATCTCGGCGCAGCTGGCGCTGACGGTTGTCGACC 3’</w:t>
            </w:r>
          </w:p>
        </w:tc>
      </w:tr>
      <w:tr w:rsidR="00C756B8" w:rsidRPr="00AB7A76" w14:paraId="20C8F9DB" w14:textId="77777777" w:rsidTr="00C756B8">
        <w:trPr>
          <w:trHeight w:val="26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706570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PipX-R70A-F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F07519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5’ CCGTCTGCGCCAGCTGCGCGCAGATGCCAGTCTGCAGGAATA 3’</w:t>
            </w:r>
          </w:p>
        </w:tc>
      </w:tr>
      <w:tr w:rsidR="00C756B8" w:rsidRPr="00AB7A76" w14:paraId="0049066E" w14:textId="77777777" w:rsidTr="00C756B8">
        <w:trPr>
          <w:trHeight w:val="26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25FBC2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PipX-R70A-R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3819F8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5’ TATTCCTGCAGACTGGCATCTGCGCGCAGCTGGCGCAGACGG 3’</w:t>
            </w:r>
          </w:p>
        </w:tc>
      </w:tr>
      <w:tr w:rsidR="00C756B8" w:rsidRPr="00AB7A76" w14:paraId="05711C91" w14:textId="77777777" w:rsidTr="00C756B8">
        <w:trPr>
          <w:trHeight w:val="26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885A71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PipX-L80Q-F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026888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5’ GCAGGAATACAACCAGCAGCAGCAAGTCTTCAAAC 3’</w:t>
            </w:r>
          </w:p>
        </w:tc>
      </w:tr>
      <w:tr w:rsidR="00C756B8" w:rsidRPr="00AB7A76" w14:paraId="3DD676A2" w14:textId="77777777" w:rsidTr="00C756B8">
        <w:trPr>
          <w:trHeight w:val="262"/>
        </w:trPr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6191D5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PipX-L80Q-R</w:t>
            </w:r>
          </w:p>
        </w:tc>
        <w:tc>
          <w:tcPr>
            <w:tcW w:w="81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D248A32" w14:textId="77777777" w:rsidR="00C756B8" w:rsidRPr="00AB7A76" w:rsidRDefault="00C756B8" w:rsidP="00C756B8">
            <w:pPr>
              <w:spacing w:before="0" w:after="0"/>
              <w:rPr>
                <w:rFonts w:ascii="Palatino Linotype" w:eastAsia="Times New Roman" w:hAnsi="Palatino Linotype" w:cs="Times New Roman"/>
                <w:szCs w:val="24"/>
              </w:rPr>
            </w:pPr>
            <w:r w:rsidRPr="00AB7A76">
              <w:rPr>
                <w:rFonts w:ascii="Palatino Linotype" w:eastAsia="Times New Roman" w:hAnsi="Palatino Linotype" w:cs="Times New Roman"/>
                <w:szCs w:val="24"/>
              </w:rPr>
              <w:t>5’ GTTTGAAGACTTGCTGCTGCTGGTTGTATTCCTGC 3’</w:t>
            </w:r>
          </w:p>
        </w:tc>
      </w:tr>
    </w:tbl>
    <w:p w14:paraId="2EAE2D47" w14:textId="222D12EA" w:rsidR="0089709E" w:rsidRPr="00AB7A76" w:rsidRDefault="0089709E" w:rsidP="0089709E">
      <w:pPr>
        <w:spacing w:before="0"/>
        <w:rPr>
          <w:rFonts w:ascii="Palatino Linotype" w:eastAsia="Arial" w:hAnsi="Palatino Linotype" w:cs="Times New Roman"/>
          <w:bCs/>
          <w:szCs w:val="24"/>
          <w:lang w:eastAsia="es-ES"/>
        </w:rPr>
      </w:pPr>
      <w:r w:rsidRPr="00AB7A76">
        <w:rPr>
          <w:rFonts w:ascii="Palatino Linotype" w:eastAsia="Arial" w:hAnsi="Palatino Linotype" w:cs="Times New Roman"/>
          <w:b/>
          <w:szCs w:val="24"/>
          <w:lang w:eastAsia="es-ES"/>
        </w:rPr>
        <w:t xml:space="preserve">Table S1. </w:t>
      </w:r>
      <w:r w:rsidR="00AF062B" w:rsidRPr="00AB7A76">
        <w:rPr>
          <w:rFonts w:ascii="Palatino Linotype" w:eastAsia="Arial" w:hAnsi="Palatino Linotype" w:cs="Times New Roman"/>
          <w:bCs/>
          <w:szCs w:val="24"/>
          <w:lang w:eastAsia="es-ES"/>
        </w:rPr>
        <w:t>Oligonucleotides.</w:t>
      </w:r>
    </w:p>
    <w:p w14:paraId="1565C9E2" w14:textId="77777777" w:rsidR="00771031" w:rsidRPr="00AB7A76" w:rsidRDefault="00771031">
      <w:pPr>
        <w:jc w:val="both"/>
        <w:rPr>
          <w:rFonts w:ascii="Palatino Linotype" w:hAnsi="Palatino Linotype"/>
          <w:b/>
          <w:bCs/>
          <w:szCs w:val="24"/>
        </w:rPr>
      </w:pPr>
    </w:p>
    <w:tbl>
      <w:tblPr>
        <w:tblStyle w:val="Tablaconcuadrcula1"/>
        <w:tblpPr w:leftFromText="141" w:rightFromText="141" w:vertAnchor="page" w:horzAnchor="margin" w:tblpY="1756"/>
        <w:tblW w:w="0" w:type="auto"/>
        <w:tblLook w:val="04A0" w:firstRow="1" w:lastRow="0" w:firstColumn="1" w:lastColumn="0" w:noHBand="0" w:noVBand="1"/>
      </w:tblPr>
      <w:tblGrid>
        <w:gridCol w:w="2114"/>
        <w:gridCol w:w="2109"/>
        <w:gridCol w:w="1455"/>
        <w:gridCol w:w="1455"/>
        <w:gridCol w:w="1695"/>
      </w:tblGrid>
      <w:tr w:rsidR="00AB7A76" w:rsidRPr="00AB7A76" w14:paraId="3845025F" w14:textId="77777777" w:rsidTr="00AB7A76">
        <w:tc>
          <w:tcPr>
            <w:tcW w:w="2114" w:type="dxa"/>
            <w:vAlign w:val="center"/>
          </w:tcPr>
          <w:p w14:paraId="37C25EDF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b/>
                <w:bCs/>
                <w:sz w:val="22"/>
                <w:lang w:val="en-GB"/>
              </w:rPr>
            </w:pPr>
            <w:r w:rsidRPr="00AB7A76">
              <w:rPr>
                <w:rFonts w:ascii="Palatino Linotype" w:eastAsia="Calibri" w:hAnsi="Palatino Linotype" w:cs="Times New Roman"/>
                <w:b/>
                <w:bCs/>
                <w:sz w:val="22"/>
                <w:lang w:val="en-GB"/>
              </w:rPr>
              <w:lastRenderedPageBreak/>
              <w:t>Primer 1</w:t>
            </w:r>
          </w:p>
        </w:tc>
        <w:tc>
          <w:tcPr>
            <w:tcW w:w="2109" w:type="dxa"/>
            <w:vAlign w:val="center"/>
          </w:tcPr>
          <w:p w14:paraId="36BE5100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b/>
                <w:bCs/>
                <w:sz w:val="22"/>
                <w:lang w:val="en-GB"/>
              </w:rPr>
            </w:pPr>
            <w:r w:rsidRPr="00AB7A76">
              <w:rPr>
                <w:rFonts w:ascii="Palatino Linotype" w:eastAsia="Calibri" w:hAnsi="Palatino Linotype" w:cs="Times New Roman"/>
                <w:b/>
                <w:bCs/>
                <w:sz w:val="22"/>
                <w:lang w:val="en-GB"/>
              </w:rPr>
              <w:t>Primer 2</w:t>
            </w:r>
          </w:p>
        </w:tc>
        <w:tc>
          <w:tcPr>
            <w:tcW w:w="1455" w:type="dxa"/>
            <w:vAlign w:val="center"/>
          </w:tcPr>
          <w:p w14:paraId="3E364B7C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Times New Roman" w:hAnsi="Palatino Linotype" w:cs="Times New Roman"/>
                <w:b/>
                <w:bCs/>
                <w:sz w:val="22"/>
              </w:rPr>
            </w:pPr>
            <w:proofErr w:type="spellStart"/>
            <w:r w:rsidRPr="00AB7A76">
              <w:rPr>
                <w:rFonts w:ascii="Palatino Linotype" w:eastAsia="Times New Roman" w:hAnsi="Palatino Linotype" w:cs="Times New Roman"/>
                <w:b/>
                <w:bCs/>
                <w:sz w:val="22"/>
              </w:rPr>
              <w:t>Template</w:t>
            </w:r>
            <w:proofErr w:type="spellEnd"/>
          </w:p>
        </w:tc>
        <w:tc>
          <w:tcPr>
            <w:tcW w:w="1455" w:type="dxa"/>
            <w:vAlign w:val="center"/>
          </w:tcPr>
          <w:p w14:paraId="43FAAFC2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b/>
                <w:bCs/>
                <w:sz w:val="22"/>
                <w:lang w:val="en-GB"/>
              </w:rPr>
            </w:pPr>
            <w:proofErr w:type="spellStart"/>
            <w:r w:rsidRPr="00AB7A76">
              <w:rPr>
                <w:rFonts w:ascii="Palatino Linotype" w:eastAsia="Times New Roman" w:hAnsi="Palatino Linotype" w:cs="Times New Roman"/>
                <w:b/>
                <w:bCs/>
                <w:sz w:val="22"/>
              </w:rPr>
              <w:t>Resulting</w:t>
            </w:r>
            <w:proofErr w:type="spellEnd"/>
            <w:r w:rsidRPr="00AB7A76">
              <w:rPr>
                <w:rFonts w:ascii="Palatino Linotype" w:eastAsia="Times New Roman" w:hAnsi="Palatino Linotype" w:cs="Times New Roman"/>
                <w:b/>
                <w:bCs/>
                <w:sz w:val="22"/>
              </w:rPr>
              <w:t xml:space="preserve"> </w:t>
            </w:r>
            <w:proofErr w:type="spellStart"/>
            <w:r w:rsidRPr="00AB7A76">
              <w:rPr>
                <w:rFonts w:ascii="Palatino Linotype" w:eastAsia="Times New Roman" w:hAnsi="Palatino Linotype" w:cs="Times New Roman"/>
                <w:b/>
                <w:bCs/>
                <w:sz w:val="22"/>
              </w:rPr>
              <w:t>plasmid</w:t>
            </w:r>
            <w:proofErr w:type="spellEnd"/>
          </w:p>
        </w:tc>
        <w:tc>
          <w:tcPr>
            <w:tcW w:w="1695" w:type="dxa"/>
            <w:vAlign w:val="center"/>
          </w:tcPr>
          <w:p w14:paraId="03358BE8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b/>
                <w:bCs/>
                <w:sz w:val="22"/>
                <w:lang w:val="en-GB"/>
              </w:rPr>
            </w:pPr>
            <w:proofErr w:type="spellStart"/>
            <w:r w:rsidRPr="00AB7A76">
              <w:rPr>
                <w:rFonts w:ascii="Palatino Linotype" w:eastAsia="Times New Roman" w:hAnsi="Palatino Linotype" w:cs="Times New Roman"/>
                <w:b/>
                <w:bCs/>
                <w:sz w:val="22"/>
              </w:rPr>
              <w:t>Fusion</w:t>
            </w:r>
            <w:proofErr w:type="spellEnd"/>
            <w:r w:rsidRPr="00AB7A76">
              <w:rPr>
                <w:rFonts w:ascii="Palatino Linotype" w:eastAsia="Times New Roman" w:hAnsi="Palatino Linotype" w:cs="Times New Roman"/>
                <w:b/>
                <w:bCs/>
                <w:sz w:val="22"/>
              </w:rPr>
              <w:t xml:space="preserve"> </w:t>
            </w:r>
            <w:proofErr w:type="spellStart"/>
            <w:r w:rsidRPr="00AB7A76">
              <w:rPr>
                <w:rFonts w:ascii="Palatino Linotype" w:eastAsia="Times New Roman" w:hAnsi="Palatino Linotype" w:cs="Times New Roman"/>
                <w:b/>
                <w:bCs/>
                <w:sz w:val="22"/>
              </w:rPr>
              <w:t>protein</w:t>
            </w:r>
            <w:proofErr w:type="spellEnd"/>
            <w:r w:rsidRPr="00AB7A76">
              <w:rPr>
                <w:rFonts w:ascii="Palatino Linotype" w:eastAsia="Times New Roman" w:hAnsi="Palatino Linotype" w:cs="Times New Roman"/>
                <w:b/>
                <w:bCs/>
                <w:sz w:val="22"/>
              </w:rPr>
              <w:t xml:space="preserve"> </w:t>
            </w:r>
            <w:proofErr w:type="spellStart"/>
            <w:r w:rsidRPr="00AB7A76">
              <w:rPr>
                <w:rFonts w:ascii="Palatino Linotype" w:eastAsia="Times New Roman" w:hAnsi="Palatino Linotype" w:cs="Times New Roman"/>
                <w:b/>
                <w:bCs/>
                <w:sz w:val="22"/>
              </w:rPr>
              <w:t>expressed</w:t>
            </w:r>
            <w:proofErr w:type="spellEnd"/>
          </w:p>
        </w:tc>
      </w:tr>
      <w:tr w:rsidR="00AB7A76" w:rsidRPr="00AB7A76" w14:paraId="76495F69" w14:textId="77777777" w:rsidTr="00AB7A76">
        <w:tc>
          <w:tcPr>
            <w:tcW w:w="2114" w:type="dxa"/>
            <w:vMerge w:val="restart"/>
            <w:vAlign w:val="center"/>
          </w:tcPr>
          <w:p w14:paraId="4A78CE1B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  <w:lang w:val="en-GB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pUT18-PipX-E4A-F</w:t>
            </w:r>
          </w:p>
        </w:tc>
        <w:tc>
          <w:tcPr>
            <w:tcW w:w="2109" w:type="dxa"/>
            <w:vMerge w:val="restart"/>
            <w:vAlign w:val="center"/>
          </w:tcPr>
          <w:p w14:paraId="1787B941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  <w:lang w:val="en-GB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pUT18-PipX-E4A-R</w:t>
            </w:r>
          </w:p>
        </w:tc>
        <w:tc>
          <w:tcPr>
            <w:tcW w:w="1455" w:type="dxa"/>
            <w:vAlign w:val="center"/>
          </w:tcPr>
          <w:p w14:paraId="4CDAA51D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pUAGC934</w:t>
            </w:r>
          </w:p>
        </w:tc>
        <w:tc>
          <w:tcPr>
            <w:tcW w:w="1455" w:type="dxa"/>
            <w:vAlign w:val="center"/>
          </w:tcPr>
          <w:p w14:paraId="7AFD33B5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  <w:lang w:val="en-GB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pUAGC1140</w:t>
            </w:r>
          </w:p>
        </w:tc>
        <w:tc>
          <w:tcPr>
            <w:tcW w:w="1695" w:type="dxa"/>
            <w:vAlign w:val="center"/>
          </w:tcPr>
          <w:p w14:paraId="5EB58F5A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  <w:lang w:val="en-GB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PipX</w:t>
            </w:r>
            <w:r w:rsidRPr="00AB7A76">
              <w:rPr>
                <w:rFonts w:ascii="Palatino Linotype" w:eastAsia="Calibri" w:hAnsi="Palatino Linotype" w:cs="Times New Roman"/>
                <w:sz w:val="22"/>
                <w:vertAlign w:val="superscript"/>
              </w:rPr>
              <w:t>E4A</w:t>
            </w:r>
            <w:r w:rsidRPr="00AB7A76">
              <w:rPr>
                <w:rFonts w:ascii="Palatino Linotype" w:eastAsia="Calibri" w:hAnsi="Palatino Linotype" w:cs="Times New Roman"/>
                <w:sz w:val="22"/>
              </w:rPr>
              <w:t>-T18</w:t>
            </w:r>
          </w:p>
        </w:tc>
      </w:tr>
      <w:tr w:rsidR="00AB7A76" w:rsidRPr="00AB7A76" w14:paraId="1920B2AB" w14:textId="77777777" w:rsidTr="00AB7A76">
        <w:tc>
          <w:tcPr>
            <w:tcW w:w="2114" w:type="dxa"/>
            <w:vMerge/>
            <w:vAlign w:val="center"/>
          </w:tcPr>
          <w:p w14:paraId="77DE38AD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</w:p>
        </w:tc>
        <w:tc>
          <w:tcPr>
            <w:tcW w:w="2109" w:type="dxa"/>
            <w:vMerge/>
            <w:vAlign w:val="center"/>
          </w:tcPr>
          <w:p w14:paraId="233136AA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</w:p>
        </w:tc>
        <w:tc>
          <w:tcPr>
            <w:tcW w:w="1455" w:type="dxa"/>
            <w:vAlign w:val="center"/>
          </w:tcPr>
          <w:p w14:paraId="320AEE4D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pUAGC1045</w:t>
            </w:r>
          </w:p>
        </w:tc>
        <w:tc>
          <w:tcPr>
            <w:tcW w:w="1455" w:type="dxa"/>
            <w:vAlign w:val="center"/>
          </w:tcPr>
          <w:p w14:paraId="6864D1F1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pUAGC1166</w:t>
            </w:r>
          </w:p>
        </w:tc>
        <w:tc>
          <w:tcPr>
            <w:tcW w:w="1695" w:type="dxa"/>
            <w:vAlign w:val="center"/>
          </w:tcPr>
          <w:p w14:paraId="7ED6FFCF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PipX</w:t>
            </w:r>
            <w:r w:rsidRPr="00AB7A76">
              <w:rPr>
                <w:rFonts w:ascii="Palatino Linotype" w:eastAsia="Calibri" w:hAnsi="Palatino Linotype" w:cs="Times New Roman"/>
                <w:sz w:val="22"/>
                <w:vertAlign w:val="superscript"/>
              </w:rPr>
              <w:t>E4A</w:t>
            </w:r>
            <w:r w:rsidRPr="00AB7A76">
              <w:rPr>
                <w:rFonts w:ascii="Palatino Linotype" w:eastAsia="Calibri" w:hAnsi="Palatino Linotype" w:cs="Times New Roman"/>
                <w:sz w:val="22"/>
              </w:rPr>
              <w:t>-T25</w:t>
            </w:r>
          </w:p>
        </w:tc>
      </w:tr>
      <w:tr w:rsidR="00AB7A76" w:rsidRPr="00AB7A76" w14:paraId="1874FF78" w14:textId="77777777" w:rsidTr="00AB7A76">
        <w:tc>
          <w:tcPr>
            <w:tcW w:w="2114" w:type="dxa"/>
            <w:vAlign w:val="center"/>
          </w:tcPr>
          <w:p w14:paraId="16731760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Times New Roman" w:hAnsi="Palatino Linotype" w:cs="Times New Roman"/>
                <w:sz w:val="22"/>
              </w:rPr>
              <w:t>CK1E4A-F</w:t>
            </w:r>
          </w:p>
        </w:tc>
        <w:tc>
          <w:tcPr>
            <w:tcW w:w="2109" w:type="dxa"/>
          </w:tcPr>
          <w:p w14:paraId="58547BC4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Times New Roman" w:hAnsi="Palatino Linotype" w:cs="Times New Roman"/>
                <w:sz w:val="22"/>
              </w:rPr>
              <w:t>CK1E4A-R</w:t>
            </w:r>
          </w:p>
        </w:tc>
        <w:tc>
          <w:tcPr>
            <w:tcW w:w="1455" w:type="dxa"/>
            <w:vAlign w:val="center"/>
          </w:tcPr>
          <w:p w14:paraId="3C1CE964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pUAGC444</w:t>
            </w:r>
          </w:p>
        </w:tc>
        <w:tc>
          <w:tcPr>
            <w:tcW w:w="1455" w:type="dxa"/>
            <w:vAlign w:val="center"/>
          </w:tcPr>
          <w:p w14:paraId="3C327D57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pUAGC1032</w:t>
            </w:r>
          </w:p>
        </w:tc>
        <w:tc>
          <w:tcPr>
            <w:tcW w:w="1695" w:type="dxa"/>
            <w:vAlign w:val="center"/>
          </w:tcPr>
          <w:p w14:paraId="77FF4E8A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T18-PipX</w:t>
            </w:r>
            <w:r w:rsidRPr="00AB7A76">
              <w:rPr>
                <w:rFonts w:ascii="Palatino Linotype" w:eastAsia="Calibri" w:hAnsi="Palatino Linotype" w:cs="Times New Roman"/>
                <w:sz w:val="22"/>
                <w:vertAlign w:val="superscript"/>
              </w:rPr>
              <w:t>E4A</w:t>
            </w:r>
          </w:p>
        </w:tc>
      </w:tr>
      <w:tr w:rsidR="00AB7A76" w:rsidRPr="00AB7A76" w14:paraId="3BFC106B" w14:textId="77777777" w:rsidTr="00AB7A76">
        <w:tc>
          <w:tcPr>
            <w:tcW w:w="2114" w:type="dxa"/>
            <w:vMerge w:val="restart"/>
            <w:vAlign w:val="center"/>
          </w:tcPr>
          <w:p w14:paraId="5B795178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  <w:lang w:val="en-GB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PipX-Y6A-F</w:t>
            </w:r>
          </w:p>
        </w:tc>
        <w:tc>
          <w:tcPr>
            <w:tcW w:w="2109" w:type="dxa"/>
            <w:vMerge w:val="restart"/>
            <w:vAlign w:val="center"/>
          </w:tcPr>
          <w:p w14:paraId="58374F3F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  <w:lang w:val="en-GB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PipX-Y6A-R</w:t>
            </w:r>
          </w:p>
        </w:tc>
        <w:tc>
          <w:tcPr>
            <w:tcW w:w="1455" w:type="dxa"/>
            <w:vAlign w:val="center"/>
          </w:tcPr>
          <w:p w14:paraId="5CE7F7E1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pUAGC934</w:t>
            </w:r>
          </w:p>
        </w:tc>
        <w:tc>
          <w:tcPr>
            <w:tcW w:w="1455" w:type="dxa"/>
            <w:vAlign w:val="center"/>
          </w:tcPr>
          <w:p w14:paraId="4A1D6454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  <w:lang w:val="en-GB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pUAGC1141</w:t>
            </w:r>
          </w:p>
        </w:tc>
        <w:tc>
          <w:tcPr>
            <w:tcW w:w="1695" w:type="dxa"/>
            <w:vAlign w:val="center"/>
          </w:tcPr>
          <w:p w14:paraId="649ED270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  <w:lang w:val="en-GB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PipX</w:t>
            </w:r>
            <w:r w:rsidRPr="00AB7A76">
              <w:rPr>
                <w:rFonts w:ascii="Palatino Linotype" w:eastAsia="Calibri" w:hAnsi="Palatino Linotype" w:cs="Times New Roman"/>
                <w:sz w:val="22"/>
                <w:vertAlign w:val="superscript"/>
              </w:rPr>
              <w:t>Y6A</w:t>
            </w:r>
            <w:r w:rsidRPr="00AB7A76">
              <w:rPr>
                <w:rFonts w:ascii="Palatino Linotype" w:eastAsia="Calibri" w:hAnsi="Palatino Linotype" w:cs="Times New Roman"/>
                <w:sz w:val="22"/>
              </w:rPr>
              <w:t>-T18</w:t>
            </w:r>
          </w:p>
        </w:tc>
      </w:tr>
      <w:tr w:rsidR="00AB7A76" w:rsidRPr="00AB7A76" w14:paraId="79915B69" w14:textId="77777777" w:rsidTr="00AB7A76">
        <w:tc>
          <w:tcPr>
            <w:tcW w:w="2114" w:type="dxa"/>
            <w:vMerge/>
            <w:vAlign w:val="center"/>
          </w:tcPr>
          <w:p w14:paraId="500EAAC4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</w:p>
        </w:tc>
        <w:tc>
          <w:tcPr>
            <w:tcW w:w="2109" w:type="dxa"/>
            <w:vMerge/>
            <w:vAlign w:val="center"/>
          </w:tcPr>
          <w:p w14:paraId="5DBA0F7F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</w:p>
        </w:tc>
        <w:tc>
          <w:tcPr>
            <w:tcW w:w="1455" w:type="dxa"/>
            <w:vAlign w:val="center"/>
          </w:tcPr>
          <w:p w14:paraId="45F1635D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pUAGC444</w:t>
            </w:r>
          </w:p>
        </w:tc>
        <w:tc>
          <w:tcPr>
            <w:tcW w:w="1455" w:type="dxa"/>
            <w:vAlign w:val="center"/>
          </w:tcPr>
          <w:p w14:paraId="587DB3A9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pUAGC1147</w:t>
            </w:r>
          </w:p>
        </w:tc>
        <w:tc>
          <w:tcPr>
            <w:tcW w:w="1695" w:type="dxa"/>
            <w:vAlign w:val="center"/>
          </w:tcPr>
          <w:p w14:paraId="6962422B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T18-PipX</w:t>
            </w:r>
            <w:r w:rsidRPr="00AB7A76">
              <w:rPr>
                <w:rFonts w:ascii="Palatino Linotype" w:eastAsia="Calibri" w:hAnsi="Palatino Linotype" w:cs="Times New Roman"/>
                <w:sz w:val="22"/>
                <w:vertAlign w:val="superscript"/>
              </w:rPr>
              <w:t>Y6A</w:t>
            </w:r>
          </w:p>
        </w:tc>
      </w:tr>
      <w:tr w:rsidR="00AB7A76" w:rsidRPr="00AB7A76" w14:paraId="17217566" w14:textId="77777777" w:rsidTr="00AB7A76">
        <w:tc>
          <w:tcPr>
            <w:tcW w:w="2114" w:type="dxa"/>
            <w:vMerge/>
            <w:vAlign w:val="center"/>
          </w:tcPr>
          <w:p w14:paraId="586CCBA5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</w:p>
        </w:tc>
        <w:tc>
          <w:tcPr>
            <w:tcW w:w="2109" w:type="dxa"/>
            <w:vMerge/>
            <w:vAlign w:val="center"/>
          </w:tcPr>
          <w:p w14:paraId="60CD668F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</w:p>
        </w:tc>
        <w:tc>
          <w:tcPr>
            <w:tcW w:w="1455" w:type="dxa"/>
            <w:vAlign w:val="center"/>
          </w:tcPr>
          <w:p w14:paraId="42E47230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pUAGC1045</w:t>
            </w:r>
          </w:p>
        </w:tc>
        <w:tc>
          <w:tcPr>
            <w:tcW w:w="1455" w:type="dxa"/>
            <w:vAlign w:val="center"/>
          </w:tcPr>
          <w:p w14:paraId="50FD670A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pUAGC1167</w:t>
            </w:r>
          </w:p>
        </w:tc>
        <w:tc>
          <w:tcPr>
            <w:tcW w:w="1695" w:type="dxa"/>
            <w:vAlign w:val="center"/>
          </w:tcPr>
          <w:p w14:paraId="2466CF0A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PipX</w:t>
            </w:r>
            <w:r w:rsidRPr="00AB7A76">
              <w:rPr>
                <w:rFonts w:ascii="Palatino Linotype" w:eastAsia="Calibri" w:hAnsi="Palatino Linotype" w:cs="Times New Roman"/>
                <w:sz w:val="22"/>
                <w:vertAlign w:val="superscript"/>
              </w:rPr>
              <w:t>Y6A</w:t>
            </w:r>
            <w:r w:rsidRPr="00AB7A76">
              <w:rPr>
                <w:rFonts w:ascii="Palatino Linotype" w:eastAsia="Calibri" w:hAnsi="Palatino Linotype" w:cs="Times New Roman"/>
                <w:sz w:val="22"/>
              </w:rPr>
              <w:t>-T25</w:t>
            </w:r>
          </w:p>
        </w:tc>
      </w:tr>
      <w:tr w:rsidR="00AB7A76" w:rsidRPr="00AB7A76" w14:paraId="056E30B2" w14:textId="77777777" w:rsidTr="00AB7A76">
        <w:tc>
          <w:tcPr>
            <w:tcW w:w="2114" w:type="dxa"/>
            <w:vMerge w:val="restart"/>
            <w:vAlign w:val="center"/>
          </w:tcPr>
          <w:p w14:paraId="79A17775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  <w:lang w:val="en-GB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PipX-H9A-1F</w:t>
            </w:r>
          </w:p>
        </w:tc>
        <w:tc>
          <w:tcPr>
            <w:tcW w:w="2109" w:type="dxa"/>
            <w:vMerge w:val="restart"/>
            <w:vAlign w:val="center"/>
          </w:tcPr>
          <w:p w14:paraId="4270C68E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  <w:lang w:val="en-GB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PipX-H9A-1R</w:t>
            </w:r>
          </w:p>
        </w:tc>
        <w:tc>
          <w:tcPr>
            <w:tcW w:w="1455" w:type="dxa"/>
            <w:vAlign w:val="center"/>
          </w:tcPr>
          <w:p w14:paraId="7B7E0395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pUAGC934</w:t>
            </w:r>
          </w:p>
        </w:tc>
        <w:tc>
          <w:tcPr>
            <w:tcW w:w="1455" w:type="dxa"/>
            <w:vAlign w:val="center"/>
          </w:tcPr>
          <w:p w14:paraId="2C5C6EB4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  <w:lang w:val="en-GB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pUAGC1088</w:t>
            </w:r>
          </w:p>
        </w:tc>
        <w:tc>
          <w:tcPr>
            <w:tcW w:w="1695" w:type="dxa"/>
            <w:vAlign w:val="center"/>
          </w:tcPr>
          <w:p w14:paraId="710FC7BA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  <w:lang w:val="en-GB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PipX</w:t>
            </w:r>
            <w:r w:rsidRPr="00AB7A76">
              <w:rPr>
                <w:rFonts w:ascii="Palatino Linotype" w:eastAsia="Calibri" w:hAnsi="Palatino Linotype" w:cs="Times New Roman"/>
                <w:sz w:val="22"/>
                <w:vertAlign w:val="superscript"/>
              </w:rPr>
              <w:t>H9A</w:t>
            </w:r>
            <w:r w:rsidRPr="00AB7A76">
              <w:rPr>
                <w:rFonts w:ascii="Palatino Linotype" w:eastAsia="Calibri" w:hAnsi="Palatino Linotype" w:cs="Times New Roman"/>
                <w:sz w:val="22"/>
              </w:rPr>
              <w:t>-T18</w:t>
            </w:r>
          </w:p>
        </w:tc>
      </w:tr>
      <w:tr w:rsidR="00AB7A76" w:rsidRPr="00AB7A76" w14:paraId="4A0647BE" w14:textId="77777777" w:rsidTr="00AB7A76">
        <w:tc>
          <w:tcPr>
            <w:tcW w:w="2114" w:type="dxa"/>
            <w:vMerge/>
            <w:vAlign w:val="center"/>
          </w:tcPr>
          <w:p w14:paraId="6F4ED588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</w:p>
        </w:tc>
        <w:tc>
          <w:tcPr>
            <w:tcW w:w="2109" w:type="dxa"/>
            <w:vMerge/>
            <w:vAlign w:val="center"/>
          </w:tcPr>
          <w:p w14:paraId="3E62BD70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</w:p>
        </w:tc>
        <w:tc>
          <w:tcPr>
            <w:tcW w:w="1455" w:type="dxa"/>
            <w:vAlign w:val="center"/>
          </w:tcPr>
          <w:p w14:paraId="6D0A556A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pUAGC444</w:t>
            </w:r>
          </w:p>
        </w:tc>
        <w:tc>
          <w:tcPr>
            <w:tcW w:w="1455" w:type="dxa"/>
            <w:vAlign w:val="center"/>
          </w:tcPr>
          <w:p w14:paraId="407BBAA5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pUAGC800</w:t>
            </w:r>
          </w:p>
        </w:tc>
        <w:tc>
          <w:tcPr>
            <w:tcW w:w="1695" w:type="dxa"/>
            <w:vAlign w:val="center"/>
          </w:tcPr>
          <w:p w14:paraId="65B41E96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T18-PipX</w:t>
            </w:r>
            <w:r w:rsidRPr="00AB7A76">
              <w:rPr>
                <w:rFonts w:ascii="Palatino Linotype" w:eastAsia="Calibri" w:hAnsi="Palatino Linotype" w:cs="Times New Roman"/>
                <w:sz w:val="22"/>
                <w:vertAlign w:val="superscript"/>
              </w:rPr>
              <w:t>H9A</w:t>
            </w:r>
          </w:p>
        </w:tc>
      </w:tr>
      <w:tr w:rsidR="00AB7A76" w:rsidRPr="00AB7A76" w14:paraId="0F7F2633" w14:textId="77777777" w:rsidTr="00AB7A76">
        <w:tc>
          <w:tcPr>
            <w:tcW w:w="2114" w:type="dxa"/>
            <w:vMerge/>
            <w:vAlign w:val="center"/>
          </w:tcPr>
          <w:p w14:paraId="6DFB2966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</w:p>
        </w:tc>
        <w:tc>
          <w:tcPr>
            <w:tcW w:w="2109" w:type="dxa"/>
            <w:vMerge/>
            <w:vAlign w:val="center"/>
          </w:tcPr>
          <w:p w14:paraId="5770250A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</w:p>
        </w:tc>
        <w:tc>
          <w:tcPr>
            <w:tcW w:w="1455" w:type="dxa"/>
            <w:vAlign w:val="center"/>
          </w:tcPr>
          <w:p w14:paraId="0449DB8F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pUAGC1045</w:t>
            </w:r>
          </w:p>
        </w:tc>
        <w:tc>
          <w:tcPr>
            <w:tcW w:w="1455" w:type="dxa"/>
            <w:vAlign w:val="center"/>
          </w:tcPr>
          <w:p w14:paraId="2078B825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pUAGC1168</w:t>
            </w:r>
          </w:p>
        </w:tc>
        <w:tc>
          <w:tcPr>
            <w:tcW w:w="1695" w:type="dxa"/>
            <w:vAlign w:val="center"/>
          </w:tcPr>
          <w:p w14:paraId="523D29F3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PipX</w:t>
            </w:r>
            <w:r w:rsidRPr="00AB7A76">
              <w:rPr>
                <w:rFonts w:ascii="Palatino Linotype" w:eastAsia="Calibri" w:hAnsi="Palatino Linotype" w:cs="Times New Roman"/>
                <w:sz w:val="22"/>
                <w:vertAlign w:val="superscript"/>
              </w:rPr>
              <w:t>H9A</w:t>
            </w:r>
            <w:r w:rsidRPr="00AB7A76">
              <w:rPr>
                <w:rFonts w:ascii="Palatino Linotype" w:eastAsia="Calibri" w:hAnsi="Palatino Linotype" w:cs="Times New Roman"/>
                <w:sz w:val="22"/>
              </w:rPr>
              <w:t>-T25</w:t>
            </w:r>
          </w:p>
        </w:tc>
      </w:tr>
      <w:tr w:rsidR="00AB7A76" w:rsidRPr="00AB7A76" w14:paraId="0513263B" w14:textId="77777777" w:rsidTr="00AB7A76">
        <w:tc>
          <w:tcPr>
            <w:tcW w:w="2114" w:type="dxa"/>
            <w:vMerge w:val="restart"/>
            <w:vAlign w:val="center"/>
          </w:tcPr>
          <w:p w14:paraId="1BE91A9E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  <w:lang w:val="en-GB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PipX-F12A-F</w:t>
            </w:r>
          </w:p>
        </w:tc>
        <w:tc>
          <w:tcPr>
            <w:tcW w:w="2109" w:type="dxa"/>
            <w:vMerge w:val="restart"/>
            <w:vAlign w:val="center"/>
          </w:tcPr>
          <w:p w14:paraId="58AED9B1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  <w:lang w:val="en-GB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PipX-F12A-R</w:t>
            </w:r>
          </w:p>
        </w:tc>
        <w:tc>
          <w:tcPr>
            <w:tcW w:w="1455" w:type="dxa"/>
            <w:vAlign w:val="center"/>
          </w:tcPr>
          <w:p w14:paraId="46E24147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pUAGC934</w:t>
            </w:r>
          </w:p>
        </w:tc>
        <w:tc>
          <w:tcPr>
            <w:tcW w:w="1455" w:type="dxa"/>
            <w:vAlign w:val="center"/>
          </w:tcPr>
          <w:p w14:paraId="70EF22CC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  <w:lang w:val="en-GB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pUAGC1089</w:t>
            </w:r>
          </w:p>
        </w:tc>
        <w:tc>
          <w:tcPr>
            <w:tcW w:w="1695" w:type="dxa"/>
            <w:vAlign w:val="center"/>
          </w:tcPr>
          <w:p w14:paraId="2116DC6E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  <w:lang w:val="en-GB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PipX</w:t>
            </w:r>
            <w:r w:rsidRPr="00AB7A76">
              <w:rPr>
                <w:rFonts w:ascii="Palatino Linotype" w:eastAsia="Calibri" w:hAnsi="Palatino Linotype" w:cs="Times New Roman"/>
                <w:sz w:val="22"/>
                <w:vertAlign w:val="superscript"/>
              </w:rPr>
              <w:t>F12A</w:t>
            </w:r>
            <w:r w:rsidRPr="00AB7A76">
              <w:rPr>
                <w:rFonts w:ascii="Palatino Linotype" w:eastAsia="Calibri" w:hAnsi="Palatino Linotype" w:cs="Times New Roman"/>
                <w:sz w:val="22"/>
              </w:rPr>
              <w:t>-T18</w:t>
            </w:r>
          </w:p>
        </w:tc>
      </w:tr>
      <w:tr w:rsidR="00AB7A76" w:rsidRPr="00AB7A76" w14:paraId="6DD7CC6C" w14:textId="77777777" w:rsidTr="00AB7A76">
        <w:tc>
          <w:tcPr>
            <w:tcW w:w="2114" w:type="dxa"/>
            <w:vMerge/>
            <w:vAlign w:val="center"/>
          </w:tcPr>
          <w:p w14:paraId="4AAE56BC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</w:p>
        </w:tc>
        <w:tc>
          <w:tcPr>
            <w:tcW w:w="2109" w:type="dxa"/>
            <w:vMerge/>
            <w:vAlign w:val="center"/>
          </w:tcPr>
          <w:p w14:paraId="1D425812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</w:p>
        </w:tc>
        <w:tc>
          <w:tcPr>
            <w:tcW w:w="1455" w:type="dxa"/>
            <w:vAlign w:val="center"/>
          </w:tcPr>
          <w:p w14:paraId="153961FD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pUAGC444</w:t>
            </w:r>
          </w:p>
        </w:tc>
        <w:tc>
          <w:tcPr>
            <w:tcW w:w="1455" w:type="dxa"/>
            <w:vAlign w:val="center"/>
          </w:tcPr>
          <w:p w14:paraId="5570EA45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pUAGC1034</w:t>
            </w:r>
          </w:p>
        </w:tc>
        <w:tc>
          <w:tcPr>
            <w:tcW w:w="1695" w:type="dxa"/>
            <w:vAlign w:val="center"/>
          </w:tcPr>
          <w:p w14:paraId="67D83E38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T18-PipX</w:t>
            </w:r>
            <w:r w:rsidRPr="00AB7A76">
              <w:rPr>
                <w:rFonts w:ascii="Palatino Linotype" w:eastAsia="Calibri" w:hAnsi="Palatino Linotype" w:cs="Times New Roman"/>
                <w:sz w:val="22"/>
                <w:vertAlign w:val="superscript"/>
              </w:rPr>
              <w:t>F12A</w:t>
            </w:r>
          </w:p>
        </w:tc>
      </w:tr>
      <w:tr w:rsidR="00AB7A76" w:rsidRPr="00AB7A76" w14:paraId="78A0F1D3" w14:textId="77777777" w:rsidTr="00AB7A76">
        <w:tc>
          <w:tcPr>
            <w:tcW w:w="2114" w:type="dxa"/>
            <w:vMerge/>
            <w:vAlign w:val="center"/>
          </w:tcPr>
          <w:p w14:paraId="0ACA4286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</w:p>
        </w:tc>
        <w:tc>
          <w:tcPr>
            <w:tcW w:w="2109" w:type="dxa"/>
            <w:vMerge/>
            <w:vAlign w:val="center"/>
          </w:tcPr>
          <w:p w14:paraId="0C66C8C1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</w:p>
        </w:tc>
        <w:tc>
          <w:tcPr>
            <w:tcW w:w="1455" w:type="dxa"/>
            <w:vAlign w:val="center"/>
          </w:tcPr>
          <w:p w14:paraId="5E303ED2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pUAGC1045</w:t>
            </w:r>
          </w:p>
        </w:tc>
        <w:tc>
          <w:tcPr>
            <w:tcW w:w="1455" w:type="dxa"/>
            <w:vAlign w:val="center"/>
          </w:tcPr>
          <w:p w14:paraId="7BE6ECA8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pUAGC1169</w:t>
            </w:r>
          </w:p>
        </w:tc>
        <w:tc>
          <w:tcPr>
            <w:tcW w:w="1695" w:type="dxa"/>
            <w:vAlign w:val="center"/>
          </w:tcPr>
          <w:p w14:paraId="6511D839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PipX</w:t>
            </w:r>
            <w:r w:rsidRPr="00AB7A76">
              <w:rPr>
                <w:rFonts w:ascii="Palatino Linotype" w:eastAsia="Calibri" w:hAnsi="Palatino Linotype" w:cs="Times New Roman"/>
                <w:sz w:val="22"/>
                <w:vertAlign w:val="superscript"/>
              </w:rPr>
              <w:t>F12A</w:t>
            </w:r>
            <w:r w:rsidRPr="00AB7A76">
              <w:rPr>
                <w:rFonts w:ascii="Palatino Linotype" w:eastAsia="Calibri" w:hAnsi="Palatino Linotype" w:cs="Times New Roman"/>
                <w:sz w:val="22"/>
              </w:rPr>
              <w:t>-T25</w:t>
            </w:r>
          </w:p>
        </w:tc>
      </w:tr>
      <w:tr w:rsidR="00AB7A76" w:rsidRPr="00AB7A76" w14:paraId="404A004E" w14:textId="77777777" w:rsidTr="00AB7A76">
        <w:tc>
          <w:tcPr>
            <w:tcW w:w="2114" w:type="dxa"/>
            <w:vMerge w:val="restart"/>
            <w:vAlign w:val="center"/>
          </w:tcPr>
          <w:p w14:paraId="516A13CD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Times New Roman" w:hAnsi="Palatino Linotype" w:cs="Times New Roman"/>
                <w:sz w:val="22"/>
              </w:rPr>
              <w:t>PipX-Y16A-F</w:t>
            </w:r>
          </w:p>
        </w:tc>
        <w:tc>
          <w:tcPr>
            <w:tcW w:w="2109" w:type="dxa"/>
            <w:vMerge w:val="restart"/>
            <w:vAlign w:val="center"/>
          </w:tcPr>
          <w:p w14:paraId="6D868BE4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Times New Roman" w:hAnsi="Palatino Linotype" w:cs="Times New Roman"/>
                <w:sz w:val="22"/>
              </w:rPr>
              <w:t>PipX-Y16A-R</w:t>
            </w:r>
          </w:p>
        </w:tc>
        <w:tc>
          <w:tcPr>
            <w:tcW w:w="1455" w:type="dxa"/>
            <w:vAlign w:val="center"/>
          </w:tcPr>
          <w:p w14:paraId="5DB1A3A9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pUAGC934</w:t>
            </w:r>
          </w:p>
        </w:tc>
        <w:tc>
          <w:tcPr>
            <w:tcW w:w="1455" w:type="dxa"/>
            <w:vAlign w:val="center"/>
          </w:tcPr>
          <w:p w14:paraId="02E071BA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pUAGC1142</w:t>
            </w:r>
          </w:p>
        </w:tc>
        <w:tc>
          <w:tcPr>
            <w:tcW w:w="1695" w:type="dxa"/>
            <w:vAlign w:val="center"/>
          </w:tcPr>
          <w:p w14:paraId="77778C30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PipX</w:t>
            </w:r>
            <w:r w:rsidRPr="00AB7A76">
              <w:rPr>
                <w:rFonts w:ascii="Palatino Linotype" w:eastAsia="Calibri" w:hAnsi="Palatino Linotype" w:cs="Times New Roman"/>
                <w:sz w:val="22"/>
                <w:vertAlign w:val="superscript"/>
              </w:rPr>
              <w:t>Y16A</w:t>
            </w:r>
            <w:r w:rsidRPr="00AB7A76">
              <w:rPr>
                <w:rFonts w:ascii="Palatino Linotype" w:eastAsia="Calibri" w:hAnsi="Palatino Linotype" w:cs="Times New Roman"/>
                <w:sz w:val="22"/>
              </w:rPr>
              <w:t>-T18</w:t>
            </w:r>
          </w:p>
        </w:tc>
      </w:tr>
      <w:tr w:rsidR="00AB7A76" w:rsidRPr="00AB7A76" w14:paraId="2924DE74" w14:textId="77777777" w:rsidTr="00AB7A76">
        <w:tc>
          <w:tcPr>
            <w:tcW w:w="2114" w:type="dxa"/>
            <w:vMerge/>
            <w:vAlign w:val="center"/>
          </w:tcPr>
          <w:p w14:paraId="71FA8C45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</w:p>
        </w:tc>
        <w:tc>
          <w:tcPr>
            <w:tcW w:w="2109" w:type="dxa"/>
            <w:vMerge/>
            <w:vAlign w:val="center"/>
          </w:tcPr>
          <w:p w14:paraId="33E42E66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</w:p>
        </w:tc>
        <w:tc>
          <w:tcPr>
            <w:tcW w:w="1455" w:type="dxa"/>
            <w:vAlign w:val="center"/>
          </w:tcPr>
          <w:p w14:paraId="53D4D84B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pUAGC444</w:t>
            </w:r>
          </w:p>
        </w:tc>
        <w:tc>
          <w:tcPr>
            <w:tcW w:w="1455" w:type="dxa"/>
            <w:vAlign w:val="center"/>
          </w:tcPr>
          <w:p w14:paraId="277A9BE6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pUAGC1148</w:t>
            </w:r>
          </w:p>
        </w:tc>
        <w:tc>
          <w:tcPr>
            <w:tcW w:w="1695" w:type="dxa"/>
            <w:vAlign w:val="center"/>
          </w:tcPr>
          <w:p w14:paraId="25BB9A8D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T18-PipX</w:t>
            </w:r>
            <w:r w:rsidRPr="00AB7A76">
              <w:rPr>
                <w:rFonts w:ascii="Palatino Linotype" w:eastAsia="Calibri" w:hAnsi="Palatino Linotype" w:cs="Times New Roman"/>
                <w:sz w:val="22"/>
                <w:vertAlign w:val="superscript"/>
              </w:rPr>
              <w:t>Y16A</w:t>
            </w:r>
          </w:p>
        </w:tc>
      </w:tr>
      <w:tr w:rsidR="00AB7A76" w:rsidRPr="00AB7A76" w14:paraId="598CD0B0" w14:textId="77777777" w:rsidTr="00AB7A76">
        <w:tc>
          <w:tcPr>
            <w:tcW w:w="2114" w:type="dxa"/>
            <w:vMerge/>
            <w:vAlign w:val="center"/>
          </w:tcPr>
          <w:p w14:paraId="0676C9B5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</w:p>
        </w:tc>
        <w:tc>
          <w:tcPr>
            <w:tcW w:w="2109" w:type="dxa"/>
            <w:vMerge/>
            <w:vAlign w:val="center"/>
          </w:tcPr>
          <w:p w14:paraId="1624D5C3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</w:p>
        </w:tc>
        <w:tc>
          <w:tcPr>
            <w:tcW w:w="1455" w:type="dxa"/>
            <w:vAlign w:val="center"/>
          </w:tcPr>
          <w:p w14:paraId="1E294560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pUAGC1045</w:t>
            </w:r>
          </w:p>
        </w:tc>
        <w:tc>
          <w:tcPr>
            <w:tcW w:w="1455" w:type="dxa"/>
            <w:vAlign w:val="center"/>
          </w:tcPr>
          <w:p w14:paraId="30573BCF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pUAGC1170</w:t>
            </w:r>
          </w:p>
        </w:tc>
        <w:tc>
          <w:tcPr>
            <w:tcW w:w="1695" w:type="dxa"/>
            <w:vAlign w:val="center"/>
          </w:tcPr>
          <w:p w14:paraId="1D9E3610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PipX</w:t>
            </w:r>
            <w:r w:rsidRPr="00AB7A76">
              <w:rPr>
                <w:rFonts w:ascii="Palatino Linotype" w:eastAsia="Calibri" w:hAnsi="Palatino Linotype" w:cs="Times New Roman"/>
                <w:sz w:val="22"/>
                <w:vertAlign w:val="superscript"/>
              </w:rPr>
              <w:t>Y16A</w:t>
            </w:r>
            <w:r w:rsidRPr="00AB7A76">
              <w:rPr>
                <w:rFonts w:ascii="Palatino Linotype" w:eastAsia="Calibri" w:hAnsi="Palatino Linotype" w:cs="Times New Roman"/>
                <w:sz w:val="22"/>
              </w:rPr>
              <w:t>-T25</w:t>
            </w:r>
          </w:p>
        </w:tc>
      </w:tr>
      <w:tr w:rsidR="00AB7A76" w:rsidRPr="00AB7A76" w14:paraId="6D6F4292" w14:textId="77777777" w:rsidTr="00AB7A76">
        <w:tc>
          <w:tcPr>
            <w:tcW w:w="2114" w:type="dxa"/>
            <w:vMerge w:val="restart"/>
            <w:vAlign w:val="center"/>
          </w:tcPr>
          <w:p w14:paraId="0A2ED7B7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  <w:lang w:val="en-GB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PipX-Y32A-1F</w:t>
            </w:r>
          </w:p>
        </w:tc>
        <w:tc>
          <w:tcPr>
            <w:tcW w:w="2109" w:type="dxa"/>
            <w:vMerge w:val="restart"/>
            <w:vAlign w:val="center"/>
          </w:tcPr>
          <w:p w14:paraId="421650E9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  <w:lang w:val="en-GB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PipX-Y32A-1R</w:t>
            </w:r>
          </w:p>
        </w:tc>
        <w:tc>
          <w:tcPr>
            <w:tcW w:w="1455" w:type="dxa"/>
            <w:vAlign w:val="center"/>
          </w:tcPr>
          <w:p w14:paraId="6D2AD4C8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pUAGC934</w:t>
            </w:r>
          </w:p>
        </w:tc>
        <w:tc>
          <w:tcPr>
            <w:tcW w:w="1455" w:type="dxa"/>
            <w:vAlign w:val="center"/>
          </w:tcPr>
          <w:p w14:paraId="1F31EA34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  <w:lang w:val="en-GB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pUAGC1090</w:t>
            </w:r>
          </w:p>
        </w:tc>
        <w:tc>
          <w:tcPr>
            <w:tcW w:w="1695" w:type="dxa"/>
            <w:vAlign w:val="center"/>
          </w:tcPr>
          <w:p w14:paraId="58F295F2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  <w:lang w:val="en-GB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PipX</w:t>
            </w:r>
            <w:r w:rsidRPr="00AB7A76">
              <w:rPr>
                <w:rFonts w:ascii="Palatino Linotype" w:eastAsia="Calibri" w:hAnsi="Palatino Linotype" w:cs="Times New Roman"/>
                <w:sz w:val="22"/>
                <w:vertAlign w:val="superscript"/>
              </w:rPr>
              <w:t>Y32A</w:t>
            </w:r>
            <w:r w:rsidRPr="00AB7A76">
              <w:rPr>
                <w:rFonts w:ascii="Palatino Linotype" w:eastAsia="Calibri" w:hAnsi="Palatino Linotype" w:cs="Times New Roman"/>
                <w:sz w:val="22"/>
              </w:rPr>
              <w:t>-T18</w:t>
            </w:r>
          </w:p>
        </w:tc>
      </w:tr>
      <w:tr w:rsidR="00AB7A76" w:rsidRPr="00AB7A76" w14:paraId="30B51857" w14:textId="77777777" w:rsidTr="00AB7A76">
        <w:tc>
          <w:tcPr>
            <w:tcW w:w="2114" w:type="dxa"/>
            <w:vMerge/>
            <w:vAlign w:val="center"/>
          </w:tcPr>
          <w:p w14:paraId="6059DD30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</w:p>
        </w:tc>
        <w:tc>
          <w:tcPr>
            <w:tcW w:w="2109" w:type="dxa"/>
            <w:vMerge/>
            <w:vAlign w:val="center"/>
          </w:tcPr>
          <w:p w14:paraId="728767E8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</w:p>
        </w:tc>
        <w:tc>
          <w:tcPr>
            <w:tcW w:w="1455" w:type="dxa"/>
            <w:vAlign w:val="center"/>
          </w:tcPr>
          <w:p w14:paraId="4FAA1795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pUAGC444</w:t>
            </w:r>
          </w:p>
        </w:tc>
        <w:tc>
          <w:tcPr>
            <w:tcW w:w="1455" w:type="dxa"/>
            <w:vAlign w:val="center"/>
          </w:tcPr>
          <w:p w14:paraId="4B5782F9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pUAGC801</w:t>
            </w:r>
          </w:p>
        </w:tc>
        <w:tc>
          <w:tcPr>
            <w:tcW w:w="1695" w:type="dxa"/>
            <w:vAlign w:val="center"/>
          </w:tcPr>
          <w:p w14:paraId="77486E1C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T18-PipX</w:t>
            </w:r>
            <w:r w:rsidRPr="00AB7A76">
              <w:rPr>
                <w:rFonts w:ascii="Palatino Linotype" w:eastAsia="Calibri" w:hAnsi="Palatino Linotype" w:cs="Times New Roman"/>
                <w:sz w:val="22"/>
                <w:vertAlign w:val="superscript"/>
              </w:rPr>
              <w:t>Y32A</w:t>
            </w:r>
          </w:p>
        </w:tc>
      </w:tr>
      <w:tr w:rsidR="00AB7A76" w:rsidRPr="00AB7A76" w14:paraId="7D3F9B8B" w14:textId="77777777" w:rsidTr="00AB7A76">
        <w:tc>
          <w:tcPr>
            <w:tcW w:w="2114" w:type="dxa"/>
            <w:vMerge/>
            <w:vAlign w:val="center"/>
          </w:tcPr>
          <w:p w14:paraId="2E73984D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</w:p>
        </w:tc>
        <w:tc>
          <w:tcPr>
            <w:tcW w:w="2109" w:type="dxa"/>
            <w:vMerge/>
            <w:vAlign w:val="center"/>
          </w:tcPr>
          <w:p w14:paraId="23A67B85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</w:p>
        </w:tc>
        <w:tc>
          <w:tcPr>
            <w:tcW w:w="1455" w:type="dxa"/>
            <w:vAlign w:val="center"/>
          </w:tcPr>
          <w:p w14:paraId="44DD63F9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pUAGC1045</w:t>
            </w:r>
          </w:p>
        </w:tc>
        <w:tc>
          <w:tcPr>
            <w:tcW w:w="1455" w:type="dxa"/>
            <w:vAlign w:val="center"/>
          </w:tcPr>
          <w:p w14:paraId="7C512C4F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pUAGC1171</w:t>
            </w:r>
          </w:p>
        </w:tc>
        <w:tc>
          <w:tcPr>
            <w:tcW w:w="1695" w:type="dxa"/>
            <w:vAlign w:val="center"/>
          </w:tcPr>
          <w:p w14:paraId="511DBF45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PipX</w:t>
            </w:r>
            <w:r w:rsidRPr="00AB7A76">
              <w:rPr>
                <w:rFonts w:ascii="Palatino Linotype" w:eastAsia="Calibri" w:hAnsi="Palatino Linotype" w:cs="Times New Roman"/>
                <w:sz w:val="22"/>
                <w:vertAlign w:val="superscript"/>
              </w:rPr>
              <w:t>Y32A</w:t>
            </w:r>
            <w:r w:rsidRPr="00AB7A76">
              <w:rPr>
                <w:rFonts w:ascii="Palatino Linotype" w:eastAsia="Calibri" w:hAnsi="Palatino Linotype" w:cs="Times New Roman"/>
                <w:sz w:val="22"/>
              </w:rPr>
              <w:t>-T25</w:t>
            </w:r>
          </w:p>
        </w:tc>
      </w:tr>
      <w:tr w:rsidR="00AB7A76" w:rsidRPr="00AB7A76" w14:paraId="2D8E5D70" w14:textId="77777777" w:rsidTr="00AB7A76">
        <w:tc>
          <w:tcPr>
            <w:tcW w:w="2114" w:type="dxa"/>
            <w:vMerge w:val="restart"/>
            <w:vAlign w:val="center"/>
          </w:tcPr>
          <w:p w14:paraId="0C3F2FC4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  <w:lang w:val="en-GB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PipX-R35A-F</w:t>
            </w:r>
          </w:p>
        </w:tc>
        <w:tc>
          <w:tcPr>
            <w:tcW w:w="2109" w:type="dxa"/>
            <w:vMerge w:val="restart"/>
            <w:vAlign w:val="center"/>
          </w:tcPr>
          <w:p w14:paraId="6F1826E0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  <w:lang w:val="en-GB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PipX-R35A-R</w:t>
            </w:r>
          </w:p>
        </w:tc>
        <w:tc>
          <w:tcPr>
            <w:tcW w:w="1455" w:type="dxa"/>
            <w:vAlign w:val="center"/>
          </w:tcPr>
          <w:p w14:paraId="0C9853D1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pUAGC934</w:t>
            </w:r>
          </w:p>
        </w:tc>
        <w:tc>
          <w:tcPr>
            <w:tcW w:w="1455" w:type="dxa"/>
            <w:vAlign w:val="center"/>
          </w:tcPr>
          <w:p w14:paraId="4AD436E4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  <w:lang w:val="en-GB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pUAGC1143</w:t>
            </w:r>
          </w:p>
        </w:tc>
        <w:tc>
          <w:tcPr>
            <w:tcW w:w="1695" w:type="dxa"/>
            <w:vAlign w:val="center"/>
          </w:tcPr>
          <w:p w14:paraId="4A4AAAFC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  <w:lang w:val="en-GB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PipX</w:t>
            </w:r>
            <w:r w:rsidRPr="00AB7A76">
              <w:rPr>
                <w:rFonts w:ascii="Palatino Linotype" w:eastAsia="Calibri" w:hAnsi="Palatino Linotype" w:cs="Times New Roman"/>
                <w:sz w:val="22"/>
                <w:vertAlign w:val="superscript"/>
              </w:rPr>
              <w:t>R35A</w:t>
            </w:r>
            <w:r w:rsidRPr="00AB7A76">
              <w:rPr>
                <w:rFonts w:ascii="Palatino Linotype" w:eastAsia="Calibri" w:hAnsi="Palatino Linotype" w:cs="Times New Roman"/>
                <w:sz w:val="22"/>
              </w:rPr>
              <w:t>-T18</w:t>
            </w:r>
          </w:p>
        </w:tc>
      </w:tr>
      <w:tr w:rsidR="00AB7A76" w:rsidRPr="00AB7A76" w14:paraId="3E8E44E6" w14:textId="77777777" w:rsidTr="00AB7A76">
        <w:tc>
          <w:tcPr>
            <w:tcW w:w="2114" w:type="dxa"/>
            <w:vMerge/>
            <w:vAlign w:val="center"/>
          </w:tcPr>
          <w:p w14:paraId="49A36E00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</w:p>
        </w:tc>
        <w:tc>
          <w:tcPr>
            <w:tcW w:w="2109" w:type="dxa"/>
            <w:vMerge/>
            <w:vAlign w:val="center"/>
          </w:tcPr>
          <w:p w14:paraId="1DBFC773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</w:p>
        </w:tc>
        <w:tc>
          <w:tcPr>
            <w:tcW w:w="1455" w:type="dxa"/>
            <w:vAlign w:val="center"/>
          </w:tcPr>
          <w:p w14:paraId="61534B43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pUAGC444</w:t>
            </w:r>
          </w:p>
        </w:tc>
        <w:tc>
          <w:tcPr>
            <w:tcW w:w="1455" w:type="dxa"/>
            <w:vAlign w:val="center"/>
          </w:tcPr>
          <w:p w14:paraId="537B23ED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pUAGC1149</w:t>
            </w:r>
          </w:p>
        </w:tc>
        <w:tc>
          <w:tcPr>
            <w:tcW w:w="1695" w:type="dxa"/>
            <w:vAlign w:val="center"/>
          </w:tcPr>
          <w:p w14:paraId="361E2C17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T18-PipX</w:t>
            </w:r>
            <w:r w:rsidRPr="00AB7A76">
              <w:rPr>
                <w:rFonts w:ascii="Palatino Linotype" w:eastAsia="Calibri" w:hAnsi="Palatino Linotype" w:cs="Times New Roman"/>
                <w:sz w:val="22"/>
                <w:vertAlign w:val="superscript"/>
              </w:rPr>
              <w:t>R35A</w:t>
            </w:r>
          </w:p>
        </w:tc>
      </w:tr>
      <w:tr w:rsidR="00AB7A76" w:rsidRPr="00AB7A76" w14:paraId="1815FE8A" w14:textId="77777777" w:rsidTr="00AB7A76">
        <w:tc>
          <w:tcPr>
            <w:tcW w:w="2114" w:type="dxa"/>
            <w:vMerge/>
            <w:vAlign w:val="center"/>
          </w:tcPr>
          <w:p w14:paraId="72F5FD86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</w:p>
        </w:tc>
        <w:tc>
          <w:tcPr>
            <w:tcW w:w="2109" w:type="dxa"/>
            <w:vMerge/>
            <w:vAlign w:val="center"/>
          </w:tcPr>
          <w:p w14:paraId="620BF2F1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</w:p>
        </w:tc>
        <w:tc>
          <w:tcPr>
            <w:tcW w:w="1455" w:type="dxa"/>
            <w:vAlign w:val="center"/>
          </w:tcPr>
          <w:p w14:paraId="7F73EBBA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pUAGC1045</w:t>
            </w:r>
          </w:p>
        </w:tc>
        <w:tc>
          <w:tcPr>
            <w:tcW w:w="1455" w:type="dxa"/>
            <w:vAlign w:val="center"/>
          </w:tcPr>
          <w:p w14:paraId="1D273928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pUAGC1172</w:t>
            </w:r>
          </w:p>
        </w:tc>
        <w:tc>
          <w:tcPr>
            <w:tcW w:w="1695" w:type="dxa"/>
            <w:vAlign w:val="center"/>
          </w:tcPr>
          <w:p w14:paraId="04C86D4E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PipX</w:t>
            </w:r>
            <w:r w:rsidRPr="00AB7A76">
              <w:rPr>
                <w:rFonts w:ascii="Palatino Linotype" w:eastAsia="Calibri" w:hAnsi="Palatino Linotype" w:cs="Times New Roman"/>
                <w:sz w:val="22"/>
                <w:vertAlign w:val="superscript"/>
              </w:rPr>
              <w:t>R35A</w:t>
            </w:r>
            <w:r w:rsidRPr="00AB7A76">
              <w:rPr>
                <w:rFonts w:ascii="Palatino Linotype" w:eastAsia="Calibri" w:hAnsi="Palatino Linotype" w:cs="Times New Roman"/>
                <w:sz w:val="22"/>
              </w:rPr>
              <w:t>-T25</w:t>
            </w:r>
          </w:p>
        </w:tc>
      </w:tr>
      <w:tr w:rsidR="00AB7A76" w:rsidRPr="00AB7A76" w14:paraId="0A4EFC1D" w14:textId="77777777" w:rsidTr="00AB7A76">
        <w:tc>
          <w:tcPr>
            <w:tcW w:w="2114" w:type="dxa"/>
            <w:vMerge w:val="restart"/>
            <w:vAlign w:val="center"/>
          </w:tcPr>
          <w:p w14:paraId="1ED2A643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  <w:lang w:val="en-GB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PipX-F38A-F</w:t>
            </w:r>
          </w:p>
        </w:tc>
        <w:tc>
          <w:tcPr>
            <w:tcW w:w="2109" w:type="dxa"/>
            <w:vMerge w:val="restart"/>
            <w:vAlign w:val="center"/>
          </w:tcPr>
          <w:p w14:paraId="12411FAD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  <w:lang w:val="en-GB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PipX-F38A-R</w:t>
            </w:r>
          </w:p>
        </w:tc>
        <w:tc>
          <w:tcPr>
            <w:tcW w:w="1455" w:type="dxa"/>
            <w:vAlign w:val="center"/>
          </w:tcPr>
          <w:p w14:paraId="6768E053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pUAGC934</w:t>
            </w:r>
          </w:p>
        </w:tc>
        <w:tc>
          <w:tcPr>
            <w:tcW w:w="1455" w:type="dxa"/>
            <w:vAlign w:val="center"/>
          </w:tcPr>
          <w:p w14:paraId="3D72BDFF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pUAGC1091</w:t>
            </w:r>
          </w:p>
        </w:tc>
        <w:tc>
          <w:tcPr>
            <w:tcW w:w="1695" w:type="dxa"/>
            <w:vAlign w:val="center"/>
          </w:tcPr>
          <w:p w14:paraId="75EFC46A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  <w:lang w:val="en-GB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PipX</w:t>
            </w:r>
            <w:r w:rsidRPr="00AB7A76">
              <w:rPr>
                <w:rFonts w:ascii="Palatino Linotype" w:eastAsia="Calibri" w:hAnsi="Palatino Linotype" w:cs="Times New Roman"/>
                <w:sz w:val="22"/>
                <w:vertAlign w:val="superscript"/>
              </w:rPr>
              <w:t>F38A</w:t>
            </w:r>
            <w:r w:rsidRPr="00AB7A76">
              <w:rPr>
                <w:rFonts w:ascii="Palatino Linotype" w:eastAsia="Calibri" w:hAnsi="Palatino Linotype" w:cs="Times New Roman"/>
                <w:sz w:val="22"/>
              </w:rPr>
              <w:t>-T18</w:t>
            </w:r>
          </w:p>
        </w:tc>
      </w:tr>
      <w:tr w:rsidR="00AB7A76" w:rsidRPr="00AB7A76" w14:paraId="16C7B4CE" w14:textId="77777777" w:rsidTr="00AB7A76">
        <w:tc>
          <w:tcPr>
            <w:tcW w:w="2114" w:type="dxa"/>
            <w:vMerge/>
            <w:vAlign w:val="center"/>
          </w:tcPr>
          <w:p w14:paraId="132AA3B4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</w:p>
        </w:tc>
        <w:tc>
          <w:tcPr>
            <w:tcW w:w="2109" w:type="dxa"/>
            <w:vMerge/>
            <w:vAlign w:val="center"/>
          </w:tcPr>
          <w:p w14:paraId="65D6E896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</w:p>
        </w:tc>
        <w:tc>
          <w:tcPr>
            <w:tcW w:w="1455" w:type="dxa"/>
            <w:vAlign w:val="center"/>
          </w:tcPr>
          <w:p w14:paraId="00A5A52D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pUAGC444</w:t>
            </w:r>
          </w:p>
        </w:tc>
        <w:tc>
          <w:tcPr>
            <w:tcW w:w="1455" w:type="dxa"/>
            <w:vAlign w:val="center"/>
          </w:tcPr>
          <w:p w14:paraId="6DBE6B4A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pUAGC1086</w:t>
            </w:r>
          </w:p>
        </w:tc>
        <w:tc>
          <w:tcPr>
            <w:tcW w:w="1695" w:type="dxa"/>
            <w:vAlign w:val="center"/>
          </w:tcPr>
          <w:p w14:paraId="3D26DBB6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T18-PipX</w:t>
            </w:r>
            <w:r w:rsidRPr="00AB7A76">
              <w:rPr>
                <w:rFonts w:ascii="Palatino Linotype" w:eastAsia="Calibri" w:hAnsi="Palatino Linotype" w:cs="Times New Roman"/>
                <w:sz w:val="22"/>
                <w:vertAlign w:val="superscript"/>
              </w:rPr>
              <w:t>F38A</w:t>
            </w:r>
          </w:p>
        </w:tc>
      </w:tr>
      <w:tr w:rsidR="00AB7A76" w:rsidRPr="00AB7A76" w14:paraId="45189A17" w14:textId="77777777" w:rsidTr="00AB7A76">
        <w:tc>
          <w:tcPr>
            <w:tcW w:w="2114" w:type="dxa"/>
            <w:vMerge/>
            <w:vAlign w:val="center"/>
          </w:tcPr>
          <w:p w14:paraId="066FF498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</w:p>
        </w:tc>
        <w:tc>
          <w:tcPr>
            <w:tcW w:w="2109" w:type="dxa"/>
            <w:vMerge/>
            <w:vAlign w:val="center"/>
          </w:tcPr>
          <w:p w14:paraId="10070FB6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</w:p>
        </w:tc>
        <w:tc>
          <w:tcPr>
            <w:tcW w:w="1455" w:type="dxa"/>
            <w:vAlign w:val="center"/>
          </w:tcPr>
          <w:p w14:paraId="79F27E33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pUAGC1045</w:t>
            </w:r>
          </w:p>
        </w:tc>
        <w:tc>
          <w:tcPr>
            <w:tcW w:w="1455" w:type="dxa"/>
            <w:vAlign w:val="center"/>
          </w:tcPr>
          <w:p w14:paraId="66E0567F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pUAGC1173</w:t>
            </w:r>
          </w:p>
        </w:tc>
        <w:tc>
          <w:tcPr>
            <w:tcW w:w="1695" w:type="dxa"/>
            <w:vAlign w:val="center"/>
          </w:tcPr>
          <w:p w14:paraId="47633C99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PipX</w:t>
            </w:r>
            <w:r w:rsidRPr="00AB7A76">
              <w:rPr>
                <w:rFonts w:ascii="Palatino Linotype" w:eastAsia="Calibri" w:hAnsi="Palatino Linotype" w:cs="Times New Roman"/>
                <w:sz w:val="22"/>
                <w:vertAlign w:val="superscript"/>
              </w:rPr>
              <w:t>F38A</w:t>
            </w:r>
            <w:r w:rsidRPr="00AB7A76">
              <w:rPr>
                <w:rFonts w:ascii="Palatino Linotype" w:eastAsia="Calibri" w:hAnsi="Palatino Linotype" w:cs="Times New Roman"/>
                <w:sz w:val="22"/>
              </w:rPr>
              <w:t>-T25</w:t>
            </w:r>
          </w:p>
        </w:tc>
      </w:tr>
      <w:tr w:rsidR="00AB7A76" w:rsidRPr="00AB7A76" w14:paraId="5453FB9D" w14:textId="77777777" w:rsidTr="00AB7A76">
        <w:tc>
          <w:tcPr>
            <w:tcW w:w="2114" w:type="dxa"/>
            <w:vMerge w:val="restart"/>
            <w:vAlign w:val="center"/>
          </w:tcPr>
          <w:p w14:paraId="5BDC3C65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  <w:lang w:val="en-GB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PipX-R54C-F</w:t>
            </w:r>
          </w:p>
        </w:tc>
        <w:tc>
          <w:tcPr>
            <w:tcW w:w="2109" w:type="dxa"/>
            <w:vMerge w:val="restart"/>
            <w:vAlign w:val="center"/>
          </w:tcPr>
          <w:p w14:paraId="2B05D8F1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  <w:lang w:val="en-GB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PipX-R54C-R</w:t>
            </w:r>
          </w:p>
        </w:tc>
        <w:tc>
          <w:tcPr>
            <w:tcW w:w="1455" w:type="dxa"/>
            <w:vAlign w:val="center"/>
          </w:tcPr>
          <w:p w14:paraId="1A605EC2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pUAGC934</w:t>
            </w:r>
          </w:p>
        </w:tc>
        <w:tc>
          <w:tcPr>
            <w:tcW w:w="1455" w:type="dxa"/>
            <w:vAlign w:val="center"/>
          </w:tcPr>
          <w:p w14:paraId="7E1FFDB5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pUAGC1144</w:t>
            </w:r>
          </w:p>
        </w:tc>
        <w:tc>
          <w:tcPr>
            <w:tcW w:w="1695" w:type="dxa"/>
            <w:vAlign w:val="center"/>
          </w:tcPr>
          <w:p w14:paraId="2C5502AA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  <w:lang w:val="en-GB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PipX</w:t>
            </w:r>
            <w:r w:rsidRPr="00AB7A76">
              <w:rPr>
                <w:rFonts w:ascii="Palatino Linotype" w:eastAsia="Calibri" w:hAnsi="Palatino Linotype" w:cs="Times New Roman"/>
                <w:sz w:val="22"/>
                <w:vertAlign w:val="superscript"/>
              </w:rPr>
              <w:t>R54C</w:t>
            </w:r>
            <w:r w:rsidRPr="00AB7A76">
              <w:rPr>
                <w:rFonts w:ascii="Palatino Linotype" w:eastAsia="Calibri" w:hAnsi="Palatino Linotype" w:cs="Times New Roman"/>
                <w:sz w:val="22"/>
              </w:rPr>
              <w:t>-T18</w:t>
            </w:r>
          </w:p>
        </w:tc>
      </w:tr>
      <w:tr w:rsidR="00AB7A76" w:rsidRPr="00AB7A76" w14:paraId="4C206710" w14:textId="77777777" w:rsidTr="00AB7A76">
        <w:tc>
          <w:tcPr>
            <w:tcW w:w="2114" w:type="dxa"/>
            <w:vMerge/>
            <w:vAlign w:val="center"/>
          </w:tcPr>
          <w:p w14:paraId="34E8974B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</w:p>
        </w:tc>
        <w:tc>
          <w:tcPr>
            <w:tcW w:w="2109" w:type="dxa"/>
            <w:vMerge/>
            <w:vAlign w:val="center"/>
          </w:tcPr>
          <w:p w14:paraId="5A00E93E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</w:p>
        </w:tc>
        <w:tc>
          <w:tcPr>
            <w:tcW w:w="1455" w:type="dxa"/>
            <w:vAlign w:val="center"/>
          </w:tcPr>
          <w:p w14:paraId="7000D6EC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pUAGC444</w:t>
            </w:r>
          </w:p>
        </w:tc>
        <w:tc>
          <w:tcPr>
            <w:tcW w:w="1455" w:type="dxa"/>
            <w:vAlign w:val="center"/>
          </w:tcPr>
          <w:p w14:paraId="6B420F0C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pUAGC806</w:t>
            </w:r>
          </w:p>
        </w:tc>
        <w:tc>
          <w:tcPr>
            <w:tcW w:w="1695" w:type="dxa"/>
            <w:vAlign w:val="center"/>
          </w:tcPr>
          <w:p w14:paraId="60482E2D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T18-PipX</w:t>
            </w:r>
            <w:r w:rsidRPr="00AB7A76">
              <w:rPr>
                <w:rFonts w:ascii="Palatino Linotype" w:eastAsia="Calibri" w:hAnsi="Palatino Linotype" w:cs="Times New Roman"/>
                <w:sz w:val="22"/>
                <w:vertAlign w:val="superscript"/>
              </w:rPr>
              <w:t>R54C</w:t>
            </w:r>
          </w:p>
        </w:tc>
      </w:tr>
      <w:tr w:rsidR="00AB7A76" w:rsidRPr="00AB7A76" w14:paraId="585ADE36" w14:textId="77777777" w:rsidTr="00AB7A76">
        <w:tc>
          <w:tcPr>
            <w:tcW w:w="2114" w:type="dxa"/>
            <w:vMerge/>
            <w:vAlign w:val="center"/>
          </w:tcPr>
          <w:p w14:paraId="121EAE2D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</w:p>
        </w:tc>
        <w:tc>
          <w:tcPr>
            <w:tcW w:w="2109" w:type="dxa"/>
            <w:vMerge/>
            <w:vAlign w:val="center"/>
          </w:tcPr>
          <w:p w14:paraId="3E0CB443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</w:p>
        </w:tc>
        <w:tc>
          <w:tcPr>
            <w:tcW w:w="1455" w:type="dxa"/>
            <w:vAlign w:val="center"/>
          </w:tcPr>
          <w:p w14:paraId="086C45DC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pUAGC1045</w:t>
            </w:r>
          </w:p>
        </w:tc>
        <w:tc>
          <w:tcPr>
            <w:tcW w:w="1455" w:type="dxa"/>
            <w:vAlign w:val="center"/>
          </w:tcPr>
          <w:p w14:paraId="3CC0C264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pUAGC1175</w:t>
            </w:r>
          </w:p>
        </w:tc>
        <w:tc>
          <w:tcPr>
            <w:tcW w:w="1695" w:type="dxa"/>
            <w:vAlign w:val="center"/>
          </w:tcPr>
          <w:p w14:paraId="49EE5C61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PipX</w:t>
            </w:r>
            <w:r w:rsidRPr="00AB7A76">
              <w:rPr>
                <w:rFonts w:ascii="Palatino Linotype" w:eastAsia="Calibri" w:hAnsi="Palatino Linotype" w:cs="Times New Roman"/>
                <w:sz w:val="22"/>
                <w:vertAlign w:val="superscript"/>
              </w:rPr>
              <w:t>R54C</w:t>
            </w:r>
            <w:r w:rsidRPr="00AB7A76">
              <w:rPr>
                <w:rFonts w:ascii="Palatino Linotype" w:eastAsia="Calibri" w:hAnsi="Palatino Linotype" w:cs="Times New Roman"/>
                <w:sz w:val="22"/>
              </w:rPr>
              <w:t>-T25</w:t>
            </w:r>
          </w:p>
        </w:tc>
      </w:tr>
      <w:tr w:rsidR="00AB7A76" w:rsidRPr="00AB7A76" w14:paraId="38B52066" w14:textId="77777777" w:rsidTr="00AB7A76">
        <w:tc>
          <w:tcPr>
            <w:tcW w:w="2114" w:type="dxa"/>
            <w:vMerge w:val="restart"/>
            <w:vAlign w:val="center"/>
          </w:tcPr>
          <w:p w14:paraId="310BA9D1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  <w:lang w:val="en-GB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PipX-L65Q-F</w:t>
            </w:r>
          </w:p>
        </w:tc>
        <w:tc>
          <w:tcPr>
            <w:tcW w:w="2109" w:type="dxa"/>
            <w:vMerge w:val="restart"/>
            <w:vAlign w:val="center"/>
          </w:tcPr>
          <w:p w14:paraId="277E757E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  <w:lang w:val="en-GB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PipX-L65Q-R</w:t>
            </w:r>
          </w:p>
        </w:tc>
        <w:tc>
          <w:tcPr>
            <w:tcW w:w="1455" w:type="dxa"/>
            <w:vAlign w:val="center"/>
          </w:tcPr>
          <w:p w14:paraId="396E2FF3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pUAGC934</w:t>
            </w:r>
          </w:p>
        </w:tc>
        <w:tc>
          <w:tcPr>
            <w:tcW w:w="1455" w:type="dxa"/>
            <w:vAlign w:val="center"/>
          </w:tcPr>
          <w:p w14:paraId="53325A90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pUAGC1145</w:t>
            </w:r>
          </w:p>
        </w:tc>
        <w:tc>
          <w:tcPr>
            <w:tcW w:w="1695" w:type="dxa"/>
            <w:vAlign w:val="center"/>
          </w:tcPr>
          <w:p w14:paraId="4DC9259F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  <w:lang w:val="en-GB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PipX</w:t>
            </w:r>
            <w:r w:rsidRPr="00AB7A76">
              <w:rPr>
                <w:rFonts w:ascii="Palatino Linotype" w:eastAsia="Calibri" w:hAnsi="Palatino Linotype" w:cs="Times New Roman"/>
                <w:sz w:val="22"/>
                <w:vertAlign w:val="superscript"/>
              </w:rPr>
              <w:t>L65Q</w:t>
            </w:r>
            <w:r w:rsidRPr="00AB7A76">
              <w:rPr>
                <w:rFonts w:ascii="Palatino Linotype" w:eastAsia="Calibri" w:hAnsi="Palatino Linotype" w:cs="Times New Roman"/>
                <w:sz w:val="22"/>
              </w:rPr>
              <w:t>-T18</w:t>
            </w:r>
          </w:p>
        </w:tc>
      </w:tr>
      <w:tr w:rsidR="00AB7A76" w:rsidRPr="00AB7A76" w14:paraId="06542925" w14:textId="77777777" w:rsidTr="00AB7A76">
        <w:tc>
          <w:tcPr>
            <w:tcW w:w="2114" w:type="dxa"/>
            <w:vMerge/>
            <w:vAlign w:val="center"/>
          </w:tcPr>
          <w:p w14:paraId="17A8C884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</w:p>
        </w:tc>
        <w:tc>
          <w:tcPr>
            <w:tcW w:w="2109" w:type="dxa"/>
            <w:vMerge/>
            <w:vAlign w:val="center"/>
          </w:tcPr>
          <w:p w14:paraId="4121332A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</w:p>
        </w:tc>
        <w:tc>
          <w:tcPr>
            <w:tcW w:w="1455" w:type="dxa"/>
            <w:vAlign w:val="center"/>
          </w:tcPr>
          <w:p w14:paraId="31B4A97A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pUAGC444</w:t>
            </w:r>
          </w:p>
        </w:tc>
        <w:tc>
          <w:tcPr>
            <w:tcW w:w="1455" w:type="dxa"/>
            <w:vAlign w:val="center"/>
          </w:tcPr>
          <w:p w14:paraId="7AD67147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pUAGC807</w:t>
            </w:r>
          </w:p>
        </w:tc>
        <w:tc>
          <w:tcPr>
            <w:tcW w:w="1695" w:type="dxa"/>
            <w:vAlign w:val="center"/>
          </w:tcPr>
          <w:p w14:paraId="0FC4A755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T18-PipX</w:t>
            </w:r>
            <w:r w:rsidRPr="00AB7A76">
              <w:rPr>
                <w:rFonts w:ascii="Palatino Linotype" w:eastAsia="Calibri" w:hAnsi="Palatino Linotype" w:cs="Times New Roman"/>
                <w:sz w:val="22"/>
                <w:vertAlign w:val="superscript"/>
              </w:rPr>
              <w:t>L65Q</w:t>
            </w:r>
          </w:p>
        </w:tc>
      </w:tr>
      <w:tr w:rsidR="00AB7A76" w:rsidRPr="00AB7A76" w14:paraId="5174C08D" w14:textId="77777777" w:rsidTr="00AB7A76">
        <w:tc>
          <w:tcPr>
            <w:tcW w:w="2114" w:type="dxa"/>
            <w:vMerge/>
            <w:vAlign w:val="center"/>
          </w:tcPr>
          <w:p w14:paraId="65BB2BEF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</w:p>
        </w:tc>
        <w:tc>
          <w:tcPr>
            <w:tcW w:w="2109" w:type="dxa"/>
            <w:vMerge/>
            <w:vAlign w:val="center"/>
          </w:tcPr>
          <w:p w14:paraId="58915234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</w:p>
        </w:tc>
        <w:tc>
          <w:tcPr>
            <w:tcW w:w="1455" w:type="dxa"/>
            <w:vAlign w:val="center"/>
          </w:tcPr>
          <w:p w14:paraId="5A0B81AF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pUAGC1045</w:t>
            </w:r>
          </w:p>
        </w:tc>
        <w:tc>
          <w:tcPr>
            <w:tcW w:w="1455" w:type="dxa"/>
            <w:vAlign w:val="center"/>
          </w:tcPr>
          <w:p w14:paraId="067B0CE4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pUAGC1176</w:t>
            </w:r>
          </w:p>
        </w:tc>
        <w:tc>
          <w:tcPr>
            <w:tcW w:w="1695" w:type="dxa"/>
            <w:vAlign w:val="center"/>
          </w:tcPr>
          <w:p w14:paraId="39AA3309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PipX</w:t>
            </w:r>
            <w:r w:rsidRPr="00AB7A76">
              <w:rPr>
                <w:rFonts w:ascii="Palatino Linotype" w:eastAsia="Calibri" w:hAnsi="Palatino Linotype" w:cs="Times New Roman"/>
                <w:sz w:val="22"/>
                <w:vertAlign w:val="superscript"/>
              </w:rPr>
              <w:t>L65Q</w:t>
            </w:r>
            <w:r w:rsidRPr="00AB7A76">
              <w:rPr>
                <w:rFonts w:ascii="Palatino Linotype" w:eastAsia="Calibri" w:hAnsi="Palatino Linotype" w:cs="Times New Roman"/>
                <w:sz w:val="22"/>
              </w:rPr>
              <w:t>-T25</w:t>
            </w:r>
          </w:p>
        </w:tc>
      </w:tr>
      <w:tr w:rsidR="00AB7A76" w:rsidRPr="00AB7A76" w14:paraId="50F76222" w14:textId="77777777" w:rsidTr="00AB7A76">
        <w:tc>
          <w:tcPr>
            <w:tcW w:w="2114" w:type="dxa"/>
            <w:vMerge w:val="restart"/>
            <w:vAlign w:val="center"/>
          </w:tcPr>
          <w:p w14:paraId="070BCABA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Times New Roman" w:hAnsi="Palatino Linotype" w:cs="Times New Roman"/>
                <w:sz w:val="22"/>
              </w:rPr>
              <w:t>PipX-R70A-F</w:t>
            </w:r>
          </w:p>
        </w:tc>
        <w:tc>
          <w:tcPr>
            <w:tcW w:w="2109" w:type="dxa"/>
            <w:vMerge w:val="restart"/>
            <w:vAlign w:val="center"/>
          </w:tcPr>
          <w:p w14:paraId="6A6CEB74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Times New Roman" w:hAnsi="Palatino Linotype" w:cs="Times New Roman"/>
                <w:sz w:val="22"/>
              </w:rPr>
              <w:t>PipX-R70A-R</w:t>
            </w:r>
          </w:p>
        </w:tc>
        <w:tc>
          <w:tcPr>
            <w:tcW w:w="1455" w:type="dxa"/>
            <w:vAlign w:val="center"/>
          </w:tcPr>
          <w:p w14:paraId="6F91AF95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pUAGC934</w:t>
            </w:r>
          </w:p>
        </w:tc>
        <w:tc>
          <w:tcPr>
            <w:tcW w:w="1455" w:type="dxa"/>
            <w:vAlign w:val="center"/>
          </w:tcPr>
          <w:p w14:paraId="4309DD4A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Arial" w:hAnsi="Palatino Linotype" w:cs="Times New Roman"/>
                <w:sz w:val="22"/>
                <w:lang w:eastAsia="es-ES"/>
              </w:rPr>
              <w:t>pUAGC1151</w:t>
            </w:r>
          </w:p>
        </w:tc>
        <w:tc>
          <w:tcPr>
            <w:tcW w:w="1695" w:type="dxa"/>
            <w:vAlign w:val="center"/>
          </w:tcPr>
          <w:p w14:paraId="6C7B4AF4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PipX</w:t>
            </w:r>
            <w:r w:rsidRPr="00AB7A76">
              <w:rPr>
                <w:rFonts w:ascii="Palatino Linotype" w:eastAsia="Calibri" w:hAnsi="Palatino Linotype" w:cs="Times New Roman"/>
                <w:sz w:val="22"/>
                <w:vertAlign w:val="superscript"/>
              </w:rPr>
              <w:t>R70A</w:t>
            </w:r>
            <w:r w:rsidRPr="00AB7A76">
              <w:rPr>
                <w:rFonts w:ascii="Palatino Linotype" w:eastAsia="Calibri" w:hAnsi="Palatino Linotype" w:cs="Times New Roman"/>
                <w:sz w:val="22"/>
              </w:rPr>
              <w:t>-T18</w:t>
            </w:r>
          </w:p>
        </w:tc>
      </w:tr>
      <w:tr w:rsidR="00AB7A76" w:rsidRPr="00AB7A76" w14:paraId="22B7C6CA" w14:textId="77777777" w:rsidTr="00AB7A76">
        <w:tc>
          <w:tcPr>
            <w:tcW w:w="2114" w:type="dxa"/>
            <w:vMerge/>
            <w:vAlign w:val="center"/>
          </w:tcPr>
          <w:p w14:paraId="3D7C96FB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</w:p>
        </w:tc>
        <w:tc>
          <w:tcPr>
            <w:tcW w:w="2109" w:type="dxa"/>
            <w:vMerge/>
            <w:vAlign w:val="center"/>
          </w:tcPr>
          <w:p w14:paraId="6FB8F2D9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</w:p>
        </w:tc>
        <w:tc>
          <w:tcPr>
            <w:tcW w:w="1455" w:type="dxa"/>
            <w:vAlign w:val="center"/>
          </w:tcPr>
          <w:p w14:paraId="25495C9B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pUAGC444</w:t>
            </w:r>
          </w:p>
        </w:tc>
        <w:tc>
          <w:tcPr>
            <w:tcW w:w="1455" w:type="dxa"/>
            <w:vAlign w:val="center"/>
          </w:tcPr>
          <w:p w14:paraId="0A725DD6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Arial" w:hAnsi="Palatino Linotype" w:cs="Times New Roman"/>
                <w:sz w:val="22"/>
                <w:lang w:eastAsia="es-ES"/>
              </w:rPr>
              <w:t>pUAGC1152</w:t>
            </w:r>
          </w:p>
        </w:tc>
        <w:tc>
          <w:tcPr>
            <w:tcW w:w="1695" w:type="dxa"/>
            <w:vAlign w:val="center"/>
          </w:tcPr>
          <w:p w14:paraId="60867EB5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T18-PipX</w:t>
            </w:r>
            <w:r w:rsidRPr="00AB7A76">
              <w:rPr>
                <w:rFonts w:ascii="Palatino Linotype" w:eastAsia="Calibri" w:hAnsi="Palatino Linotype" w:cs="Times New Roman"/>
                <w:sz w:val="22"/>
                <w:vertAlign w:val="superscript"/>
              </w:rPr>
              <w:t>R70A</w:t>
            </w:r>
          </w:p>
        </w:tc>
      </w:tr>
      <w:tr w:rsidR="00AB7A76" w:rsidRPr="00AB7A76" w14:paraId="307C9D1F" w14:textId="77777777" w:rsidTr="00AB7A76">
        <w:tc>
          <w:tcPr>
            <w:tcW w:w="2114" w:type="dxa"/>
            <w:vMerge/>
            <w:vAlign w:val="center"/>
          </w:tcPr>
          <w:p w14:paraId="7F51EF79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</w:p>
        </w:tc>
        <w:tc>
          <w:tcPr>
            <w:tcW w:w="2109" w:type="dxa"/>
            <w:vMerge/>
            <w:vAlign w:val="center"/>
          </w:tcPr>
          <w:p w14:paraId="055CE8BA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</w:p>
        </w:tc>
        <w:tc>
          <w:tcPr>
            <w:tcW w:w="1455" w:type="dxa"/>
            <w:vAlign w:val="center"/>
          </w:tcPr>
          <w:p w14:paraId="5858CD1C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pUAGC1045</w:t>
            </w:r>
          </w:p>
        </w:tc>
        <w:tc>
          <w:tcPr>
            <w:tcW w:w="1455" w:type="dxa"/>
            <w:vAlign w:val="center"/>
          </w:tcPr>
          <w:p w14:paraId="61C18516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Arial" w:hAnsi="Palatino Linotype" w:cs="Times New Roman"/>
                <w:sz w:val="22"/>
                <w:lang w:eastAsia="es-ES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pUAGC1177</w:t>
            </w:r>
          </w:p>
        </w:tc>
        <w:tc>
          <w:tcPr>
            <w:tcW w:w="1695" w:type="dxa"/>
            <w:vAlign w:val="center"/>
          </w:tcPr>
          <w:p w14:paraId="581B75A2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PipX</w:t>
            </w:r>
            <w:r w:rsidRPr="00AB7A76">
              <w:rPr>
                <w:rFonts w:ascii="Palatino Linotype" w:eastAsia="Calibri" w:hAnsi="Palatino Linotype" w:cs="Times New Roman"/>
                <w:sz w:val="22"/>
                <w:vertAlign w:val="superscript"/>
              </w:rPr>
              <w:t>R70A</w:t>
            </w:r>
            <w:r w:rsidRPr="00AB7A76">
              <w:rPr>
                <w:rFonts w:ascii="Palatino Linotype" w:eastAsia="Calibri" w:hAnsi="Palatino Linotype" w:cs="Times New Roman"/>
                <w:sz w:val="22"/>
              </w:rPr>
              <w:t>-T25</w:t>
            </w:r>
          </w:p>
        </w:tc>
      </w:tr>
      <w:tr w:rsidR="00AB7A76" w:rsidRPr="00AB7A76" w14:paraId="646798EC" w14:textId="77777777" w:rsidTr="00AB7A76">
        <w:tc>
          <w:tcPr>
            <w:tcW w:w="2114" w:type="dxa"/>
            <w:vMerge w:val="restart"/>
            <w:vAlign w:val="center"/>
          </w:tcPr>
          <w:p w14:paraId="37A47CDD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Times New Roman" w:hAnsi="Palatino Linotype" w:cs="Times New Roman"/>
                <w:sz w:val="22"/>
              </w:rPr>
              <w:t>PipX-L80Q-F</w:t>
            </w:r>
          </w:p>
        </w:tc>
        <w:tc>
          <w:tcPr>
            <w:tcW w:w="2109" w:type="dxa"/>
            <w:vMerge w:val="restart"/>
            <w:vAlign w:val="center"/>
          </w:tcPr>
          <w:p w14:paraId="3C56F284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Times New Roman" w:hAnsi="Palatino Linotype" w:cs="Times New Roman"/>
                <w:sz w:val="22"/>
              </w:rPr>
              <w:t>PipX-L80Q-R</w:t>
            </w:r>
          </w:p>
        </w:tc>
        <w:tc>
          <w:tcPr>
            <w:tcW w:w="1455" w:type="dxa"/>
            <w:vAlign w:val="center"/>
          </w:tcPr>
          <w:p w14:paraId="6EA28FB0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pUAGC934</w:t>
            </w:r>
          </w:p>
        </w:tc>
        <w:tc>
          <w:tcPr>
            <w:tcW w:w="1455" w:type="dxa"/>
            <w:vAlign w:val="center"/>
          </w:tcPr>
          <w:p w14:paraId="6D6F35B1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pUAGC1146</w:t>
            </w:r>
          </w:p>
        </w:tc>
        <w:tc>
          <w:tcPr>
            <w:tcW w:w="1695" w:type="dxa"/>
            <w:vAlign w:val="center"/>
          </w:tcPr>
          <w:p w14:paraId="5E6BB0B9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PipX</w:t>
            </w:r>
            <w:r w:rsidRPr="00AB7A76">
              <w:rPr>
                <w:rFonts w:ascii="Palatino Linotype" w:eastAsia="Calibri" w:hAnsi="Palatino Linotype" w:cs="Times New Roman"/>
                <w:sz w:val="22"/>
                <w:vertAlign w:val="superscript"/>
              </w:rPr>
              <w:t>L80Q</w:t>
            </w:r>
            <w:r w:rsidRPr="00AB7A76">
              <w:rPr>
                <w:rFonts w:ascii="Palatino Linotype" w:eastAsia="Calibri" w:hAnsi="Palatino Linotype" w:cs="Times New Roman"/>
                <w:sz w:val="22"/>
              </w:rPr>
              <w:t>-T18</w:t>
            </w:r>
          </w:p>
        </w:tc>
      </w:tr>
      <w:tr w:rsidR="00AB7A76" w:rsidRPr="00AB7A76" w14:paraId="209C1D30" w14:textId="77777777" w:rsidTr="00AB7A76">
        <w:tc>
          <w:tcPr>
            <w:tcW w:w="2114" w:type="dxa"/>
            <w:vMerge/>
            <w:vAlign w:val="center"/>
          </w:tcPr>
          <w:p w14:paraId="75628F44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</w:p>
        </w:tc>
        <w:tc>
          <w:tcPr>
            <w:tcW w:w="2109" w:type="dxa"/>
            <w:vMerge/>
            <w:vAlign w:val="center"/>
          </w:tcPr>
          <w:p w14:paraId="611F155E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</w:p>
        </w:tc>
        <w:tc>
          <w:tcPr>
            <w:tcW w:w="1455" w:type="dxa"/>
            <w:vAlign w:val="center"/>
          </w:tcPr>
          <w:p w14:paraId="0083A61F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pUAGC444</w:t>
            </w:r>
          </w:p>
        </w:tc>
        <w:tc>
          <w:tcPr>
            <w:tcW w:w="1455" w:type="dxa"/>
            <w:vAlign w:val="center"/>
          </w:tcPr>
          <w:p w14:paraId="5588A71C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pUAGC1150</w:t>
            </w:r>
          </w:p>
        </w:tc>
        <w:tc>
          <w:tcPr>
            <w:tcW w:w="1695" w:type="dxa"/>
            <w:vAlign w:val="center"/>
          </w:tcPr>
          <w:p w14:paraId="767FD1AF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T18-PipX</w:t>
            </w:r>
            <w:r w:rsidRPr="00AB7A76">
              <w:rPr>
                <w:rFonts w:ascii="Palatino Linotype" w:eastAsia="Calibri" w:hAnsi="Palatino Linotype" w:cs="Times New Roman"/>
                <w:sz w:val="22"/>
                <w:vertAlign w:val="superscript"/>
              </w:rPr>
              <w:t>L80Q</w:t>
            </w:r>
          </w:p>
        </w:tc>
      </w:tr>
      <w:tr w:rsidR="00AB7A76" w:rsidRPr="00AB7A76" w14:paraId="31FDB0D1" w14:textId="77777777" w:rsidTr="00AB7A76">
        <w:tc>
          <w:tcPr>
            <w:tcW w:w="2114" w:type="dxa"/>
            <w:vMerge/>
            <w:vAlign w:val="center"/>
          </w:tcPr>
          <w:p w14:paraId="20188299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</w:p>
        </w:tc>
        <w:tc>
          <w:tcPr>
            <w:tcW w:w="2109" w:type="dxa"/>
            <w:vMerge/>
            <w:vAlign w:val="center"/>
          </w:tcPr>
          <w:p w14:paraId="6756D7FC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</w:p>
        </w:tc>
        <w:tc>
          <w:tcPr>
            <w:tcW w:w="1455" w:type="dxa"/>
            <w:vAlign w:val="center"/>
          </w:tcPr>
          <w:p w14:paraId="09A8C56D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pUAGC1045</w:t>
            </w:r>
          </w:p>
        </w:tc>
        <w:tc>
          <w:tcPr>
            <w:tcW w:w="1455" w:type="dxa"/>
            <w:vAlign w:val="center"/>
          </w:tcPr>
          <w:p w14:paraId="2AAAA923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pUAGC1178</w:t>
            </w:r>
          </w:p>
        </w:tc>
        <w:tc>
          <w:tcPr>
            <w:tcW w:w="1695" w:type="dxa"/>
            <w:vAlign w:val="center"/>
          </w:tcPr>
          <w:p w14:paraId="70276294" w14:textId="77777777" w:rsidR="00AB7A76" w:rsidRPr="00AB7A76" w:rsidRDefault="00AB7A76" w:rsidP="00AB7A76">
            <w:pPr>
              <w:spacing w:before="0" w:after="0"/>
              <w:jc w:val="center"/>
              <w:rPr>
                <w:rFonts w:ascii="Palatino Linotype" w:eastAsia="Calibri" w:hAnsi="Palatino Linotype" w:cs="Times New Roman"/>
                <w:sz w:val="22"/>
              </w:rPr>
            </w:pPr>
            <w:r w:rsidRPr="00AB7A76">
              <w:rPr>
                <w:rFonts w:ascii="Palatino Linotype" w:eastAsia="Calibri" w:hAnsi="Palatino Linotype" w:cs="Times New Roman"/>
                <w:sz w:val="22"/>
              </w:rPr>
              <w:t>PipX</w:t>
            </w:r>
            <w:r w:rsidRPr="00AB7A76">
              <w:rPr>
                <w:rFonts w:ascii="Palatino Linotype" w:eastAsia="Calibri" w:hAnsi="Palatino Linotype" w:cs="Times New Roman"/>
                <w:sz w:val="22"/>
                <w:vertAlign w:val="superscript"/>
              </w:rPr>
              <w:t>L80Q</w:t>
            </w:r>
            <w:r w:rsidRPr="00AB7A76">
              <w:rPr>
                <w:rFonts w:ascii="Palatino Linotype" w:eastAsia="Calibri" w:hAnsi="Palatino Linotype" w:cs="Times New Roman"/>
                <w:sz w:val="22"/>
              </w:rPr>
              <w:t>-T25</w:t>
            </w:r>
          </w:p>
        </w:tc>
      </w:tr>
    </w:tbl>
    <w:p w14:paraId="0B155796" w14:textId="77777777" w:rsidR="00AB7A76" w:rsidRPr="00AB7A76" w:rsidRDefault="00AB7A76" w:rsidP="00AB7A76">
      <w:pPr>
        <w:jc w:val="both"/>
        <w:rPr>
          <w:rFonts w:ascii="Palatino Linotype" w:hAnsi="Palatino Linotype" w:cs="Times New Roman"/>
          <w:b/>
          <w:bCs/>
          <w:szCs w:val="24"/>
          <w:lang w:val="en-GB"/>
        </w:rPr>
      </w:pPr>
      <w:r w:rsidRPr="00AB7A76">
        <w:rPr>
          <w:rFonts w:ascii="Palatino Linotype" w:hAnsi="Palatino Linotype" w:cs="Times New Roman"/>
          <w:b/>
          <w:bCs/>
          <w:szCs w:val="24"/>
          <w:lang w:val="en-GB"/>
        </w:rPr>
        <w:t>Table S2.</w:t>
      </w:r>
      <w:r w:rsidRPr="00AB7A76">
        <w:rPr>
          <w:rFonts w:ascii="Palatino Linotype" w:hAnsi="Palatino Linotype" w:cs="Times New Roman"/>
          <w:szCs w:val="24"/>
          <w:lang w:val="en-GB"/>
        </w:rPr>
        <w:t xml:space="preserve"> Quick-change mutagenesis of </w:t>
      </w:r>
      <w:proofErr w:type="spellStart"/>
      <w:r w:rsidRPr="00AB7A76">
        <w:rPr>
          <w:rFonts w:ascii="Palatino Linotype" w:hAnsi="Palatino Linotype" w:cs="Times New Roman"/>
          <w:szCs w:val="24"/>
          <w:lang w:val="en-GB"/>
        </w:rPr>
        <w:t>PipX</w:t>
      </w:r>
      <w:proofErr w:type="spellEnd"/>
      <w:r w:rsidRPr="00AB7A76">
        <w:rPr>
          <w:rFonts w:ascii="Palatino Linotype" w:hAnsi="Palatino Linotype" w:cs="Times New Roman"/>
          <w:szCs w:val="24"/>
          <w:lang w:val="en-GB"/>
        </w:rPr>
        <w:t xml:space="preserve"> derivatives for BACTH analysis.</w:t>
      </w:r>
    </w:p>
    <w:p w14:paraId="4E1A1AFB" w14:textId="77777777" w:rsidR="00771031" w:rsidRPr="00AB7A76" w:rsidRDefault="00771031">
      <w:pPr>
        <w:jc w:val="both"/>
        <w:rPr>
          <w:rFonts w:ascii="Palatino Linotype" w:hAnsi="Palatino Linotype"/>
          <w:b/>
          <w:bCs/>
          <w:szCs w:val="24"/>
        </w:rPr>
      </w:pPr>
    </w:p>
    <w:p w14:paraId="43DCD4B6" w14:textId="77777777" w:rsidR="00AB7A76" w:rsidRPr="00AB7A76" w:rsidRDefault="00AB7A76">
      <w:pPr>
        <w:jc w:val="both"/>
        <w:rPr>
          <w:rFonts w:ascii="Palatino Linotype" w:hAnsi="Palatino Linotype" w:cs="Times New Roman"/>
          <w:b/>
          <w:bCs/>
          <w:szCs w:val="24"/>
          <w:lang w:val="en-GB"/>
        </w:rPr>
      </w:pPr>
    </w:p>
    <w:sectPr w:rsidR="00AB7A76" w:rsidRPr="00AB7A76">
      <w:pgSz w:w="12240" w:h="15840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04C3A" w14:textId="77777777" w:rsidR="00766B7C" w:rsidRDefault="00766B7C" w:rsidP="00117666">
      <w:pPr>
        <w:spacing w:after="0"/>
      </w:pPr>
      <w:r>
        <w:separator/>
      </w:r>
    </w:p>
  </w:endnote>
  <w:endnote w:type="continuationSeparator" w:id="0">
    <w:p w14:paraId="0F6AF608" w14:textId="77777777" w:rsidR="00766B7C" w:rsidRDefault="00766B7C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Helv_R">
    <w:altName w:val="Cambria"/>
    <w:panose1 w:val="00000000000000000000"/>
    <w:charset w:val="00"/>
    <w:family w:val="roman"/>
    <w:notTrueType/>
    <w:pitch w:val="default"/>
  </w:font>
  <w:font w:name="AdvHelv_O">
    <w:altName w:val="Cambria"/>
    <w:panose1 w:val="00000000000000000000"/>
    <w:charset w:val="00"/>
    <w:family w:val="roman"/>
    <w:notTrueType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AC014" w14:textId="77777777" w:rsidR="00766B7C" w:rsidRDefault="00766B7C" w:rsidP="00117666">
      <w:pPr>
        <w:spacing w:after="0"/>
      </w:pPr>
      <w:r>
        <w:separator/>
      </w:r>
    </w:p>
  </w:footnote>
  <w:footnote w:type="continuationSeparator" w:id="0">
    <w:p w14:paraId="0D6E4A05" w14:textId="77777777" w:rsidR="00766B7C" w:rsidRDefault="00766B7C" w:rsidP="0011766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B7666"/>
    <w:multiLevelType w:val="multilevel"/>
    <w:tmpl w:val="4432892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A03CD"/>
    <w:multiLevelType w:val="multilevel"/>
    <w:tmpl w:val="ADB20C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EC0601A"/>
    <w:multiLevelType w:val="multilevel"/>
    <w:tmpl w:val="C6A8CCEA"/>
    <w:styleLink w:val="Headings"/>
    <w:lvl w:ilvl="0">
      <w:start w:val="1"/>
      <w:numFmt w:val="decimal"/>
      <w:pStyle w:val="Ttulo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4" w15:restartNumberingAfterBreak="0">
    <w:nsid w:val="225305B5"/>
    <w:multiLevelType w:val="hybridMultilevel"/>
    <w:tmpl w:val="4F8C24FA"/>
    <w:lvl w:ilvl="0" w:tplc="A9DCD718">
      <w:start w:val="1"/>
      <w:numFmt w:val="bullet"/>
      <w:pStyle w:val="Prrafodelist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02A7CAC"/>
    <w:multiLevelType w:val="multilevel"/>
    <w:tmpl w:val="C6A8CCEA"/>
    <w:numStyleLink w:val="Headings"/>
  </w:abstractNum>
  <w:abstractNum w:abstractNumId="6" w15:restartNumberingAfterBreak="0">
    <w:nsid w:val="36D30736"/>
    <w:multiLevelType w:val="hybridMultilevel"/>
    <w:tmpl w:val="BC1E7B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17787E"/>
    <w:multiLevelType w:val="multilevel"/>
    <w:tmpl w:val="ADB20C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AE92CDE"/>
    <w:multiLevelType w:val="hybridMultilevel"/>
    <w:tmpl w:val="294E0C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1539C0"/>
    <w:multiLevelType w:val="hybridMultilevel"/>
    <w:tmpl w:val="675E09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85C2B"/>
    <w:multiLevelType w:val="multilevel"/>
    <w:tmpl w:val="6DC82F94"/>
    <w:lvl w:ilvl="0">
      <w:start w:val="1"/>
      <w:numFmt w:val="decimal"/>
      <w:lvlText w:val="%1"/>
      <w:lvlJc w:val="left"/>
      <w:pPr>
        <w:ind w:left="567" w:hanging="567"/>
      </w:pPr>
    </w:lvl>
    <w:lvl w:ilvl="1">
      <w:start w:val="1"/>
      <w:numFmt w:val="decimal"/>
      <w:lvlText w:val="%1.%2"/>
      <w:lvlJc w:val="left"/>
      <w:pPr>
        <w:ind w:left="567" w:hanging="567"/>
      </w:pPr>
      <w:rPr>
        <w:b w:val="0"/>
        <w:i w:val="0"/>
        <w:smallCaps w:val="0"/>
        <w:strike w:val="0"/>
        <w:u w:val="none"/>
        <w:vertAlign w:val="baseline"/>
      </w:rPr>
    </w:lvl>
    <w:lvl w:ilvl="2">
      <w:start w:val="1"/>
      <w:numFmt w:val="decimal"/>
      <w:lvlText w:val="%1.%2.%3"/>
      <w:lvlJc w:val="left"/>
      <w:pPr>
        <w:ind w:left="567" w:hanging="567"/>
      </w:pPr>
    </w:lvl>
    <w:lvl w:ilvl="3">
      <w:start w:val="1"/>
      <w:numFmt w:val="decimal"/>
      <w:lvlText w:val="%1.%2.%3.%4"/>
      <w:lvlJc w:val="left"/>
      <w:pPr>
        <w:ind w:left="567" w:hanging="567"/>
      </w:pPr>
    </w:lvl>
    <w:lvl w:ilvl="4">
      <w:start w:val="1"/>
      <w:numFmt w:val="decimal"/>
      <w:lvlText w:val="%1.%2.%3.%4.%5"/>
      <w:lvlJc w:val="left"/>
      <w:pPr>
        <w:ind w:left="567" w:hanging="567"/>
      </w:pPr>
    </w:lvl>
    <w:lvl w:ilvl="5">
      <w:start w:val="1"/>
      <w:numFmt w:val="lowerRoman"/>
      <w:lvlText w:val="%6."/>
      <w:lvlJc w:val="right"/>
      <w:pPr>
        <w:ind w:left="567" w:hanging="567"/>
      </w:pPr>
    </w:lvl>
    <w:lvl w:ilvl="6">
      <w:start w:val="1"/>
      <w:numFmt w:val="decimal"/>
      <w:lvlText w:val="%7."/>
      <w:lvlJc w:val="left"/>
      <w:pPr>
        <w:ind w:left="567" w:hanging="567"/>
      </w:pPr>
    </w:lvl>
    <w:lvl w:ilvl="7">
      <w:start w:val="1"/>
      <w:numFmt w:val="lowerLetter"/>
      <w:lvlText w:val="%8."/>
      <w:lvlJc w:val="left"/>
      <w:pPr>
        <w:ind w:left="567" w:hanging="567"/>
      </w:pPr>
    </w:lvl>
    <w:lvl w:ilvl="8">
      <w:start w:val="1"/>
      <w:numFmt w:val="lowerRoman"/>
      <w:lvlText w:val="%9."/>
      <w:lvlJc w:val="right"/>
      <w:pPr>
        <w:ind w:left="567" w:hanging="567"/>
      </w:pPr>
    </w:lvl>
  </w:abstractNum>
  <w:abstractNum w:abstractNumId="11" w15:restartNumberingAfterBreak="0">
    <w:nsid w:val="408E502C"/>
    <w:multiLevelType w:val="hybridMultilevel"/>
    <w:tmpl w:val="C2165F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216449"/>
    <w:multiLevelType w:val="hybridMultilevel"/>
    <w:tmpl w:val="60E244E0"/>
    <w:lvl w:ilvl="0" w:tplc="BB925A66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8113DE"/>
    <w:multiLevelType w:val="multilevel"/>
    <w:tmpl w:val="ADB20CA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290D83"/>
    <w:multiLevelType w:val="hybridMultilevel"/>
    <w:tmpl w:val="D1E4BA92"/>
    <w:lvl w:ilvl="0" w:tplc="E9807BE6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BC6F29"/>
    <w:multiLevelType w:val="multilevel"/>
    <w:tmpl w:val="C6A8CCEA"/>
    <w:numStyleLink w:val="Headings"/>
  </w:abstractNum>
  <w:abstractNum w:abstractNumId="18" w15:restartNumberingAfterBreak="0">
    <w:nsid w:val="7F983756"/>
    <w:multiLevelType w:val="multilevel"/>
    <w:tmpl w:val="F300CE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848325467">
    <w:abstractNumId w:val="0"/>
  </w:num>
  <w:num w:numId="2" w16cid:durableId="75329454">
    <w:abstractNumId w:val="14"/>
  </w:num>
  <w:num w:numId="3" w16cid:durableId="166218011">
    <w:abstractNumId w:val="1"/>
  </w:num>
  <w:num w:numId="4" w16cid:durableId="246229408">
    <w:abstractNumId w:val="16"/>
  </w:num>
  <w:num w:numId="5" w16cid:durableId="19069900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8720382">
    <w:abstractNumId w:val="11"/>
  </w:num>
  <w:num w:numId="7" w16cid:durableId="1334063751">
    <w:abstractNumId w:val="8"/>
  </w:num>
  <w:num w:numId="8" w16cid:durableId="1542354938">
    <w:abstractNumId w:val="6"/>
  </w:num>
  <w:num w:numId="9" w16cid:durableId="400637773">
    <w:abstractNumId w:val="9"/>
  </w:num>
  <w:num w:numId="10" w16cid:durableId="47850965">
    <w:abstractNumId w:val="7"/>
  </w:num>
  <w:num w:numId="11" w16cid:durableId="960376345">
    <w:abstractNumId w:val="2"/>
  </w:num>
  <w:num w:numId="12" w16cid:durableId="290943260">
    <w:abstractNumId w:val="18"/>
  </w:num>
  <w:num w:numId="13" w16cid:durableId="65886984">
    <w:abstractNumId w:val="13"/>
  </w:num>
  <w:num w:numId="14" w16cid:durableId="1038119020">
    <w:abstractNumId w:val="4"/>
  </w:num>
  <w:num w:numId="15" w16cid:durableId="369763084">
    <w:abstractNumId w:val="12"/>
  </w:num>
  <w:num w:numId="16" w16cid:durableId="763649973">
    <w:abstractNumId w:val="15"/>
  </w:num>
  <w:num w:numId="17" w16cid:durableId="2062363678">
    <w:abstractNumId w:val="3"/>
    <w:lvlOverride w:ilvl="0">
      <w:lvl w:ilvl="0">
        <w:start w:val="1"/>
        <w:numFmt w:val="decimal"/>
        <w:pStyle w:val="Ttulo1"/>
        <w:lvlText w:val="%1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Ttulo2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</w:num>
  <w:num w:numId="18" w16cid:durableId="15748978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6103009">
    <w:abstractNumId w:val="5"/>
  </w:num>
  <w:num w:numId="20" w16cid:durableId="573854790">
    <w:abstractNumId w:val="17"/>
  </w:num>
  <w:num w:numId="21" w16cid:durableId="140389425">
    <w:abstractNumId w:val="3"/>
  </w:num>
  <w:num w:numId="22" w16cid:durableId="1185250742">
    <w:abstractNumId w:val="3"/>
    <w:lvlOverride w:ilvl="0">
      <w:startOverride w:val="1"/>
      <w:lvl w:ilvl="0">
        <w:start w:val="1"/>
        <w:numFmt w:val="decimal"/>
        <w:pStyle w:val="Ttulo1"/>
        <w:lvlText w:val="%1"/>
        <w:lvlJc w:val="left"/>
        <w:pPr>
          <w:tabs>
            <w:tab w:val="num" w:pos="567"/>
          </w:tabs>
          <w:ind w:left="567" w:hanging="567"/>
        </w:pPr>
      </w:lvl>
    </w:lvlOverride>
    <w:lvlOverride w:ilvl="1">
      <w:startOverride w:val="1"/>
      <w:lvl w:ilvl="1">
        <w:start w:val="1"/>
        <w:numFmt w:val="decimal"/>
        <w:pStyle w:val="Ttulo2"/>
        <w:lvlText w:val="%1.%2"/>
        <w:lvlJc w:val="left"/>
        <w:pPr>
          <w:tabs>
            <w:tab w:val="num" w:pos="567"/>
          </w:tabs>
          <w:ind w:left="567" w:hanging="567"/>
        </w:pPr>
      </w:lvl>
    </w:lvlOverride>
    <w:lvlOverride w:ilvl="2">
      <w:startOverride w:val="1"/>
      <w:lvl w:ilvl="2">
        <w:start w:val="1"/>
        <w:numFmt w:val="decimal"/>
        <w:pStyle w:val="Ttulo3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Ttulo4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Ttulo5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3" w16cid:durableId="733624129">
    <w:abstractNumId w:val="10"/>
  </w:num>
  <w:num w:numId="24" w16cid:durableId="77017835">
    <w:abstractNumId w:val="3"/>
    <w:lvlOverride w:ilvl="0">
      <w:lvl w:ilvl="0">
        <w:start w:val="1"/>
        <w:numFmt w:val="decimal"/>
        <w:pStyle w:val="Ttulo1"/>
        <w:lvlText w:val="%1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Ttulo2"/>
        <w:lvlText w:val="%1.%2"/>
        <w:lvlJc w:val="left"/>
        <w:pPr>
          <w:tabs>
            <w:tab w:val="num" w:pos="567"/>
          </w:tabs>
          <w:ind w:left="567" w:hanging="567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Ttulo3"/>
        <w:lvlText w:val="%1.%2.%3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attachedTemplate r:id="rId1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821"/>
    <w:rsid w:val="00003C06"/>
    <w:rsid w:val="00006070"/>
    <w:rsid w:val="00006A91"/>
    <w:rsid w:val="00006FCD"/>
    <w:rsid w:val="00011FE0"/>
    <w:rsid w:val="000124D6"/>
    <w:rsid w:val="00012CF2"/>
    <w:rsid w:val="00013657"/>
    <w:rsid w:val="00014205"/>
    <w:rsid w:val="000152F0"/>
    <w:rsid w:val="00015937"/>
    <w:rsid w:val="00017DF7"/>
    <w:rsid w:val="000216A0"/>
    <w:rsid w:val="00022D63"/>
    <w:rsid w:val="00023E08"/>
    <w:rsid w:val="00024B4D"/>
    <w:rsid w:val="000327DA"/>
    <w:rsid w:val="00032FC7"/>
    <w:rsid w:val="00033FF3"/>
    <w:rsid w:val="00034304"/>
    <w:rsid w:val="00035434"/>
    <w:rsid w:val="00036C9E"/>
    <w:rsid w:val="00040605"/>
    <w:rsid w:val="00043880"/>
    <w:rsid w:val="000440FA"/>
    <w:rsid w:val="00044FB7"/>
    <w:rsid w:val="0004555F"/>
    <w:rsid w:val="00045678"/>
    <w:rsid w:val="000458E4"/>
    <w:rsid w:val="000531AB"/>
    <w:rsid w:val="00053348"/>
    <w:rsid w:val="00054562"/>
    <w:rsid w:val="00055782"/>
    <w:rsid w:val="00057C7E"/>
    <w:rsid w:val="00063090"/>
    <w:rsid w:val="00063D84"/>
    <w:rsid w:val="00064D7F"/>
    <w:rsid w:val="0006515E"/>
    <w:rsid w:val="0006636D"/>
    <w:rsid w:val="00067CE4"/>
    <w:rsid w:val="00071821"/>
    <w:rsid w:val="00075F35"/>
    <w:rsid w:val="00076240"/>
    <w:rsid w:val="00077D53"/>
    <w:rsid w:val="0008081D"/>
    <w:rsid w:val="00081394"/>
    <w:rsid w:val="000814CF"/>
    <w:rsid w:val="00083B61"/>
    <w:rsid w:val="000918D6"/>
    <w:rsid w:val="000935F2"/>
    <w:rsid w:val="00093D5E"/>
    <w:rsid w:val="000940C2"/>
    <w:rsid w:val="000A3E8F"/>
    <w:rsid w:val="000A43D8"/>
    <w:rsid w:val="000A5386"/>
    <w:rsid w:val="000A7FE0"/>
    <w:rsid w:val="000B1949"/>
    <w:rsid w:val="000B2F01"/>
    <w:rsid w:val="000B34BD"/>
    <w:rsid w:val="000B4107"/>
    <w:rsid w:val="000B5473"/>
    <w:rsid w:val="000B6869"/>
    <w:rsid w:val="000B7BDE"/>
    <w:rsid w:val="000C4C63"/>
    <w:rsid w:val="000C7089"/>
    <w:rsid w:val="000C7E2A"/>
    <w:rsid w:val="000D020B"/>
    <w:rsid w:val="000D0A7E"/>
    <w:rsid w:val="000D0A9F"/>
    <w:rsid w:val="000D368D"/>
    <w:rsid w:val="000D3D2E"/>
    <w:rsid w:val="000D402A"/>
    <w:rsid w:val="000D63DE"/>
    <w:rsid w:val="000D6E9E"/>
    <w:rsid w:val="000D6F71"/>
    <w:rsid w:val="000D726A"/>
    <w:rsid w:val="000D78F4"/>
    <w:rsid w:val="000E12A6"/>
    <w:rsid w:val="000E3A78"/>
    <w:rsid w:val="000E7834"/>
    <w:rsid w:val="000E7843"/>
    <w:rsid w:val="000F0447"/>
    <w:rsid w:val="000F42DD"/>
    <w:rsid w:val="000F4CFB"/>
    <w:rsid w:val="000F749F"/>
    <w:rsid w:val="0010472F"/>
    <w:rsid w:val="0011108C"/>
    <w:rsid w:val="00112325"/>
    <w:rsid w:val="00115041"/>
    <w:rsid w:val="0011525A"/>
    <w:rsid w:val="00117666"/>
    <w:rsid w:val="00121A58"/>
    <w:rsid w:val="001223A7"/>
    <w:rsid w:val="00125A2F"/>
    <w:rsid w:val="00126BB8"/>
    <w:rsid w:val="00127BBB"/>
    <w:rsid w:val="00131E56"/>
    <w:rsid w:val="00132CBA"/>
    <w:rsid w:val="00132F85"/>
    <w:rsid w:val="00134256"/>
    <w:rsid w:val="001345CB"/>
    <w:rsid w:val="00134EC3"/>
    <w:rsid w:val="00136BE2"/>
    <w:rsid w:val="00141506"/>
    <w:rsid w:val="0014247E"/>
    <w:rsid w:val="0014440A"/>
    <w:rsid w:val="00147395"/>
    <w:rsid w:val="00147C26"/>
    <w:rsid w:val="00152866"/>
    <w:rsid w:val="0015515F"/>
    <w:rsid w:val="001552C9"/>
    <w:rsid w:val="0015724C"/>
    <w:rsid w:val="001630AC"/>
    <w:rsid w:val="00165189"/>
    <w:rsid w:val="00167B33"/>
    <w:rsid w:val="001712ED"/>
    <w:rsid w:val="00171425"/>
    <w:rsid w:val="00173D92"/>
    <w:rsid w:val="00174C56"/>
    <w:rsid w:val="00175EE9"/>
    <w:rsid w:val="00177B95"/>
    <w:rsid w:val="00177D84"/>
    <w:rsid w:val="0018144F"/>
    <w:rsid w:val="00182677"/>
    <w:rsid w:val="001830F6"/>
    <w:rsid w:val="00183146"/>
    <w:rsid w:val="00183BE4"/>
    <w:rsid w:val="001847D6"/>
    <w:rsid w:val="00184D27"/>
    <w:rsid w:val="001945A4"/>
    <w:rsid w:val="00195914"/>
    <w:rsid w:val="00196100"/>
    <w:rsid w:val="00196207"/>
    <w:rsid w:val="001964EF"/>
    <w:rsid w:val="001A30D2"/>
    <w:rsid w:val="001B1540"/>
    <w:rsid w:val="001B1A2C"/>
    <w:rsid w:val="001B1E50"/>
    <w:rsid w:val="001B3D78"/>
    <w:rsid w:val="001B4D92"/>
    <w:rsid w:val="001C2218"/>
    <w:rsid w:val="001C7259"/>
    <w:rsid w:val="001D05F6"/>
    <w:rsid w:val="001D2848"/>
    <w:rsid w:val="001D5C23"/>
    <w:rsid w:val="001D767C"/>
    <w:rsid w:val="001E073E"/>
    <w:rsid w:val="001E188E"/>
    <w:rsid w:val="001E266A"/>
    <w:rsid w:val="001F25B9"/>
    <w:rsid w:val="001F294A"/>
    <w:rsid w:val="001F4C07"/>
    <w:rsid w:val="001F747B"/>
    <w:rsid w:val="0020121B"/>
    <w:rsid w:val="00203CEA"/>
    <w:rsid w:val="002059E0"/>
    <w:rsid w:val="002068E5"/>
    <w:rsid w:val="0021238D"/>
    <w:rsid w:val="00216235"/>
    <w:rsid w:val="00216ECE"/>
    <w:rsid w:val="00220AEA"/>
    <w:rsid w:val="00224600"/>
    <w:rsid w:val="00224DF5"/>
    <w:rsid w:val="00224E4C"/>
    <w:rsid w:val="00226954"/>
    <w:rsid w:val="00230815"/>
    <w:rsid w:val="00231003"/>
    <w:rsid w:val="002364AA"/>
    <w:rsid w:val="00241823"/>
    <w:rsid w:val="00241DBC"/>
    <w:rsid w:val="00246CFC"/>
    <w:rsid w:val="00247C98"/>
    <w:rsid w:val="00250352"/>
    <w:rsid w:val="002512CC"/>
    <w:rsid w:val="00252D61"/>
    <w:rsid w:val="00253A03"/>
    <w:rsid w:val="002565D5"/>
    <w:rsid w:val="00257353"/>
    <w:rsid w:val="00257BA5"/>
    <w:rsid w:val="002603EB"/>
    <w:rsid w:val="00260EEB"/>
    <w:rsid w:val="00261390"/>
    <w:rsid w:val="002629A3"/>
    <w:rsid w:val="0026453E"/>
    <w:rsid w:val="00264955"/>
    <w:rsid w:val="00265660"/>
    <w:rsid w:val="00266DED"/>
    <w:rsid w:val="00267D18"/>
    <w:rsid w:val="002722FF"/>
    <w:rsid w:val="002724AC"/>
    <w:rsid w:val="002774B4"/>
    <w:rsid w:val="00277B20"/>
    <w:rsid w:val="002808CC"/>
    <w:rsid w:val="002868E2"/>
    <w:rsid w:val="002869C3"/>
    <w:rsid w:val="002903CD"/>
    <w:rsid w:val="002936E4"/>
    <w:rsid w:val="00293D30"/>
    <w:rsid w:val="002966E3"/>
    <w:rsid w:val="00296B88"/>
    <w:rsid w:val="002A0607"/>
    <w:rsid w:val="002A2C73"/>
    <w:rsid w:val="002A565A"/>
    <w:rsid w:val="002A796B"/>
    <w:rsid w:val="002B1F1F"/>
    <w:rsid w:val="002B50CD"/>
    <w:rsid w:val="002B5118"/>
    <w:rsid w:val="002C1A88"/>
    <w:rsid w:val="002C2D81"/>
    <w:rsid w:val="002C43C9"/>
    <w:rsid w:val="002C4F84"/>
    <w:rsid w:val="002C5E01"/>
    <w:rsid w:val="002C74CA"/>
    <w:rsid w:val="002D3BD1"/>
    <w:rsid w:val="002D4026"/>
    <w:rsid w:val="002D5925"/>
    <w:rsid w:val="002D6ED7"/>
    <w:rsid w:val="002D7E3A"/>
    <w:rsid w:val="002E0114"/>
    <w:rsid w:val="002E2896"/>
    <w:rsid w:val="002E7183"/>
    <w:rsid w:val="002F1745"/>
    <w:rsid w:val="002F3817"/>
    <w:rsid w:val="002F4591"/>
    <w:rsid w:val="002F6BC5"/>
    <w:rsid w:val="002F744D"/>
    <w:rsid w:val="002F7AE4"/>
    <w:rsid w:val="00300BF4"/>
    <w:rsid w:val="00300EF3"/>
    <w:rsid w:val="00301A02"/>
    <w:rsid w:val="00301DA4"/>
    <w:rsid w:val="00301EAB"/>
    <w:rsid w:val="00303DE6"/>
    <w:rsid w:val="0030650B"/>
    <w:rsid w:val="00310124"/>
    <w:rsid w:val="00313D2B"/>
    <w:rsid w:val="003153E2"/>
    <w:rsid w:val="003225A7"/>
    <w:rsid w:val="0032569D"/>
    <w:rsid w:val="00326B81"/>
    <w:rsid w:val="003271CE"/>
    <w:rsid w:val="003314B6"/>
    <w:rsid w:val="00332571"/>
    <w:rsid w:val="003377E8"/>
    <w:rsid w:val="00343E99"/>
    <w:rsid w:val="00344539"/>
    <w:rsid w:val="00344A44"/>
    <w:rsid w:val="00350323"/>
    <w:rsid w:val="003544FB"/>
    <w:rsid w:val="00355533"/>
    <w:rsid w:val="00357E55"/>
    <w:rsid w:val="00360030"/>
    <w:rsid w:val="00360335"/>
    <w:rsid w:val="00363F3F"/>
    <w:rsid w:val="00364E3B"/>
    <w:rsid w:val="00365D63"/>
    <w:rsid w:val="0036669A"/>
    <w:rsid w:val="0036793B"/>
    <w:rsid w:val="003700B1"/>
    <w:rsid w:val="00372682"/>
    <w:rsid w:val="003726F3"/>
    <w:rsid w:val="0037308F"/>
    <w:rsid w:val="00376CC5"/>
    <w:rsid w:val="00381756"/>
    <w:rsid w:val="00381DD5"/>
    <w:rsid w:val="0038597D"/>
    <w:rsid w:val="003869E0"/>
    <w:rsid w:val="00390055"/>
    <w:rsid w:val="00395CE5"/>
    <w:rsid w:val="0039693B"/>
    <w:rsid w:val="003A26D2"/>
    <w:rsid w:val="003A6467"/>
    <w:rsid w:val="003B0C63"/>
    <w:rsid w:val="003B5635"/>
    <w:rsid w:val="003C1134"/>
    <w:rsid w:val="003C2E75"/>
    <w:rsid w:val="003C2EF0"/>
    <w:rsid w:val="003C4F13"/>
    <w:rsid w:val="003D0F45"/>
    <w:rsid w:val="003D2F2D"/>
    <w:rsid w:val="003D5E17"/>
    <w:rsid w:val="003D7BEB"/>
    <w:rsid w:val="003E014E"/>
    <w:rsid w:val="003E1C74"/>
    <w:rsid w:val="003E5295"/>
    <w:rsid w:val="003E60E3"/>
    <w:rsid w:val="003F06BD"/>
    <w:rsid w:val="003F0A11"/>
    <w:rsid w:val="003F40F6"/>
    <w:rsid w:val="00400C98"/>
    <w:rsid w:val="00401590"/>
    <w:rsid w:val="0040296B"/>
    <w:rsid w:val="00402F6B"/>
    <w:rsid w:val="00406615"/>
    <w:rsid w:val="004113C8"/>
    <w:rsid w:val="004123A0"/>
    <w:rsid w:val="00412E5E"/>
    <w:rsid w:val="00415120"/>
    <w:rsid w:val="00416F59"/>
    <w:rsid w:val="004222E5"/>
    <w:rsid w:val="00422C94"/>
    <w:rsid w:val="00423615"/>
    <w:rsid w:val="004258FC"/>
    <w:rsid w:val="004261A2"/>
    <w:rsid w:val="00426F88"/>
    <w:rsid w:val="00434323"/>
    <w:rsid w:val="00441E86"/>
    <w:rsid w:val="00445792"/>
    <w:rsid w:val="00446A7C"/>
    <w:rsid w:val="00447720"/>
    <w:rsid w:val="004560B0"/>
    <w:rsid w:val="00456FD1"/>
    <w:rsid w:val="00457A73"/>
    <w:rsid w:val="00457FD5"/>
    <w:rsid w:val="00462100"/>
    <w:rsid w:val="00463E3D"/>
    <w:rsid w:val="004645AE"/>
    <w:rsid w:val="004675A5"/>
    <w:rsid w:val="00474B26"/>
    <w:rsid w:val="00483056"/>
    <w:rsid w:val="00496C0C"/>
    <w:rsid w:val="00497CAE"/>
    <w:rsid w:val="004A260C"/>
    <w:rsid w:val="004A3448"/>
    <w:rsid w:val="004A4D8B"/>
    <w:rsid w:val="004A78FA"/>
    <w:rsid w:val="004B0171"/>
    <w:rsid w:val="004C0A35"/>
    <w:rsid w:val="004C241E"/>
    <w:rsid w:val="004C4410"/>
    <w:rsid w:val="004C7063"/>
    <w:rsid w:val="004C7729"/>
    <w:rsid w:val="004C798D"/>
    <w:rsid w:val="004C7F32"/>
    <w:rsid w:val="004D3E33"/>
    <w:rsid w:val="004E116F"/>
    <w:rsid w:val="004E20BC"/>
    <w:rsid w:val="004E4DA5"/>
    <w:rsid w:val="004E69D7"/>
    <w:rsid w:val="004F3DA8"/>
    <w:rsid w:val="004F3F44"/>
    <w:rsid w:val="004F44EE"/>
    <w:rsid w:val="004F6066"/>
    <w:rsid w:val="00500B59"/>
    <w:rsid w:val="00501346"/>
    <w:rsid w:val="00502C6E"/>
    <w:rsid w:val="005032DD"/>
    <w:rsid w:val="00503D00"/>
    <w:rsid w:val="005056E7"/>
    <w:rsid w:val="00505F38"/>
    <w:rsid w:val="005061BA"/>
    <w:rsid w:val="0050649F"/>
    <w:rsid w:val="00510EDB"/>
    <w:rsid w:val="005201FD"/>
    <w:rsid w:val="005250F2"/>
    <w:rsid w:val="00526AD2"/>
    <w:rsid w:val="0052748D"/>
    <w:rsid w:val="00527590"/>
    <w:rsid w:val="00527929"/>
    <w:rsid w:val="00534196"/>
    <w:rsid w:val="00534439"/>
    <w:rsid w:val="00535053"/>
    <w:rsid w:val="005372F7"/>
    <w:rsid w:val="0054095D"/>
    <w:rsid w:val="0054095E"/>
    <w:rsid w:val="0054530D"/>
    <w:rsid w:val="00546A44"/>
    <w:rsid w:val="00552AF3"/>
    <w:rsid w:val="0055322D"/>
    <w:rsid w:val="005554D3"/>
    <w:rsid w:val="0056150B"/>
    <w:rsid w:val="005622A4"/>
    <w:rsid w:val="00563516"/>
    <w:rsid w:val="005635EE"/>
    <w:rsid w:val="00564D3D"/>
    <w:rsid w:val="00564E7D"/>
    <w:rsid w:val="00565C71"/>
    <w:rsid w:val="00566841"/>
    <w:rsid w:val="00572F1D"/>
    <w:rsid w:val="005744CD"/>
    <w:rsid w:val="00576CBF"/>
    <w:rsid w:val="0058239F"/>
    <w:rsid w:val="00586520"/>
    <w:rsid w:val="005866CF"/>
    <w:rsid w:val="005875D3"/>
    <w:rsid w:val="005904C4"/>
    <w:rsid w:val="00590FC5"/>
    <w:rsid w:val="0059150F"/>
    <w:rsid w:val="00591617"/>
    <w:rsid w:val="005A1D84"/>
    <w:rsid w:val="005A3500"/>
    <w:rsid w:val="005A70EA"/>
    <w:rsid w:val="005A73D6"/>
    <w:rsid w:val="005B0684"/>
    <w:rsid w:val="005B4AAD"/>
    <w:rsid w:val="005B53B1"/>
    <w:rsid w:val="005B59F5"/>
    <w:rsid w:val="005B7A95"/>
    <w:rsid w:val="005B7E84"/>
    <w:rsid w:val="005B7EB3"/>
    <w:rsid w:val="005C3963"/>
    <w:rsid w:val="005C77F0"/>
    <w:rsid w:val="005D1840"/>
    <w:rsid w:val="005D35E4"/>
    <w:rsid w:val="005D4855"/>
    <w:rsid w:val="005D4BEE"/>
    <w:rsid w:val="005D6DA3"/>
    <w:rsid w:val="005D7910"/>
    <w:rsid w:val="005E0F7B"/>
    <w:rsid w:val="005E306F"/>
    <w:rsid w:val="005E36A6"/>
    <w:rsid w:val="005E42E6"/>
    <w:rsid w:val="005E63CC"/>
    <w:rsid w:val="005E6EA0"/>
    <w:rsid w:val="005F37C8"/>
    <w:rsid w:val="005F4964"/>
    <w:rsid w:val="005F5186"/>
    <w:rsid w:val="005F53D3"/>
    <w:rsid w:val="005F5BBF"/>
    <w:rsid w:val="0060256E"/>
    <w:rsid w:val="00603EBC"/>
    <w:rsid w:val="00605C7B"/>
    <w:rsid w:val="00605E42"/>
    <w:rsid w:val="00616126"/>
    <w:rsid w:val="0062037E"/>
    <w:rsid w:val="0062133C"/>
    <w:rsid w:val="0062154F"/>
    <w:rsid w:val="0062255C"/>
    <w:rsid w:val="00627636"/>
    <w:rsid w:val="006276FB"/>
    <w:rsid w:val="00627BBE"/>
    <w:rsid w:val="00631A8C"/>
    <w:rsid w:val="006337BC"/>
    <w:rsid w:val="00641AB6"/>
    <w:rsid w:val="00645B93"/>
    <w:rsid w:val="00647A2F"/>
    <w:rsid w:val="00650FD5"/>
    <w:rsid w:val="00651CA2"/>
    <w:rsid w:val="00653355"/>
    <w:rsid w:val="00653D60"/>
    <w:rsid w:val="00655945"/>
    <w:rsid w:val="006577F1"/>
    <w:rsid w:val="00660C29"/>
    <w:rsid w:val="00660D05"/>
    <w:rsid w:val="00660E9D"/>
    <w:rsid w:val="00660F7A"/>
    <w:rsid w:val="0066288E"/>
    <w:rsid w:val="00666178"/>
    <w:rsid w:val="0066690C"/>
    <w:rsid w:val="00666B67"/>
    <w:rsid w:val="0067135A"/>
    <w:rsid w:val="00671576"/>
    <w:rsid w:val="00671CB5"/>
    <w:rsid w:val="00671D9A"/>
    <w:rsid w:val="006731DF"/>
    <w:rsid w:val="00673952"/>
    <w:rsid w:val="006740FF"/>
    <w:rsid w:val="00674525"/>
    <w:rsid w:val="006746EA"/>
    <w:rsid w:val="006750A6"/>
    <w:rsid w:val="0067612E"/>
    <w:rsid w:val="00681821"/>
    <w:rsid w:val="00681A0A"/>
    <w:rsid w:val="00681ABB"/>
    <w:rsid w:val="00681E65"/>
    <w:rsid w:val="00684DE9"/>
    <w:rsid w:val="006869C3"/>
    <w:rsid w:val="00686C9D"/>
    <w:rsid w:val="00687152"/>
    <w:rsid w:val="00690420"/>
    <w:rsid w:val="00691982"/>
    <w:rsid w:val="00692695"/>
    <w:rsid w:val="00692C5B"/>
    <w:rsid w:val="00693107"/>
    <w:rsid w:val="006950EE"/>
    <w:rsid w:val="00695B06"/>
    <w:rsid w:val="00695C23"/>
    <w:rsid w:val="00695D5D"/>
    <w:rsid w:val="0069650B"/>
    <w:rsid w:val="00697014"/>
    <w:rsid w:val="006A08E0"/>
    <w:rsid w:val="006A1C82"/>
    <w:rsid w:val="006A1CE5"/>
    <w:rsid w:val="006A7B41"/>
    <w:rsid w:val="006B00DF"/>
    <w:rsid w:val="006B141F"/>
    <w:rsid w:val="006B2D49"/>
    <w:rsid w:val="006B2D5B"/>
    <w:rsid w:val="006B361D"/>
    <w:rsid w:val="006B7027"/>
    <w:rsid w:val="006B7D14"/>
    <w:rsid w:val="006C02DA"/>
    <w:rsid w:val="006C51B3"/>
    <w:rsid w:val="006D42E6"/>
    <w:rsid w:val="006D4980"/>
    <w:rsid w:val="006D5B93"/>
    <w:rsid w:val="006D5BDA"/>
    <w:rsid w:val="006D5C00"/>
    <w:rsid w:val="006D6364"/>
    <w:rsid w:val="006D6921"/>
    <w:rsid w:val="006E20CE"/>
    <w:rsid w:val="006E4283"/>
    <w:rsid w:val="006E4B07"/>
    <w:rsid w:val="006F3A57"/>
    <w:rsid w:val="006F3F98"/>
    <w:rsid w:val="006F60B1"/>
    <w:rsid w:val="006F6864"/>
    <w:rsid w:val="006F7CDD"/>
    <w:rsid w:val="00702F25"/>
    <w:rsid w:val="00703856"/>
    <w:rsid w:val="007118A4"/>
    <w:rsid w:val="007143AE"/>
    <w:rsid w:val="00714AA9"/>
    <w:rsid w:val="0071625B"/>
    <w:rsid w:val="00720238"/>
    <w:rsid w:val="00723B14"/>
    <w:rsid w:val="00725A7D"/>
    <w:rsid w:val="007261E3"/>
    <w:rsid w:val="0072781C"/>
    <w:rsid w:val="0073085C"/>
    <w:rsid w:val="007312C6"/>
    <w:rsid w:val="00733784"/>
    <w:rsid w:val="00734111"/>
    <w:rsid w:val="00734ECE"/>
    <w:rsid w:val="007357C7"/>
    <w:rsid w:val="00737EA7"/>
    <w:rsid w:val="007410BB"/>
    <w:rsid w:val="00742237"/>
    <w:rsid w:val="00742498"/>
    <w:rsid w:val="00742AFF"/>
    <w:rsid w:val="00746505"/>
    <w:rsid w:val="00747375"/>
    <w:rsid w:val="0075387C"/>
    <w:rsid w:val="007551ED"/>
    <w:rsid w:val="00755CF6"/>
    <w:rsid w:val="00757A5E"/>
    <w:rsid w:val="00766B7C"/>
    <w:rsid w:val="00770794"/>
    <w:rsid w:val="00771031"/>
    <w:rsid w:val="007725C7"/>
    <w:rsid w:val="00775E03"/>
    <w:rsid w:val="00780095"/>
    <w:rsid w:val="007806D6"/>
    <w:rsid w:val="0078220E"/>
    <w:rsid w:val="0078239E"/>
    <w:rsid w:val="007829B0"/>
    <w:rsid w:val="007846AE"/>
    <w:rsid w:val="00790BB3"/>
    <w:rsid w:val="0079130C"/>
    <w:rsid w:val="00792043"/>
    <w:rsid w:val="007920B0"/>
    <w:rsid w:val="0079368C"/>
    <w:rsid w:val="007937B2"/>
    <w:rsid w:val="00794940"/>
    <w:rsid w:val="007965D6"/>
    <w:rsid w:val="007974DE"/>
    <w:rsid w:val="00797EDD"/>
    <w:rsid w:val="007A42E9"/>
    <w:rsid w:val="007A5A5D"/>
    <w:rsid w:val="007A6199"/>
    <w:rsid w:val="007B0322"/>
    <w:rsid w:val="007B5583"/>
    <w:rsid w:val="007B5952"/>
    <w:rsid w:val="007B6CEC"/>
    <w:rsid w:val="007C041F"/>
    <w:rsid w:val="007C0633"/>
    <w:rsid w:val="007C0CF6"/>
    <w:rsid w:val="007C0E3F"/>
    <w:rsid w:val="007C19EC"/>
    <w:rsid w:val="007C206C"/>
    <w:rsid w:val="007C5729"/>
    <w:rsid w:val="007C5768"/>
    <w:rsid w:val="007D4E30"/>
    <w:rsid w:val="007D595D"/>
    <w:rsid w:val="007E2DB4"/>
    <w:rsid w:val="007E48C0"/>
    <w:rsid w:val="007F01C6"/>
    <w:rsid w:val="007F1D88"/>
    <w:rsid w:val="007F3E34"/>
    <w:rsid w:val="007F53B3"/>
    <w:rsid w:val="007F5ACF"/>
    <w:rsid w:val="007F69E5"/>
    <w:rsid w:val="007F7A3E"/>
    <w:rsid w:val="00801B3B"/>
    <w:rsid w:val="0080369D"/>
    <w:rsid w:val="00805E6A"/>
    <w:rsid w:val="008101D2"/>
    <w:rsid w:val="00810E69"/>
    <w:rsid w:val="008111E4"/>
    <w:rsid w:val="0081301C"/>
    <w:rsid w:val="0081490B"/>
    <w:rsid w:val="00817DD6"/>
    <w:rsid w:val="00821F67"/>
    <w:rsid w:val="0082781F"/>
    <w:rsid w:val="00830CD1"/>
    <w:rsid w:val="008371E1"/>
    <w:rsid w:val="00840742"/>
    <w:rsid w:val="00841A28"/>
    <w:rsid w:val="00842905"/>
    <w:rsid w:val="00843C14"/>
    <w:rsid w:val="008526F0"/>
    <w:rsid w:val="008529A5"/>
    <w:rsid w:val="00856F34"/>
    <w:rsid w:val="008629A9"/>
    <w:rsid w:val="00866D36"/>
    <w:rsid w:val="008723FC"/>
    <w:rsid w:val="00873107"/>
    <w:rsid w:val="008734FE"/>
    <w:rsid w:val="00875143"/>
    <w:rsid w:val="008842D0"/>
    <w:rsid w:val="00884471"/>
    <w:rsid w:val="0088513A"/>
    <w:rsid w:val="00890675"/>
    <w:rsid w:val="00893B5C"/>
    <w:rsid w:val="00893C19"/>
    <w:rsid w:val="00895894"/>
    <w:rsid w:val="0089709E"/>
    <w:rsid w:val="008A071D"/>
    <w:rsid w:val="008A708D"/>
    <w:rsid w:val="008B6BE6"/>
    <w:rsid w:val="008D05DF"/>
    <w:rsid w:val="008D0C5F"/>
    <w:rsid w:val="008D2964"/>
    <w:rsid w:val="008D37DD"/>
    <w:rsid w:val="008D5E8E"/>
    <w:rsid w:val="008D6C8D"/>
    <w:rsid w:val="008D6EC2"/>
    <w:rsid w:val="008E00FF"/>
    <w:rsid w:val="008E1DE7"/>
    <w:rsid w:val="008E27D0"/>
    <w:rsid w:val="008E2B54"/>
    <w:rsid w:val="008E3AA5"/>
    <w:rsid w:val="008E4404"/>
    <w:rsid w:val="008E5585"/>
    <w:rsid w:val="008E58C7"/>
    <w:rsid w:val="008F0F39"/>
    <w:rsid w:val="008F5021"/>
    <w:rsid w:val="008F66C8"/>
    <w:rsid w:val="00904EAF"/>
    <w:rsid w:val="00905CF5"/>
    <w:rsid w:val="0090607F"/>
    <w:rsid w:val="00907312"/>
    <w:rsid w:val="00907579"/>
    <w:rsid w:val="00912C0D"/>
    <w:rsid w:val="00913B55"/>
    <w:rsid w:val="009154D1"/>
    <w:rsid w:val="00916BF3"/>
    <w:rsid w:val="00920393"/>
    <w:rsid w:val="00926469"/>
    <w:rsid w:val="00927A09"/>
    <w:rsid w:val="0093181B"/>
    <w:rsid w:val="00932CED"/>
    <w:rsid w:val="0093312E"/>
    <w:rsid w:val="00933501"/>
    <w:rsid w:val="00936493"/>
    <w:rsid w:val="009413F5"/>
    <w:rsid w:val="009419F8"/>
    <w:rsid w:val="00943573"/>
    <w:rsid w:val="009453F7"/>
    <w:rsid w:val="0094600D"/>
    <w:rsid w:val="00947C60"/>
    <w:rsid w:val="00952127"/>
    <w:rsid w:val="00956216"/>
    <w:rsid w:val="00960759"/>
    <w:rsid w:val="00962CC7"/>
    <w:rsid w:val="009664AA"/>
    <w:rsid w:val="0097031C"/>
    <w:rsid w:val="00971B61"/>
    <w:rsid w:val="009732BF"/>
    <w:rsid w:val="00980411"/>
    <w:rsid w:val="0098046E"/>
    <w:rsid w:val="00980C31"/>
    <w:rsid w:val="00983C3C"/>
    <w:rsid w:val="00987C03"/>
    <w:rsid w:val="00990B96"/>
    <w:rsid w:val="00994AE5"/>
    <w:rsid w:val="009955FF"/>
    <w:rsid w:val="00997293"/>
    <w:rsid w:val="00997673"/>
    <w:rsid w:val="009A2B4B"/>
    <w:rsid w:val="009A48F6"/>
    <w:rsid w:val="009A7F18"/>
    <w:rsid w:val="009B01AD"/>
    <w:rsid w:val="009B5A30"/>
    <w:rsid w:val="009C0313"/>
    <w:rsid w:val="009C5C7C"/>
    <w:rsid w:val="009D2197"/>
    <w:rsid w:val="009D23FE"/>
    <w:rsid w:val="009D259D"/>
    <w:rsid w:val="009D2688"/>
    <w:rsid w:val="009D2C1B"/>
    <w:rsid w:val="009E2531"/>
    <w:rsid w:val="009E31FD"/>
    <w:rsid w:val="009E63E5"/>
    <w:rsid w:val="009F277A"/>
    <w:rsid w:val="009F374A"/>
    <w:rsid w:val="009F4162"/>
    <w:rsid w:val="009F44BE"/>
    <w:rsid w:val="00A03F4F"/>
    <w:rsid w:val="00A1228C"/>
    <w:rsid w:val="00A13DC3"/>
    <w:rsid w:val="00A21B8B"/>
    <w:rsid w:val="00A2453A"/>
    <w:rsid w:val="00A25BA4"/>
    <w:rsid w:val="00A269B9"/>
    <w:rsid w:val="00A272A9"/>
    <w:rsid w:val="00A27B00"/>
    <w:rsid w:val="00A27BCF"/>
    <w:rsid w:val="00A303DE"/>
    <w:rsid w:val="00A34238"/>
    <w:rsid w:val="00A360F1"/>
    <w:rsid w:val="00A4352B"/>
    <w:rsid w:val="00A4493E"/>
    <w:rsid w:val="00A50B17"/>
    <w:rsid w:val="00A50D9D"/>
    <w:rsid w:val="00A53000"/>
    <w:rsid w:val="00A53F1A"/>
    <w:rsid w:val="00A545C6"/>
    <w:rsid w:val="00A61E52"/>
    <w:rsid w:val="00A63C2E"/>
    <w:rsid w:val="00A64B1C"/>
    <w:rsid w:val="00A64B5E"/>
    <w:rsid w:val="00A652D0"/>
    <w:rsid w:val="00A66607"/>
    <w:rsid w:val="00A7056F"/>
    <w:rsid w:val="00A71B89"/>
    <w:rsid w:val="00A72510"/>
    <w:rsid w:val="00A72660"/>
    <w:rsid w:val="00A72D46"/>
    <w:rsid w:val="00A73D74"/>
    <w:rsid w:val="00A75F87"/>
    <w:rsid w:val="00A7707D"/>
    <w:rsid w:val="00A82373"/>
    <w:rsid w:val="00A87075"/>
    <w:rsid w:val="00A9072B"/>
    <w:rsid w:val="00A93767"/>
    <w:rsid w:val="00A93E34"/>
    <w:rsid w:val="00A95D8B"/>
    <w:rsid w:val="00A9619C"/>
    <w:rsid w:val="00A97812"/>
    <w:rsid w:val="00AA1C5F"/>
    <w:rsid w:val="00AA1E1A"/>
    <w:rsid w:val="00AA3D6A"/>
    <w:rsid w:val="00AA453A"/>
    <w:rsid w:val="00AA7418"/>
    <w:rsid w:val="00AB176B"/>
    <w:rsid w:val="00AB1C18"/>
    <w:rsid w:val="00AB2D7F"/>
    <w:rsid w:val="00AB5848"/>
    <w:rsid w:val="00AB6BC6"/>
    <w:rsid w:val="00AB7161"/>
    <w:rsid w:val="00AB7A76"/>
    <w:rsid w:val="00AC0270"/>
    <w:rsid w:val="00AC3EA3"/>
    <w:rsid w:val="00AC792D"/>
    <w:rsid w:val="00AC7CBC"/>
    <w:rsid w:val="00AC7DD8"/>
    <w:rsid w:val="00AD0303"/>
    <w:rsid w:val="00AE3AFE"/>
    <w:rsid w:val="00AE4BC4"/>
    <w:rsid w:val="00AE50B5"/>
    <w:rsid w:val="00AF062B"/>
    <w:rsid w:val="00AF0B6F"/>
    <w:rsid w:val="00AF4AEA"/>
    <w:rsid w:val="00AF5875"/>
    <w:rsid w:val="00AF7B70"/>
    <w:rsid w:val="00B00D03"/>
    <w:rsid w:val="00B03B2C"/>
    <w:rsid w:val="00B05A80"/>
    <w:rsid w:val="00B07D21"/>
    <w:rsid w:val="00B1117C"/>
    <w:rsid w:val="00B13865"/>
    <w:rsid w:val="00B17669"/>
    <w:rsid w:val="00B229BC"/>
    <w:rsid w:val="00B23652"/>
    <w:rsid w:val="00B243C7"/>
    <w:rsid w:val="00B26316"/>
    <w:rsid w:val="00B270BB"/>
    <w:rsid w:val="00B35A05"/>
    <w:rsid w:val="00B35DB2"/>
    <w:rsid w:val="00B360EC"/>
    <w:rsid w:val="00B36313"/>
    <w:rsid w:val="00B372CF"/>
    <w:rsid w:val="00B4006C"/>
    <w:rsid w:val="00B40FF9"/>
    <w:rsid w:val="00B4229F"/>
    <w:rsid w:val="00B468D5"/>
    <w:rsid w:val="00B46CF9"/>
    <w:rsid w:val="00B52EEE"/>
    <w:rsid w:val="00B55985"/>
    <w:rsid w:val="00B6249F"/>
    <w:rsid w:val="00B64A52"/>
    <w:rsid w:val="00B64DF7"/>
    <w:rsid w:val="00B657B8"/>
    <w:rsid w:val="00B729C7"/>
    <w:rsid w:val="00B74A80"/>
    <w:rsid w:val="00B7671C"/>
    <w:rsid w:val="00B84920"/>
    <w:rsid w:val="00B84DD6"/>
    <w:rsid w:val="00B84F91"/>
    <w:rsid w:val="00B853FD"/>
    <w:rsid w:val="00B8556A"/>
    <w:rsid w:val="00B86409"/>
    <w:rsid w:val="00B938C0"/>
    <w:rsid w:val="00BA0D39"/>
    <w:rsid w:val="00BA2955"/>
    <w:rsid w:val="00BB27C7"/>
    <w:rsid w:val="00BC38D3"/>
    <w:rsid w:val="00BD0F70"/>
    <w:rsid w:val="00BD3BC6"/>
    <w:rsid w:val="00BD4350"/>
    <w:rsid w:val="00BD4A0E"/>
    <w:rsid w:val="00BD4A9E"/>
    <w:rsid w:val="00BD5D8C"/>
    <w:rsid w:val="00BE0E93"/>
    <w:rsid w:val="00BE1ABA"/>
    <w:rsid w:val="00BE504A"/>
    <w:rsid w:val="00BE5C5B"/>
    <w:rsid w:val="00BF2BCC"/>
    <w:rsid w:val="00BF60B9"/>
    <w:rsid w:val="00C012A3"/>
    <w:rsid w:val="00C0387F"/>
    <w:rsid w:val="00C1200D"/>
    <w:rsid w:val="00C125D5"/>
    <w:rsid w:val="00C126A7"/>
    <w:rsid w:val="00C15076"/>
    <w:rsid w:val="00C16F19"/>
    <w:rsid w:val="00C16FA8"/>
    <w:rsid w:val="00C175C6"/>
    <w:rsid w:val="00C17D69"/>
    <w:rsid w:val="00C215C0"/>
    <w:rsid w:val="00C24E55"/>
    <w:rsid w:val="00C329EA"/>
    <w:rsid w:val="00C32C59"/>
    <w:rsid w:val="00C33924"/>
    <w:rsid w:val="00C36299"/>
    <w:rsid w:val="00C369BA"/>
    <w:rsid w:val="00C36E9F"/>
    <w:rsid w:val="00C51988"/>
    <w:rsid w:val="00C52A7B"/>
    <w:rsid w:val="00C538E3"/>
    <w:rsid w:val="00C562C2"/>
    <w:rsid w:val="00C57BCE"/>
    <w:rsid w:val="00C57C02"/>
    <w:rsid w:val="00C62764"/>
    <w:rsid w:val="00C6324C"/>
    <w:rsid w:val="00C65E0C"/>
    <w:rsid w:val="00C679AA"/>
    <w:rsid w:val="00C706DB"/>
    <w:rsid w:val="00C7239E"/>
    <w:rsid w:val="00C724CF"/>
    <w:rsid w:val="00C74E61"/>
    <w:rsid w:val="00C756B8"/>
    <w:rsid w:val="00C75972"/>
    <w:rsid w:val="00C80B53"/>
    <w:rsid w:val="00C80EC1"/>
    <w:rsid w:val="00C82792"/>
    <w:rsid w:val="00C84163"/>
    <w:rsid w:val="00C850D6"/>
    <w:rsid w:val="00C875EB"/>
    <w:rsid w:val="00C933D1"/>
    <w:rsid w:val="00C93A80"/>
    <w:rsid w:val="00C93ACA"/>
    <w:rsid w:val="00C948FD"/>
    <w:rsid w:val="00CA4F7B"/>
    <w:rsid w:val="00CA505E"/>
    <w:rsid w:val="00CA7608"/>
    <w:rsid w:val="00CB004E"/>
    <w:rsid w:val="00CB0111"/>
    <w:rsid w:val="00CB0494"/>
    <w:rsid w:val="00CB061F"/>
    <w:rsid w:val="00CB43D5"/>
    <w:rsid w:val="00CB57A5"/>
    <w:rsid w:val="00CB5CB3"/>
    <w:rsid w:val="00CC22F0"/>
    <w:rsid w:val="00CC3768"/>
    <w:rsid w:val="00CC41FA"/>
    <w:rsid w:val="00CC46C9"/>
    <w:rsid w:val="00CC6EED"/>
    <w:rsid w:val="00CC76F9"/>
    <w:rsid w:val="00CD066B"/>
    <w:rsid w:val="00CD10BE"/>
    <w:rsid w:val="00CD2722"/>
    <w:rsid w:val="00CD279C"/>
    <w:rsid w:val="00CD46E2"/>
    <w:rsid w:val="00CE59DA"/>
    <w:rsid w:val="00CE5D7B"/>
    <w:rsid w:val="00CE7A56"/>
    <w:rsid w:val="00D00D0B"/>
    <w:rsid w:val="00D04B69"/>
    <w:rsid w:val="00D05B27"/>
    <w:rsid w:val="00D05C3D"/>
    <w:rsid w:val="00D10D82"/>
    <w:rsid w:val="00D10E32"/>
    <w:rsid w:val="00D13C28"/>
    <w:rsid w:val="00D15571"/>
    <w:rsid w:val="00D1635F"/>
    <w:rsid w:val="00D16FBF"/>
    <w:rsid w:val="00D21101"/>
    <w:rsid w:val="00D24F8B"/>
    <w:rsid w:val="00D26871"/>
    <w:rsid w:val="00D26DDF"/>
    <w:rsid w:val="00D26FE6"/>
    <w:rsid w:val="00D31D04"/>
    <w:rsid w:val="00D33522"/>
    <w:rsid w:val="00D34109"/>
    <w:rsid w:val="00D3479A"/>
    <w:rsid w:val="00D36304"/>
    <w:rsid w:val="00D37192"/>
    <w:rsid w:val="00D41920"/>
    <w:rsid w:val="00D46B2F"/>
    <w:rsid w:val="00D47B13"/>
    <w:rsid w:val="00D507F9"/>
    <w:rsid w:val="00D537FA"/>
    <w:rsid w:val="00D539FE"/>
    <w:rsid w:val="00D5547D"/>
    <w:rsid w:val="00D55B70"/>
    <w:rsid w:val="00D55CAD"/>
    <w:rsid w:val="00D5616C"/>
    <w:rsid w:val="00D60CED"/>
    <w:rsid w:val="00D63F84"/>
    <w:rsid w:val="00D6518E"/>
    <w:rsid w:val="00D71B6C"/>
    <w:rsid w:val="00D74C20"/>
    <w:rsid w:val="00D74D7B"/>
    <w:rsid w:val="00D75F34"/>
    <w:rsid w:val="00D777EA"/>
    <w:rsid w:val="00D80D99"/>
    <w:rsid w:val="00D826E2"/>
    <w:rsid w:val="00D835E6"/>
    <w:rsid w:val="00D84577"/>
    <w:rsid w:val="00D86308"/>
    <w:rsid w:val="00D87C9C"/>
    <w:rsid w:val="00D87F29"/>
    <w:rsid w:val="00D90B76"/>
    <w:rsid w:val="00D934B8"/>
    <w:rsid w:val="00D9503C"/>
    <w:rsid w:val="00D97AB6"/>
    <w:rsid w:val="00DA6FEE"/>
    <w:rsid w:val="00DA7D9D"/>
    <w:rsid w:val="00DA7FCC"/>
    <w:rsid w:val="00DB042B"/>
    <w:rsid w:val="00DB0A6C"/>
    <w:rsid w:val="00DB35B7"/>
    <w:rsid w:val="00DB68B5"/>
    <w:rsid w:val="00DC136B"/>
    <w:rsid w:val="00DC1EFD"/>
    <w:rsid w:val="00DC41A8"/>
    <w:rsid w:val="00DC718F"/>
    <w:rsid w:val="00DD1B4C"/>
    <w:rsid w:val="00DD1E51"/>
    <w:rsid w:val="00DD27AE"/>
    <w:rsid w:val="00DD3FAC"/>
    <w:rsid w:val="00DD4A1E"/>
    <w:rsid w:val="00DD5574"/>
    <w:rsid w:val="00DD6779"/>
    <w:rsid w:val="00DD6C08"/>
    <w:rsid w:val="00DD73EF"/>
    <w:rsid w:val="00DE15FF"/>
    <w:rsid w:val="00DE1A4D"/>
    <w:rsid w:val="00DE23E8"/>
    <w:rsid w:val="00DE2804"/>
    <w:rsid w:val="00DE51D2"/>
    <w:rsid w:val="00DF363C"/>
    <w:rsid w:val="00DF3D5A"/>
    <w:rsid w:val="00DF5CA6"/>
    <w:rsid w:val="00E0128B"/>
    <w:rsid w:val="00E06393"/>
    <w:rsid w:val="00E07B04"/>
    <w:rsid w:val="00E13CD3"/>
    <w:rsid w:val="00E14C74"/>
    <w:rsid w:val="00E152FF"/>
    <w:rsid w:val="00E23207"/>
    <w:rsid w:val="00E23C04"/>
    <w:rsid w:val="00E249B5"/>
    <w:rsid w:val="00E318D7"/>
    <w:rsid w:val="00E3446E"/>
    <w:rsid w:val="00E37655"/>
    <w:rsid w:val="00E4027E"/>
    <w:rsid w:val="00E4265B"/>
    <w:rsid w:val="00E44797"/>
    <w:rsid w:val="00E4661B"/>
    <w:rsid w:val="00E56CFD"/>
    <w:rsid w:val="00E634E8"/>
    <w:rsid w:val="00E64E13"/>
    <w:rsid w:val="00E64E17"/>
    <w:rsid w:val="00E652C9"/>
    <w:rsid w:val="00E66CDE"/>
    <w:rsid w:val="00E771EC"/>
    <w:rsid w:val="00E7775A"/>
    <w:rsid w:val="00E80C55"/>
    <w:rsid w:val="00E83167"/>
    <w:rsid w:val="00E84041"/>
    <w:rsid w:val="00E841F5"/>
    <w:rsid w:val="00E961F2"/>
    <w:rsid w:val="00E96B0E"/>
    <w:rsid w:val="00E97B8E"/>
    <w:rsid w:val="00EA082B"/>
    <w:rsid w:val="00EA1169"/>
    <w:rsid w:val="00EA1248"/>
    <w:rsid w:val="00EA2A77"/>
    <w:rsid w:val="00EA3D3C"/>
    <w:rsid w:val="00EA6C10"/>
    <w:rsid w:val="00EB126C"/>
    <w:rsid w:val="00EB1747"/>
    <w:rsid w:val="00EB1E30"/>
    <w:rsid w:val="00EB2146"/>
    <w:rsid w:val="00EB2817"/>
    <w:rsid w:val="00EB29D1"/>
    <w:rsid w:val="00EB3CA8"/>
    <w:rsid w:val="00EB5DFF"/>
    <w:rsid w:val="00EB5E9C"/>
    <w:rsid w:val="00EC7CC3"/>
    <w:rsid w:val="00ED365B"/>
    <w:rsid w:val="00ED409A"/>
    <w:rsid w:val="00EE642E"/>
    <w:rsid w:val="00EE73F9"/>
    <w:rsid w:val="00EE7BDD"/>
    <w:rsid w:val="00EE7FAE"/>
    <w:rsid w:val="00EF1210"/>
    <w:rsid w:val="00EF3069"/>
    <w:rsid w:val="00EF754F"/>
    <w:rsid w:val="00F006BC"/>
    <w:rsid w:val="00F02B83"/>
    <w:rsid w:val="00F02D3A"/>
    <w:rsid w:val="00F05FF6"/>
    <w:rsid w:val="00F10E7E"/>
    <w:rsid w:val="00F117EE"/>
    <w:rsid w:val="00F1189E"/>
    <w:rsid w:val="00F141BE"/>
    <w:rsid w:val="00F164F9"/>
    <w:rsid w:val="00F2208D"/>
    <w:rsid w:val="00F22794"/>
    <w:rsid w:val="00F305E2"/>
    <w:rsid w:val="00F31B0B"/>
    <w:rsid w:val="00F36794"/>
    <w:rsid w:val="00F40990"/>
    <w:rsid w:val="00F438EA"/>
    <w:rsid w:val="00F45FBD"/>
    <w:rsid w:val="00F46494"/>
    <w:rsid w:val="00F50F85"/>
    <w:rsid w:val="00F54D07"/>
    <w:rsid w:val="00F558AB"/>
    <w:rsid w:val="00F61D89"/>
    <w:rsid w:val="00F66F58"/>
    <w:rsid w:val="00F70E87"/>
    <w:rsid w:val="00F76137"/>
    <w:rsid w:val="00F81846"/>
    <w:rsid w:val="00F82939"/>
    <w:rsid w:val="00F85106"/>
    <w:rsid w:val="00F8641A"/>
    <w:rsid w:val="00F86ABB"/>
    <w:rsid w:val="00F8759F"/>
    <w:rsid w:val="00F91C22"/>
    <w:rsid w:val="00F94E47"/>
    <w:rsid w:val="00F9514C"/>
    <w:rsid w:val="00F95157"/>
    <w:rsid w:val="00FA2F2F"/>
    <w:rsid w:val="00FA412B"/>
    <w:rsid w:val="00FA42AA"/>
    <w:rsid w:val="00FA7CA3"/>
    <w:rsid w:val="00FB327F"/>
    <w:rsid w:val="00FB4211"/>
    <w:rsid w:val="00FC29EC"/>
    <w:rsid w:val="00FC3FB5"/>
    <w:rsid w:val="00FC49C5"/>
    <w:rsid w:val="00FC59DE"/>
    <w:rsid w:val="00FC5E24"/>
    <w:rsid w:val="00FC6DA6"/>
    <w:rsid w:val="00FD1FBA"/>
    <w:rsid w:val="00FD291C"/>
    <w:rsid w:val="00FD2AAE"/>
    <w:rsid w:val="00FD54AA"/>
    <w:rsid w:val="00FD5A60"/>
    <w:rsid w:val="00FD5C64"/>
    <w:rsid w:val="00FD747C"/>
    <w:rsid w:val="00FD7648"/>
    <w:rsid w:val="00FE2EE5"/>
    <w:rsid w:val="00FE3D0A"/>
    <w:rsid w:val="00FE48A1"/>
    <w:rsid w:val="00FE4D1E"/>
    <w:rsid w:val="00FE6E4E"/>
    <w:rsid w:val="00FF0E97"/>
    <w:rsid w:val="00FF2D37"/>
    <w:rsid w:val="00FF3618"/>
    <w:rsid w:val="00FF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BA59A7"/>
  <w15:docId w15:val="{E5076170-7537-4475-A393-84D4D31C3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inorHAnsi" w:hAnsiTheme="maj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0D99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Ttulo1">
    <w:name w:val="heading 1"/>
    <w:basedOn w:val="Prrafodelista"/>
    <w:next w:val="Normal"/>
    <w:link w:val="Ttulo1Car"/>
    <w:uiPriority w:val="2"/>
    <w:qFormat/>
    <w:rsid w:val="00D80D99"/>
    <w:pPr>
      <w:numPr>
        <w:numId w:val="17"/>
      </w:numPr>
      <w:spacing w:before="240"/>
      <w:contextualSpacing w:val="0"/>
      <w:outlineLvl w:val="0"/>
    </w:pPr>
    <w:rPr>
      <w:b/>
    </w:rPr>
  </w:style>
  <w:style w:type="paragraph" w:styleId="Ttulo2">
    <w:name w:val="heading 2"/>
    <w:basedOn w:val="Ttulo1"/>
    <w:next w:val="Normal"/>
    <w:link w:val="Ttulo2Car"/>
    <w:uiPriority w:val="2"/>
    <w:qFormat/>
    <w:rsid w:val="00D80D99"/>
    <w:pPr>
      <w:numPr>
        <w:ilvl w:val="1"/>
      </w:numPr>
      <w:spacing w:after="200"/>
      <w:outlineLvl w:val="1"/>
    </w:pPr>
  </w:style>
  <w:style w:type="paragraph" w:styleId="Ttulo3">
    <w:name w:val="heading 3"/>
    <w:basedOn w:val="Normal"/>
    <w:next w:val="Normal"/>
    <w:link w:val="Ttulo3Car"/>
    <w:uiPriority w:val="2"/>
    <w:qFormat/>
    <w:rsid w:val="00D80D99"/>
    <w:pPr>
      <w:keepNext/>
      <w:keepLines/>
      <w:numPr>
        <w:ilvl w:val="2"/>
        <w:numId w:val="17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Ttulo4">
    <w:name w:val="heading 4"/>
    <w:basedOn w:val="Ttulo3"/>
    <w:next w:val="Normal"/>
    <w:link w:val="Ttulo4Car"/>
    <w:uiPriority w:val="2"/>
    <w:qFormat/>
    <w:rsid w:val="00D80D99"/>
    <w:pPr>
      <w:numPr>
        <w:ilvl w:val="3"/>
      </w:numPr>
      <w:outlineLvl w:val="3"/>
    </w:pPr>
    <w:rPr>
      <w:iCs/>
    </w:rPr>
  </w:style>
  <w:style w:type="paragraph" w:styleId="Ttulo5">
    <w:name w:val="heading 5"/>
    <w:basedOn w:val="Ttulo4"/>
    <w:next w:val="Normal"/>
    <w:link w:val="Ttulo5Car"/>
    <w:uiPriority w:val="2"/>
    <w:qFormat/>
    <w:rsid w:val="00D80D99"/>
    <w:pPr>
      <w:numPr>
        <w:ilvl w:val="4"/>
      </w:numPr>
      <w:outlineLvl w:val="4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2"/>
    <w:rsid w:val="0014739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Ttulo2Car">
    <w:name w:val="Título 2 Car"/>
    <w:basedOn w:val="Fuentedeprrafopredeter"/>
    <w:link w:val="Ttulo2"/>
    <w:uiPriority w:val="2"/>
    <w:rsid w:val="00147395"/>
    <w:rPr>
      <w:rFonts w:ascii="Times New Roman" w:eastAsia="Cambria" w:hAnsi="Times New Roman" w:cs="Times New Roman"/>
      <w:b/>
      <w:sz w:val="24"/>
      <w:szCs w:val="24"/>
    </w:rPr>
  </w:style>
  <w:style w:type="character" w:styleId="nfasis">
    <w:name w:val="Emphasis"/>
    <w:basedOn w:val="Fuentedeprrafopredeter"/>
    <w:uiPriority w:val="20"/>
    <w:qFormat/>
    <w:rsid w:val="00C724CF"/>
    <w:rPr>
      <w:rFonts w:ascii="Times New Roman" w:hAnsi="Times New Roman"/>
      <w:i/>
      <w:iCs/>
    </w:rPr>
  </w:style>
  <w:style w:type="paragraph" w:styleId="Prrafodelista">
    <w:name w:val="List Paragraph"/>
    <w:basedOn w:val="Normal"/>
    <w:uiPriority w:val="3"/>
    <w:qFormat/>
    <w:rsid w:val="00310124"/>
    <w:pPr>
      <w:numPr>
        <w:numId w:val="14"/>
      </w:numPr>
      <w:ind w:left="1434" w:hanging="357"/>
      <w:contextualSpacing/>
    </w:pPr>
    <w:rPr>
      <w:rFonts w:eastAsia="Cambria" w:cs="Times New Roman"/>
      <w:szCs w:val="24"/>
    </w:rPr>
  </w:style>
  <w:style w:type="character" w:styleId="Textoennegrita">
    <w:name w:val="Strong"/>
    <w:basedOn w:val="Fuentedeprrafopredeter"/>
    <w:uiPriority w:val="22"/>
    <w:qFormat/>
    <w:rsid w:val="00C724CF"/>
    <w:rPr>
      <w:rFonts w:ascii="Times New Roman" w:hAnsi="Times New Roman"/>
      <w:b/>
      <w:bCs/>
    </w:rPr>
  </w:style>
  <w:style w:type="paragraph" w:styleId="NormalWeb">
    <w:name w:val="Normal (Web)"/>
    <w:basedOn w:val="Normal"/>
    <w:uiPriority w:val="99"/>
    <w:unhideWhenUsed/>
    <w:rsid w:val="00117666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A53000"/>
    <w:pPr>
      <w:tabs>
        <w:tab w:val="center" w:pos="4844"/>
        <w:tab w:val="right" w:pos="9689"/>
      </w:tabs>
    </w:pPr>
    <w:rPr>
      <w:b/>
    </w:rPr>
  </w:style>
  <w:style w:type="character" w:customStyle="1" w:styleId="EncabezadoCar">
    <w:name w:val="Encabezado Car"/>
    <w:basedOn w:val="Fuentedeprrafopredeter"/>
    <w:link w:val="Encabezado"/>
    <w:uiPriority w:val="99"/>
    <w:rsid w:val="00A53000"/>
    <w:rPr>
      <w:rFonts w:ascii="Times New Roman" w:hAnsi="Times New Roman"/>
      <w:b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117666"/>
    <w:pPr>
      <w:tabs>
        <w:tab w:val="center" w:pos="4844"/>
        <w:tab w:val="right" w:pos="9689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17666"/>
  </w:style>
  <w:style w:type="table" w:styleId="Tablaconcuadrcula">
    <w:name w:val="Table Grid"/>
    <w:basedOn w:val="Tablanormal"/>
    <w:uiPriority w:val="39"/>
    <w:rsid w:val="00117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117666"/>
    <w:pPr>
      <w:spacing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1766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117666"/>
    <w:rPr>
      <w:vertAlign w:val="superscript"/>
    </w:rPr>
  </w:style>
  <w:style w:type="paragraph" w:styleId="Descripcin">
    <w:name w:val="caption"/>
    <w:basedOn w:val="Normal"/>
    <w:next w:val="Sinespaciado"/>
    <w:uiPriority w:val="35"/>
    <w:unhideWhenUsed/>
    <w:qFormat/>
    <w:rsid w:val="00A53000"/>
    <w:pPr>
      <w:keepNext/>
    </w:pPr>
    <w:rPr>
      <w:rFonts w:cs="Times New Roman"/>
      <w:b/>
      <w:bCs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1766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7666"/>
    <w:rPr>
      <w:rFonts w:ascii="Tahoma" w:hAnsi="Tahoma" w:cs="Tahoma"/>
      <w:sz w:val="16"/>
      <w:szCs w:val="16"/>
    </w:rPr>
  </w:style>
  <w:style w:type="character" w:styleId="Nmerodelnea">
    <w:name w:val="line number"/>
    <w:basedOn w:val="Fuentedeprrafopredeter"/>
    <w:uiPriority w:val="99"/>
    <w:semiHidden/>
    <w:unhideWhenUsed/>
    <w:rsid w:val="00117666"/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CD066B"/>
    <w:pPr>
      <w:spacing w:after="0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CD066B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CD066B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725A7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25A7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25A7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25A7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25A7D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5A1D84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6D5B93"/>
    <w:rPr>
      <w:color w:val="800080" w:themeColor="followedHyperlink"/>
      <w:u w:val="single"/>
    </w:rPr>
  </w:style>
  <w:style w:type="paragraph" w:styleId="Ttulo">
    <w:name w:val="Title"/>
    <w:basedOn w:val="Normal"/>
    <w:next w:val="Normal"/>
    <w:link w:val="TtuloCar"/>
    <w:qFormat/>
    <w:rsid w:val="00D80D99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tuloCar">
    <w:name w:val="Título Car"/>
    <w:basedOn w:val="Fuentedeprrafopredeter"/>
    <w:link w:val="Ttulo"/>
    <w:rsid w:val="00D80D99"/>
    <w:rPr>
      <w:rFonts w:ascii="Times New Roman" w:hAnsi="Times New Roman" w:cs="Times New Roman"/>
      <w:b/>
      <w:sz w:val="32"/>
      <w:szCs w:val="32"/>
    </w:rPr>
  </w:style>
  <w:style w:type="paragraph" w:styleId="Subttulo">
    <w:name w:val="Subtitle"/>
    <w:basedOn w:val="Normal"/>
    <w:next w:val="Normal"/>
    <w:link w:val="SubttuloCar"/>
    <w:uiPriority w:val="99"/>
    <w:unhideWhenUsed/>
    <w:qFormat/>
    <w:rsid w:val="00AC0270"/>
    <w:pPr>
      <w:spacing w:before="240"/>
    </w:pPr>
    <w:rPr>
      <w:rFonts w:cs="Times New Roman"/>
      <w:b/>
      <w:szCs w:val="24"/>
    </w:rPr>
  </w:style>
  <w:style w:type="character" w:customStyle="1" w:styleId="SubttuloCar">
    <w:name w:val="Subtítulo Car"/>
    <w:basedOn w:val="Fuentedeprrafopredeter"/>
    <w:link w:val="Subttulo"/>
    <w:uiPriority w:val="99"/>
    <w:rsid w:val="00651CA2"/>
    <w:rPr>
      <w:rFonts w:ascii="Times New Roman" w:hAnsi="Times New Roman" w:cs="Times New Roman"/>
      <w:b/>
      <w:sz w:val="24"/>
      <w:szCs w:val="24"/>
    </w:rPr>
  </w:style>
  <w:style w:type="character" w:customStyle="1" w:styleId="Ttulo3Car">
    <w:name w:val="Título 3 Car"/>
    <w:basedOn w:val="Fuentedeprrafopredeter"/>
    <w:link w:val="Ttulo3"/>
    <w:uiPriority w:val="2"/>
    <w:rsid w:val="005D1840"/>
    <w:rPr>
      <w:rFonts w:ascii="Times New Roman" w:eastAsiaTheme="majorEastAsia" w:hAnsi="Times New Roman" w:cstheme="majorBidi"/>
      <w:b/>
      <w:sz w:val="24"/>
      <w:szCs w:val="24"/>
    </w:rPr>
  </w:style>
  <w:style w:type="paragraph" w:styleId="Sinespaciado">
    <w:name w:val="No Spacing"/>
    <w:uiPriority w:val="99"/>
    <w:unhideWhenUsed/>
    <w:qFormat/>
    <w:rsid w:val="00A5300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Ttulo4Car">
    <w:name w:val="Título 4 Car"/>
    <w:basedOn w:val="Fuentedeprrafopredeter"/>
    <w:link w:val="Ttulo4"/>
    <w:uiPriority w:val="2"/>
    <w:rsid w:val="005D1840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2"/>
    <w:rsid w:val="005D1840"/>
    <w:rPr>
      <w:rFonts w:ascii="Times New Roman" w:eastAsiaTheme="majorEastAsia" w:hAnsi="Times New Roman" w:cstheme="majorBidi"/>
      <w:b/>
      <w:iCs/>
      <w:sz w:val="24"/>
      <w:szCs w:val="24"/>
    </w:rPr>
  </w:style>
  <w:style w:type="paragraph" w:customStyle="1" w:styleId="AuthorList">
    <w:name w:val="Author List"/>
    <w:aliases w:val="Keywords,Abstract"/>
    <w:basedOn w:val="Subttulo"/>
    <w:next w:val="Normal"/>
    <w:uiPriority w:val="1"/>
    <w:qFormat/>
    <w:rsid w:val="00651CA2"/>
  </w:style>
  <w:style w:type="character" w:styleId="nfasissutil">
    <w:name w:val="Subtle Emphasis"/>
    <w:basedOn w:val="Fuentedeprrafopredeter"/>
    <w:uiPriority w:val="19"/>
    <w:qFormat/>
    <w:rsid w:val="00C724CF"/>
    <w:rPr>
      <w:rFonts w:ascii="Times New Roman" w:hAnsi="Times New Roman"/>
      <w:i/>
      <w:iCs/>
      <w:color w:val="404040" w:themeColor="text1" w:themeTint="BF"/>
    </w:rPr>
  </w:style>
  <w:style w:type="character" w:styleId="nfasisintenso">
    <w:name w:val="Intense Emphasis"/>
    <w:basedOn w:val="Fuentedeprrafopredeter"/>
    <w:uiPriority w:val="21"/>
    <w:unhideWhenUsed/>
    <w:rsid w:val="00C724CF"/>
    <w:rPr>
      <w:rFonts w:ascii="Times New Roman" w:hAnsi="Times New Roman"/>
      <w:i/>
      <w:iCs/>
      <w:color w:val="auto"/>
    </w:rPr>
  </w:style>
  <w:style w:type="paragraph" w:styleId="Cita">
    <w:name w:val="Quote"/>
    <w:basedOn w:val="Normal"/>
    <w:next w:val="Normal"/>
    <w:link w:val="CitaCar"/>
    <w:uiPriority w:val="29"/>
    <w:qFormat/>
    <w:rsid w:val="00C724C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724CF"/>
    <w:rPr>
      <w:rFonts w:ascii="Times New Roman" w:hAnsi="Times New Roman"/>
      <w:i/>
      <w:iCs/>
      <w:color w:val="404040" w:themeColor="text1" w:themeTint="BF"/>
      <w:sz w:val="24"/>
    </w:rPr>
  </w:style>
  <w:style w:type="character" w:styleId="Referenciaintensa">
    <w:name w:val="Intense Reference"/>
    <w:basedOn w:val="Fuentedeprrafopredeter"/>
    <w:uiPriority w:val="32"/>
    <w:qFormat/>
    <w:rsid w:val="00C724CF"/>
    <w:rPr>
      <w:b/>
      <w:bCs/>
      <w:smallCaps/>
      <w:color w:val="auto"/>
      <w:spacing w:val="5"/>
    </w:rPr>
  </w:style>
  <w:style w:type="character" w:styleId="Ttulodellibro">
    <w:name w:val="Book Title"/>
    <w:basedOn w:val="Fuentedeprrafopredeter"/>
    <w:uiPriority w:val="33"/>
    <w:qFormat/>
    <w:rsid w:val="00C724CF"/>
    <w:rPr>
      <w:rFonts w:ascii="Times New Roman" w:hAnsi="Times New Roman"/>
      <w:b/>
      <w:bCs/>
      <w:i/>
      <w:iCs/>
      <w:spacing w:val="5"/>
    </w:rPr>
  </w:style>
  <w:style w:type="numbering" w:customStyle="1" w:styleId="Headings">
    <w:name w:val="Headings"/>
    <w:uiPriority w:val="99"/>
    <w:rsid w:val="00D80D99"/>
    <w:pPr>
      <w:numPr>
        <w:numId w:val="21"/>
      </w:numPr>
    </w:pPr>
  </w:style>
  <w:style w:type="paragraph" w:styleId="Revisin">
    <w:name w:val="Revision"/>
    <w:hidden/>
    <w:uiPriority w:val="99"/>
    <w:semiHidden/>
    <w:rsid w:val="00A545C6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6B361D"/>
    <w:rPr>
      <w:color w:val="605E5C"/>
      <w:shd w:val="clear" w:color="auto" w:fill="E1DFDD"/>
    </w:rPr>
  </w:style>
  <w:style w:type="character" w:customStyle="1" w:styleId="authors-list-item">
    <w:name w:val="authors-list-item"/>
    <w:basedOn w:val="Fuentedeprrafopredeter"/>
    <w:rsid w:val="00A21B8B"/>
  </w:style>
  <w:style w:type="paragraph" w:customStyle="1" w:styleId="Default">
    <w:name w:val="Default"/>
    <w:rsid w:val="007822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de-DE"/>
    </w:rPr>
  </w:style>
  <w:style w:type="paragraph" w:customStyle="1" w:styleId="TextA">
    <w:name w:val="Text A"/>
    <w:rsid w:val="00DF363C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Arial Unicode MS" w:hAnsi="Calibri" w:cs="Arial Unicode MS"/>
      <w:color w:val="000000"/>
      <w:u w:color="000000"/>
      <w:bdr w:val="nil"/>
      <w:lang w:eastAsia="en-GB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Ohne">
    <w:name w:val="Ohne"/>
    <w:rsid w:val="00DF363C"/>
  </w:style>
  <w:style w:type="paragraph" w:customStyle="1" w:styleId="pf0">
    <w:name w:val="pf0"/>
    <w:basedOn w:val="Normal"/>
    <w:rsid w:val="00D87C9C"/>
    <w:pPr>
      <w:spacing w:before="100" w:beforeAutospacing="1" w:after="100" w:afterAutospacing="1"/>
    </w:pPr>
    <w:rPr>
      <w:rFonts w:eastAsia="Times New Roman" w:cs="Times New Roman"/>
      <w:szCs w:val="24"/>
      <w:lang w:val="es-ES" w:eastAsia="es-ES"/>
    </w:rPr>
  </w:style>
  <w:style w:type="character" w:customStyle="1" w:styleId="cf01">
    <w:name w:val="cf01"/>
    <w:basedOn w:val="Fuentedeprrafopredeter"/>
    <w:rsid w:val="00D87C9C"/>
    <w:rPr>
      <w:rFonts w:ascii="Segoe UI" w:hAnsi="Segoe UI" w:cs="Segoe UI" w:hint="default"/>
      <w:sz w:val="18"/>
      <w:szCs w:val="18"/>
    </w:rPr>
  </w:style>
  <w:style w:type="character" w:customStyle="1" w:styleId="jp-italic">
    <w:name w:val="jp-italic"/>
    <w:rsid w:val="00893B5C"/>
  </w:style>
  <w:style w:type="character" w:customStyle="1" w:styleId="fontstyle01">
    <w:name w:val="fontstyle01"/>
    <w:basedOn w:val="Fuentedeprrafopredeter"/>
    <w:rsid w:val="0078239E"/>
    <w:rPr>
      <w:rFonts w:ascii="AdvHelv_R" w:hAnsi="AdvHelv_R" w:hint="default"/>
      <w:b w:val="0"/>
      <w:bCs w:val="0"/>
      <w:i w:val="0"/>
      <w:iCs w:val="0"/>
      <w:color w:val="231F20"/>
      <w:sz w:val="18"/>
      <w:szCs w:val="18"/>
    </w:rPr>
  </w:style>
  <w:style w:type="character" w:customStyle="1" w:styleId="fontstyle21">
    <w:name w:val="fontstyle21"/>
    <w:basedOn w:val="Fuentedeprrafopredeter"/>
    <w:rsid w:val="0078239E"/>
    <w:rPr>
      <w:rFonts w:ascii="AdvHelv_O" w:hAnsi="AdvHelv_O" w:hint="default"/>
      <w:b w:val="0"/>
      <w:bCs w:val="0"/>
      <w:i w:val="0"/>
      <w:iCs w:val="0"/>
      <w:color w:val="231F20"/>
      <w:sz w:val="18"/>
      <w:szCs w:val="18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2724AC"/>
    <w:pPr>
      <w:spacing w:after="0" w:line="240" w:lineRule="auto"/>
    </w:pPr>
    <w:rPr>
      <w:rFonts w:ascii="Calibri" w:hAnsi="Calibri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830CD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0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7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7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70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9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9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shua.stocco\Documents\Templates\Frontiers_Word_Templates\Frontiers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D1293DEE-E219-4083-91E0-3AB8B88E1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Frontiers_template</Template>
  <TotalTime>24</TotalTime>
  <Pages>2</Pages>
  <Words>300</Words>
  <Characters>3167</Characters>
  <Application>Microsoft Office Word</Application>
  <DocSecurity>0</DocSecurity>
  <Lines>26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Senn</dc:creator>
  <cp:keywords/>
  <dc:description/>
  <cp:lastModifiedBy>ANTONIO LLOP ESTEVEZ</cp:lastModifiedBy>
  <cp:revision>13</cp:revision>
  <cp:lastPrinted>2024-04-03T10:22:00Z</cp:lastPrinted>
  <dcterms:created xsi:type="dcterms:W3CDTF">2024-04-03T08:10:00Z</dcterms:created>
  <dcterms:modified xsi:type="dcterms:W3CDTF">2024-04-05T15:24:00Z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fcba6f32b2ac3b0afb8d818b0f3941086862e7d2c5085120a0423e4a6054b37a</vt:lpwstr>
  </property>
  <property fmtid="{D5CDD505-2E9C-101B-9397-08002B2CF9AE}" pid="3" name="Mendeley Recent Style Id 0_1">
    <vt:lpwstr>http://www.zotero.org/styles/american-medical-association</vt:lpwstr>
  </property>
  <property fmtid="{D5CDD505-2E9C-101B-9397-08002B2CF9AE}" pid="4" name="Mendeley Recent Style Name 0_1">
    <vt:lpwstr>American Medical Association 11th edition</vt:lpwstr>
  </property>
  <property fmtid="{D5CDD505-2E9C-101B-9397-08002B2CF9AE}" pid="5" name="Mendeley Recent Style Id 1_1">
    <vt:lpwstr>http://www.zotero.org/styles/apa</vt:lpwstr>
  </property>
  <property fmtid="{D5CDD505-2E9C-101B-9397-08002B2CF9AE}" pid="6" name="Mendeley Recent Style Name 1_1">
    <vt:lpwstr>American Psychological Association 7th edition</vt:lpwstr>
  </property>
  <property fmtid="{D5CDD505-2E9C-101B-9397-08002B2CF9AE}" pid="7" name="Mendeley Recent Style Id 2_1">
    <vt:lpwstr>http://www.zotero.org/styles/chicago-author-date</vt:lpwstr>
  </property>
  <property fmtid="{D5CDD505-2E9C-101B-9397-08002B2CF9AE}" pid="8" name="Mendeley Recent Style Name 2_1">
    <vt:lpwstr>Chicago Manual of Style 17th edition (author-date)</vt:lpwstr>
  </property>
  <property fmtid="{D5CDD505-2E9C-101B-9397-08002B2CF9AE}" pid="9" name="Mendeley Recent Style Id 3_1">
    <vt:lpwstr>http://www.zotero.org/styles/chicago-fullnote-bibliography</vt:lpwstr>
  </property>
  <property fmtid="{D5CDD505-2E9C-101B-9397-08002B2CF9AE}" pid="10" name="Mendeley Recent Style Name 3_1">
    <vt:lpwstr>Chicago Manual of Style 17th edition (full note)</vt:lpwstr>
  </property>
  <property fmtid="{D5CDD505-2E9C-101B-9397-08002B2CF9AE}" pid="11" name="Mendeley Recent Style Id 4_1">
    <vt:lpwstr>http://www.zotero.org/styles/chicago-note-bibliography</vt:lpwstr>
  </property>
  <property fmtid="{D5CDD505-2E9C-101B-9397-08002B2CF9AE}" pid="12" name="Mendeley Recent Style Name 4_1">
    <vt:lpwstr>Chicago Manual of Style 17th edition (note)</vt:lpwstr>
  </property>
  <property fmtid="{D5CDD505-2E9C-101B-9397-08002B2CF9AE}" pid="13" name="Mendeley Recent Style Id 5_1">
    <vt:lpwstr>http://www.zotero.org/styles/frontiers-in-life-science</vt:lpwstr>
  </property>
  <property fmtid="{D5CDD505-2E9C-101B-9397-08002B2CF9AE}" pid="14" name="Mendeley Recent Style Name 5_1">
    <vt:lpwstr>Frontiers in Life Science</vt:lpwstr>
  </property>
  <property fmtid="{D5CDD505-2E9C-101B-9397-08002B2CF9AE}" pid="15" name="Mendeley Recent Style Id 6_1">
    <vt:lpwstr>http://www.zotero.org/styles/frontiers-in-microbiology</vt:lpwstr>
  </property>
  <property fmtid="{D5CDD505-2E9C-101B-9397-08002B2CF9AE}" pid="16" name="Mendeley Recent Style Name 6_1">
    <vt:lpwstr>Frontiers in Microbiology</vt:lpwstr>
  </property>
  <property fmtid="{D5CDD505-2E9C-101B-9397-08002B2CF9AE}" pid="17" name="Mendeley Recent Style Id 7_1">
    <vt:lpwstr>http://www.zotero.org/styles/frontiers</vt:lpwstr>
  </property>
  <property fmtid="{D5CDD505-2E9C-101B-9397-08002B2CF9AE}" pid="18" name="Mendeley Recent Style Name 7_1">
    <vt:lpwstr>Frontiers journals</vt:lpwstr>
  </property>
  <property fmtid="{D5CDD505-2E9C-101B-9397-08002B2CF9AE}" pid="19" name="Mendeley Recent Style Id 8_1">
    <vt:lpwstr>http://www.zotero.org/styles/modern-language-association</vt:lpwstr>
  </property>
  <property fmtid="{D5CDD505-2E9C-101B-9397-08002B2CF9AE}" pid="20" name="Mendeley Recent Style Name 8_1">
    <vt:lpwstr>Modern Language Association 8th edition</vt:lpwstr>
  </property>
  <property fmtid="{D5CDD505-2E9C-101B-9397-08002B2CF9AE}" pid="21" name="Mendeley Recent Style Id 9_1">
    <vt:lpwstr>http://www.zotero.org/styles/nature</vt:lpwstr>
  </property>
  <property fmtid="{D5CDD505-2E9C-101B-9397-08002B2CF9AE}" pid="22" name="Mendeley Recent Style Name 9_1">
    <vt:lpwstr>Nature</vt:lpwstr>
  </property>
  <property fmtid="{D5CDD505-2E9C-101B-9397-08002B2CF9AE}" pid="23" name="Mendeley Citation Style_1">
    <vt:lpwstr>http://www.zotero.org/styles/frontiers-in-microbiology</vt:lpwstr>
  </property>
  <property fmtid="{D5CDD505-2E9C-101B-9397-08002B2CF9AE}" pid="24" name="Mendeley Document_1">
    <vt:lpwstr>True</vt:lpwstr>
  </property>
  <property fmtid="{D5CDD505-2E9C-101B-9397-08002B2CF9AE}" pid="25" name="Mendeley Unique User Id_1">
    <vt:lpwstr>8194a972-3c0a-3ba3-98dd-2a6da88339b2</vt:lpwstr>
  </property>
</Properties>
</file>