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448902" w14:textId="7CBD976A" w:rsidR="00021E12" w:rsidRPr="006453D9" w:rsidRDefault="00021E12" w:rsidP="00021E12">
      <w:pPr>
        <w:pStyle w:val="MDPI11articletype"/>
      </w:pPr>
      <w:r w:rsidRPr="006453D9">
        <w:t xml:space="preserve">Type of the Paper </w:t>
      </w:r>
      <w:r w:rsidRPr="008A6C9B">
        <w:t>(</w:t>
      </w:r>
      <w:r w:rsidRPr="006453D9">
        <w:t>Article</w:t>
      </w:r>
      <w:r w:rsidR="008A6C9B">
        <w:t>)</w:t>
      </w:r>
    </w:p>
    <w:p w14:paraId="7C48E7D1" w14:textId="024BC041" w:rsidR="00021E12" w:rsidRPr="003B1AF1" w:rsidRDefault="008A6C9B" w:rsidP="008A6C9B">
      <w:pPr>
        <w:pStyle w:val="MDPI12title"/>
        <w:jc w:val="center"/>
      </w:pPr>
      <w:r w:rsidRPr="008A6C9B">
        <w:t>Individual human climate analysis applying</w:t>
      </w:r>
      <w:r>
        <w:br/>
      </w:r>
      <w:r w:rsidRPr="008A6C9B">
        <w:t>the new clothing resistance model</w:t>
      </w:r>
    </w:p>
    <w:p w14:paraId="1C730B70" w14:textId="77777777" w:rsidR="008A6C9B" w:rsidRPr="00A86EB1" w:rsidRDefault="008A6C9B" w:rsidP="008A6C9B">
      <w:pPr>
        <w:pStyle w:val="MDPI13authornames"/>
      </w:pPr>
      <w:r w:rsidRPr="00A86EB1">
        <w:t>Ferenc Ács</w:t>
      </w:r>
      <w:r>
        <w:t xml:space="preserve"> </w:t>
      </w:r>
      <w:r w:rsidRPr="00A86EB1">
        <w:rPr>
          <w:vertAlign w:val="superscript"/>
        </w:rPr>
        <w:t>1</w:t>
      </w:r>
      <w:r w:rsidRPr="00A86EB1">
        <w:t xml:space="preserve">*, </w:t>
      </w:r>
      <w:r w:rsidRPr="00F80C01">
        <w:t>Erzsébet</w:t>
      </w:r>
      <w:r w:rsidRPr="00A86EB1">
        <w:t xml:space="preserve"> Kristóf </w:t>
      </w:r>
      <w:r w:rsidRPr="00A86EB1">
        <w:rPr>
          <w:vertAlign w:val="superscript"/>
        </w:rPr>
        <w:t>1</w:t>
      </w:r>
      <w:r w:rsidRPr="00A86EB1">
        <w:t xml:space="preserve"> </w:t>
      </w:r>
    </w:p>
    <w:p w14:paraId="048A7612" w14:textId="77777777" w:rsidR="008A6C9B" w:rsidRPr="00A86EB1" w:rsidRDefault="008A6C9B" w:rsidP="008A6C9B">
      <w:pPr>
        <w:pStyle w:val="MDPI16affiliation"/>
      </w:pPr>
      <w:r w:rsidRPr="00A86EB1">
        <w:rPr>
          <w:vertAlign w:val="superscript"/>
        </w:rPr>
        <w:t>1</w:t>
      </w:r>
      <w:r w:rsidRPr="00A86EB1">
        <w:tab/>
        <w:t>Department of Meteorology, Faculty of Science, Institute of Geography and Earth Sciences, Eötvös Loránd University, Budapest, Hungary; acs@caesar.elte.hu</w:t>
      </w:r>
    </w:p>
    <w:p w14:paraId="4EE054B9" w14:textId="39DA6AB1" w:rsidR="008A6C9B" w:rsidRPr="00A86EB1" w:rsidRDefault="008A6C9B" w:rsidP="008A6C9B">
      <w:pPr>
        <w:pStyle w:val="MDPI16affiliation"/>
      </w:pPr>
      <w:r w:rsidRPr="00A86EB1">
        <w:rPr>
          <w:b/>
        </w:rPr>
        <w:t>*</w:t>
      </w:r>
      <w:r w:rsidRPr="00A86EB1">
        <w:tab/>
        <w:t xml:space="preserve">Correspondence: </w:t>
      </w:r>
      <w:r>
        <w:t>dr.acs.ferenc</w:t>
      </w:r>
      <w:r w:rsidRPr="00A86EB1">
        <w:t>@</w:t>
      </w:r>
      <w:r>
        <w:t>outlook</w:t>
      </w:r>
      <w:r w:rsidRPr="00A86EB1">
        <w:t>.hu; Tel.: +36302929408 (F.Á.)</w:t>
      </w:r>
    </w:p>
    <w:p w14:paraId="6AF0D7D4" w14:textId="14F1CE87" w:rsidR="008A6C9B" w:rsidRDefault="008A6C9B" w:rsidP="008A6C9B">
      <w:pPr>
        <w:pStyle w:val="MDPI21heading1"/>
        <w:outlineLvl w:val="9"/>
        <w:rPr>
          <w:b w:val="0"/>
          <w:bCs/>
          <w:lang w:eastAsia="zh-CN"/>
        </w:rPr>
      </w:pPr>
      <w:r>
        <w:rPr>
          <w:lang w:eastAsia="zh-CN"/>
        </w:rPr>
        <w:t xml:space="preserve">Table S1. </w:t>
      </w:r>
      <w:r w:rsidRPr="00877ABE">
        <w:rPr>
          <w:lang w:eastAsia="zh-CN"/>
        </w:rPr>
        <w:t>Input data.</w:t>
      </w:r>
      <w:r w:rsidRPr="008A6C9B">
        <w:rPr>
          <w:b w:val="0"/>
          <w:bCs/>
          <w:lang w:eastAsia="zh-CN"/>
        </w:rPr>
        <w:t xml:space="preserve"> Q</w:t>
      </w:r>
      <w:r w:rsidRPr="00877ABE">
        <w:rPr>
          <w:b w:val="0"/>
          <w:bCs/>
          <w:vertAlign w:val="subscript"/>
          <w:lang w:eastAsia="zh-CN"/>
        </w:rPr>
        <w:t>0</w:t>
      </w:r>
      <w:r w:rsidRPr="008A6C9B">
        <w:rPr>
          <w:b w:val="0"/>
          <w:bCs/>
          <w:lang w:eastAsia="zh-CN"/>
        </w:rPr>
        <w:t xml:space="preserve"> is the solar radiation constant for clear sky conditions over a 1-hour period, and α is the corresponding dimensionless constant for the same hour. The human parameters used for the calculation are shown in Table 1.</w:t>
      </w:r>
    </w:p>
    <w:p w14:paraId="56268B87" w14:textId="77777777" w:rsidR="008A6C9B" w:rsidRDefault="008A6C9B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  <w:r>
        <w:rPr>
          <w:b/>
          <w:bCs/>
        </w:rPr>
        <w:br w:type="page"/>
      </w:r>
    </w:p>
    <w:p w14:paraId="5B56A57D" w14:textId="77777777" w:rsidR="002D226D" w:rsidRDefault="002D226D" w:rsidP="00097A55">
      <w:pPr>
        <w:pStyle w:val="MDPI42tablebody"/>
        <w:spacing w:before="60" w:after="60" w:line="260" w:lineRule="exact"/>
        <w:rPr>
          <w:b/>
          <w:bCs/>
          <w:sz w:val="18"/>
          <w:szCs w:val="18"/>
        </w:rPr>
        <w:sectPr w:rsidR="002D226D" w:rsidSect="00C05608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17" w:right="720" w:bottom="1077" w:left="720" w:header="1020" w:footer="340" w:gutter="0"/>
          <w:lnNumType w:countBy="1" w:distance="255" w:restart="continuous"/>
          <w:pgNumType w:start="1"/>
          <w:cols w:space="425"/>
          <w:titlePg/>
          <w:bidi/>
          <w:docGrid w:type="lines" w:linePitch="326"/>
        </w:sectPr>
      </w:pP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FB65E3" w:rsidRPr="00175819" w14:paraId="7B8BC21B" w14:textId="65706878" w:rsidTr="00FB65E3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649DCF" w14:textId="395E698E" w:rsidR="00FB65E3" w:rsidRDefault="00FB65E3" w:rsidP="00FB65E3">
            <w:pPr>
              <w:pStyle w:val="MDPI42tablebody"/>
              <w:spacing w:before="60" w:after="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INPUT DATA</w:t>
            </w:r>
          </w:p>
        </w:tc>
      </w:tr>
      <w:tr w:rsidR="00FB65E3" w:rsidRPr="00175819" w14:paraId="49332B93" w14:textId="4306DC59" w:rsidTr="00FB65E3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A2765A" w14:textId="77777777" w:rsidR="00FB65E3" w:rsidRPr="00175819" w:rsidRDefault="00FB65E3" w:rsidP="00FB65E3">
            <w:pPr>
              <w:pStyle w:val="MDPI42tablebody"/>
              <w:spacing w:before="240"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</w:t>
            </w:r>
            <w:r w:rsidRPr="00175819">
              <w:rPr>
                <w:b/>
                <w:bCs/>
                <w:sz w:val="18"/>
                <w:szCs w:val="18"/>
              </w:rPr>
              <w:t>.</w:t>
            </w:r>
          </w:p>
          <w:p w14:paraId="62A32DF0" w14:textId="77777777" w:rsidR="00FB65E3" w:rsidRDefault="00FB65E3" w:rsidP="00FB65E3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of</w:t>
            </w:r>
          </w:p>
          <w:p w14:paraId="61F2ACE5" w14:textId="77777777" w:rsidR="00FB65E3" w:rsidRDefault="00FB65E3" w:rsidP="00FB65E3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ob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292648D3" w14:textId="7C86FF07" w:rsidR="00FB65E3" w:rsidRPr="00175819" w:rsidRDefault="00FB65E3" w:rsidP="00FB65E3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ser-</w:t>
            </w:r>
          </w:p>
          <w:p w14:paraId="18976485" w14:textId="77777777" w:rsidR="00FB65E3" w:rsidRDefault="00FB65E3" w:rsidP="00FB65E3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v</w:t>
            </w:r>
            <w:r w:rsidRPr="00175819">
              <w:rPr>
                <w:b/>
                <w:bCs/>
                <w:sz w:val="18"/>
                <w:szCs w:val="18"/>
              </w:rPr>
              <w:t>a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3CC48B10" w14:textId="6530B4DD" w:rsidR="00FB65E3" w:rsidRPr="00175819" w:rsidRDefault="00FB65E3" w:rsidP="00FB65E3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7B86E" w14:textId="77777777" w:rsidR="00FB65E3" w:rsidRPr="00175819" w:rsidRDefault="00FB65E3" w:rsidP="00FB65E3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0B4913" w14:textId="77777777" w:rsidR="00FB65E3" w:rsidRPr="00175819" w:rsidRDefault="00FB65E3" w:rsidP="00FB65E3">
            <w:pPr>
              <w:pStyle w:val="MDPI42tablebody"/>
              <w:spacing w:before="400" w:line="260" w:lineRule="exact"/>
              <w:rPr>
                <w:b/>
                <w:bCs/>
                <w:sz w:val="18"/>
                <w:szCs w:val="18"/>
              </w:rPr>
            </w:pPr>
          </w:p>
          <w:p w14:paraId="23FF3412" w14:textId="77777777" w:rsidR="00FB65E3" w:rsidRPr="00175819" w:rsidRDefault="00FB65E3" w:rsidP="00FB65E3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7D6C09" w14:textId="77777777" w:rsidR="00FB65E3" w:rsidRDefault="00FB65E3" w:rsidP="00FB65E3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Solar</w:t>
            </w:r>
          </w:p>
          <w:p w14:paraId="36A65269" w14:textId="77777777" w:rsidR="00FB65E3" w:rsidRPr="00175819" w:rsidRDefault="00FB65E3" w:rsidP="00FB65E3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radiation con-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stant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 (</w:t>
            </w:r>
            <w:r w:rsidRPr="00175819">
              <w:rPr>
                <w:rFonts w:cs="Calibri"/>
                <w:b/>
                <w:bCs/>
                <w:sz w:val="18"/>
                <w:szCs w:val="18"/>
              </w:rPr>
              <w:t>Q</w:t>
            </w:r>
            <w:r w:rsidRPr="00175819">
              <w:rPr>
                <w:rFonts w:cs="Calibri"/>
                <w:b/>
                <w:bCs/>
                <w:sz w:val="18"/>
                <w:szCs w:val="18"/>
                <w:vertAlign w:val="subscript"/>
              </w:rPr>
              <w:t>0</w:t>
            </w:r>
            <w:r w:rsidRPr="00175819">
              <w:rPr>
                <w:b/>
                <w:bCs/>
                <w:sz w:val="18"/>
                <w:szCs w:val="18"/>
              </w:rPr>
              <w:t>)</w:t>
            </w:r>
            <w:r w:rsidRPr="00175819">
              <w:rPr>
                <w:b/>
                <w:bCs/>
                <w:sz w:val="18"/>
                <w:szCs w:val="18"/>
                <w:vertAlign w:val="subscript"/>
              </w:rPr>
              <w:br/>
            </w: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MJ∙m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2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∙hour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rFonts w:eastAsiaTheme="minorEastAsia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B46861" w14:textId="77777777" w:rsidR="00FB65E3" w:rsidRPr="00175819" w:rsidRDefault="00FB65E3" w:rsidP="00FB65E3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Di-men-</w:t>
            </w:r>
            <w:proofErr w:type="spellStart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sion</w:t>
            </w:r>
            <w:proofErr w:type="spellEnd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-less cons-tant</w:t>
            </w:r>
          </w:p>
          <w:p w14:paraId="151509BD" w14:textId="77777777" w:rsidR="00FB65E3" w:rsidRPr="00175819" w:rsidRDefault="00FB65E3" w:rsidP="00FB65E3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(</w:t>
            </w:r>
            <w:r w:rsidRPr="00175819">
              <w:rPr>
                <w:rFonts w:eastAsiaTheme="minorEastAsia"/>
                <w:b/>
                <w:bCs/>
              </w:rPr>
              <w:t>α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23497C" w14:textId="77777777" w:rsidR="00FB65E3" w:rsidRDefault="00FB65E3" w:rsidP="00FB65E3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Air</w:t>
            </w:r>
          </w:p>
          <w:p w14:paraId="5BC7123B" w14:textId="77777777" w:rsidR="00FB65E3" w:rsidRDefault="00FB65E3" w:rsidP="00FB65E3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tem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7F1348C2" w14:textId="77777777" w:rsidR="00FB65E3" w:rsidRDefault="00FB65E3" w:rsidP="00FB65E3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per</w:t>
            </w:r>
            <w:r>
              <w:rPr>
                <w:b/>
                <w:bCs/>
                <w:sz w:val="18"/>
                <w:szCs w:val="18"/>
              </w:rPr>
              <w:t>-</w:t>
            </w:r>
          </w:p>
          <w:p w14:paraId="21DB26D3" w14:textId="77777777" w:rsidR="00FB65E3" w:rsidRDefault="00FB65E3" w:rsidP="00FB65E3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ature</w:t>
            </w:r>
            <w:proofErr w:type="spellEnd"/>
          </w:p>
          <w:p w14:paraId="6F6D394D" w14:textId="77777777" w:rsidR="00FB65E3" w:rsidRDefault="00FB65E3" w:rsidP="00FB65E3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(T</w:t>
            </w:r>
            <w:r w:rsidRPr="00314AD1">
              <w:rPr>
                <w:b/>
                <w:bCs/>
                <w:sz w:val="18"/>
                <w:szCs w:val="18"/>
                <w:vertAlign w:val="subscript"/>
              </w:rPr>
              <w:t>a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  <w:p w14:paraId="4C3C3835" w14:textId="77777777" w:rsidR="00FB65E3" w:rsidRPr="00175819" w:rsidRDefault="00FB65E3" w:rsidP="00FB65E3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°C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451F32" w14:textId="77777777" w:rsidR="00FB65E3" w:rsidRPr="00175819" w:rsidRDefault="00FB65E3" w:rsidP="00FB65E3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1FCAA81E" w14:textId="77777777" w:rsidR="00FB65E3" w:rsidRDefault="00FB65E3" w:rsidP="00FB65E3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3CA05067" w14:textId="77777777" w:rsidR="00FB65E3" w:rsidRPr="00175819" w:rsidRDefault="00FB65E3" w:rsidP="00FB65E3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sun-</w:t>
            </w:r>
          </w:p>
          <w:p w14:paraId="6D396086" w14:textId="77777777" w:rsidR="00FB65E3" w:rsidRPr="00175819" w:rsidRDefault="00FB65E3" w:rsidP="00FB65E3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shine</w:t>
            </w:r>
          </w:p>
          <w:p w14:paraId="4D38DE1A" w14:textId="77777777" w:rsidR="00FB65E3" w:rsidRPr="00175819" w:rsidRDefault="00FB65E3" w:rsidP="00FB65E3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dura-</w:t>
            </w:r>
          </w:p>
          <w:p w14:paraId="19AD7B2B" w14:textId="77777777" w:rsidR="00FB65E3" w:rsidRDefault="00FB65E3" w:rsidP="00FB65E3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  <w:p w14:paraId="2F5ACD6E" w14:textId="77777777" w:rsidR="00FB65E3" w:rsidRPr="00175819" w:rsidRDefault="00FB65E3" w:rsidP="00FB65E3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b/>
                <w:bCs/>
                <w:sz w:val="18"/>
                <w:szCs w:val="18"/>
              </w:rPr>
              <w:t>rsd</w:t>
            </w:r>
            <w:proofErr w:type="spellEnd"/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87C043" w14:textId="77777777" w:rsidR="00FB65E3" w:rsidRDefault="00FB65E3" w:rsidP="00FB65E3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Cloud cover</w:t>
            </w:r>
          </w:p>
          <w:p w14:paraId="77E7B93B" w14:textId="77777777" w:rsidR="00FB65E3" w:rsidRPr="00175819" w:rsidRDefault="00FB65E3" w:rsidP="00FB65E3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(N)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BA060C" w14:textId="77777777" w:rsidR="00FB65E3" w:rsidRPr="00175819" w:rsidRDefault="00FB65E3" w:rsidP="00FB65E3">
            <w:pPr>
              <w:pStyle w:val="MDPI42tablebody"/>
              <w:spacing w:before="600"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6E86A657" w14:textId="77777777" w:rsidR="00FB65E3" w:rsidRPr="00175819" w:rsidRDefault="00FB65E3" w:rsidP="00FB65E3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gust</w:t>
            </w:r>
          </w:p>
          <w:p w14:paraId="3EA84959" w14:textId="77777777" w:rsidR="00FB65E3" w:rsidRPr="00175819" w:rsidRDefault="00FB65E3" w:rsidP="00FB65E3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912AAFB" w14:textId="77777777" w:rsidR="00FB65E3" w:rsidRPr="00175819" w:rsidRDefault="00FB65E3" w:rsidP="00FB65E3">
            <w:pPr>
              <w:pStyle w:val="MDPI42tablebody"/>
              <w:spacing w:before="480"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Aver-</w:t>
            </w:r>
          </w:p>
          <w:p w14:paraId="3C363C3F" w14:textId="77777777" w:rsidR="00FB65E3" w:rsidRDefault="00FB65E3" w:rsidP="00FB65E3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age</w:t>
            </w:r>
          </w:p>
          <w:p w14:paraId="07B2074B" w14:textId="77777777" w:rsidR="00FB65E3" w:rsidRDefault="00FB65E3" w:rsidP="00FB65E3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53CE89E2" w14:textId="77777777" w:rsidR="00FB65E3" w:rsidRPr="00175819" w:rsidRDefault="00FB65E3" w:rsidP="00FB65E3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speed </w:t>
            </w:r>
          </w:p>
          <w:p w14:paraId="358C8170" w14:textId="77777777" w:rsidR="00FB65E3" w:rsidRPr="00175819" w:rsidRDefault="00FB65E3" w:rsidP="00FB65E3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4E7376" w14:textId="77777777" w:rsidR="00FB65E3" w:rsidRPr="00175819" w:rsidRDefault="00FB65E3" w:rsidP="00FB65E3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5EB06489" w14:textId="77777777" w:rsidR="00FB65E3" w:rsidRDefault="00FB65E3" w:rsidP="00FB65E3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300DC079" w14:textId="77777777" w:rsidR="00FB65E3" w:rsidRPr="00175819" w:rsidRDefault="00FB65E3" w:rsidP="00FB65E3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humid-</w:t>
            </w:r>
          </w:p>
          <w:p w14:paraId="1A9DC098" w14:textId="77777777" w:rsidR="00FB65E3" w:rsidRDefault="00FB65E3" w:rsidP="00FB65E3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ity</w:t>
            </w:r>
            <w:proofErr w:type="spellEnd"/>
          </w:p>
          <w:p w14:paraId="30F24A81" w14:textId="77777777" w:rsidR="00FB65E3" w:rsidRPr="00175819" w:rsidRDefault="00FB65E3" w:rsidP="00FB65E3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%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21150C" w14:textId="77777777" w:rsidR="00FB65E3" w:rsidRPr="00175819" w:rsidRDefault="00FB65E3" w:rsidP="00FB65E3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Air 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pres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-sure </w:t>
            </w: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9EB666" w14:textId="1BD40ED7" w:rsidR="00FB65E3" w:rsidRPr="00175819" w:rsidRDefault="00FB65E3" w:rsidP="00FB65E3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before activity [kg]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29BAD1F5" w14:textId="6E669A45" w:rsidR="00FB65E3" w:rsidRPr="00175819" w:rsidRDefault="00FB65E3" w:rsidP="00FB65E3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after</w:t>
            </w:r>
            <w:r>
              <w:rPr>
                <w:b/>
                <w:bCs/>
                <w:sz w:val="18"/>
                <w:szCs w:val="18"/>
              </w:rPr>
              <w:br/>
              <w:t>activity [kg]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7120D7" w14:textId="77777777" w:rsidR="00FB65E3" w:rsidRDefault="00FB65E3" w:rsidP="00FB65E3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Duration of activity</w:t>
            </w:r>
          </w:p>
          <w:p w14:paraId="48083F68" w14:textId="48E83656" w:rsidR="00FB65E3" w:rsidRPr="00175819" w:rsidRDefault="00FB65E3" w:rsidP="00FB65E3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[min]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AD77E3C" w14:textId="3DF9BC42" w:rsidR="00FB65E3" w:rsidRPr="00175819" w:rsidRDefault="00FB65E3" w:rsidP="00FB65E3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Speed of walking</w:t>
            </w:r>
            <w:r>
              <w:rPr>
                <w:b/>
                <w:bCs/>
                <w:sz w:val="18"/>
                <w:szCs w:val="18"/>
              </w:rPr>
              <w:br/>
              <w:t>[ms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9402D7A" w14:textId="21247BF2" w:rsidR="00FB65E3" w:rsidRPr="00175819" w:rsidRDefault="00FB65E3" w:rsidP="00FB65E3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Average </w:t>
            </w:r>
            <w:r w:rsidRPr="00FB65E3">
              <w:rPr>
                <w:b/>
                <w:bCs/>
                <w:sz w:val="18"/>
                <w:szCs w:val="18"/>
              </w:rPr>
              <w:t>beats per minute</w:t>
            </w:r>
            <w:r>
              <w:rPr>
                <w:b/>
                <w:bCs/>
                <w:sz w:val="18"/>
                <w:szCs w:val="18"/>
              </w:rPr>
              <w:t xml:space="preserve"> (BPM)</w:t>
            </w:r>
          </w:p>
        </w:tc>
      </w:tr>
      <w:tr w:rsidR="00FB65E3" w:rsidRPr="00487EFB" w14:paraId="1C8A4E37" w14:textId="28833E76" w:rsidTr="00FB65E3">
        <w:trPr>
          <w:gridBefore w:val="1"/>
          <w:wBefore w:w="107" w:type="dxa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B1B8DE1" w14:textId="6FC02FC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1EDBA8" w14:textId="3AF5AC1A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2023.06.02</w:t>
            </w:r>
          </w:p>
        </w:tc>
        <w:tc>
          <w:tcPr>
            <w:tcW w:w="7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DDC3F3" w14:textId="7DD82DF2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15:50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</w:tcBorders>
            <w:vAlign w:val="bottom"/>
          </w:tcPr>
          <w:p w14:paraId="7BB32E4B" w14:textId="6967883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2.625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2403FE77" w14:textId="43E15DA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4845E197" w14:textId="37D2A7E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26.3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bottom"/>
          </w:tcPr>
          <w:p w14:paraId="3BEC26D6" w14:textId="2781549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vAlign w:val="bottom"/>
          </w:tcPr>
          <w:p w14:paraId="6D9AB66F" w14:textId="2797EE3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tcBorders>
              <w:top w:val="single" w:sz="4" w:space="0" w:color="auto"/>
            </w:tcBorders>
            <w:vAlign w:val="bottom"/>
          </w:tcPr>
          <w:p w14:paraId="6355A03B" w14:textId="0A9B86E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4.4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6F0E474" w14:textId="0B92551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42791AFF" w14:textId="07D6DD5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55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3B0D6ED8" w14:textId="58F572B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C833000" w14:textId="5B3E03A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3423EE7" w14:textId="7520356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89.2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530F0E03" w14:textId="6FAE832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48E9596B" w14:textId="1B03AB2B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1.68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4054B43D" w14:textId="4C383B8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98</w:t>
            </w:r>
          </w:p>
        </w:tc>
      </w:tr>
      <w:tr w:rsidR="00FB65E3" w:rsidRPr="00487EFB" w14:paraId="4C97BE07" w14:textId="5F8C8A3D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0E75D44" w14:textId="7656CADF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6F19F8B" w14:textId="7AB1C412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2023.06.03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E8266EC" w14:textId="10BBD882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14:20</w:t>
            </w:r>
          </w:p>
        </w:tc>
        <w:tc>
          <w:tcPr>
            <w:tcW w:w="845" w:type="dxa"/>
            <w:gridSpan w:val="2"/>
            <w:vAlign w:val="bottom"/>
          </w:tcPr>
          <w:p w14:paraId="2BB33F5B" w14:textId="116DB158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2.952</w:t>
            </w:r>
          </w:p>
        </w:tc>
        <w:tc>
          <w:tcPr>
            <w:tcW w:w="846" w:type="dxa"/>
            <w:gridSpan w:val="2"/>
            <w:vAlign w:val="bottom"/>
          </w:tcPr>
          <w:p w14:paraId="169254D0" w14:textId="383946B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0.34</w:t>
            </w:r>
          </w:p>
        </w:tc>
        <w:tc>
          <w:tcPr>
            <w:tcW w:w="846" w:type="dxa"/>
            <w:gridSpan w:val="2"/>
            <w:vAlign w:val="bottom"/>
          </w:tcPr>
          <w:p w14:paraId="06CC5F5F" w14:textId="085A10A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21.2</w:t>
            </w:r>
          </w:p>
        </w:tc>
        <w:tc>
          <w:tcPr>
            <w:tcW w:w="836" w:type="dxa"/>
            <w:vAlign w:val="bottom"/>
          </w:tcPr>
          <w:p w14:paraId="69736EA4" w14:textId="023E99E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58" w:type="dxa"/>
            <w:gridSpan w:val="2"/>
            <w:vAlign w:val="bottom"/>
          </w:tcPr>
          <w:p w14:paraId="0C686D16" w14:textId="36A34A0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46" w:type="dxa"/>
            <w:vAlign w:val="bottom"/>
          </w:tcPr>
          <w:p w14:paraId="1D2DA0DD" w14:textId="315C965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4.4</w:t>
            </w:r>
          </w:p>
        </w:tc>
        <w:tc>
          <w:tcPr>
            <w:tcW w:w="850" w:type="dxa"/>
            <w:vAlign w:val="bottom"/>
          </w:tcPr>
          <w:p w14:paraId="7A80F6C7" w14:textId="48013CC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vAlign w:val="bottom"/>
          </w:tcPr>
          <w:p w14:paraId="40882ED9" w14:textId="7284C98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37A0CBB" w14:textId="6B34EF5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7F114E" w14:textId="68CF345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1EBB56E" w14:textId="70172BE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D5B62CF" w14:textId="43FBBE9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BDEAA20" w14:textId="244F6CB4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DE9C2C0" w14:textId="152EBEB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79</w:t>
            </w:r>
          </w:p>
        </w:tc>
      </w:tr>
      <w:tr w:rsidR="00FB65E3" w:rsidRPr="00487EFB" w14:paraId="5390B3DE" w14:textId="28775284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461E244" w14:textId="5767907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A322EBB" w14:textId="3B1DF135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2023.06.05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237A8A8" w14:textId="06BB5F24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12:40</w:t>
            </w:r>
          </w:p>
        </w:tc>
        <w:tc>
          <w:tcPr>
            <w:tcW w:w="845" w:type="dxa"/>
            <w:gridSpan w:val="2"/>
            <w:vAlign w:val="bottom"/>
          </w:tcPr>
          <w:p w14:paraId="4C4DFE03" w14:textId="5D3D963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3.128</w:t>
            </w:r>
          </w:p>
        </w:tc>
        <w:tc>
          <w:tcPr>
            <w:tcW w:w="846" w:type="dxa"/>
            <w:gridSpan w:val="2"/>
            <w:vAlign w:val="bottom"/>
          </w:tcPr>
          <w:p w14:paraId="67168FC8" w14:textId="1EB9517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6796CB90" w14:textId="4676272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24.7</w:t>
            </w:r>
          </w:p>
        </w:tc>
        <w:tc>
          <w:tcPr>
            <w:tcW w:w="836" w:type="dxa"/>
            <w:vAlign w:val="bottom"/>
          </w:tcPr>
          <w:p w14:paraId="1F0C4056" w14:textId="3DC7F6F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340CE1BC" w14:textId="3B5AB46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46" w:type="dxa"/>
            <w:vAlign w:val="bottom"/>
          </w:tcPr>
          <w:p w14:paraId="6D3CAF81" w14:textId="21C8B11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5.8</w:t>
            </w:r>
          </w:p>
        </w:tc>
        <w:tc>
          <w:tcPr>
            <w:tcW w:w="850" w:type="dxa"/>
            <w:vAlign w:val="bottom"/>
          </w:tcPr>
          <w:p w14:paraId="4C25C945" w14:textId="2B3F4E2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vAlign w:val="bottom"/>
          </w:tcPr>
          <w:p w14:paraId="60A73B00" w14:textId="36A5CC8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A8F4E2A" w14:textId="11A3AD1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A4FEAA" w14:textId="4F33E34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DB6CF98" w14:textId="14A232A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C696661" w14:textId="2D7DAB5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9277FBE" w14:textId="3D570B82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32FC397" w14:textId="61FA37D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</w:tr>
      <w:tr w:rsidR="00FB65E3" w:rsidRPr="00487EFB" w14:paraId="5F79AADB" w14:textId="16691EA1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1513166" w14:textId="05D4FBE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2E10985" w14:textId="56D13E9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E3709B6" w14:textId="3459EC2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12:20</w:t>
            </w:r>
          </w:p>
        </w:tc>
        <w:tc>
          <w:tcPr>
            <w:tcW w:w="845" w:type="dxa"/>
            <w:gridSpan w:val="2"/>
            <w:vAlign w:val="bottom"/>
          </w:tcPr>
          <w:p w14:paraId="407C4F27" w14:textId="78C4BBAD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3.128</w:t>
            </w:r>
          </w:p>
        </w:tc>
        <w:tc>
          <w:tcPr>
            <w:tcW w:w="846" w:type="dxa"/>
            <w:gridSpan w:val="2"/>
            <w:vAlign w:val="bottom"/>
          </w:tcPr>
          <w:p w14:paraId="7BF5624E" w14:textId="2E60C83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0FC9540F" w14:textId="51ECF2D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21.7</w:t>
            </w:r>
          </w:p>
        </w:tc>
        <w:tc>
          <w:tcPr>
            <w:tcW w:w="836" w:type="dxa"/>
            <w:vAlign w:val="bottom"/>
          </w:tcPr>
          <w:p w14:paraId="39AA7188" w14:textId="0A2C0EC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5AD23D14" w14:textId="57407DE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vAlign w:val="bottom"/>
          </w:tcPr>
          <w:p w14:paraId="4E7E1DD4" w14:textId="602ADFE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0" w:type="dxa"/>
            <w:vAlign w:val="bottom"/>
          </w:tcPr>
          <w:p w14:paraId="574B27A1" w14:textId="67DDA59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vAlign w:val="bottom"/>
          </w:tcPr>
          <w:p w14:paraId="793C2E9E" w14:textId="3D25B26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4D54927" w14:textId="6A39BD2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56D07" w14:textId="441A9A0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61547C2" w14:textId="4B93A0A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BA1B682" w14:textId="7986597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228B33A" w14:textId="573CC9CF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D55B78C" w14:textId="536DC2D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24F81BE4" w14:textId="79E85A0A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99C818D" w14:textId="7EFAA72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422F0F0" w14:textId="70EC53E5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B82048D" w14:textId="355B5D6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14:30</w:t>
            </w:r>
          </w:p>
        </w:tc>
        <w:tc>
          <w:tcPr>
            <w:tcW w:w="845" w:type="dxa"/>
            <w:gridSpan w:val="2"/>
            <w:vAlign w:val="bottom"/>
          </w:tcPr>
          <w:p w14:paraId="35F55523" w14:textId="0D1BBB0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2.952</w:t>
            </w:r>
          </w:p>
        </w:tc>
        <w:tc>
          <w:tcPr>
            <w:tcW w:w="846" w:type="dxa"/>
            <w:gridSpan w:val="2"/>
            <w:vAlign w:val="bottom"/>
          </w:tcPr>
          <w:p w14:paraId="1FCFF73C" w14:textId="7BE19C6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0.34</w:t>
            </w:r>
          </w:p>
        </w:tc>
        <w:tc>
          <w:tcPr>
            <w:tcW w:w="846" w:type="dxa"/>
            <w:gridSpan w:val="2"/>
            <w:vAlign w:val="bottom"/>
          </w:tcPr>
          <w:p w14:paraId="084C7245" w14:textId="193A1E7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22.2</w:t>
            </w:r>
          </w:p>
        </w:tc>
        <w:tc>
          <w:tcPr>
            <w:tcW w:w="836" w:type="dxa"/>
            <w:vAlign w:val="bottom"/>
          </w:tcPr>
          <w:p w14:paraId="77C880C1" w14:textId="65AFAF9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62005516" w14:textId="1FF0376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vAlign w:val="bottom"/>
          </w:tcPr>
          <w:p w14:paraId="41CD1944" w14:textId="5D8B4F4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6.7</w:t>
            </w:r>
          </w:p>
        </w:tc>
        <w:tc>
          <w:tcPr>
            <w:tcW w:w="850" w:type="dxa"/>
            <w:vAlign w:val="bottom"/>
          </w:tcPr>
          <w:p w14:paraId="744F0B3C" w14:textId="446E1CB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vAlign w:val="bottom"/>
          </w:tcPr>
          <w:p w14:paraId="176EEC38" w14:textId="4F51110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568D7B8" w14:textId="7406B38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5F3A93" w14:textId="4022EDA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B1BE654" w14:textId="170514B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40C8A77" w14:textId="38F9590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2382B2F" w14:textId="34D8D6A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87ED31A" w14:textId="4EF47CD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</w:tr>
      <w:tr w:rsidR="00FB65E3" w:rsidRPr="00487EFB" w14:paraId="07FB88BE" w14:textId="04225EA3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D52BB17" w14:textId="3CDF4DC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9E04336" w14:textId="5DB8146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B7F5100" w14:textId="79F37AF9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12:10</w:t>
            </w:r>
          </w:p>
        </w:tc>
        <w:tc>
          <w:tcPr>
            <w:tcW w:w="845" w:type="dxa"/>
            <w:gridSpan w:val="2"/>
            <w:vAlign w:val="bottom"/>
          </w:tcPr>
          <w:p w14:paraId="1E53336F" w14:textId="0CC18E35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3.128</w:t>
            </w:r>
          </w:p>
        </w:tc>
        <w:tc>
          <w:tcPr>
            <w:tcW w:w="846" w:type="dxa"/>
            <w:gridSpan w:val="2"/>
            <w:vAlign w:val="bottom"/>
          </w:tcPr>
          <w:p w14:paraId="78E8F945" w14:textId="7879428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1CAFC501" w14:textId="5EF9DC2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20.8</w:t>
            </w:r>
          </w:p>
        </w:tc>
        <w:tc>
          <w:tcPr>
            <w:tcW w:w="836" w:type="dxa"/>
            <w:vAlign w:val="bottom"/>
          </w:tcPr>
          <w:p w14:paraId="1E25716F" w14:textId="327FBD7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1D7D8066" w14:textId="6994CE1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vAlign w:val="bottom"/>
          </w:tcPr>
          <w:p w14:paraId="72B3910F" w14:textId="0CB2D08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0" w:type="dxa"/>
            <w:vAlign w:val="bottom"/>
          </w:tcPr>
          <w:p w14:paraId="6DD0DBA4" w14:textId="42F676C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1" w:type="dxa"/>
            <w:vAlign w:val="bottom"/>
          </w:tcPr>
          <w:p w14:paraId="008711B3" w14:textId="0438735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8BEC1E3" w14:textId="04AC799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9C7B8" w14:textId="67C0575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19A49AE" w14:textId="58E2754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956AC4C" w14:textId="02B9D6C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FDE1C64" w14:textId="146761A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4834B7B" w14:textId="33E6A18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79</w:t>
            </w:r>
          </w:p>
        </w:tc>
      </w:tr>
      <w:tr w:rsidR="00FB65E3" w:rsidRPr="00487EFB" w14:paraId="7135C9AE" w14:textId="13D9331B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7B98A28" w14:textId="69A0313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3F61606" w14:textId="418D5211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2B79077" w14:textId="65922167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12:30</w:t>
            </w:r>
          </w:p>
        </w:tc>
        <w:tc>
          <w:tcPr>
            <w:tcW w:w="845" w:type="dxa"/>
            <w:gridSpan w:val="2"/>
            <w:vAlign w:val="bottom"/>
          </w:tcPr>
          <w:p w14:paraId="272DE61F" w14:textId="32185458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3.128</w:t>
            </w:r>
          </w:p>
        </w:tc>
        <w:tc>
          <w:tcPr>
            <w:tcW w:w="846" w:type="dxa"/>
            <w:gridSpan w:val="2"/>
            <w:vAlign w:val="bottom"/>
          </w:tcPr>
          <w:p w14:paraId="26E1F247" w14:textId="6A688B5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45185E6A" w14:textId="47B6342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22.3</w:t>
            </w:r>
          </w:p>
        </w:tc>
        <w:tc>
          <w:tcPr>
            <w:tcW w:w="836" w:type="dxa"/>
            <w:vAlign w:val="bottom"/>
          </w:tcPr>
          <w:p w14:paraId="52EAF36E" w14:textId="33FB110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0.1</w:t>
            </w:r>
          </w:p>
        </w:tc>
        <w:tc>
          <w:tcPr>
            <w:tcW w:w="858" w:type="dxa"/>
            <w:gridSpan w:val="2"/>
            <w:vAlign w:val="bottom"/>
          </w:tcPr>
          <w:p w14:paraId="1A89A485" w14:textId="41C861F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46" w:type="dxa"/>
            <w:vAlign w:val="bottom"/>
          </w:tcPr>
          <w:p w14:paraId="2D7948D3" w14:textId="3F629A8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5.8</w:t>
            </w:r>
          </w:p>
        </w:tc>
        <w:tc>
          <w:tcPr>
            <w:tcW w:w="850" w:type="dxa"/>
            <w:vAlign w:val="bottom"/>
          </w:tcPr>
          <w:p w14:paraId="20EB9D92" w14:textId="44CEA1B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</w:t>
            </w:r>
          </w:p>
        </w:tc>
        <w:tc>
          <w:tcPr>
            <w:tcW w:w="851" w:type="dxa"/>
            <w:vAlign w:val="bottom"/>
          </w:tcPr>
          <w:p w14:paraId="0A08B87E" w14:textId="461F4C5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B9A7412" w14:textId="39C165E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374B7" w14:textId="4B6FFC4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A8F91C5" w14:textId="222E1F1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179570B" w14:textId="5E6A788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12B0AE9" w14:textId="31D04D47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6A6283E" w14:textId="480871D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</w:tr>
      <w:tr w:rsidR="00FB65E3" w:rsidRPr="00487EFB" w14:paraId="338476E8" w14:textId="2ABAF57D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37870AED" w14:textId="047E453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2BB0388" w14:textId="7B3325B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B8365A6" w14:textId="743A3D7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16:20</w:t>
            </w:r>
          </w:p>
        </w:tc>
        <w:tc>
          <w:tcPr>
            <w:tcW w:w="845" w:type="dxa"/>
            <w:gridSpan w:val="2"/>
            <w:vAlign w:val="bottom"/>
          </w:tcPr>
          <w:p w14:paraId="2ADF8B11" w14:textId="7955A8D1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2.240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5CE6C518" w14:textId="663A53F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0.32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1C241338" w14:textId="66B4C05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24.3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2F021B98" w14:textId="3F43A29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7EE95E4C" w14:textId="20C27F8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59D37FC5" w14:textId="60A27E9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6.7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21D993A4" w14:textId="54DF0A9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3301C3B6" w14:textId="0BA65BB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5BDDB61" w14:textId="08191D9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A587AD" w14:textId="46905CA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0DE6437" w14:textId="2B40559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CE81420" w14:textId="5E20DF5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CF76F9B" w14:textId="0705302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77E1D54" w14:textId="424FA03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33DDA2E6" w14:textId="02EA8A5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BD2735A" w14:textId="2F7CC36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3A03210" w14:textId="6061830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3AD7F15" w14:textId="17EBEB3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09:40</w:t>
            </w:r>
          </w:p>
        </w:tc>
        <w:tc>
          <w:tcPr>
            <w:tcW w:w="845" w:type="dxa"/>
            <w:gridSpan w:val="2"/>
            <w:vAlign w:val="bottom"/>
          </w:tcPr>
          <w:p w14:paraId="71F1185A" w14:textId="50AAC69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2.114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494018B9" w14:textId="4291582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0.34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3B015DEE" w14:textId="5CEF02E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21.8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3E7D3C71" w14:textId="584FC0C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658491BE" w14:textId="06A41A4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29D805EF" w14:textId="6090797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5F68687B" w14:textId="2190D77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437D1B8A" w14:textId="4CA6FF7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1964358" w14:textId="3DA46A0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FD9F2F" w14:textId="67836B0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A96CCA8" w14:textId="37AE9E8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DC313CE" w14:textId="41045B7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9880638" w14:textId="03C329B1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9B6919E" w14:textId="6C15A1D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79</w:t>
            </w:r>
          </w:p>
        </w:tc>
      </w:tr>
      <w:tr w:rsidR="00FB65E3" w:rsidRPr="00487EFB" w14:paraId="3CB0DC68" w14:textId="15A2ED0F" w:rsidTr="00FB65E3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58BF1FDB" w14:textId="40FC2E6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3735E748" w14:textId="258E279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2023.06.18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29F67D04" w14:textId="5991F92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13:40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7026BD58" w14:textId="50109F4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3.148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93AD055" w14:textId="28BAD9D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0.37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0570DFF" w14:textId="234389F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27.0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26C09D32" w14:textId="7110641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465B4B6D" w14:textId="1CDC389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376968AB" w14:textId="477302B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61E13A51" w14:textId="223B2F5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1887193C" w14:textId="5394242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1DFC42E" w14:textId="753BB63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FD52F" w14:textId="0EC987B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3CDEEBD" w14:textId="6467379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BA59242" w14:textId="66CC6EB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720E7F2" w14:textId="14EDB14F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EE61602" w14:textId="13A0CA2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</w:tr>
      <w:tr w:rsidR="00FB65E3" w:rsidRPr="00487EFB" w14:paraId="1CAD4F2B" w14:textId="3B1B7538" w:rsidTr="00FB65E3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80453FA" w14:textId="12E9547F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91698A2" w14:textId="1C5B5844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2023.06.18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2EA272A" w14:textId="7755F128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18:20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2BED4575" w14:textId="37117E2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1.047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488E731E" w14:textId="3522348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0.34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BE32908" w14:textId="7C45F10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26.8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74A9D74B" w14:textId="223BF55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32B54BB6" w14:textId="714061D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0.1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70265B82" w14:textId="4DF7A29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0A9174A1" w14:textId="3025815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0933F545" w14:textId="29E0354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955150F" w14:textId="1967FD7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32769" w14:textId="4573ABE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CD4DC3E" w14:textId="019779F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72E9616" w14:textId="2B2DDA0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991B681" w14:textId="1A78C87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ECB90E7" w14:textId="02B3C52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</w:tr>
      <w:tr w:rsidR="00FB65E3" w:rsidRPr="00487EFB" w14:paraId="19234FEB" w14:textId="6EDD7405" w:rsidTr="00FB65E3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3FC2EFED" w14:textId="10D99C83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347B1FA1" w14:textId="07561A05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2023.06.21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727936BB" w14:textId="0D30EFC9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12:40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2F359C92" w14:textId="296BADD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3.128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36C45199" w14:textId="22F7DC7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247B3C24" w14:textId="19D12A7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29.8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26BEF796" w14:textId="0856759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072D0C6A" w14:textId="77E9E65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6641E698" w14:textId="6336723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093835E1" w14:textId="3AC7B2D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4C77B85A" w14:textId="1A25CC2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7E836B4" w14:textId="37160EB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B81811" w14:textId="644084A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75B64DB" w14:textId="1A2E27F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25C534B" w14:textId="77C080D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3FE3BD1" w14:textId="459F97E7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FD13CA8" w14:textId="2A79609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6F2E7A89" w14:textId="496B2BC3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7ABDB85E" w14:textId="1218E536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B56F1B9" w14:textId="601E0DC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1841E8C" w14:textId="7C0357DE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18:40</w:t>
            </w:r>
          </w:p>
        </w:tc>
        <w:tc>
          <w:tcPr>
            <w:tcW w:w="845" w:type="dxa"/>
            <w:gridSpan w:val="2"/>
            <w:vAlign w:val="bottom"/>
          </w:tcPr>
          <w:p w14:paraId="3494C09E" w14:textId="274ED1EA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1.047</w:t>
            </w:r>
          </w:p>
        </w:tc>
        <w:tc>
          <w:tcPr>
            <w:tcW w:w="846" w:type="dxa"/>
            <w:gridSpan w:val="2"/>
            <w:vAlign w:val="bottom"/>
          </w:tcPr>
          <w:p w14:paraId="49AE4C7B" w14:textId="15D7D80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0.34</w:t>
            </w:r>
          </w:p>
        </w:tc>
        <w:tc>
          <w:tcPr>
            <w:tcW w:w="846" w:type="dxa"/>
            <w:gridSpan w:val="2"/>
            <w:vAlign w:val="bottom"/>
          </w:tcPr>
          <w:p w14:paraId="3EB8F7C8" w14:textId="1486314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27.8</w:t>
            </w:r>
          </w:p>
        </w:tc>
        <w:tc>
          <w:tcPr>
            <w:tcW w:w="836" w:type="dxa"/>
            <w:vAlign w:val="bottom"/>
          </w:tcPr>
          <w:p w14:paraId="5906791D" w14:textId="7B1C0F0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vAlign w:val="bottom"/>
          </w:tcPr>
          <w:p w14:paraId="686135FC" w14:textId="7E799B3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46" w:type="dxa"/>
            <w:vAlign w:val="bottom"/>
          </w:tcPr>
          <w:p w14:paraId="7460E653" w14:textId="1A4584C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14.2</w:t>
            </w:r>
          </w:p>
        </w:tc>
        <w:tc>
          <w:tcPr>
            <w:tcW w:w="850" w:type="dxa"/>
            <w:vAlign w:val="bottom"/>
          </w:tcPr>
          <w:p w14:paraId="4470FFEE" w14:textId="78026A8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7.5</w:t>
            </w:r>
          </w:p>
        </w:tc>
        <w:tc>
          <w:tcPr>
            <w:tcW w:w="851" w:type="dxa"/>
            <w:vAlign w:val="bottom"/>
          </w:tcPr>
          <w:p w14:paraId="3E171804" w14:textId="0FBDA06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7012108" w14:textId="78BF3D7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1FC10" w14:textId="5BA7262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E403700" w14:textId="36705BB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438A39C" w14:textId="0F7AA33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02DD51B" w14:textId="0D7A88AD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3517F63" w14:textId="3578C11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579FDB01" w14:textId="093F443B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651FD972" w14:textId="576AED4F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1E5D80A" w14:textId="3C1ECE1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99DA125" w14:textId="04D5DCEB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12:30</w:t>
            </w:r>
          </w:p>
        </w:tc>
        <w:tc>
          <w:tcPr>
            <w:tcW w:w="845" w:type="dxa"/>
            <w:gridSpan w:val="2"/>
            <w:vAlign w:val="bottom"/>
          </w:tcPr>
          <w:p w14:paraId="6F3BD40B" w14:textId="1B88E78F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3.128</w:t>
            </w:r>
          </w:p>
        </w:tc>
        <w:tc>
          <w:tcPr>
            <w:tcW w:w="846" w:type="dxa"/>
            <w:gridSpan w:val="2"/>
            <w:vAlign w:val="bottom"/>
          </w:tcPr>
          <w:p w14:paraId="65428E66" w14:textId="6E2817A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455DC82E" w14:textId="1320AFE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26.5</w:t>
            </w:r>
          </w:p>
        </w:tc>
        <w:tc>
          <w:tcPr>
            <w:tcW w:w="836" w:type="dxa"/>
            <w:vAlign w:val="bottom"/>
          </w:tcPr>
          <w:p w14:paraId="39D5607B" w14:textId="6807D30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49E32B5F" w14:textId="0F38A02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vAlign w:val="bottom"/>
          </w:tcPr>
          <w:p w14:paraId="2B03A970" w14:textId="0A64800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0" w:type="dxa"/>
            <w:vAlign w:val="bottom"/>
          </w:tcPr>
          <w:p w14:paraId="468803EE" w14:textId="4C90B5E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vAlign w:val="bottom"/>
          </w:tcPr>
          <w:p w14:paraId="6B0B9DEC" w14:textId="669E660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7B6461E" w14:textId="65BE27D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766A8" w14:textId="4B0A32A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B643336" w14:textId="6145ED3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2F71FD1" w14:textId="52AA017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E0A34D6" w14:textId="7494E8B8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41CBB3A" w14:textId="0E77110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57E1D0AC" w14:textId="5A543F8D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2AA18BC2" w14:textId="250C328D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27B5584" w14:textId="5FFC0B49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2023.06.30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08C59BC" w14:textId="6349D4F8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08:50</w:t>
            </w:r>
          </w:p>
        </w:tc>
        <w:tc>
          <w:tcPr>
            <w:tcW w:w="845" w:type="dxa"/>
            <w:gridSpan w:val="2"/>
            <w:vAlign w:val="bottom"/>
          </w:tcPr>
          <w:p w14:paraId="435B3E4A" w14:textId="227C2C0D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1.566</w:t>
            </w:r>
          </w:p>
        </w:tc>
        <w:tc>
          <w:tcPr>
            <w:tcW w:w="846" w:type="dxa"/>
            <w:gridSpan w:val="2"/>
            <w:vAlign w:val="bottom"/>
          </w:tcPr>
          <w:p w14:paraId="1E71712E" w14:textId="10B2AF2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0.36</w:t>
            </w:r>
          </w:p>
        </w:tc>
        <w:tc>
          <w:tcPr>
            <w:tcW w:w="846" w:type="dxa"/>
            <w:gridSpan w:val="2"/>
            <w:vAlign w:val="bottom"/>
          </w:tcPr>
          <w:p w14:paraId="010FB274" w14:textId="31F699D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22.0</w:t>
            </w:r>
          </w:p>
        </w:tc>
        <w:tc>
          <w:tcPr>
            <w:tcW w:w="836" w:type="dxa"/>
            <w:vAlign w:val="bottom"/>
          </w:tcPr>
          <w:p w14:paraId="523DBD38" w14:textId="5C781D0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2590E636" w14:textId="06FD71A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42DC74E4" w14:textId="43FECA2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0" w:type="dxa"/>
            <w:vAlign w:val="bottom"/>
          </w:tcPr>
          <w:p w14:paraId="1E7D2F6A" w14:textId="209EC90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vAlign w:val="bottom"/>
          </w:tcPr>
          <w:p w14:paraId="4390AE27" w14:textId="069329F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075F44C" w14:textId="56BD144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A01804" w14:textId="2EC0198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60F4F75" w14:textId="1A9FFDD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0AD196D" w14:textId="06D960D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30D52A6" w14:textId="08D592B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B110652" w14:textId="51DEE30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</w:t>
            </w:r>
          </w:p>
        </w:tc>
      </w:tr>
      <w:tr w:rsidR="00FB65E3" w:rsidRPr="00487EFB" w14:paraId="33D07C64" w14:textId="71C1C13C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0D0F49E1" w14:textId="0E3F64A6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E91E5BA" w14:textId="3104EBE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2023.06.30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E26D1C2" w14:textId="24DACE3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18:40</w:t>
            </w:r>
          </w:p>
        </w:tc>
        <w:tc>
          <w:tcPr>
            <w:tcW w:w="845" w:type="dxa"/>
            <w:gridSpan w:val="2"/>
            <w:vAlign w:val="bottom"/>
          </w:tcPr>
          <w:p w14:paraId="1249DA5E" w14:textId="7925F0E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1.047</w:t>
            </w:r>
          </w:p>
        </w:tc>
        <w:tc>
          <w:tcPr>
            <w:tcW w:w="846" w:type="dxa"/>
            <w:gridSpan w:val="2"/>
            <w:vAlign w:val="bottom"/>
          </w:tcPr>
          <w:p w14:paraId="364B084A" w14:textId="3F973DA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0.34</w:t>
            </w:r>
          </w:p>
        </w:tc>
        <w:tc>
          <w:tcPr>
            <w:tcW w:w="846" w:type="dxa"/>
            <w:gridSpan w:val="2"/>
            <w:vAlign w:val="bottom"/>
          </w:tcPr>
          <w:p w14:paraId="7789C4F0" w14:textId="2825465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27.4</w:t>
            </w:r>
          </w:p>
        </w:tc>
        <w:tc>
          <w:tcPr>
            <w:tcW w:w="836" w:type="dxa"/>
            <w:vAlign w:val="bottom"/>
          </w:tcPr>
          <w:p w14:paraId="7B552505" w14:textId="3908A8E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58" w:type="dxa"/>
            <w:gridSpan w:val="2"/>
            <w:vAlign w:val="bottom"/>
          </w:tcPr>
          <w:p w14:paraId="0C7A1825" w14:textId="1C43DD2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46" w:type="dxa"/>
            <w:vAlign w:val="bottom"/>
          </w:tcPr>
          <w:p w14:paraId="42FD0980" w14:textId="72885FC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0" w:type="dxa"/>
            <w:vAlign w:val="bottom"/>
          </w:tcPr>
          <w:p w14:paraId="006246F9" w14:textId="74CF7F7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vAlign w:val="bottom"/>
          </w:tcPr>
          <w:p w14:paraId="55497F45" w14:textId="5759727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FA45879" w14:textId="1D88F34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03D98B" w14:textId="29EADA6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C3D9225" w14:textId="31C90D1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3011A83" w14:textId="0908E2C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C1CFD33" w14:textId="6EB9750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F352655" w14:textId="1224E8E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FB65E3" w:rsidRPr="00487EFB" w14:paraId="51FBBD28" w14:textId="0014CD29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6040CC10" w14:textId="1CCB2E83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0E16372" w14:textId="39C42A6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2023.07.02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1B0D9E4" w14:textId="359AE6C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19:20</w:t>
            </w:r>
          </w:p>
        </w:tc>
        <w:tc>
          <w:tcPr>
            <w:tcW w:w="845" w:type="dxa"/>
            <w:gridSpan w:val="2"/>
            <w:vAlign w:val="bottom"/>
          </w:tcPr>
          <w:p w14:paraId="08A3D2A1" w14:textId="1294B08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0.440</w:t>
            </w:r>
          </w:p>
        </w:tc>
        <w:tc>
          <w:tcPr>
            <w:tcW w:w="846" w:type="dxa"/>
            <w:gridSpan w:val="2"/>
            <w:vAlign w:val="bottom"/>
          </w:tcPr>
          <w:p w14:paraId="0FD412F4" w14:textId="6D44AFB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vAlign w:val="bottom"/>
          </w:tcPr>
          <w:p w14:paraId="55E7D16A" w14:textId="7F14D6D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25.8</w:t>
            </w:r>
          </w:p>
        </w:tc>
        <w:tc>
          <w:tcPr>
            <w:tcW w:w="836" w:type="dxa"/>
            <w:vAlign w:val="bottom"/>
          </w:tcPr>
          <w:p w14:paraId="3959A0E1" w14:textId="5D81EEB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3E7DBB9E" w14:textId="5CAF8D6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0.1</w:t>
            </w:r>
          </w:p>
        </w:tc>
        <w:tc>
          <w:tcPr>
            <w:tcW w:w="846" w:type="dxa"/>
            <w:vAlign w:val="bottom"/>
          </w:tcPr>
          <w:p w14:paraId="78937B1B" w14:textId="55D0F86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0" w:type="dxa"/>
            <w:vAlign w:val="bottom"/>
          </w:tcPr>
          <w:p w14:paraId="4CE6AB6D" w14:textId="4CD703B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1" w:type="dxa"/>
            <w:vAlign w:val="bottom"/>
          </w:tcPr>
          <w:p w14:paraId="484B4EBC" w14:textId="6FB5DA4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C186FD8" w14:textId="2E8366A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6A8E30" w14:textId="0205E99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933E25B" w14:textId="37DE0B6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0799ECD" w14:textId="5C697E2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59BF78C" w14:textId="2D0892FB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6F3DEDB" w14:textId="169A5FF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</w:tr>
      <w:tr w:rsidR="00FB65E3" w:rsidRPr="00487EFB" w14:paraId="57B9A6C9" w14:textId="4A70F7F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41947B00" w14:textId="04DE8D6E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83F962C" w14:textId="68E471E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A711AC2" w14:textId="1EF1921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12:50</w:t>
            </w:r>
          </w:p>
        </w:tc>
        <w:tc>
          <w:tcPr>
            <w:tcW w:w="845" w:type="dxa"/>
            <w:gridSpan w:val="2"/>
            <w:vAlign w:val="bottom"/>
          </w:tcPr>
          <w:p w14:paraId="201C5939" w14:textId="347D5B0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3.086</w:t>
            </w:r>
          </w:p>
        </w:tc>
        <w:tc>
          <w:tcPr>
            <w:tcW w:w="846" w:type="dxa"/>
            <w:gridSpan w:val="2"/>
            <w:vAlign w:val="bottom"/>
          </w:tcPr>
          <w:p w14:paraId="7A97A3E3" w14:textId="481A3F5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267746E9" w14:textId="31FCA2A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25.8</w:t>
            </w:r>
          </w:p>
        </w:tc>
        <w:tc>
          <w:tcPr>
            <w:tcW w:w="836" w:type="dxa"/>
            <w:vAlign w:val="bottom"/>
          </w:tcPr>
          <w:p w14:paraId="48E80D78" w14:textId="43F7D2E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8" w:type="dxa"/>
            <w:gridSpan w:val="2"/>
            <w:vAlign w:val="bottom"/>
          </w:tcPr>
          <w:p w14:paraId="0959909C" w14:textId="1562CEA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46" w:type="dxa"/>
            <w:vAlign w:val="bottom"/>
          </w:tcPr>
          <w:p w14:paraId="4C0D663F" w14:textId="0A9E6AE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6.9</w:t>
            </w:r>
          </w:p>
        </w:tc>
        <w:tc>
          <w:tcPr>
            <w:tcW w:w="850" w:type="dxa"/>
            <w:vAlign w:val="bottom"/>
          </w:tcPr>
          <w:p w14:paraId="391853DB" w14:textId="7A780D6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1" w:type="dxa"/>
            <w:vAlign w:val="bottom"/>
          </w:tcPr>
          <w:p w14:paraId="7555D1A5" w14:textId="6AA6774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858A604" w14:textId="0F3A3F8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5EF68D" w14:textId="48A4C18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9033942" w14:textId="73A0AEC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F486960" w14:textId="765D1F1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493B6DA" w14:textId="3B60B5FD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0279942" w14:textId="1449B4D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</w:tr>
      <w:tr w:rsidR="00FB65E3" w:rsidRPr="00487EFB" w14:paraId="46C27D99" w14:textId="6FC29668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08405BD8" w14:textId="033BB343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8101362" w14:textId="2458D2D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BC46CFF" w14:textId="7E9CDF6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19:20</w:t>
            </w:r>
          </w:p>
        </w:tc>
        <w:tc>
          <w:tcPr>
            <w:tcW w:w="845" w:type="dxa"/>
            <w:gridSpan w:val="2"/>
            <w:vAlign w:val="bottom"/>
          </w:tcPr>
          <w:p w14:paraId="099636AD" w14:textId="6333D28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0.440</w:t>
            </w:r>
          </w:p>
        </w:tc>
        <w:tc>
          <w:tcPr>
            <w:tcW w:w="846" w:type="dxa"/>
            <w:gridSpan w:val="2"/>
            <w:vAlign w:val="bottom"/>
          </w:tcPr>
          <w:p w14:paraId="62BC3BA0" w14:textId="562069F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vAlign w:val="bottom"/>
          </w:tcPr>
          <w:p w14:paraId="6A484C7A" w14:textId="348E42A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25.2</w:t>
            </w:r>
          </w:p>
        </w:tc>
        <w:tc>
          <w:tcPr>
            <w:tcW w:w="836" w:type="dxa"/>
            <w:vAlign w:val="bottom"/>
          </w:tcPr>
          <w:p w14:paraId="72AADEFA" w14:textId="509F1E2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203903ED" w14:textId="0354040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46" w:type="dxa"/>
            <w:vAlign w:val="bottom"/>
          </w:tcPr>
          <w:p w14:paraId="46584C2D" w14:textId="492B35D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0" w:type="dxa"/>
            <w:vAlign w:val="bottom"/>
          </w:tcPr>
          <w:p w14:paraId="446F3336" w14:textId="19BC726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2.3</w:t>
            </w:r>
          </w:p>
        </w:tc>
        <w:tc>
          <w:tcPr>
            <w:tcW w:w="851" w:type="dxa"/>
            <w:vAlign w:val="bottom"/>
          </w:tcPr>
          <w:p w14:paraId="790C88CA" w14:textId="6D7D1A2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0E895FB" w14:textId="736224D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DD514A" w14:textId="172CF72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052B3FE" w14:textId="33121D9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ECCB332" w14:textId="5905C07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9F87599" w14:textId="6AAC559A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1.65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54984EF" w14:textId="391E858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</w:t>
            </w:r>
          </w:p>
        </w:tc>
      </w:tr>
      <w:tr w:rsidR="00FB65E3" w:rsidRPr="00487EFB" w14:paraId="110F48FC" w14:textId="607D96A5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2E593A17" w14:textId="57C219FE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0164039" w14:textId="4C6C129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0AAA991" w14:textId="69122B9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19:30</w:t>
            </w:r>
          </w:p>
        </w:tc>
        <w:tc>
          <w:tcPr>
            <w:tcW w:w="845" w:type="dxa"/>
            <w:gridSpan w:val="2"/>
            <w:vAlign w:val="bottom"/>
          </w:tcPr>
          <w:p w14:paraId="0E37F7DF" w14:textId="791ECF3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0.440</w:t>
            </w:r>
          </w:p>
        </w:tc>
        <w:tc>
          <w:tcPr>
            <w:tcW w:w="846" w:type="dxa"/>
            <w:gridSpan w:val="2"/>
            <w:vAlign w:val="bottom"/>
          </w:tcPr>
          <w:p w14:paraId="142CD179" w14:textId="2E0053E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vAlign w:val="bottom"/>
          </w:tcPr>
          <w:p w14:paraId="166CCFEC" w14:textId="5D9EFC5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28.0</w:t>
            </w:r>
          </w:p>
        </w:tc>
        <w:tc>
          <w:tcPr>
            <w:tcW w:w="836" w:type="dxa"/>
            <w:vAlign w:val="bottom"/>
          </w:tcPr>
          <w:p w14:paraId="677156B7" w14:textId="3742628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vAlign w:val="bottom"/>
          </w:tcPr>
          <w:p w14:paraId="02189D5A" w14:textId="08CAAA3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vAlign w:val="bottom"/>
          </w:tcPr>
          <w:p w14:paraId="05592445" w14:textId="61F1ADC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0" w:type="dxa"/>
            <w:vAlign w:val="bottom"/>
          </w:tcPr>
          <w:p w14:paraId="47D122BE" w14:textId="0FA5111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51" w:type="dxa"/>
            <w:vAlign w:val="bottom"/>
          </w:tcPr>
          <w:p w14:paraId="3D2E9BEB" w14:textId="4A8DC97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0206D2C" w14:textId="3C75DA5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B8CC9" w14:textId="1045A00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5C3C9D5" w14:textId="5A1932B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B72EAD4" w14:textId="13BC62B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5ECD3F5" w14:textId="3D23C91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D091F44" w14:textId="20E6638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</w:tr>
      <w:tr w:rsidR="00FB65E3" w:rsidRPr="00487EFB" w14:paraId="2C10CB53" w14:textId="7201600C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26FA791" w14:textId="4185FD2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07C2C1B" w14:textId="4C4D8E5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6B4FE20" w14:textId="565AA34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5BDD5" w14:textId="6E35D3E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D074A9" w14:textId="220FE06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1860E5" w14:textId="561F7C0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31.2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A0170" w14:textId="10E6A28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261422" w14:textId="7AF65B3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DF2C27" w14:textId="5816AAC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AD98CD" w14:textId="78A2143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BD900" w14:textId="7CEE7B3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509763" w14:textId="63F9C2E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CBEFF" w14:textId="7FB7BEC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B3BB6" w14:textId="471E0F5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5C9184" w14:textId="673E4D3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5C68F" w14:textId="5C246EE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E9F3A" w14:textId="7CBF516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61F6DCDE" w14:textId="46BF3914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B550998" w14:textId="52A3EE0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5DC8EA" w14:textId="75EF998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1716E" w14:textId="03E183B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95A2F" w14:textId="7D87F6B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3.040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259304" w14:textId="6411FEB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85E767" w14:textId="216579B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21.2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0B4A49" w14:textId="4CFC178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2DB3B3" w14:textId="7E1FAE5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3CA6C" w14:textId="207156E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95665" w14:textId="3720382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C42D45" w14:textId="6A16441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0992F9" w14:textId="734035F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59671" w14:textId="0162793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876BC" w14:textId="39D0962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663A8" w14:textId="121C72D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0A7D4" w14:textId="686D806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D9945" w14:textId="4BE416B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</w:tr>
      <w:tr w:rsidR="00FB65E3" w:rsidRPr="00487EFB" w14:paraId="2B63814B" w14:textId="0BEDC03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84107B" w14:textId="0848F4E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7924BD" w14:textId="71E8FEA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832945" w14:textId="127DAB8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D32844" w14:textId="7A2B0F4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BC7745" w14:textId="60F5BC1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385F3E" w14:textId="4E3E435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22.5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AAAACF" w14:textId="45A9E07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67A695" w14:textId="2114B46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6E84D0" w14:textId="3259D3B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E9DB82" w14:textId="3B1B2C4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96C9B0" w14:textId="1C7F819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C45F5F" w14:textId="629BE5E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46BE6A" w14:textId="11CFE3E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E228AC" w14:textId="6F65E61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4081EF" w14:textId="3339A2E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4EDFE1" w14:textId="452C478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F3B0C8" w14:textId="4EC0A8F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</w:tr>
    </w:tbl>
    <w:p w14:paraId="3C9E8663" w14:textId="77777777" w:rsidR="00FB65E3" w:rsidRDefault="00FB65E3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</w:p>
    <w:p w14:paraId="76071FFD" w14:textId="4B5A6C74" w:rsidR="00FB65E3" w:rsidRDefault="00FB65E3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  <w:r>
        <w:rPr>
          <w:rFonts w:eastAsia="Times New Roman"/>
          <w:bCs/>
          <w:noProof w:val="0"/>
          <w:snapToGrid w:val="0"/>
          <w:szCs w:val="22"/>
          <w:lang w:bidi="en-US"/>
        </w:rPr>
        <w:t>Table S1 continued.</w:t>
      </w: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FB65E3" w:rsidRPr="00175819" w14:paraId="64A8C018" w14:textId="77777777" w:rsidTr="00FB65E3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A61CB9" w14:textId="77777777" w:rsidR="00FB65E3" w:rsidRDefault="00FB65E3" w:rsidP="00097A55">
            <w:pPr>
              <w:pStyle w:val="MDPI42tablebody"/>
              <w:spacing w:before="60" w:after="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INPUT DATA</w:t>
            </w:r>
          </w:p>
        </w:tc>
      </w:tr>
      <w:tr w:rsidR="00FB65E3" w:rsidRPr="00175819" w14:paraId="636CCE21" w14:textId="77777777" w:rsidTr="00FB65E3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DE3F39" w14:textId="77777777" w:rsidR="00FB65E3" w:rsidRPr="00175819" w:rsidRDefault="00FB65E3" w:rsidP="00097A55">
            <w:pPr>
              <w:pStyle w:val="MDPI42tablebody"/>
              <w:spacing w:before="240"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</w:t>
            </w:r>
            <w:r w:rsidRPr="00175819">
              <w:rPr>
                <w:b/>
                <w:bCs/>
                <w:sz w:val="18"/>
                <w:szCs w:val="18"/>
              </w:rPr>
              <w:t>.</w:t>
            </w:r>
          </w:p>
          <w:p w14:paraId="412C33C4" w14:textId="77777777" w:rsidR="00FB65E3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of</w:t>
            </w:r>
          </w:p>
          <w:p w14:paraId="57CAB9AC" w14:textId="77777777" w:rsidR="00FB65E3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ob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1741E2AA" w14:textId="77777777" w:rsidR="00FB65E3" w:rsidRPr="00175819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ser-</w:t>
            </w:r>
          </w:p>
          <w:p w14:paraId="55A14BCE" w14:textId="77777777" w:rsidR="00FB65E3" w:rsidRDefault="00FB65E3" w:rsidP="00097A55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v</w:t>
            </w:r>
            <w:r w:rsidRPr="00175819">
              <w:rPr>
                <w:b/>
                <w:bCs/>
                <w:sz w:val="18"/>
                <w:szCs w:val="18"/>
              </w:rPr>
              <w:t>a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27E5F295" w14:textId="77777777" w:rsidR="00FB65E3" w:rsidRPr="00175819" w:rsidRDefault="00FB65E3" w:rsidP="00097A55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80250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9D9C24" w14:textId="77777777" w:rsidR="00FB65E3" w:rsidRPr="00175819" w:rsidRDefault="00FB65E3" w:rsidP="00097A55">
            <w:pPr>
              <w:pStyle w:val="MDPI42tablebody"/>
              <w:spacing w:before="400" w:line="260" w:lineRule="exact"/>
              <w:rPr>
                <w:b/>
                <w:bCs/>
                <w:sz w:val="18"/>
                <w:szCs w:val="18"/>
              </w:rPr>
            </w:pPr>
          </w:p>
          <w:p w14:paraId="267BEC31" w14:textId="77777777" w:rsidR="00FB65E3" w:rsidRPr="00175819" w:rsidRDefault="00FB65E3" w:rsidP="00097A55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20E8D7" w14:textId="77777777" w:rsidR="00FB65E3" w:rsidRDefault="00FB65E3" w:rsidP="00097A55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Solar</w:t>
            </w:r>
          </w:p>
          <w:p w14:paraId="38918687" w14:textId="77777777" w:rsidR="00FB65E3" w:rsidRPr="00175819" w:rsidRDefault="00FB65E3" w:rsidP="00097A55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radiation con-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stant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 (</w:t>
            </w:r>
            <w:r w:rsidRPr="00175819">
              <w:rPr>
                <w:rFonts w:cs="Calibri"/>
                <w:b/>
                <w:bCs/>
                <w:sz w:val="18"/>
                <w:szCs w:val="18"/>
              </w:rPr>
              <w:t>Q</w:t>
            </w:r>
            <w:r w:rsidRPr="00175819">
              <w:rPr>
                <w:rFonts w:cs="Calibri"/>
                <w:b/>
                <w:bCs/>
                <w:sz w:val="18"/>
                <w:szCs w:val="18"/>
                <w:vertAlign w:val="subscript"/>
              </w:rPr>
              <w:t>0</w:t>
            </w:r>
            <w:r w:rsidRPr="00175819">
              <w:rPr>
                <w:b/>
                <w:bCs/>
                <w:sz w:val="18"/>
                <w:szCs w:val="18"/>
              </w:rPr>
              <w:t>)</w:t>
            </w:r>
            <w:r w:rsidRPr="00175819">
              <w:rPr>
                <w:b/>
                <w:bCs/>
                <w:sz w:val="18"/>
                <w:szCs w:val="18"/>
                <w:vertAlign w:val="subscript"/>
              </w:rPr>
              <w:br/>
            </w: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MJ∙m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2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∙hour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rFonts w:eastAsiaTheme="minorEastAsia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2BDC9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Di-men-</w:t>
            </w:r>
            <w:proofErr w:type="spellStart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sion</w:t>
            </w:r>
            <w:proofErr w:type="spellEnd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-less cons-tant</w:t>
            </w:r>
          </w:p>
          <w:p w14:paraId="3297B292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(</w:t>
            </w:r>
            <w:r w:rsidRPr="00175819">
              <w:rPr>
                <w:rFonts w:eastAsiaTheme="minorEastAsia"/>
                <w:b/>
                <w:bCs/>
              </w:rPr>
              <w:t>α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AA49C2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Air</w:t>
            </w:r>
          </w:p>
          <w:p w14:paraId="1FDC4C3A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tem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6165221D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per</w:t>
            </w:r>
            <w:r>
              <w:rPr>
                <w:b/>
                <w:bCs/>
                <w:sz w:val="18"/>
                <w:szCs w:val="18"/>
              </w:rPr>
              <w:t>-</w:t>
            </w:r>
          </w:p>
          <w:p w14:paraId="7FDA9E17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ature</w:t>
            </w:r>
            <w:proofErr w:type="spellEnd"/>
          </w:p>
          <w:p w14:paraId="00EFE1EE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(T</w:t>
            </w:r>
            <w:r w:rsidRPr="00314AD1">
              <w:rPr>
                <w:b/>
                <w:bCs/>
                <w:sz w:val="18"/>
                <w:szCs w:val="18"/>
                <w:vertAlign w:val="subscript"/>
              </w:rPr>
              <w:t>a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  <w:p w14:paraId="0DBB0775" w14:textId="77777777" w:rsidR="00FB65E3" w:rsidRPr="00175819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°C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19DC7C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0A2C633E" w14:textId="77777777" w:rsidR="00FB65E3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63E809C1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sun-</w:t>
            </w:r>
          </w:p>
          <w:p w14:paraId="57CB0ED9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shine</w:t>
            </w:r>
          </w:p>
          <w:p w14:paraId="24057D97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dura-</w:t>
            </w:r>
          </w:p>
          <w:p w14:paraId="01AFCCC5" w14:textId="77777777" w:rsidR="00FB65E3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  <w:p w14:paraId="504F5CE9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b/>
                <w:bCs/>
                <w:sz w:val="18"/>
                <w:szCs w:val="18"/>
              </w:rPr>
              <w:t>rsd</w:t>
            </w:r>
            <w:proofErr w:type="spellEnd"/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C2B18" w14:textId="77777777" w:rsidR="00FB65E3" w:rsidRDefault="00FB65E3" w:rsidP="00097A55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Cloud cover</w:t>
            </w:r>
          </w:p>
          <w:p w14:paraId="5AFDF708" w14:textId="77777777" w:rsidR="00FB65E3" w:rsidRPr="00175819" w:rsidRDefault="00FB65E3" w:rsidP="00097A55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(N)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FADA67" w14:textId="77777777" w:rsidR="00FB65E3" w:rsidRPr="00175819" w:rsidRDefault="00FB65E3" w:rsidP="00097A55">
            <w:pPr>
              <w:pStyle w:val="MDPI42tablebody"/>
              <w:spacing w:before="600"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41997BDB" w14:textId="77777777" w:rsidR="00FB65E3" w:rsidRPr="00175819" w:rsidRDefault="00FB65E3" w:rsidP="00097A55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gust</w:t>
            </w:r>
          </w:p>
          <w:p w14:paraId="3831639D" w14:textId="77777777" w:rsidR="00FB65E3" w:rsidRPr="00175819" w:rsidRDefault="00FB65E3" w:rsidP="00097A55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59C75CD1" w14:textId="77777777" w:rsidR="00FB65E3" w:rsidRPr="00175819" w:rsidRDefault="00FB65E3" w:rsidP="00097A55">
            <w:pPr>
              <w:pStyle w:val="MDPI42tablebody"/>
              <w:spacing w:before="480"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Aver-</w:t>
            </w:r>
          </w:p>
          <w:p w14:paraId="5040B583" w14:textId="77777777" w:rsidR="00FB65E3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age</w:t>
            </w:r>
          </w:p>
          <w:p w14:paraId="5D803888" w14:textId="77777777" w:rsidR="00FB65E3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1B05A05C" w14:textId="77777777" w:rsidR="00FB65E3" w:rsidRPr="00175819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speed </w:t>
            </w:r>
          </w:p>
          <w:p w14:paraId="41E5B2ED" w14:textId="77777777" w:rsidR="00FB65E3" w:rsidRPr="00175819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E0F35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4A6A2750" w14:textId="77777777" w:rsidR="00FB65E3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657317B4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humid-</w:t>
            </w:r>
          </w:p>
          <w:p w14:paraId="0B6146F6" w14:textId="77777777" w:rsidR="00FB65E3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ity</w:t>
            </w:r>
            <w:proofErr w:type="spellEnd"/>
          </w:p>
          <w:p w14:paraId="2DEBF46E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%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0CE81E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Air 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pres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-sure </w:t>
            </w: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A319DAB" w14:textId="77777777" w:rsidR="00FB65E3" w:rsidRPr="00175819" w:rsidRDefault="00FB65E3" w:rsidP="00097A55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before activity [kg]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C7A69A2" w14:textId="77777777" w:rsidR="00FB65E3" w:rsidRPr="00175819" w:rsidRDefault="00FB65E3" w:rsidP="00097A55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after</w:t>
            </w:r>
            <w:r>
              <w:rPr>
                <w:b/>
                <w:bCs/>
                <w:sz w:val="18"/>
                <w:szCs w:val="18"/>
              </w:rPr>
              <w:br/>
              <w:t>activity [kg]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3354BF" w14:textId="77777777" w:rsidR="00FB65E3" w:rsidRDefault="00FB65E3" w:rsidP="00097A55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Duration of activity</w:t>
            </w:r>
          </w:p>
          <w:p w14:paraId="6F472EFA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[min]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8E215F3" w14:textId="77777777" w:rsidR="00FB65E3" w:rsidRPr="00175819" w:rsidRDefault="00FB65E3" w:rsidP="00097A55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Speed of walking</w:t>
            </w:r>
            <w:r>
              <w:rPr>
                <w:b/>
                <w:bCs/>
                <w:sz w:val="18"/>
                <w:szCs w:val="18"/>
              </w:rPr>
              <w:br/>
              <w:t>[ms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70B8C3" w14:textId="77777777" w:rsidR="00FB65E3" w:rsidRPr="00175819" w:rsidRDefault="00FB65E3" w:rsidP="00097A55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Average </w:t>
            </w:r>
            <w:r w:rsidRPr="00FB65E3">
              <w:rPr>
                <w:b/>
                <w:bCs/>
                <w:sz w:val="18"/>
                <w:szCs w:val="18"/>
              </w:rPr>
              <w:t>beats per minute</w:t>
            </w:r>
            <w:r>
              <w:rPr>
                <w:b/>
                <w:bCs/>
                <w:sz w:val="18"/>
                <w:szCs w:val="18"/>
              </w:rPr>
              <w:t xml:space="preserve"> (BPM)</w:t>
            </w:r>
          </w:p>
        </w:tc>
      </w:tr>
      <w:tr w:rsidR="00FB65E3" w:rsidRPr="00487EFB" w14:paraId="21DB8387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2CB827" w14:textId="3E80BB3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24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EA1AD26" w14:textId="6B9ACE0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2023.07.28</w:t>
            </w:r>
          </w:p>
        </w:tc>
        <w:tc>
          <w:tcPr>
            <w:tcW w:w="7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7C63C0" w14:textId="2CDE99FE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18:30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</w:tcBorders>
            <w:vAlign w:val="bottom"/>
          </w:tcPr>
          <w:p w14:paraId="3E0B612A" w14:textId="72C668A2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0.959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559B6CBC" w14:textId="40A8F40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46A75864" w14:textId="2CA5AC9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28.2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bottom"/>
          </w:tcPr>
          <w:p w14:paraId="1CF6C3FB" w14:textId="6ADB221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vAlign w:val="bottom"/>
          </w:tcPr>
          <w:p w14:paraId="41C92AE2" w14:textId="73B7317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tcBorders>
              <w:top w:val="single" w:sz="4" w:space="0" w:color="auto"/>
            </w:tcBorders>
            <w:vAlign w:val="bottom"/>
          </w:tcPr>
          <w:p w14:paraId="5D7EEA81" w14:textId="55F1276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68F73EDD" w14:textId="1F81626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7033829E" w14:textId="41A9B86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58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0326DB8B" w14:textId="27151CB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4C10598" w14:textId="6FFB80A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C003E22" w14:textId="1E828CC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88.3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305C8BBD" w14:textId="115EDA7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6969A3DB" w14:textId="7EEF3DC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1.40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14BFEC5E" w14:textId="3B22BB0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6D99E99F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D51A06A" w14:textId="3E6D3E54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F840290" w14:textId="7FFCE6FE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663121F" w14:textId="24368D3F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18:50</w:t>
            </w:r>
          </w:p>
        </w:tc>
        <w:tc>
          <w:tcPr>
            <w:tcW w:w="845" w:type="dxa"/>
            <w:gridSpan w:val="2"/>
            <w:vAlign w:val="bottom"/>
          </w:tcPr>
          <w:p w14:paraId="61BB17DC" w14:textId="5BD55DD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0.959</w:t>
            </w:r>
          </w:p>
        </w:tc>
        <w:tc>
          <w:tcPr>
            <w:tcW w:w="846" w:type="dxa"/>
            <w:gridSpan w:val="2"/>
            <w:vAlign w:val="bottom"/>
          </w:tcPr>
          <w:p w14:paraId="618F42A3" w14:textId="237CC9A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0.43</w:t>
            </w:r>
          </w:p>
        </w:tc>
        <w:tc>
          <w:tcPr>
            <w:tcW w:w="846" w:type="dxa"/>
            <w:gridSpan w:val="2"/>
            <w:vAlign w:val="bottom"/>
          </w:tcPr>
          <w:p w14:paraId="4FFC60BF" w14:textId="0551FF3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28.1</w:t>
            </w:r>
          </w:p>
        </w:tc>
        <w:tc>
          <w:tcPr>
            <w:tcW w:w="836" w:type="dxa"/>
            <w:vAlign w:val="bottom"/>
          </w:tcPr>
          <w:p w14:paraId="2018710E" w14:textId="35B997A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64B5EE9D" w14:textId="2BFAFED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328FF6A5" w14:textId="570F418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0" w:type="dxa"/>
            <w:vAlign w:val="bottom"/>
          </w:tcPr>
          <w:p w14:paraId="57F5EA36" w14:textId="7F52374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1" w:type="dxa"/>
            <w:vAlign w:val="bottom"/>
          </w:tcPr>
          <w:p w14:paraId="10270465" w14:textId="101E969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3E043F3" w14:textId="008356D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B9008" w14:textId="49A7ADA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3F132B6" w14:textId="40BEC6C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733459B" w14:textId="71DD7C9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502552E" w14:textId="5900953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58A8194" w14:textId="0668AD2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79</w:t>
            </w:r>
          </w:p>
        </w:tc>
      </w:tr>
      <w:tr w:rsidR="00FB65E3" w:rsidRPr="00487EFB" w14:paraId="2ED32092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44A47751" w14:textId="78C7930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4823052" w14:textId="1B602F9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2023.07.30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184A815" w14:textId="540D6DD2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vAlign w:val="bottom"/>
          </w:tcPr>
          <w:p w14:paraId="193115DB" w14:textId="223AE835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2.562</w:t>
            </w:r>
          </w:p>
        </w:tc>
        <w:tc>
          <w:tcPr>
            <w:tcW w:w="846" w:type="dxa"/>
            <w:gridSpan w:val="2"/>
            <w:vAlign w:val="bottom"/>
          </w:tcPr>
          <w:p w14:paraId="0B203F70" w14:textId="48EB07B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0.31</w:t>
            </w:r>
          </w:p>
        </w:tc>
        <w:tc>
          <w:tcPr>
            <w:tcW w:w="846" w:type="dxa"/>
            <w:gridSpan w:val="2"/>
            <w:vAlign w:val="bottom"/>
          </w:tcPr>
          <w:p w14:paraId="6F2E6D19" w14:textId="7B93650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22.2</w:t>
            </w:r>
          </w:p>
        </w:tc>
        <w:tc>
          <w:tcPr>
            <w:tcW w:w="836" w:type="dxa"/>
            <w:vAlign w:val="bottom"/>
          </w:tcPr>
          <w:p w14:paraId="631C47E0" w14:textId="6098635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4EFE3683" w14:textId="5127BC5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vAlign w:val="bottom"/>
          </w:tcPr>
          <w:p w14:paraId="097E2D23" w14:textId="7C708D1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0" w:type="dxa"/>
            <w:vAlign w:val="bottom"/>
          </w:tcPr>
          <w:p w14:paraId="4896609F" w14:textId="04E0F25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vAlign w:val="bottom"/>
          </w:tcPr>
          <w:p w14:paraId="4C05837C" w14:textId="44BD9E6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A921014" w14:textId="3972314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7F958D" w14:textId="6CDA420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999043C" w14:textId="0C248F7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E444C9C" w14:textId="71A1930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D3BDC34" w14:textId="5E92BE4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C7BA76E" w14:textId="3E9B578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76</w:t>
            </w:r>
          </w:p>
        </w:tc>
      </w:tr>
      <w:tr w:rsidR="00FB65E3" w:rsidRPr="00487EFB" w14:paraId="225E7599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4955362" w14:textId="6879C1C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FACC858" w14:textId="220C43DE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2023.07.30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28EA79E" w14:textId="4B945B3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18:20</w:t>
            </w:r>
          </w:p>
        </w:tc>
        <w:tc>
          <w:tcPr>
            <w:tcW w:w="845" w:type="dxa"/>
            <w:gridSpan w:val="2"/>
            <w:vAlign w:val="bottom"/>
          </w:tcPr>
          <w:p w14:paraId="75C13575" w14:textId="157B1B7A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0.959</w:t>
            </w:r>
          </w:p>
        </w:tc>
        <w:tc>
          <w:tcPr>
            <w:tcW w:w="846" w:type="dxa"/>
            <w:gridSpan w:val="2"/>
            <w:vAlign w:val="bottom"/>
          </w:tcPr>
          <w:p w14:paraId="102CBA46" w14:textId="2ED9E56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0.43</w:t>
            </w:r>
          </w:p>
        </w:tc>
        <w:tc>
          <w:tcPr>
            <w:tcW w:w="846" w:type="dxa"/>
            <w:gridSpan w:val="2"/>
            <w:vAlign w:val="bottom"/>
          </w:tcPr>
          <w:p w14:paraId="1EF2D125" w14:textId="784237D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24.7</w:t>
            </w:r>
          </w:p>
        </w:tc>
        <w:tc>
          <w:tcPr>
            <w:tcW w:w="836" w:type="dxa"/>
            <w:vAlign w:val="bottom"/>
          </w:tcPr>
          <w:p w14:paraId="644E3761" w14:textId="1F663A3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27AF7442" w14:textId="2FD4C99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46" w:type="dxa"/>
            <w:vAlign w:val="bottom"/>
          </w:tcPr>
          <w:p w14:paraId="110BD0A9" w14:textId="11459B3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4.7</w:t>
            </w:r>
          </w:p>
        </w:tc>
        <w:tc>
          <w:tcPr>
            <w:tcW w:w="850" w:type="dxa"/>
            <w:vAlign w:val="bottom"/>
          </w:tcPr>
          <w:p w14:paraId="0D509E37" w14:textId="36614BA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vAlign w:val="bottom"/>
          </w:tcPr>
          <w:p w14:paraId="68D26E02" w14:textId="4DA00D0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BD32E3F" w14:textId="101F8FD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A219D4" w14:textId="25DE18F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C5A612" w14:textId="5470070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180C207" w14:textId="68CB89B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3A056F2" w14:textId="636E0A77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9343192" w14:textId="0F9455C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74</w:t>
            </w:r>
          </w:p>
        </w:tc>
      </w:tr>
      <w:tr w:rsidR="00FB65E3" w:rsidRPr="00487EFB" w14:paraId="0E2B4673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CD233F8" w14:textId="48AC091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7206C36" w14:textId="0AE48D1F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2023.07.31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1E43985" w14:textId="7D069DB9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16:20</w:t>
            </w:r>
          </w:p>
        </w:tc>
        <w:tc>
          <w:tcPr>
            <w:tcW w:w="845" w:type="dxa"/>
            <w:gridSpan w:val="2"/>
            <w:vAlign w:val="bottom"/>
          </w:tcPr>
          <w:p w14:paraId="6B7F7E5A" w14:textId="01DDBCA5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2.144</w:t>
            </w:r>
          </w:p>
        </w:tc>
        <w:tc>
          <w:tcPr>
            <w:tcW w:w="846" w:type="dxa"/>
            <w:gridSpan w:val="2"/>
            <w:vAlign w:val="bottom"/>
          </w:tcPr>
          <w:p w14:paraId="151F3723" w14:textId="329AB1E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0.28</w:t>
            </w:r>
          </w:p>
        </w:tc>
        <w:tc>
          <w:tcPr>
            <w:tcW w:w="846" w:type="dxa"/>
            <w:gridSpan w:val="2"/>
            <w:vAlign w:val="bottom"/>
          </w:tcPr>
          <w:p w14:paraId="6992F7AE" w14:textId="73A89C7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26.0</w:t>
            </w:r>
          </w:p>
        </w:tc>
        <w:tc>
          <w:tcPr>
            <w:tcW w:w="836" w:type="dxa"/>
            <w:vAlign w:val="bottom"/>
          </w:tcPr>
          <w:p w14:paraId="4634B05E" w14:textId="2687DAD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8" w:type="dxa"/>
            <w:gridSpan w:val="2"/>
            <w:vAlign w:val="bottom"/>
          </w:tcPr>
          <w:p w14:paraId="6E5EDE09" w14:textId="44E296B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vAlign w:val="bottom"/>
          </w:tcPr>
          <w:p w14:paraId="487901F2" w14:textId="43BC979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0" w:type="dxa"/>
            <w:vAlign w:val="bottom"/>
          </w:tcPr>
          <w:p w14:paraId="654C725C" w14:textId="35103CA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3.0</w:t>
            </w:r>
          </w:p>
        </w:tc>
        <w:tc>
          <w:tcPr>
            <w:tcW w:w="851" w:type="dxa"/>
            <w:vAlign w:val="bottom"/>
          </w:tcPr>
          <w:p w14:paraId="40CC1E45" w14:textId="4AF44A8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1B217A7" w14:textId="18DC182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252A9" w14:textId="4E97545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369F3F1" w14:textId="1E8BE5C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2C0102A" w14:textId="77FAB80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D38C3CB" w14:textId="6873530A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5BC26DA" w14:textId="2B4586C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5880556A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D3A67AB" w14:textId="254FE8C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4A7E64F" w14:textId="05A17FB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2023.07.31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83B40B7" w14:textId="1FAC970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18:50</w:t>
            </w:r>
          </w:p>
        </w:tc>
        <w:tc>
          <w:tcPr>
            <w:tcW w:w="845" w:type="dxa"/>
            <w:gridSpan w:val="2"/>
            <w:vAlign w:val="bottom"/>
          </w:tcPr>
          <w:p w14:paraId="042E620F" w14:textId="3B298B7B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0.959</w:t>
            </w:r>
          </w:p>
        </w:tc>
        <w:tc>
          <w:tcPr>
            <w:tcW w:w="846" w:type="dxa"/>
            <w:gridSpan w:val="2"/>
            <w:vAlign w:val="bottom"/>
          </w:tcPr>
          <w:p w14:paraId="0274880F" w14:textId="43D8B52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0.43</w:t>
            </w:r>
          </w:p>
        </w:tc>
        <w:tc>
          <w:tcPr>
            <w:tcW w:w="846" w:type="dxa"/>
            <w:gridSpan w:val="2"/>
            <w:vAlign w:val="bottom"/>
          </w:tcPr>
          <w:p w14:paraId="4B945A2D" w14:textId="6BAAF10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24.0</w:t>
            </w:r>
          </w:p>
        </w:tc>
        <w:tc>
          <w:tcPr>
            <w:tcW w:w="836" w:type="dxa"/>
            <w:vAlign w:val="bottom"/>
          </w:tcPr>
          <w:p w14:paraId="15544911" w14:textId="17EDCBE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vAlign w:val="bottom"/>
          </w:tcPr>
          <w:p w14:paraId="5D83DE0D" w14:textId="18B30F8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vAlign w:val="bottom"/>
          </w:tcPr>
          <w:p w14:paraId="26EA8080" w14:textId="2867FFB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0" w:type="dxa"/>
            <w:vAlign w:val="bottom"/>
          </w:tcPr>
          <w:p w14:paraId="0D5077EF" w14:textId="38C90BF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vAlign w:val="bottom"/>
          </w:tcPr>
          <w:p w14:paraId="6315BF99" w14:textId="13DD7E7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4643E20" w14:textId="334A673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040E5" w14:textId="4867633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8B660EB" w14:textId="4156A0A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7B0D50A" w14:textId="335D244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5E9A6EA" w14:textId="174628FD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FB54762" w14:textId="799F404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2E4954D9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4E59A30A" w14:textId="6D720A3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FD0A72C" w14:textId="4AFE7D6D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2023.08.01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2AA3C71" w14:textId="201EA74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vAlign w:val="bottom"/>
          </w:tcPr>
          <w:p w14:paraId="37DDA5C0" w14:textId="5303F8C1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2.290</w:t>
            </w:r>
          </w:p>
        </w:tc>
        <w:tc>
          <w:tcPr>
            <w:tcW w:w="846" w:type="dxa"/>
            <w:gridSpan w:val="2"/>
            <w:vAlign w:val="bottom"/>
          </w:tcPr>
          <w:p w14:paraId="4D2C8367" w14:textId="5A6AD32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0.45</w:t>
            </w:r>
          </w:p>
        </w:tc>
        <w:tc>
          <w:tcPr>
            <w:tcW w:w="846" w:type="dxa"/>
            <w:gridSpan w:val="2"/>
            <w:vAlign w:val="bottom"/>
          </w:tcPr>
          <w:p w14:paraId="3FB9D94A" w14:textId="4F33BDE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28.5</w:t>
            </w:r>
          </w:p>
        </w:tc>
        <w:tc>
          <w:tcPr>
            <w:tcW w:w="836" w:type="dxa"/>
            <w:vAlign w:val="bottom"/>
          </w:tcPr>
          <w:p w14:paraId="57D1C1AD" w14:textId="0F0A653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24FFE2DD" w14:textId="1CD9142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vAlign w:val="bottom"/>
          </w:tcPr>
          <w:p w14:paraId="07AF0A09" w14:textId="4EE789C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6.4</w:t>
            </w:r>
          </w:p>
        </w:tc>
        <w:tc>
          <w:tcPr>
            <w:tcW w:w="850" w:type="dxa"/>
            <w:vAlign w:val="bottom"/>
          </w:tcPr>
          <w:p w14:paraId="6120B543" w14:textId="239CFD5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1" w:type="dxa"/>
            <w:vAlign w:val="bottom"/>
          </w:tcPr>
          <w:p w14:paraId="3ED6BBCF" w14:textId="58B0DED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EEFC053" w14:textId="1461697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21EF8" w14:textId="7818F7F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25B02BB" w14:textId="70EE905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884BCB1" w14:textId="0B24DF2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747966A" w14:textId="2092C5C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0621841" w14:textId="39B908A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79416F21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4E48DD80" w14:textId="0A8DC77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C665B14" w14:textId="7C29B6B5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2023.08.01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DC0F777" w14:textId="67532A79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16:50</w:t>
            </w:r>
          </w:p>
        </w:tc>
        <w:tc>
          <w:tcPr>
            <w:tcW w:w="845" w:type="dxa"/>
            <w:gridSpan w:val="2"/>
            <w:vAlign w:val="bottom"/>
          </w:tcPr>
          <w:p w14:paraId="4EE26AF8" w14:textId="7C91535F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1.905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5F2E84A8" w14:textId="6E38678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0.31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16A415B3" w14:textId="04E8CEB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28.0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2FE12063" w14:textId="724ECAC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6AA43DD2" w14:textId="53C6D42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39E4828C" w14:textId="0DC64A5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0E7105DC" w14:textId="0B1FBC5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20FA89F6" w14:textId="5B88EDF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68B6F52" w14:textId="2F1DAB1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A652B" w14:textId="203A72F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1480E4B" w14:textId="7D58679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4592DD5" w14:textId="438BA04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C40355E" w14:textId="5E902D6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64C540E" w14:textId="5C2A234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</w:tr>
      <w:tr w:rsidR="00FB65E3" w:rsidRPr="00487EFB" w14:paraId="2E685A2C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E514138" w14:textId="57974AD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E3FE179" w14:textId="621F9005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2023.08.02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3B9E0E2" w14:textId="6FE4EF3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18:30</w:t>
            </w:r>
          </w:p>
        </w:tc>
        <w:tc>
          <w:tcPr>
            <w:tcW w:w="845" w:type="dxa"/>
            <w:gridSpan w:val="2"/>
            <w:vAlign w:val="bottom"/>
          </w:tcPr>
          <w:p w14:paraId="2CF516BE" w14:textId="3CB95A22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0.670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1764C4B" w14:textId="2DC3A5B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0.33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4259A7D9" w14:textId="45B83AE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0488F811" w14:textId="47B7EA2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15A15B8D" w14:textId="759EFC9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6A41EC9D" w14:textId="6F4DE51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7E1F2C4E" w14:textId="1A5A2C9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0CF3B469" w14:textId="106CC41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C5CCE39" w14:textId="37AA90A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6055C0" w14:textId="257C0D4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DC64FBB" w14:textId="2316B9A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BEDC6D9" w14:textId="39DE345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BF24DDF" w14:textId="1C8A7ED7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9A23217" w14:textId="0830CF6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93</w:t>
            </w:r>
          </w:p>
        </w:tc>
      </w:tr>
      <w:tr w:rsidR="00FB65E3" w:rsidRPr="00487EFB" w14:paraId="7C8ABA46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74581E33" w14:textId="53917F5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33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738B9105" w14:textId="0FCE9C5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2023.08.13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4C476ED1" w14:textId="0450CC3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15:40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6B732775" w14:textId="2AB7113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2.290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3BBDA40C" w14:textId="4C1BCCB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0.45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754B339A" w14:textId="61892D4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29.5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61079394" w14:textId="669A910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7AB57FAF" w14:textId="52BA6EA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1FF0647F" w14:textId="553467A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644C22CB" w14:textId="5678F06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7DFAA99" w14:textId="78AB292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AA09C27" w14:textId="5956D4E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936593" w14:textId="73324EA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7AC9756" w14:textId="6C00210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3369D66" w14:textId="5BFEF00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141461F" w14:textId="5E4A9C6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02BD4AD" w14:textId="6F5ED1D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94</w:t>
            </w:r>
          </w:p>
        </w:tc>
      </w:tr>
      <w:tr w:rsidR="00FB65E3" w:rsidRPr="00487EFB" w14:paraId="4FA06AEF" w14:textId="77777777" w:rsidTr="00FB65E3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1190FEE" w14:textId="23A413D2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34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9850B14" w14:textId="6899317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2023.08.16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006F494" w14:textId="580C45DA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19:45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15E1A457" w14:textId="69E093EF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0.209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C6A5787" w14:textId="67982C8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66AC992D" w14:textId="53F26A0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24.5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067D49F7" w14:textId="15D96C1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0F8B2A74" w14:textId="5114DCB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68E84D93" w14:textId="286425F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2F4EB67" w14:textId="2510FAC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78F79094" w14:textId="1772594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C726684" w14:textId="18D895B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3AD65" w14:textId="47F591C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2AFD48E" w14:textId="32E5A35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E7A35C3" w14:textId="2EB8B8C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16D3C15" w14:textId="7F9527D1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6A6949F" w14:textId="18257D5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</w:tr>
      <w:tr w:rsidR="00FB65E3" w:rsidRPr="00487EFB" w14:paraId="7CC5195E" w14:textId="77777777" w:rsidTr="00FB65E3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58332997" w14:textId="7146CC6B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3DCF6CBC" w14:textId="441D2633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2023.08.17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598B2AD5" w14:textId="2D4F39C9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17:50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4AF7129B" w14:textId="5368A3E4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1.256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0391AD5D" w14:textId="706453C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0.37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06B46F3A" w14:textId="53EF772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27.2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531BBE83" w14:textId="24BAD5E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6A689B80" w14:textId="2EADDF3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4A227DA1" w14:textId="5F59B71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283A5432" w14:textId="0FD2EE3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60BCB94F" w14:textId="2A087DA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31DFFEA" w14:textId="22CA58A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EF8347" w14:textId="47B89DD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F8C41BD" w14:textId="108D304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2C2CEBF" w14:textId="138108F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6823C1E" w14:textId="58413C3A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D4936B8" w14:textId="59B050C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</w:tr>
      <w:tr w:rsidR="00FB65E3" w:rsidRPr="00487EFB" w14:paraId="73236510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306B13F9" w14:textId="5C1744EB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6EA15CB" w14:textId="03BBE3C9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D52DA86" w14:textId="5A1E458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15:10</w:t>
            </w:r>
          </w:p>
        </w:tc>
        <w:tc>
          <w:tcPr>
            <w:tcW w:w="845" w:type="dxa"/>
            <w:gridSpan w:val="2"/>
            <w:vAlign w:val="bottom"/>
          </w:tcPr>
          <w:p w14:paraId="5E960EFC" w14:textId="565E05A9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2.290</w:t>
            </w:r>
          </w:p>
        </w:tc>
        <w:tc>
          <w:tcPr>
            <w:tcW w:w="846" w:type="dxa"/>
            <w:gridSpan w:val="2"/>
            <w:vAlign w:val="bottom"/>
          </w:tcPr>
          <w:p w14:paraId="3DC9BE40" w14:textId="700C186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0.45</w:t>
            </w:r>
          </w:p>
        </w:tc>
        <w:tc>
          <w:tcPr>
            <w:tcW w:w="846" w:type="dxa"/>
            <w:gridSpan w:val="2"/>
            <w:vAlign w:val="bottom"/>
          </w:tcPr>
          <w:p w14:paraId="7F947BE2" w14:textId="1B10485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28.4</w:t>
            </w:r>
          </w:p>
        </w:tc>
        <w:tc>
          <w:tcPr>
            <w:tcW w:w="836" w:type="dxa"/>
            <w:vAlign w:val="bottom"/>
          </w:tcPr>
          <w:p w14:paraId="7E6176BF" w14:textId="5AB3D1E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58" w:type="dxa"/>
            <w:gridSpan w:val="2"/>
            <w:vAlign w:val="bottom"/>
          </w:tcPr>
          <w:p w14:paraId="7C158215" w14:textId="3F88496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vAlign w:val="bottom"/>
          </w:tcPr>
          <w:p w14:paraId="602C53D7" w14:textId="6A75075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6.4</w:t>
            </w:r>
          </w:p>
        </w:tc>
        <w:tc>
          <w:tcPr>
            <w:tcW w:w="850" w:type="dxa"/>
            <w:vAlign w:val="bottom"/>
          </w:tcPr>
          <w:p w14:paraId="1F9954D2" w14:textId="26A7E91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1" w:type="dxa"/>
            <w:vAlign w:val="bottom"/>
          </w:tcPr>
          <w:p w14:paraId="5857BD7A" w14:textId="12A6696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90CCC36" w14:textId="15258D6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02F3C2" w14:textId="5CAE4FC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B4E1F88" w14:textId="263686D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F1C9E3C" w14:textId="14DEC26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7EF717D" w14:textId="40D42E3A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7E18E79" w14:textId="26FE2DE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FB65E3" w:rsidRPr="00487EFB" w14:paraId="788672F2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2FE8FDFD" w14:textId="0032DD2B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864B166" w14:textId="3A5B789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9F64B67" w14:textId="622DF4A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18:50</w:t>
            </w:r>
          </w:p>
        </w:tc>
        <w:tc>
          <w:tcPr>
            <w:tcW w:w="845" w:type="dxa"/>
            <w:gridSpan w:val="2"/>
            <w:vAlign w:val="bottom"/>
          </w:tcPr>
          <w:p w14:paraId="28B794D9" w14:textId="180F6A96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0.670</w:t>
            </w:r>
          </w:p>
        </w:tc>
        <w:tc>
          <w:tcPr>
            <w:tcW w:w="846" w:type="dxa"/>
            <w:gridSpan w:val="2"/>
            <w:vAlign w:val="bottom"/>
          </w:tcPr>
          <w:p w14:paraId="25D607EC" w14:textId="2278ADA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0.33</w:t>
            </w:r>
          </w:p>
        </w:tc>
        <w:tc>
          <w:tcPr>
            <w:tcW w:w="846" w:type="dxa"/>
            <w:gridSpan w:val="2"/>
            <w:vAlign w:val="bottom"/>
          </w:tcPr>
          <w:p w14:paraId="1EFAC054" w14:textId="0AAA72C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27.0</w:t>
            </w:r>
          </w:p>
        </w:tc>
        <w:tc>
          <w:tcPr>
            <w:tcW w:w="836" w:type="dxa"/>
            <w:vAlign w:val="bottom"/>
          </w:tcPr>
          <w:p w14:paraId="14B116F5" w14:textId="4801FBF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8" w:type="dxa"/>
            <w:gridSpan w:val="2"/>
            <w:vAlign w:val="bottom"/>
          </w:tcPr>
          <w:p w14:paraId="68CA7092" w14:textId="0F2CB52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46" w:type="dxa"/>
            <w:vAlign w:val="bottom"/>
          </w:tcPr>
          <w:p w14:paraId="394D7A64" w14:textId="412EABB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0" w:type="dxa"/>
            <w:vAlign w:val="bottom"/>
          </w:tcPr>
          <w:p w14:paraId="6C5D10A3" w14:textId="367EE38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vAlign w:val="bottom"/>
          </w:tcPr>
          <w:p w14:paraId="495433E7" w14:textId="3CEA72A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E57F3F8" w14:textId="093E342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373CC5" w14:textId="3262DBA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5233CF1" w14:textId="1591BE0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3E5A832" w14:textId="1334185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C7233F3" w14:textId="5097915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43FA414" w14:textId="61B04DA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</w:tr>
      <w:tr w:rsidR="00FB65E3" w:rsidRPr="00487EFB" w14:paraId="1878B40A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58F4AC64" w14:textId="439F508A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D86698C" w14:textId="51E18E4E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88BE4F1" w14:textId="551D2DD0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08:25</w:t>
            </w:r>
          </w:p>
        </w:tc>
        <w:tc>
          <w:tcPr>
            <w:tcW w:w="845" w:type="dxa"/>
            <w:gridSpan w:val="2"/>
            <w:vAlign w:val="bottom"/>
          </w:tcPr>
          <w:p w14:paraId="59DADD85" w14:textId="5B73587B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1.290</w:t>
            </w:r>
          </w:p>
        </w:tc>
        <w:tc>
          <w:tcPr>
            <w:tcW w:w="846" w:type="dxa"/>
            <w:gridSpan w:val="2"/>
            <w:vAlign w:val="bottom"/>
          </w:tcPr>
          <w:p w14:paraId="3C712DB4" w14:textId="7316514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vAlign w:val="bottom"/>
          </w:tcPr>
          <w:p w14:paraId="5CF32BEE" w14:textId="3A3A096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26.0</w:t>
            </w:r>
          </w:p>
        </w:tc>
        <w:tc>
          <w:tcPr>
            <w:tcW w:w="836" w:type="dxa"/>
            <w:vAlign w:val="bottom"/>
          </w:tcPr>
          <w:p w14:paraId="77E9259F" w14:textId="5F86CBB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46552EA3" w14:textId="51431B6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4CEAF004" w14:textId="167E2C8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0" w:type="dxa"/>
            <w:vAlign w:val="bottom"/>
          </w:tcPr>
          <w:p w14:paraId="6C06AA42" w14:textId="017F448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vAlign w:val="bottom"/>
          </w:tcPr>
          <w:p w14:paraId="56BE99E4" w14:textId="0A7406A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92299AA" w14:textId="2030A6F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6E06CA" w14:textId="0583073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B077322" w14:textId="0EB8E69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7D8D405" w14:textId="66731EF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44A703F" w14:textId="69788FD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6C11613" w14:textId="5133D91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</w:tr>
      <w:tr w:rsidR="00FB65E3" w:rsidRPr="00487EFB" w14:paraId="2CA2ECDF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699FB501" w14:textId="4D1B3B77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EEFCB3E" w14:textId="28C5195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054E83C" w14:textId="2C6A525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18:20</w:t>
            </w:r>
          </w:p>
        </w:tc>
        <w:tc>
          <w:tcPr>
            <w:tcW w:w="845" w:type="dxa"/>
            <w:gridSpan w:val="2"/>
            <w:vAlign w:val="bottom"/>
          </w:tcPr>
          <w:p w14:paraId="145E100E" w14:textId="05E663E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0.670</w:t>
            </w:r>
          </w:p>
        </w:tc>
        <w:tc>
          <w:tcPr>
            <w:tcW w:w="846" w:type="dxa"/>
            <w:gridSpan w:val="2"/>
            <w:vAlign w:val="bottom"/>
          </w:tcPr>
          <w:p w14:paraId="779A9CC9" w14:textId="7293252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0.33</w:t>
            </w:r>
          </w:p>
        </w:tc>
        <w:tc>
          <w:tcPr>
            <w:tcW w:w="846" w:type="dxa"/>
            <w:gridSpan w:val="2"/>
            <w:vAlign w:val="bottom"/>
          </w:tcPr>
          <w:p w14:paraId="017DB19A" w14:textId="1206192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32.1</w:t>
            </w:r>
          </w:p>
        </w:tc>
        <w:tc>
          <w:tcPr>
            <w:tcW w:w="836" w:type="dxa"/>
            <w:vAlign w:val="bottom"/>
          </w:tcPr>
          <w:p w14:paraId="4E1307AF" w14:textId="0EFF8C9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4B1A9AE4" w14:textId="7CC04E4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56B50BB9" w14:textId="7887A4B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0" w:type="dxa"/>
            <w:vAlign w:val="bottom"/>
          </w:tcPr>
          <w:p w14:paraId="7A8F8B73" w14:textId="06C7508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vAlign w:val="bottom"/>
          </w:tcPr>
          <w:p w14:paraId="6FE5B369" w14:textId="276A417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A20AE11" w14:textId="325E189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C2A3CF" w14:textId="5EE2590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01309AC" w14:textId="2C7F661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56704A5" w14:textId="2E7D8CA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C29FCD6" w14:textId="2189B0E5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1D5A835" w14:textId="3A540CF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</w:tr>
      <w:tr w:rsidR="00FB65E3" w:rsidRPr="00487EFB" w14:paraId="5DD993D4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0165E4FB" w14:textId="45816BE4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D0E2CFA" w14:textId="1114EAB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3E04AB6" w14:textId="6A7D1CA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08:40</w:t>
            </w:r>
          </w:p>
        </w:tc>
        <w:tc>
          <w:tcPr>
            <w:tcW w:w="845" w:type="dxa"/>
            <w:gridSpan w:val="2"/>
            <w:vAlign w:val="bottom"/>
          </w:tcPr>
          <w:p w14:paraId="2E9F0FE5" w14:textId="5CC06ED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1.290</w:t>
            </w:r>
          </w:p>
        </w:tc>
        <w:tc>
          <w:tcPr>
            <w:tcW w:w="846" w:type="dxa"/>
            <w:gridSpan w:val="2"/>
            <w:vAlign w:val="bottom"/>
          </w:tcPr>
          <w:p w14:paraId="27318D9F" w14:textId="5D69B90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vAlign w:val="bottom"/>
          </w:tcPr>
          <w:p w14:paraId="3312E6E7" w14:textId="3BEB0EF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26.0</w:t>
            </w:r>
          </w:p>
        </w:tc>
        <w:tc>
          <w:tcPr>
            <w:tcW w:w="836" w:type="dxa"/>
            <w:vAlign w:val="bottom"/>
          </w:tcPr>
          <w:p w14:paraId="7730F319" w14:textId="43AADF8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2BEAF55A" w14:textId="0D4DC27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6FD34D7E" w14:textId="7B2A1E3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50" w:type="dxa"/>
            <w:vAlign w:val="bottom"/>
          </w:tcPr>
          <w:p w14:paraId="1850C5C6" w14:textId="19D59BF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1" w:type="dxa"/>
            <w:vAlign w:val="bottom"/>
          </w:tcPr>
          <w:p w14:paraId="6DBFFF17" w14:textId="32CD1BF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9A9FE1A" w14:textId="01B58B6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62941" w14:textId="2CB281C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AE95530" w14:textId="57299D7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4760394" w14:textId="7289C2F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E742966" w14:textId="2A09E33D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964DF5B" w14:textId="585F5CB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47D2A1E7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7F0909D3" w14:textId="5D74FC92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8CACD61" w14:textId="6C0A654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735C11B" w14:textId="65DD02E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17:00</w:t>
            </w:r>
          </w:p>
        </w:tc>
        <w:tc>
          <w:tcPr>
            <w:tcW w:w="845" w:type="dxa"/>
            <w:gridSpan w:val="2"/>
            <w:vAlign w:val="bottom"/>
          </w:tcPr>
          <w:p w14:paraId="243DEB7F" w14:textId="6AC5402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1.256</w:t>
            </w:r>
          </w:p>
        </w:tc>
        <w:tc>
          <w:tcPr>
            <w:tcW w:w="846" w:type="dxa"/>
            <w:gridSpan w:val="2"/>
            <w:vAlign w:val="bottom"/>
          </w:tcPr>
          <w:p w14:paraId="768033EF" w14:textId="2C3A985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0.37</w:t>
            </w:r>
          </w:p>
        </w:tc>
        <w:tc>
          <w:tcPr>
            <w:tcW w:w="846" w:type="dxa"/>
            <w:gridSpan w:val="2"/>
            <w:vAlign w:val="bottom"/>
          </w:tcPr>
          <w:p w14:paraId="2F555EFF" w14:textId="5EF2435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32.0</w:t>
            </w:r>
          </w:p>
        </w:tc>
        <w:tc>
          <w:tcPr>
            <w:tcW w:w="836" w:type="dxa"/>
            <w:vAlign w:val="bottom"/>
          </w:tcPr>
          <w:p w14:paraId="792A2A2F" w14:textId="0F0EAB1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58" w:type="dxa"/>
            <w:gridSpan w:val="2"/>
            <w:vAlign w:val="bottom"/>
          </w:tcPr>
          <w:p w14:paraId="61A14D33" w14:textId="40C556B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vAlign w:val="bottom"/>
          </w:tcPr>
          <w:p w14:paraId="041B8EBF" w14:textId="6D9C4C0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7.2</w:t>
            </w:r>
          </w:p>
        </w:tc>
        <w:tc>
          <w:tcPr>
            <w:tcW w:w="850" w:type="dxa"/>
            <w:vAlign w:val="bottom"/>
          </w:tcPr>
          <w:p w14:paraId="303FFA79" w14:textId="201E509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1" w:type="dxa"/>
            <w:vAlign w:val="bottom"/>
          </w:tcPr>
          <w:p w14:paraId="2178B991" w14:textId="4606577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F73BFB3" w14:textId="7C5578CB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E0F92" w14:textId="7607EF6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2F809D7" w14:textId="2978B67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09E409D" w14:textId="16FC979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221BA20" w14:textId="734F998C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2EE3777" w14:textId="4FC2841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</w:tr>
      <w:tr w:rsidR="00FB65E3" w:rsidRPr="00487EFB" w14:paraId="4787D4D3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7699F44E" w14:textId="74519C40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B3E48EE" w14:textId="79E42AC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F8077D9" w14:textId="414AD58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12:50</w:t>
            </w:r>
          </w:p>
        </w:tc>
        <w:tc>
          <w:tcPr>
            <w:tcW w:w="845" w:type="dxa"/>
            <w:gridSpan w:val="2"/>
            <w:vAlign w:val="bottom"/>
          </w:tcPr>
          <w:p w14:paraId="2E82B22D" w14:textId="6EEDD0B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2.759</w:t>
            </w:r>
          </w:p>
        </w:tc>
        <w:tc>
          <w:tcPr>
            <w:tcW w:w="846" w:type="dxa"/>
            <w:gridSpan w:val="2"/>
            <w:vAlign w:val="bottom"/>
          </w:tcPr>
          <w:p w14:paraId="66FA2304" w14:textId="346DCDC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vAlign w:val="bottom"/>
          </w:tcPr>
          <w:p w14:paraId="251E32E9" w14:textId="737D4E7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30.3</w:t>
            </w:r>
          </w:p>
        </w:tc>
        <w:tc>
          <w:tcPr>
            <w:tcW w:w="836" w:type="dxa"/>
            <w:vAlign w:val="bottom"/>
          </w:tcPr>
          <w:p w14:paraId="1293E20C" w14:textId="293759D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4E53B230" w14:textId="4B7F1CD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7BE7AE61" w14:textId="6683699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4.7</w:t>
            </w:r>
          </w:p>
        </w:tc>
        <w:tc>
          <w:tcPr>
            <w:tcW w:w="850" w:type="dxa"/>
            <w:vAlign w:val="bottom"/>
          </w:tcPr>
          <w:p w14:paraId="0219C25E" w14:textId="5A76596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1" w:type="dxa"/>
            <w:vAlign w:val="bottom"/>
          </w:tcPr>
          <w:p w14:paraId="31423ED4" w14:textId="0950FAA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5712B13" w14:textId="02AC5C3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E637F" w14:textId="29598BE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E8BF90B" w14:textId="6B582CE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ADE0937" w14:textId="30BF758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3146451" w14:textId="3C0DA81F" w:rsidR="00FB65E3" w:rsidRPr="00FB65E3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0592908" w14:textId="72F7777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92</w:t>
            </w:r>
          </w:p>
        </w:tc>
      </w:tr>
      <w:tr w:rsidR="00FB65E3" w:rsidRPr="00487EFB" w14:paraId="6E24C9FF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40FC6FFB" w14:textId="1AADFD26" w:rsidR="00FB65E3" w:rsidRPr="00FB65E3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F60B50B" w14:textId="1FD55F3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C0E3E10" w14:textId="57B2949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16:50</w:t>
            </w:r>
          </w:p>
        </w:tc>
        <w:tc>
          <w:tcPr>
            <w:tcW w:w="845" w:type="dxa"/>
            <w:gridSpan w:val="2"/>
            <w:vAlign w:val="bottom"/>
          </w:tcPr>
          <w:p w14:paraId="396FC833" w14:textId="78FBA6B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1.905</w:t>
            </w:r>
          </w:p>
        </w:tc>
        <w:tc>
          <w:tcPr>
            <w:tcW w:w="846" w:type="dxa"/>
            <w:gridSpan w:val="2"/>
            <w:vAlign w:val="bottom"/>
          </w:tcPr>
          <w:p w14:paraId="106024F2" w14:textId="6936D0D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0.31</w:t>
            </w:r>
          </w:p>
        </w:tc>
        <w:tc>
          <w:tcPr>
            <w:tcW w:w="846" w:type="dxa"/>
            <w:gridSpan w:val="2"/>
            <w:vAlign w:val="bottom"/>
          </w:tcPr>
          <w:p w14:paraId="53761847" w14:textId="76F6510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30.9</w:t>
            </w:r>
          </w:p>
        </w:tc>
        <w:tc>
          <w:tcPr>
            <w:tcW w:w="836" w:type="dxa"/>
            <w:vAlign w:val="bottom"/>
          </w:tcPr>
          <w:p w14:paraId="748E36C1" w14:textId="628F1E4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0ED77796" w14:textId="2788A41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7B137780" w14:textId="400CDA1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0" w:type="dxa"/>
            <w:vAlign w:val="bottom"/>
          </w:tcPr>
          <w:p w14:paraId="34DC6AAD" w14:textId="4817208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vAlign w:val="bottom"/>
          </w:tcPr>
          <w:p w14:paraId="06F54E63" w14:textId="3A47F77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BCCCFC9" w14:textId="75EE80C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BFEC0" w14:textId="59D0251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D78F673" w14:textId="212CD86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493666D" w14:textId="50778FF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5CD5CD6" w14:textId="15DB8DD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26F2D2C" w14:textId="22DD3C0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79CF17CB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46633C0" w14:textId="1C54F15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DC06D2" w14:textId="01BABEA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FE775D" w14:textId="743069F9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35F2CB" w14:textId="005E71D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1.905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01E94" w14:textId="424223B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91DC86" w14:textId="7E61F34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33.0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5C279" w14:textId="0EC00A4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23B81" w14:textId="7856DA8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18965" w14:textId="370B12C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B0E293" w14:textId="3EDB9DE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F0F70C" w14:textId="0A448ED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425270" w14:textId="0327A5B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616CAE" w14:textId="230E3E3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30874" w14:textId="7476B0A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B841A7" w14:textId="08640F9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B72A5" w14:textId="01B7301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29E8A8" w14:textId="6BBC64C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</w:tr>
      <w:tr w:rsidR="00FB65E3" w:rsidRPr="00487EFB" w14:paraId="4CE58219" w14:textId="77777777" w:rsidTr="00FB65E3">
        <w:trPr>
          <w:gridBefore w:val="1"/>
          <w:wBefore w:w="107" w:type="dxa"/>
          <w:trHeight w:val="68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8D0D1BE" w14:textId="357212C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0B2E55" w14:textId="74469AB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FD3138" w14:textId="53AAD43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560FFA" w14:textId="5B9D465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1.290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FD378" w14:textId="3BA015B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5080C7" w14:textId="076E5B2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25.0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69387F" w14:textId="2FABFE8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930B0" w14:textId="7450313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D8D88" w14:textId="437D29A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EB59BA" w14:textId="33B4C74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DDD458" w14:textId="394D2105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7F38A" w14:textId="5EF881D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6F633" w14:textId="7E9960A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FC48A" w14:textId="5D1DE12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3BCF2" w14:textId="5E54549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A46F72" w14:textId="643DE524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458F4" w14:textId="358C907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785B269A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BCE3C8" w14:textId="6C8DE3E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7B3C4F" w14:textId="1A6D6FF0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AC57591" w14:textId="736BFB4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3C37D5" w14:textId="10933892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2.608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36BF79" w14:textId="7AEDFCFF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05C3750" w14:textId="170FB92D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36.0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C2ADF0" w14:textId="513FB49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979AAB" w14:textId="1400A688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155ABB" w14:textId="78016B6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466BC8" w14:textId="6982FB07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A1CC2B" w14:textId="60E531DA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2278D8" w14:textId="53B6712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82CD8A" w14:textId="191EDF46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13DD28" w14:textId="50684391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181FF3" w14:textId="4AF4E1EC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8E6DA4" w14:textId="2F8C092E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11078B" w14:textId="2A48F983" w:rsidR="00FB65E3" w:rsidRPr="00FB65E3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</w:tr>
    </w:tbl>
    <w:p w14:paraId="595E1454" w14:textId="77777777" w:rsidR="00FB65E3" w:rsidRDefault="00FB65E3" w:rsidP="00FB65E3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</w:p>
    <w:p w14:paraId="4A8654EE" w14:textId="2D636673" w:rsidR="00FB65E3" w:rsidRDefault="00FB65E3" w:rsidP="00FB65E3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  <w:r>
        <w:rPr>
          <w:rFonts w:eastAsia="Times New Roman"/>
          <w:bCs/>
          <w:noProof w:val="0"/>
          <w:snapToGrid w:val="0"/>
          <w:szCs w:val="22"/>
          <w:lang w:bidi="en-US"/>
        </w:rPr>
        <w:t>Table S1 continued.</w:t>
      </w: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FB65E3" w:rsidRPr="00175819" w14:paraId="0998B17C" w14:textId="77777777" w:rsidTr="00FB65E3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E750049" w14:textId="77777777" w:rsidR="00FB65E3" w:rsidRDefault="00FB65E3" w:rsidP="00097A55">
            <w:pPr>
              <w:pStyle w:val="MDPI42tablebody"/>
              <w:spacing w:before="60" w:after="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INPUT DATA</w:t>
            </w:r>
          </w:p>
        </w:tc>
      </w:tr>
      <w:tr w:rsidR="00FB65E3" w:rsidRPr="00175819" w14:paraId="31D11DF6" w14:textId="77777777" w:rsidTr="00FB65E3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DDA808" w14:textId="77777777" w:rsidR="00FB65E3" w:rsidRPr="00175819" w:rsidRDefault="00FB65E3" w:rsidP="00097A55">
            <w:pPr>
              <w:pStyle w:val="MDPI42tablebody"/>
              <w:spacing w:before="240"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</w:t>
            </w:r>
            <w:r w:rsidRPr="00175819">
              <w:rPr>
                <w:b/>
                <w:bCs/>
                <w:sz w:val="18"/>
                <w:szCs w:val="18"/>
              </w:rPr>
              <w:t>.</w:t>
            </w:r>
          </w:p>
          <w:p w14:paraId="6F840768" w14:textId="77777777" w:rsidR="00FB65E3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of</w:t>
            </w:r>
          </w:p>
          <w:p w14:paraId="371D0C14" w14:textId="77777777" w:rsidR="00FB65E3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ob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7065394C" w14:textId="77777777" w:rsidR="00FB65E3" w:rsidRPr="00175819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ser-</w:t>
            </w:r>
          </w:p>
          <w:p w14:paraId="7654173C" w14:textId="77777777" w:rsidR="00FB65E3" w:rsidRDefault="00FB65E3" w:rsidP="00097A55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v</w:t>
            </w:r>
            <w:r w:rsidRPr="00175819">
              <w:rPr>
                <w:b/>
                <w:bCs/>
                <w:sz w:val="18"/>
                <w:szCs w:val="18"/>
              </w:rPr>
              <w:t>a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130C581A" w14:textId="77777777" w:rsidR="00FB65E3" w:rsidRPr="00175819" w:rsidRDefault="00FB65E3" w:rsidP="00097A55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CA84C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1570F" w14:textId="77777777" w:rsidR="00FB65E3" w:rsidRPr="00175819" w:rsidRDefault="00FB65E3" w:rsidP="00097A55">
            <w:pPr>
              <w:pStyle w:val="MDPI42tablebody"/>
              <w:spacing w:before="400" w:line="260" w:lineRule="exact"/>
              <w:rPr>
                <w:b/>
                <w:bCs/>
                <w:sz w:val="18"/>
                <w:szCs w:val="18"/>
              </w:rPr>
            </w:pPr>
          </w:p>
          <w:p w14:paraId="7CA5A00E" w14:textId="77777777" w:rsidR="00FB65E3" w:rsidRPr="00175819" w:rsidRDefault="00FB65E3" w:rsidP="00097A55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FA2F78" w14:textId="77777777" w:rsidR="00FB65E3" w:rsidRDefault="00FB65E3" w:rsidP="00097A55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Solar</w:t>
            </w:r>
          </w:p>
          <w:p w14:paraId="30FC0E7F" w14:textId="77777777" w:rsidR="00FB65E3" w:rsidRPr="00175819" w:rsidRDefault="00FB65E3" w:rsidP="00097A55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radiation con-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stant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 (</w:t>
            </w:r>
            <w:r w:rsidRPr="00175819">
              <w:rPr>
                <w:rFonts w:cs="Calibri"/>
                <w:b/>
                <w:bCs/>
                <w:sz w:val="18"/>
                <w:szCs w:val="18"/>
              </w:rPr>
              <w:t>Q</w:t>
            </w:r>
            <w:r w:rsidRPr="00175819">
              <w:rPr>
                <w:rFonts w:cs="Calibri"/>
                <w:b/>
                <w:bCs/>
                <w:sz w:val="18"/>
                <w:szCs w:val="18"/>
                <w:vertAlign w:val="subscript"/>
              </w:rPr>
              <w:t>0</w:t>
            </w:r>
            <w:r w:rsidRPr="00175819">
              <w:rPr>
                <w:b/>
                <w:bCs/>
                <w:sz w:val="18"/>
                <w:szCs w:val="18"/>
              </w:rPr>
              <w:t>)</w:t>
            </w:r>
            <w:r w:rsidRPr="00175819">
              <w:rPr>
                <w:b/>
                <w:bCs/>
                <w:sz w:val="18"/>
                <w:szCs w:val="18"/>
                <w:vertAlign w:val="subscript"/>
              </w:rPr>
              <w:br/>
            </w: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MJ∙m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2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∙hour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rFonts w:eastAsiaTheme="minorEastAsia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4FA5F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Di-men-</w:t>
            </w:r>
            <w:proofErr w:type="spellStart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sion</w:t>
            </w:r>
            <w:proofErr w:type="spellEnd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-less cons-tant</w:t>
            </w:r>
          </w:p>
          <w:p w14:paraId="2FC5FF5B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(</w:t>
            </w:r>
            <w:r w:rsidRPr="00175819">
              <w:rPr>
                <w:rFonts w:eastAsiaTheme="minorEastAsia"/>
                <w:b/>
                <w:bCs/>
              </w:rPr>
              <w:t>α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20EAA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Air</w:t>
            </w:r>
          </w:p>
          <w:p w14:paraId="505969F9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tem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1143439C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per</w:t>
            </w:r>
            <w:r>
              <w:rPr>
                <w:b/>
                <w:bCs/>
                <w:sz w:val="18"/>
                <w:szCs w:val="18"/>
              </w:rPr>
              <w:t>-</w:t>
            </w:r>
          </w:p>
          <w:p w14:paraId="5C857C74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ature</w:t>
            </w:r>
            <w:proofErr w:type="spellEnd"/>
          </w:p>
          <w:p w14:paraId="0804649B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(T</w:t>
            </w:r>
            <w:r w:rsidRPr="00314AD1">
              <w:rPr>
                <w:b/>
                <w:bCs/>
                <w:sz w:val="18"/>
                <w:szCs w:val="18"/>
                <w:vertAlign w:val="subscript"/>
              </w:rPr>
              <w:t>a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  <w:p w14:paraId="2B944874" w14:textId="77777777" w:rsidR="00FB65E3" w:rsidRPr="00175819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°C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AC622E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5A3F68F5" w14:textId="77777777" w:rsidR="00FB65E3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4DAA6EB9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sun-</w:t>
            </w:r>
          </w:p>
          <w:p w14:paraId="1E668261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shine</w:t>
            </w:r>
          </w:p>
          <w:p w14:paraId="5DA48E8A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dura-</w:t>
            </w:r>
          </w:p>
          <w:p w14:paraId="0CFD3308" w14:textId="77777777" w:rsidR="00FB65E3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  <w:p w14:paraId="689B66C9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b/>
                <w:bCs/>
                <w:sz w:val="18"/>
                <w:szCs w:val="18"/>
              </w:rPr>
              <w:t>rsd</w:t>
            </w:r>
            <w:proofErr w:type="spellEnd"/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C325A8" w14:textId="77777777" w:rsidR="00FB65E3" w:rsidRDefault="00FB65E3" w:rsidP="00097A55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Cloud cover</w:t>
            </w:r>
          </w:p>
          <w:p w14:paraId="55886271" w14:textId="77777777" w:rsidR="00FB65E3" w:rsidRPr="00175819" w:rsidRDefault="00FB65E3" w:rsidP="00097A55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(N)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355CAB" w14:textId="77777777" w:rsidR="00FB65E3" w:rsidRPr="00175819" w:rsidRDefault="00FB65E3" w:rsidP="00097A55">
            <w:pPr>
              <w:pStyle w:val="MDPI42tablebody"/>
              <w:spacing w:before="600"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5631013C" w14:textId="77777777" w:rsidR="00FB65E3" w:rsidRPr="00175819" w:rsidRDefault="00FB65E3" w:rsidP="00097A55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gust</w:t>
            </w:r>
          </w:p>
          <w:p w14:paraId="3109310A" w14:textId="77777777" w:rsidR="00FB65E3" w:rsidRPr="00175819" w:rsidRDefault="00FB65E3" w:rsidP="00097A55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48AB2918" w14:textId="77777777" w:rsidR="00FB65E3" w:rsidRPr="00175819" w:rsidRDefault="00FB65E3" w:rsidP="00097A55">
            <w:pPr>
              <w:pStyle w:val="MDPI42tablebody"/>
              <w:spacing w:before="480"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Aver-</w:t>
            </w:r>
          </w:p>
          <w:p w14:paraId="69545D1A" w14:textId="77777777" w:rsidR="00FB65E3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age</w:t>
            </w:r>
          </w:p>
          <w:p w14:paraId="6484910D" w14:textId="77777777" w:rsidR="00FB65E3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4CBD7B0F" w14:textId="77777777" w:rsidR="00FB65E3" w:rsidRPr="00175819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speed </w:t>
            </w:r>
          </w:p>
          <w:p w14:paraId="1C26D866" w14:textId="77777777" w:rsidR="00FB65E3" w:rsidRPr="00175819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894C1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107F5F79" w14:textId="77777777" w:rsidR="00FB65E3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017E50A5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humid-</w:t>
            </w:r>
          </w:p>
          <w:p w14:paraId="65E87972" w14:textId="77777777" w:rsidR="00FB65E3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ity</w:t>
            </w:r>
            <w:proofErr w:type="spellEnd"/>
          </w:p>
          <w:p w14:paraId="2287EA67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%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382425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Air 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pres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-sure </w:t>
            </w: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F7828" w14:textId="77777777" w:rsidR="00FB65E3" w:rsidRPr="00175819" w:rsidRDefault="00FB65E3" w:rsidP="00097A55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before activity [kg]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14172C4" w14:textId="77777777" w:rsidR="00FB65E3" w:rsidRPr="00175819" w:rsidRDefault="00FB65E3" w:rsidP="00097A55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after</w:t>
            </w:r>
            <w:r>
              <w:rPr>
                <w:b/>
                <w:bCs/>
                <w:sz w:val="18"/>
                <w:szCs w:val="18"/>
              </w:rPr>
              <w:br/>
              <w:t>activity [kg]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6DCBA0B" w14:textId="77777777" w:rsidR="00FB65E3" w:rsidRDefault="00FB65E3" w:rsidP="00097A55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Duration of activity</w:t>
            </w:r>
          </w:p>
          <w:p w14:paraId="6CDA26F6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[min]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0815ABF3" w14:textId="77777777" w:rsidR="00FB65E3" w:rsidRPr="00175819" w:rsidRDefault="00FB65E3" w:rsidP="00097A55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Speed of walking</w:t>
            </w:r>
            <w:r>
              <w:rPr>
                <w:b/>
                <w:bCs/>
                <w:sz w:val="18"/>
                <w:szCs w:val="18"/>
              </w:rPr>
              <w:br/>
              <w:t>[ms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723110" w14:textId="77777777" w:rsidR="00FB65E3" w:rsidRPr="00175819" w:rsidRDefault="00FB65E3" w:rsidP="00097A55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Average </w:t>
            </w:r>
            <w:r w:rsidRPr="00FB65E3">
              <w:rPr>
                <w:b/>
                <w:bCs/>
                <w:sz w:val="18"/>
                <w:szCs w:val="18"/>
              </w:rPr>
              <w:t>beats per minute</w:t>
            </w:r>
            <w:r>
              <w:rPr>
                <w:b/>
                <w:bCs/>
                <w:sz w:val="18"/>
                <w:szCs w:val="18"/>
              </w:rPr>
              <w:t xml:space="preserve"> (BPM)</w:t>
            </w:r>
          </w:p>
        </w:tc>
      </w:tr>
      <w:tr w:rsidR="00FB65E3" w:rsidRPr="00830F62" w14:paraId="4ABAC0CA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770134D" w14:textId="67763AF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1A1287E" w14:textId="1797A45B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E9B5A77" w14:textId="357D1A35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17:20</w:t>
            </w:r>
          </w:p>
        </w:tc>
        <w:tc>
          <w:tcPr>
            <w:tcW w:w="845" w:type="dxa"/>
            <w:gridSpan w:val="2"/>
            <w:vAlign w:val="bottom"/>
          </w:tcPr>
          <w:p w14:paraId="38EA6843" w14:textId="459C5C6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1.256</w:t>
            </w:r>
          </w:p>
        </w:tc>
        <w:tc>
          <w:tcPr>
            <w:tcW w:w="846" w:type="dxa"/>
            <w:gridSpan w:val="2"/>
            <w:vAlign w:val="bottom"/>
          </w:tcPr>
          <w:p w14:paraId="13AEB4CC" w14:textId="4C20DCC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0.37</w:t>
            </w:r>
          </w:p>
        </w:tc>
        <w:tc>
          <w:tcPr>
            <w:tcW w:w="846" w:type="dxa"/>
            <w:gridSpan w:val="2"/>
            <w:vAlign w:val="bottom"/>
          </w:tcPr>
          <w:p w14:paraId="305AC383" w14:textId="10C84AE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36.0</w:t>
            </w:r>
          </w:p>
        </w:tc>
        <w:tc>
          <w:tcPr>
            <w:tcW w:w="836" w:type="dxa"/>
            <w:vAlign w:val="bottom"/>
          </w:tcPr>
          <w:p w14:paraId="250B446B" w14:textId="2A8577C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vAlign w:val="bottom"/>
          </w:tcPr>
          <w:p w14:paraId="3C4C8FD1" w14:textId="5CB8168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vAlign w:val="bottom"/>
          </w:tcPr>
          <w:p w14:paraId="603621AF" w14:textId="2E294E7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0" w:type="dxa"/>
            <w:vAlign w:val="bottom"/>
          </w:tcPr>
          <w:p w14:paraId="17B731D6" w14:textId="599670B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vAlign w:val="bottom"/>
          </w:tcPr>
          <w:p w14:paraId="69FF8A80" w14:textId="4B0EBF7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B712D57" w14:textId="7BD0D80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5181C" w14:textId="363B150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2DA91CF" w14:textId="33D5C89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6188F68" w14:textId="6CFE95B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742877D" w14:textId="35A6B25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E547FE1" w14:textId="1E8A9A8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</w:tr>
      <w:tr w:rsidR="00FB65E3" w:rsidRPr="00830F62" w14:paraId="41B1018D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982EE5B" w14:textId="11B034C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EFF0542" w14:textId="2C7729EC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879738C" w14:textId="1D7CC6E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20:10</w:t>
            </w:r>
          </w:p>
        </w:tc>
        <w:tc>
          <w:tcPr>
            <w:tcW w:w="845" w:type="dxa"/>
            <w:gridSpan w:val="2"/>
            <w:vAlign w:val="bottom"/>
          </w:tcPr>
          <w:p w14:paraId="365268AC" w14:textId="6C4D3FA1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0.000</w:t>
            </w:r>
          </w:p>
        </w:tc>
        <w:tc>
          <w:tcPr>
            <w:tcW w:w="846" w:type="dxa"/>
            <w:gridSpan w:val="2"/>
            <w:vAlign w:val="bottom"/>
          </w:tcPr>
          <w:p w14:paraId="12866BC6" w14:textId="0B14B47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0.00</w:t>
            </w:r>
          </w:p>
        </w:tc>
        <w:tc>
          <w:tcPr>
            <w:tcW w:w="846" w:type="dxa"/>
            <w:gridSpan w:val="2"/>
            <w:vAlign w:val="bottom"/>
          </w:tcPr>
          <w:p w14:paraId="49E143E0" w14:textId="607ED76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29.0</w:t>
            </w:r>
          </w:p>
        </w:tc>
        <w:tc>
          <w:tcPr>
            <w:tcW w:w="836" w:type="dxa"/>
            <w:vAlign w:val="bottom"/>
          </w:tcPr>
          <w:p w14:paraId="61F5C403" w14:textId="23A0392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2C6D868D" w14:textId="15D45B2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00CF9270" w14:textId="3018E42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50" w:type="dxa"/>
            <w:vAlign w:val="bottom"/>
          </w:tcPr>
          <w:p w14:paraId="3631838B" w14:textId="5D83338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1.6</w:t>
            </w:r>
          </w:p>
        </w:tc>
        <w:tc>
          <w:tcPr>
            <w:tcW w:w="851" w:type="dxa"/>
            <w:vAlign w:val="bottom"/>
          </w:tcPr>
          <w:p w14:paraId="24902F76" w14:textId="2A0D7AE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A797724" w14:textId="27DE145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DC7F8A" w14:textId="14B3570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6159459" w14:textId="2EDB3EC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4E8CB2F" w14:textId="26DBD9A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1C7B467" w14:textId="33F4107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5607D3A" w14:textId="44CBFD7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</w:tr>
      <w:tr w:rsidR="00FB65E3" w:rsidRPr="00830F62" w14:paraId="42A02104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3E9542C8" w14:textId="3F30A5B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F2FD436" w14:textId="74F888D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8ED087C" w14:textId="05D51B8F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07:20</w:t>
            </w:r>
          </w:p>
        </w:tc>
        <w:tc>
          <w:tcPr>
            <w:tcW w:w="845" w:type="dxa"/>
            <w:gridSpan w:val="2"/>
            <w:vAlign w:val="bottom"/>
          </w:tcPr>
          <w:p w14:paraId="686B7A66" w14:textId="141229A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0.762</w:t>
            </w:r>
          </w:p>
        </w:tc>
        <w:tc>
          <w:tcPr>
            <w:tcW w:w="846" w:type="dxa"/>
            <w:gridSpan w:val="2"/>
            <w:vAlign w:val="bottom"/>
          </w:tcPr>
          <w:p w14:paraId="7E4396D5" w14:textId="3D4F98F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0.45</w:t>
            </w:r>
          </w:p>
        </w:tc>
        <w:tc>
          <w:tcPr>
            <w:tcW w:w="846" w:type="dxa"/>
            <w:gridSpan w:val="2"/>
            <w:vAlign w:val="bottom"/>
          </w:tcPr>
          <w:p w14:paraId="01FE6C48" w14:textId="079D793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21.0</w:t>
            </w:r>
          </w:p>
        </w:tc>
        <w:tc>
          <w:tcPr>
            <w:tcW w:w="836" w:type="dxa"/>
            <w:vAlign w:val="bottom"/>
          </w:tcPr>
          <w:p w14:paraId="188CC639" w14:textId="01A99E4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6B9D37CC" w14:textId="492E066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09727BB5" w14:textId="00900B4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0" w:type="dxa"/>
            <w:vAlign w:val="bottom"/>
          </w:tcPr>
          <w:p w14:paraId="08008621" w14:textId="5C310B4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1" w:type="dxa"/>
            <w:vAlign w:val="bottom"/>
          </w:tcPr>
          <w:p w14:paraId="17265C62" w14:textId="5AE0EF3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5B2DE83" w14:textId="5BA27DF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F294C" w14:textId="0964F75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2B01D0E" w14:textId="0250852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95770C2" w14:textId="0C413DF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A8DB80B" w14:textId="4699947D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9DA313E" w14:textId="63A630F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</w:t>
            </w:r>
          </w:p>
        </w:tc>
      </w:tr>
      <w:tr w:rsidR="00FB65E3" w:rsidRPr="00830F62" w14:paraId="4B9CBB93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41F7C49" w14:textId="45E24E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6EFAA3B" w14:textId="35E5B7E6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3624545" w14:textId="742BCBF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09:10</w:t>
            </w:r>
          </w:p>
        </w:tc>
        <w:tc>
          <w:tcPr>
            <w:tcW w:w="845" w:type="dxa"/>
            <w:gridSpan w:val="2"/>
            <w:vAlign w:val="bottom"/>
          </w:tcPr>
          <w:p w14:paraId="6C082581" w14:textId="653DC88A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1.851</w:t>
            </w:r>
          </w:p>
        </w:tc>
        <w:tc>
          <w:tcPr>
            <w:tcW w:w="846" w:type="dxa"/>
            <w:gridSpan w:val="2"/>
            <w:vAlign w:val="bottom"/>
          </w:tcPr>
          <w:p w14:paraId="0F93C3F9" w14:textId="4690A73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0.37</w:t>
            </w:r>
          </w:p>
        </w:tc>
        <w:tc>
          <w:tcPr>
            <w:tcW w:w="846" w:type="dxa"/>
            <w:gridSpan w:val="2"/>
            <w:vAlign w:val="bottom"/>
          </w:tcPr>
          <w:p w14:paraId="32D1CF8B" w14:textId="6405EB7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24.0</w:t>
            </w:r>
          </w:p>
        </w:tc>
        <w:tc>
          <w:tcPr>
            <w:tcW w:w="836" w:type="dxa"/>
            <w:vAlign w:val="bottom"/>
          </w:tcPr>
          <w:p w14:paraId="3613E828" w14:textId="22D7025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vAlign w:val="bottom"/>
          </w:tcPr>
          <w:p w14:paraId="34BE0625" w14:textId="357DBF8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vAlign w:val="bottom"/>
          </w:tcPr>
          <w:p w14:paraId="78FE9B72" w14:textId="3EA8260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4.4</w:t>
            </w:r>
          </w:p>
        </w:tc>
        <w:tc>
          <w:tcPr>
            <w:tcW w:w="850" w:type="dxa"/>
            <w:vAlign w:val="bottom"/>
          </w:tcPr>
          <w:p w14:paraId="5A9E54BB" w14:textId="312330F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vAlign w:val="bottom"/>
          </w:tcPr>
          <w:p w14:paraId="07256E91" w14:textId="4893815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20F61FB" w14:textId="7908F40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2EA197" w14:textId="4599448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EF9FBAB" w14:textId="5FCAD2F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738927C" w14:textId="6BBCD91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0585DD6" w14:textId="1F87BC45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914BCD3" w14:textId="1D68957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78</w:t>
            </w:r>
          </w:p>
        </w:tc>
      </w:tr>
      <w:tr w:rsidR="00FB65E3" w:rsidRPr="00830F62" w14:paraId="2BEBECB7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6D4D6D6" w14:textId="137F9D8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E42A0D1" w14:textId="741E80E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D2039EF" w14:textId="47AD053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19:30</w:t>
            </w:r>
          </w:p>
        </w:tc>
        <w:tc>
          <w:tcPr>
            <w:tcW w:w="845" w:type="dxa"/>
            <w:gridSpan w:val="2"/>
            <w:vAlign w:val="bottom"/>
          </w:tcPr>
          <w:p w14:paraId="785B4EA7" w14:textId="397A49F4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0.209</w:t>
            </w:r>
          </w:p>
        </w:tc>
        <w:tc>
          <w:tcPr>
            <w:tcW w:w="846" w:type="dxa"/>
            <w:gridSpan w:val="2"/>
            <w:vAlign w:val="bottom"/>
          </w:tcPr>
          <w:p w14:paraId="61E54BC9" w14:textId="2F2A90B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vAlign w:val="bottom"/>
          </w:tcPr>
          <w:p w14:paraId="3499463F" w14:textId="543EE2F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28.0</w:t>
            </w:r>
          </w:p>
        </w:tc>
        <w:tc>
          <w:tcPr>
            <w:tcW w:w="836" w:type="dxa"/>
            <w:vAlign w:val="bottom"/>
          </w:tcPr>
          <w:p w14:paraId="7728ABC3" w14:textId="217BAA1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6E523F9D" w14:textId="6AF371F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46" w:type="dxa"/>
            <w:vAlign w:val="bottom"/>
          </w:tcPr>
          <w:p w14:paraId="645F59E7" w14:textId="518DFBD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0" w:type="dxa"/>
            <w:vAlign w:val="bottom"/>
          </w:tcPr>
          <w:p w14:paraId="3908D41A" w14:textId="2819061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vAlign w:val="bottom"/>
          </w:tcPr>
          <w:p w14:paraId="22BDB37A" w14:textId="653A4C5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29B147A" w14:textId="206D63C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D7F42" w14:textId="009C386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DB7F93D" w14:textId="451E0E7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5E19983" w14:textId="16401AE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ACB1645" w14:textId="5CFCC60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C22538B" w14:textId="367EBD8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830F62" w14:paraId="63F84CD5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4E4ED91" w14:textId="6623E16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D7A9949" w14:textId="157E741A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357558B" w14:textId="2EE55936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18:40</w:t>
            </w:r>
          </w:p>
        </w:tc>
        <w:tc>
          <w:tcPr>
            <w:tcW w:w="845" w:type="dxa"/>
            <w:gridSpan w:val="2"/>
            <w:vAlign w:val="bottom"/>
          </w:tcPr>
          <w:p w14:paraId="58798F09" w14:textId="14769FA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0.670</w:t>
            </w:r>
          </w:p>
        </w:tc>
        <w:tc>
          <w:tcPr>
            <w:tcW w:w="846" w:type="dxa"/>
            <w:gridSpan w:val="2"/>
            <w:vAlign w:val="bottom"/>
          </w:tcPr>
          <w:p w14:paraId="4A71286E" w14:textId="62D29CE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0.33</w:t>
            </w:r>
          </w:p>
        </w:tc>
        <w:tc>
          <w:tcPr>
            <w:tcW w:w="846" w:type="dxa"/>
            <w:gridSpan w:val="2"/>
            <w:vAlign w:val="bottom"/>
          </w:tcPr>
          <w:p w14:paraId="7228EDD5" w14:textId="79EEFC7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23.0</w:t>
            </w:r>
          </w:p>
        </w:tc>
        <w:tc>
          <w:tcPr>
            <w:tcW w:w="836" w:type="dxa"/>
            <w:vAlign w:val="bottom"/>
          </w:tcPr>
          <w:p w14:paraId="2738F778" w14:textId="29BB47F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4F7A906F" w14:textId="0BB38BD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2C03C3FF" w14:textId="31F1DC2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0" w:type="dxa"/>
            <w:vAlign w:val="bottom"/>
          </w:tcPr>
          <w:p w14:paraId="2782E707" w14:textId="221CB55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vAlign w:val="bottom"/>
          </w:tcPr>
          <w:p w14:paraId="63E5C5C4" w14:textId="37AE979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0E0E253" w14:textId="14C743B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572FC4" w14:textId="02E5F06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1D05317" w14:textId="164FC9E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01052FA" w14:textId="165692B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D4C0E72" w14:textId="70C84A15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1.60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9D32326" w14:textId="77AE653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</w:tr>
      <w:tr w:rsidR="00FB65E3" w:rsidRPr="00830F62" w14:paraId="0354CEDD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47A87406" w14:textId="374DD35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477F28F" w14:textId="2F8E066F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2023.08.31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8A10C67" w14:textId="00F6955D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16:00</w:t>
            </w:r>
          </w:p>
        </w:tc>
        <w:tc>
          <w:tcPr>
            <w:tcW w:w="845" w:type="dxa"/>
            <w:gridSpan w:val="2"/>
            <w:vAlign w:val="bottom"/>
          </w:tcPr>
          <w:p w14:paraId="45658497" w14:textId="60CB8D6D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1.905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629C5F08" w14:textId="4469E92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0.31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23F6AF5E" w14:textId="72FB613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25.0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49B26D7C" w14:textId="67A8004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5D1EFAB2" w14:textId="43A5E49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088477E7" w14:textId="465FB99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6.4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5CF88859" w14:textId="5FC4BE6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45939759" w14:textId="3AA47CB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A220314" w14:textId="77CC008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CF6A0" w14:textId="0E8CE36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8EE223A" w14:textId="174B83D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2A3FD90" w14:textId="67E7F2E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4345C5" w14:textId="4D84706B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7D862D8" w14:textId="714008E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</w:t>
            </w:r>
          </w:p>
        </w:tc>
      </w:tr>
      <w:tr w:rsidR="00FB65E3" w:rsidRPr="00830F62" w14:paraId="11A99F5B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6790B851" w14:textId="2FAAEDF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5FBF8EF" w14:textId="3BD4C9BD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E89BCD2" w14:textId="1BB853D8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16:00</w:t>
            </w:r>
          </w:p>
        </w:tc>
        <w:tc>
          <w:tcPr>
            <w:tcW w:w="845" w:type="dxa"/>
            <w:gridSpan w:val="2"/>
            <w:vAlign w:val="bottom"/>
          </w:tcPr>
          <w:p w14:paraId="251D8F85" w14:textId="71B7665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1.352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7A17A2E0" w14:textId="1A1BF3C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77D0691A" w14:textId="1FD471B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27.0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115D02DC" w14:textId="7A2F325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38436181" w14:textId="433A4D9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0C005274" w14:textId="2A3273C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0367F5A6" w14:textId="672B680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46479C0C" w14:textId="3099A7F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43A61C9" w14:textId="2BC8542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C6254D" w14:textId="515CF2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291C72C" w14:textId="4911283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D92D8C6" w14:textId="1E3EA94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592EC16" w14:textId="0F46210D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077DEC3" w14:textId="0143988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FB65E3" w:rsidRPr="00830F62" w14:paraId="7D7702AD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33532899" w14:textId="0E91640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55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18493FF3" w14:textId="74EF8C6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2023.09.02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4D271E9D" w14:textId="3FEFE86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18:30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70CE3A3F" w14:textId="2C18C8C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0.385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329D76E0" w14:textId="6E0FDDD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0.34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DE6501B" w14:textId="60EA855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679C08C1" w14:textId="1ECA66D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6808B1FF" w14:textId="7C29CC3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30A17455" w14:textId="24EE148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CF89B8C" w14:textId="7745577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28742C51" w14:textId="63854E0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BD4ECD5" w14:textId="1A2B1BC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8E4CD9" w14:textId="730D068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26CD6B" w14:textId="2A9EDF4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3A33845" w14:textId="03B218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7B29AF6" w14:textId="7D642388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9EFBEC8" w14:textId="6B4031E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</w:tr>
      <w:tr w:rsidR="00FB65E3" w:rsidRPr="00830F62" w14:paraId="223AE3E0" w14:textId="77777777" w:rsidTr="00FB65E3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9AEA926" w14:textId="2DD6CD1F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56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C9BEBDA" w14:textId="0D3D868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2023.09.04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4B3C3E4" w14:textId="2722AF6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13:40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1F6ED66D" w14:textId="14CE6F0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2.395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7A24C9D8" w14:textId="73952A5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706050C9" w14:textId="6F54A79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25.0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3A082FD2" w14:textId="4B22EBA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671F6E6B" w14:textId="10FACCC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3BDBE4A0" w14:textId="6B9E63F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7DDE9B39" w14:textId="5699946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FF5D663" w14:textId="1898E9B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52E7764" w14:textId="5D99D1E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A738F5" w14:textId="76B0679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440CBC6" w14:textId="64A6327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4D62A52" w14:textId="0D84977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72258E5" w14:textId="20FD4DE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BB8F926" w14:textId="38AE594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</w:tr>
      <w:tr w:rsidR="00FB65E3" w:rsidRPr="00830F62" w14:paraId="24036713" w14:textId="77777777" w:rsidTr="00FB65E3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4844BD46" w14:textId="662BD6CF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57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101E096A" w14:textId="420A7A8C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2023.09.04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6B5BD8F5" w14:textId="186090C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16:50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3D9F2AB6" w14:textId="12A78824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1.352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1E365DC3" w14:textId="6EAF285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26B7CCEB" w14:textId="384BB8F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26.0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743D2D5B" w14:textId="1AD97D3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6A020207" w14:textId="742207F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6A14BE0D" w14:textId="016B0C7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38CBEE10" w14:textId="780F423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0278A087" w14:textId="5EBB4D8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8B2FDCF" w14:textId="0226574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BFD2D5" w14:textId="751B70C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B07FDB0" w14:textId="78E3E69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86.1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C9C0748" w14:textId="7AF3CAE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D00D6E" w14:textId="3DE38FBF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09FF83F" w14:textId="67EDDAA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830F62" w14:paraId="5636F631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319603BE" w14:textId="146CFCF0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31A6092" w14:textId="3B544AE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5F7A4FF" w14:textId="164B0CC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11:50</w:t>
            </w:r>
          </w:p>
        </w:tc>
        <w:tc>
          <w:tcPr>
            <w:tcW w:w="845" w:type="dxa"/>
            <w:gridSpan w:val="2"/>
            <w:vAlign w:val="bottom"/>
          </w:tcPr>
          <w:p w14:paraId="088189F4" w14:textId="25F5164F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2.282</w:t>
            </w:r>
          </w:p>
        </w:tc>
        <w:tc>
          <w:tcPr>
            <w:tcW w:w="846" w:type="dxa"/>
            <w:gridSpan w:val="2"/>
            <w:vAlign w:val="bottom"/>
          </w:tcPr>
          <w:p w14:paraId="6C961BC5" w14:textId="4436893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vAlign w:val="bottom"/>
          </w:tcPr>
          <w:p w14:paraId="55B4555E" w14:textId="0B8C75E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24.0</w:t>
            </w:r>
          </w:p>
        </w:tc>
        <w:tc>
          <w:tcPr>
            <w:tcW w:w="836" w:type="dxa"/>
            <w:vAlign w:val="bottom"/>
          </w:tcPr>
          <w:p w14:paraId="023BDA48" w14:textId="75926E8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58" w:type="dxa"/>
            <w:gridSpan w:val="2"/>
            <w:vAlign w:val="bottom"/>
          </w:tcPr>
          <w:p w14:paraId="4D31BB8C" w14:textId="6B8D62B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vAlign w:val="bottom"/>
          </w:tcPr>
          <w:p w14:paraId="07F4B6F7" w14:textId="0B1D9E7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0" w:type="dxa"/>
            <w:vAlign w:val="bottom"/>
          </w:tcPr>
          <w:p w14:paraId="521BE8B0" w14:textId="6819B6E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vAlign w:val="bottom"/>
          </w:tcPr>
          <w:p w14:paraId="13BA824E" w14:textId="23FD29F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525A00E" w14:textId="3B3F368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A425B" w14:textId="5DF9FC9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0506DE8" w14:textId="29BE90E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89536BF" w14:textId="105D236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F621294" w14:textId="6D425EDA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06FA5C4" w14:textId="2B10196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</w:tr>
      <w:tr w:rsidR="00FB65E3" w:rsidRPr="00830F62" w14:paraId="0C1314A6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158F932A" w14:textId="6DC7D0E7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00D7DA3" w14:textId="73FF0486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099A5B6" w14:textId="3461B78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16:20</w:t>
            </w:r>
          </w:p>
        </w:tc>
        <w:tc>
          <w:tcPr>
            <w:tcW w:w="845" w:type="dxa"/>
            <w:gridSpan w:val="2"/>
            <w:vAlign w:val="bottom"/>
          </w:tcPr>
          <w:p w14:paraId="01772C9C" w14:textId="38A93C68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1.352</w:t>
            </w:r>
          </w:p>
        </w:tc>
        <w:tc>
          <w:tcPr>
            <w:tcW w:w="846" w:type="dxa"/>
            <w:gridSpan w:val="2"/>
            <w:vAlign w:val="bottom"/>
          </w:tcPr>
          <w:p w14:paraId="53F708F4" w14:textId="5B8A1DB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vAlign w:val="bottom"/>
          </w:tcPr>
          <w:p w14:paraId="471F5FE5" w14:textId="4632AD0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26.0</w:t>
            </w:r>
          </w:p>
        </w:tc>
        <w:tc>
          <w:tcPr>
            <w:tcW w:w="836" w:type="dxa"/>
            <w:vAlign w:val="bottom"/>
          </w:tcPr>
          <w:p w14:paraId="19AE9EAC" w14:textId="13938C0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8" w:type="dxa"/>
            <w:gridSpan w:val="2"/>
            <w:vAlign w:val="bottom"/>
          </w:tcPr>
          <w:p w14:paraId="5B09F517" w14:textId="60BDA7F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46" w:type="dxa"/>
            <w:vAlign w:val="bottom"/>
          </w:tcPr>
          <w:p w14:paraId="280C4D92" w14:textId="09D60DA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0" w:type="dxa"/>
            <w:vAlign w:val="bottom"/>
          </w:tcPr>
          <w:p w14:paraId="7B08A830" w14:textId="11073A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51" w:type="dxa"/>
            <w:vAlign w:val="bottom"/>
          </w:tcPr>
          <w:p w14:paraId="16292496" w14:textId="05E68B8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36D5EBE" w14:textId="051EE7A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8671A" w14:textId="2A51CA0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9F8469B" w14:textId="644F125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86.1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4B9934E" w14:textId="52B1E68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E54FFDD" w14:textId="27094E3D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DE883BE" w14:textId="68D101A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830F62" w14:paraId="007A923A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530BEB43" w14:textId="61AB5AA8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B4D43B5" w14:textId="78B7DCD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2023.10.06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E2B2C7B" w14:textId="2FF867A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13:40</w:t>
            </w:r>
          </w:p>
        </w:tc>
        <w:tc>
          <w:tcPr>
            <w:tcW w:w="845" w:type="dxa"/>
            <w:gridSpan w:val="2"/>
            <w:vAlign w:val="bottom"/>
          </w:tcPr>
          <w:p w14:paraId="4956273A" w14:textId="56E130ED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1.959</w:t>
            </w:r>
          </w:p>
        </w:tc>
        <w:tc>
          <w:tcPr>
            <w:tcW w:w="846" w:type="dxa"/>
            <w:gridSpan w:val="2"/>
            <w:vAlign w:val="bottom"/>
          </w:tcPr>
          <w:p w14:paraId="092BACEC" w14:textId="7275CED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0.41</w:t>
            </w:r>
          </w:p>
        </w:tc>
        <w:tc>
          <w:tcPr>
            <w:tcW w:w="846" w:type="dxa"/>
            <w:gridSpan w:val="2"/>
            <w:vAlign w:val="bottom"/>
          </w:tcPr>
          <w:p w14:paraId="6B958CD5" w14:textId="414CCF1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21.0</w:t>
            </w:r>
          </w:p>
        </w:tc>
        <w:tc>
          <w:tcPr>
            <w:tcW w:w="836" w:type="dxa"/>
            <w:vAlign w:val="bottom"/>
          </w:tcPr>
          <w:p w14:paraId="6348C2EF" w14:textId="4CF5477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796B38E4" w14:textId="58046DC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46" w:type="dxa"/>
            <w:vAlign w:val="bottom"/>
          </w:tcPr>
          <w:p w14:paraId="21727C84" w14:textId="13F8AC9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0" w:type="dxa"/>
            <w:vAlign w:val="bottom"/>
          </w:tcPr>
          <w:p w14:paraId="401F86D4" w14:textId="7FBF28E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vAlign w:val="bottom"/>
          </w:tcPr>
          <w:p w14:paraId="148459AC" w14:textId="2AEA0C3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470C91E" w14:textId="224FD25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E04F20" w14:textId="7358C44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948668C" w14:textId="3CF33E0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9930697" w14:textId="5D0362F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870A0C1" w14:textId="04CB735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3D3D40B" w14:textId="1708767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</w:t>
            </w:r>
          </w:p>
        </w:tc>
      </w:tr>
      <w:tr w:rsidR="00FB65E3" w:rsidRPr="00830F62" w14:paraId="4F16C350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79486195" w14:textId="472FD165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8D478E7" w14:textId="3C6679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2023.10.14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A2F3153" w14:textId="0F5BF8A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15:20</w:t>
            </w:r>
          </w:p>
        </w:tc>
        <w:tc>
          <w:tcPr>
            <w:tcW w:w="845" w:type="dxa"/>
            <w:gridSpan w:val="2"/>
            <w:vAlign w:val="bottom"/>
          </w:tcPr>
          <w:p w14:paraId="3F841D36" w14:textId="6572A2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1.398</w:t>
            </w:r>
          </w:p>
        </w:tc>
        <w:tc>
          <w:tcPr>
            <w:tcW w:w="846" w:type="dxa"/>
            <w:gridSpan w:val="2"/>
            <w:vAlign w:val="bottom"/>
          </w:tcPr>
          <w:p w14:paraId="4A617536" w14:textId="38C8859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17DA753B" w14:textId="6C6A99C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25.0</w:t>
            </w:r>
          </w:p>
        </w:tc>
        <w:tc>
          <w:tcPr>
            <w:tcW w:w="836" w:type="dxa"/>
            <w:vAlign w:val="bottom"/>
          </w:tcPr>
          <w:p w14:paraId="32D01F64" w14:textId="417ADAE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755119B0" w14:textId="483477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43537763" w14:textId="6EE2B57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0" w:type="dxa"/>
            <w:vAlign w:val="bottom"/>
          </w:tcPr>
          <w:p w14:paraId="7417F3F1" w14:textId="0F180D5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1" w:type="dxa"/>
            <w:vAlign w:val="bottom"/>
          </w:tcPr>
          <w:p w14:paraId="55F662BB" w14:textId="089E77C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8367546" w14:textId="6DCAD56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3DFA5D" w14:textId="1E2CFE0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0BA85E5" w14:textId="3DC29C8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EAF804D" w14:textId="43C037F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DD9E935" w14:textId="1ABEC272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BD46AEC" w14:textId="7407329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</w:tr>
      <w:tr w:rsidR="00FB65E3" w:rsidRPr="00830F62" w14:paraId="217C79CC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374FBD56" w14:textId="1F5C1037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91F6DF4" w14:textId="14F1932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5C9D7B9" w14:textId="447F212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vAlign w:val="bottom"/>
          </w:tcPr>
          <w:p w14:paraId="7B65A2E1" w14:textId="14F7146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0.348</w:t>
            </w:r>
          </w:p>
        </w:tc>
        <w:tc>
          <w:tcPr>
            <w:tcW w:w="846" w:type="dxa"/>
            <w:gridSpan w:val="2"/>
            <w:vAlign w:val="bottom"/>
          </w:tcPr>
          <w:p w14:paraId="0526874E" w14:textId="0DF717A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32216EAA" w14:textId="730D058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2.0</w:t>
            </w:r>
          </w:p>
        </w:tc>
        <w:tc>
          <w:tcPr>
            <w:tcW w:w="836" w:type="dxa"/>
            <w:vAlign w:val="bottom"/>
          </w:tcPr>
          <w:p w14:paraId="479F337E" w14:textId="2247C11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41874A68" w14:textId="4764A9E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7E3E4541" w14:textId="60FE714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50" w:type="dxa"/>
            <w:vAlign w:val="bottom"/>
          </w:tcPr>
          <w:p w14:paraId="35F3C7C6" w14:textId="2C9213C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51" w:type="dxa"/>
            <w:vAlign w:val="bottom"/>
          </w:tcPr>
          <w:p w14:paraId="6443C5D4" w14:textId="66B22C1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7093A1F" w14:textId="030C322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078483" w14:textId="7720BBE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37379D8" w14:textId="2348738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0162EA7" w14:textId="56122E0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E08BF0C" w14:textId="73180AB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095E4EF" w14:textId="0B9347B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830F62" w14:paraId="58D7C565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3F5939D6" w14:textId="58B796BC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D0C9F75" w14:textId="2BFF418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2023.12.11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84E27BE" w14:textId="71690CB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13:10</w:t>
            </w:r>
          </w:p>
        </w:tc>
        <w:tc>
          <w:tcPr>
            <w:tcW w:w="845" w:type="dxa"/>
            <w:gridSpan w:val="2"/>
            <w:vAlign w:val="bottom"/>
          </w:tcPr>
          <w:p w14:paraId="79576E80" w14:textId="2C3F7D2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1.114</w:t>
            </w:r>
          </w:p>
        </w:tc>
        <w:tc>
          <w:tcPr>
            <w:tcW w:w="846" w:type="dxa"/>
            <w:gridSpan w:val="2"/>
            <w:vAlign w:val="bottom"/>
          </w:tcPr>
          <w:p w14:paraId="2A371378" w14:textId="29EFB7E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1DF2BCE2" w14:textId="588B916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3.0</w:t>
            </w:r>
          </w:p>
        </w:tc>
        <w:tc>
          <w:tcPr>
            <w:tcW w:w="836" w:type="dxa"/>
            <w:vAlign w:val="bottom"/>
          </w:tcPr>
          <w:p w14:paraId="0444FF39" w14:textId="6C07CC4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58" w:type="dxa"/>
            <w:gridSpan w:val="2"/>
            <w:vAlign w:val="bottom"/>
          </w:tcPr>
          <w:p w14:paraId="65FFEE5E" w14:textId="1E374AA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vAlign w:val="bottom"/>
          </w:tcPr>
          <w:p w14:paraId="266882FD" w14:textId="3B04CD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0" w:type="dxa"/>
            <w:vAlign w:val="bottom"/>
          </w:tcPr>
          <w:p w14:paraId="1275DA89" w14:textId="0BA6F5F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vAlign w:val="bottom"/>
          </w:tcPr>
          <w:p w14:paraId="4E4D7D34" w14:textId="39AC099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DC92004" w14:textId="5C66763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DF10C" w14:textId="2891C37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8755106" w14:textId="5A16061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7B209CD" w14:textId="437654D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42EE746" w14:textId="120F15F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66B2E31" w14:textId="459016C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</w:tr>
      <w:tr w:rsidR="00FB65E3" w:rsidRPr="00830F62" w14:paraId="0B57A4FC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68BCAB5A" w14:textId="3AF4C3EF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906789C" w14:textId="2E683D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2023.12.16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84DB523" w14:textId="7229737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13:50</w:t>
            </w:r>
          </w:p>
        </w:tc>
        <w:tc>
          <w:tcPr>
            <w:tcW w:w="845" w:type="dxa"/>
            <w:gridSpan w:val="2"/>
            <w:vAlign w:val="bottom"/>
          </w:tcPr>
          <w:p w14:paraId="582AEFF5" w14:textId="1FB8066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1.114</w:t>
            </w:r>
          </w:p>
        </w:tc>
        <w:tc>
          <w:tcPr>
            <w:tcW w:w="846" w:type="dxa"/>
            <w:gridSpan w:val="2"/>
            <w:vAlign w:val="bottom"/>
          </w:tcPr>
          <w:p w14:paraId="024467BE" w14:textId="10899C8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154CA06B" w14:textId="71C57FD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36" w:type="dxa"/>
            <w:vAlign w:val="bottom"/>
          </w:tcPr>
          <w:p w14:paraId="37B2EBC9" w14:textId="290DCC9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58" w:type="dxa"/>
            <w:gridSpan w:val="2"/>
            <w:vAlign w:val="bottom"/>
          </w:tcPr>
          <w:p w14:paraId="660C505D" w14:textId="5B1F164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vAlign w:val="bottom"/>
          </w:tcPr>
          <w:p w14:paraId="0173F188" w14:textId="3AC9F69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6.7</w:t>
            </w:r>
          </w:p>
        </w:tc>
        <w:tc>
          <w:tcPr>
            <w:tcW w:w="850" w:type="dxa"/>
            <w:vAlign w:val="bottom"/>
          </w:tcPr>
          <w:p w14:paraId="5805978A" w14:textId="212A786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1" w:type="dxa"/>
            <w:vAlign w:val="bottom"/>
          </w:tcPr>
          <w:p w14:paraId="69937E9F" w14:textId="0B67174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A6D77DF" w14:textId="1464742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C853F" w14:textId="5912A1E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3B0968E" w14:textId="4C2F7FA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88CA92A" w14:textId="301B180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7429989" w14:textId="35A4870E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108D81D" w14:textId="76C4FA5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96</w:t>
            </w:r>
          </w:p>
        </w:tc>
      </w:tr>
      <w:tr w:rsidR="00FB65E3" w:rsidRPr="00830F62" w14:paraId="25C5FF2A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3C60FFDC" w14:textId="2E5E0033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0446A1E" w14:textId="484E41F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BA800E1" w14:textId="1A0443C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14:20</w:t>
            </w:r>
          </w:p>
        </w:tc>
        <w:tc>
          <w:tcPr>
            <w:tcW w:w="845" w:type="dxa"/>
            <w:gridSpan w:val="2"/>
            <w:vAlign w:val="bottom"/>
          </w:tcPr>
          <w:p w14:paraId="47367481" w14:textId="06E334A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0.821</w:t>
            </w:r>
          </w:p>
        </w:tc>
        <w:tc>
          <w:tcPr>
            <w:tcW w:w="846" w:type="dxa"/>
            <w:gridSpan w:val="2"/>
            <w:vAlign w:val="bottom"/>
          </w:tcPr>
          <w:p w14:paraId="0F205E9F" w14:textId="5E2E2D1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0.30</w:t>
            </w:r>
          </w:p>
        </w:tc>
        <w:tc>
          <w:tcPr>
            <w:tcW w:w="846" w:type="dxa"/>
            <w:gridSpan w:val="2"/>
            <w:vAlign w:val="bottom"/>
          </w:tcPr>
          <w:p w14:paraId="67DAA07F" w14:textId="194F3E6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36" w:type="dxa"/>
            <w:vAlign w:val="bottom"/>
          </w:tcPr>
          <w:p w14:paraId="494C24D1" w14:textId="54C1A37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092D495C" w14:textId="010A88B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29640353" w14:textId="25C27EB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0" w:type="dxa"/>
            <w:vAlign w:val="bottom"/>
          </w:tcPr>
          <w:p w14:paraId="7CE043C4" w14:textId="58CE86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1" w:type="dxa"/>
            <w:vAlign w:val="bottom"/>
          </w:tcPr>
          <w:p w14:paraId="4294B462" w14:textId="69B880B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DD8E8F2" w14:textId="4C728DC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6D617B" w14:textId="00D4FE8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0419628" w14:textId="42D91C3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F2A5AA4" w14:textId="537A048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6E424CF" w14:textId="131041B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965143C" w14:textId="758C0BF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FB65E3" w:rsidRPr="00830F62" w14:paraId="542E4368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7DABF08" w14:textId="42F44EE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F6867" w14:textId="1DBA78E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2023.12.24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B510BB" w14:textId="211DFE5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FC38D" w14:textId="750FCC2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0.821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DEE77" w14:textId="6FA57CE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81F078" w14:textId="6BD2796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F31000" w14:textId="591F540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92C4" w14:textId="284178D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40169C" w14:textId="0B4D780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03B5C" w14:textId="7C600DB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2065A" w14:textId="155583C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1A5A93" w14:textId="1921AFC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195DC" w14:textId="6838B6E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AF1EAC" w14:textId="0216FAC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3868CE" w14:textId="414E668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962C7" w14:textId="2442E48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F5220" w14:textId="5654742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FB65E3" w:rsidRPr="00830F62" w14:paraId="49148B87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DDCC5F3" w14:textId="651A1DB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A2B498" w14:textId="1CE5E31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2023.12.25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F729B3" w14:textId="0C5639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0782E2" w14:textId="12E84FC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0.318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4DD30" w14:textId="3516DE8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16400C" w14:textId="1638516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3DC61" w14:textId="20E39DD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A7524" w14:textId="38EFAF3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CC250" w14:textId="71B0E12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3767E8" w14:textId="21197EE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9F7E3" w14:textId="5D32329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C799AE" w14:textId="1E1BEC3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F765C" w14:textId="10EDFE3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4C9291" w14:textId="21DF1A7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FBB23" w14:textId="563C7F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DB0E4C" w14:textId="5AB12B1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C0589F" w14:textId="133311F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</w:tr>
      <w:tr w:rsidR="00FB65E3" w:rsidRPr="00830F62" w14:paraId="74D3CC58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43983A0" w14:textId="621388B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7B52D7" w14:textId="650819C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2023.12.28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5C10C" w14:textId="2CD2310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BB305" w14:textId="09FE372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0.318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F6922" w14:textId="6B3E1B5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311E8A" w14:textId="24AC52B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6D37E0" w14:textId="3836ADA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055880" w14:textId="4066FFF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211551" w14:textId="27FC7DE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3BB712" w14:textId="11668B8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ADD92" w14:textId="7F703F7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42EE13" w14:textId="6DD43C5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4260C" w14:textId="668607C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92.8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24575A" w14:textId="26B01F2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92.6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7EBFD" w14:textId="1D35A99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3002" w14:textId="55E9AA9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EFBA88" w14:textId="2196A50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</w:tr>
      <w:tr w:rsidR="008C340E" w:rsidRPr="00830F62" w14:paraId="37C433D2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2D6A435" w14:textId="6D20052F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666CBA" w14:textId="0073D769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2023.12.30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76615DA" w14:textId="771B8A05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6136D2" w14:textId="768AC877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0.821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0DC0D" w14:textId="45398321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69652" w14:textId="4A68533E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19915" w14:textId="1F4E4B97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9ABDE7" w14:textId="19B6A012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429C0" w14:textId="0E279F92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7274A1" w14:textId="21214D07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F12213" w14:textId="1594C6BC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B507B8" w14:textId="0798CED3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60F5C" w14:textId="0C4334CB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92.0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81D75" w14:textId="094D15CF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4ECD9A" w14:textId="6D4A534E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3233FC" w14:textId="576ABE83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011661" w14:textId="351B8613" w:rsidR="008C340E" w:rsidRPr="00FB65E3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8C340E" w:rsidRPr="00830F62" w14:paraId="36166E08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5B951B" w14:textId="5E52498B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73E1EF" w14:textId="3B2A0391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2024.01.01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AF5F59" w14:textId="04951213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E9A4CA" w14:textId="06E175C2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0.507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63897C" w14:textId="6F356C8A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9E4B6A" w14:textId="5B663480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8.0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C00B88" w14:textId="7948E104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0.1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873B25" w14:textId="2EA0AA52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F4D302" w14:textId="70A662C0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4FC208" w14:textId="53D94DB3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D35945" w14:textId="152B2994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73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144D90" w14:textId="4C96A802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1012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F04836" w14:textId="384EF569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91.0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0F0141" w14:textId="073B28EF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90.8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AFF8F3" w14:textId="7619CD9D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EE500E" w14:textId="6E5C6828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1.43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81F165" w14:textId="0CDB400B" w:rsidR="008C340E" w:rsidRPr="00830F62" w:rsidRDefault="008C340E" w:rsidP="008C340E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91</w:t>
            </w:r>
          </w:p>
        </w:tc>
      </w:tr>
    </w:tbl>
    <w:p w14:paraId="1F5C7C0E" w14:textId="76441E45" w:rsidR="00FB65E3" w:rsidRDefault="00FB65E3" w:rsidP="00FB65E3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  <w:r>
        <w:rPr>
          <w:rFonts w:eastAsia="Times New Roman"/>
          <w:bCs/>
          <w:noProof w:val="0"/>
          <w:snapToGrid w:val="0"/>
          <w:szCs w:val="22"/>
          <w:lang w:bidi="en-US"/>
        </w:rPr>
        <w:t>Table S1 continued.</w:t>
      </w: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FB65E3" w:rsidRPr="00175819" w14:paraId="10F05014" w14:textId="77777777" w:rsidTr="00FB65E3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A0FF329" w14:textId="77777777" w:rsidR="00FB65E3" w:rsidRDefault="00FB65E3" w:rsidP="00097A55">
            <w:pPr>
              <w:pStyle w:val="MDPI42tablebody"/>
              <w:spacing w:before="60" w:after="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INPUT DATA</w:t>
            </w:r>
          </w:p>
        </w:tc>
      </w:tr>
      <w:tr w:rsidR="00FB65E3" w:rsidRPr="00175819" w14:paraId="3249E565" w14:textId="77777777" w:rsidTr="00FB65E3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CBD1F" w14:textId="77777777" w:rsidR="00FB65E3" w:rsidRPr="00175819" w:rsidRDefault="00FB65E3" w:rsidP="00097A55">
            <w:pPr>
              <w:pStyle w:val="MDPI42tablebody"/>
              <w:spacing w:before="240"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</w:t>
            </w:r>
            <w:r w:rsidRPr="00175819">
              <w:rPr>
                <w:b/>
                <w:bCs/>
                <w:sz w:val="18"/>
                <w:szCs w:val="18"/>
              </w:rPr>
              <w:t>.</w:t>
            </w:r>
          </w:p>
          <w:p w14:paraId="2B302E65" w14:textId="77777777" w:rsidR="00FB65E3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of</w:t>
            </w:r>
          </w:p>
          <w:p w14:paraId="7270B453" w14:textId="77777777" w:rsidR="00FB65E3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ob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68C2D9F9" w14:textId="77777777" w:rsidR="00FB65E3" w:rsidRPr="00175819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ser-</w:t>
            </w:r>
          </w:p>
          <w:p w14:paraId="16310F2F" w14:textId="77777777" w:rsidR="00FB65E3" w:rsidRDefault="00FB65E3" w:rsidP="00097A55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v</w:t>
            </w:r>
            <w:r w:rsidRPr="00175819">
              <w:rPr>
                <w:b/>
                <w:bCs/>
                <w:sz w:val="18"/>
                <w:szCs w:val="18"/>
              </w:rPr>
              <w:t>a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73203CDD" w14:textId="77777777" w:rsidR="00FB65E3" w:rsidRPr="00175819" w:rsidRDefault="00FB65E3" w:rsidP="00097A55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BCC5E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6C0325" w14:textId="77777777" w:rsidR="00FB65E3" w:rsidRPr="00175819" w:rsidRDefault="00FB65E3" w:rsidP="00097A55">
            <w:pPr>
              <w:pStyle w:val="MDPI42tablebody"/>
              <w:spacing w:before="400" w:line="260" w:lineRule="exact"/>
              <w:rPr>
                <w:b/>
                <w:bCs/>
                <w:sz w:val="18"/>
                <w:szCs w:val="18"/>
              </w:rPr>
            </w:pPr>
          </w:p>
          <w:p w14:paraId="21C189D8" w14:textId="77777777" w:rsidR="00FB65E3" w:rsidRPr="00175819" w:rsidRDefault="00FB65E3" w:rsidP="00097A55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D1F06C" w14:textId="77777777" w:rsidR="00FB65E3" w:rsidRDefault="00FB65E3" w:rsidP="00097A55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Solar</w:t>
            </w:r>
          </w:p>
          <w:p w14:paraId="4901279D" w14:textId="77777777" w:rsidR="00FB65E3" w:rsidRPr="00175819" w:rsidRDefault="00FB65E3" w:rsidP="00097A55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radiation con-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stant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 (</w:t>
            </w:r>
            <w:r w:rsidRPr="00175819">
              <w:rPr>
                <w:rFonts w:cs="Calibri"/>
                <w:b/>
                <w:bCs/>
                <w:sz w:val="18"/>
                <w:szCs w:val="18"/>
              </w:rPr>
              <w:t>Q</w:t>
            </w:r>
            <w:r w:rsidRPr="00175819">
              <w:rPr>
                <w:rFonts w:cs="Calibri"/>
                <w:b/>
                <w:bCs/>
                <w:sz w:val="18"/>
                <w:szCs w:val="18"/>
                <w:vertAlign w:val="subscript"/>
              </w:rPr>
              <w:t>0</w:t>
            </w:r>
            <w:r w:rsidRPr="00175819">
              <w:rPr>
                <w:b/>
                <w:bCs/>
                <w:sz w:val="18"/>
                <w:szCs w:val="18"/>
              </w:rPr>
              <w:t>)</w:t>
            </w:r>
            <w:r w:rsidRPr="00175819">
              <w:rPr>
                <w:b/>
                <w:bCs/>
                <w:sz w:val="18"/>
                <w:szCs w:val="18"/>
                <w:vertAlign w:val="subscript"/>
              </w:rPr>
              <w:br/>
            </w: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MJ∙m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2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∙hour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rFonts w:eastAsiaTheme="minorEastAsia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599DB5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Di-men-</w:t>
            </w:r>
            <w:proofErr w:type="spellStart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sion</w:t>
            </w:r>
            <w:proofErr w:type="spellEnd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-less cons-tant</w:t>
            </w:r>
          </w:p>
          <w:p w14:paraId="25040345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(</w:t>
            </w:r>
            <w:r w:rsidRPr="00175819">
              <w:rPr>
                <w:rFonts w:eastAsiaTheme="minorEastAsia"/>
                <w:b/>
                <w:bCs/>
              </w:rPr>
              <w:t>α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FE31BB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Air</w:t>
            </w:r>
          </w:p>
          <w:p w14:paraId="23C6873C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tem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123EDA66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per</w:t>
            </w:r>
            <w:r>
              <w:rPr>
                <w:b/>
                <w:bCs/>
                <w:sz w:val="18"/>
                <w:szCs w:val="18"/>
              </w:rPr>
              <w:t>-</w:t>
            </w:r>
          </w:p>
          <w:p w14:paraId="104D271E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ature</w:t>
            </w:r>
            <w:proofErr w:type="spellEnd"/>
          </w:p>
          <w:p w14:paraId="7AE255E1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(T</w:t>
            </w:r>
            <w:r w:rsidRPr="00314AD1">
              <w:rPr>
                <w:b/>
                <w:bCs/>
                <w:sz w:val="18"/>
                <w:szCs w:val="18"/>
                <w:vertAlign w:val="subscript"/>
              </w:rPr>
              <w:t>a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  <w:p w14:paraId="58058A7A" w14:textId="77777777" w:rsidR="00FB65E3" w:rsidRPr="00175819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°C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E6055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41E279F1" w14:textId="77777777" w:rsidR="00FB65E3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286CDCF5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sun-</w:t>
            </w:r>
          </w:p>
          <w:p w14:paraId="736564A3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shine</w:t>
            </w:r>
          </w:p>
          <w:p w14:paraId="13D2C5EA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dura-</w:t>
            </w:r>
          </w:p>
          <w:p w14:paraId="17FF6FDC" w14:textId="77777777" w:rsidR="00FB65E3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  <w:p w14:paraId="3D731A32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b/>
                <w:bCs/>
                <w:sz w:val="18"/>
                <w:szCs w:val="18"/>
              </w:rPr>
              <w:t>rsd</w:t>
            </w:r>
            <w:proofErr w:type="spellEnd"/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0D0C0" w14:textId="77777777" w:rsidR="00FB65E3" w:rsidRDefault="00FB65E3" w:rsidP="00097A55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Cloud cover</w:t>
            </w:r>
          </w:p>
          <w:p w14:paraId="17150E66" w14:textId="77777777" w:rsidR="00FB65E3" w:rsidRPr="00175819" w:rsidRDefault="00FB65E3" w:rsidP="00097A55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(N)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D61ED2" w14:textId="77777777" w:rsidR="00FB65E3" w:rsidRPr="00175819" w:rsidRDefault="00FB65E3" w:rsidP="00097A55">
            <w:pPr>
              <w:pStyle w:val="MDPI42tablebody"/>
              <w:spacing w:before="600"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3A6927DF" w14:textId="77777777" w:rsidR="00FB65E3" w:rsidRPr="00175819" w:rsidRDefault="00FB65E3" w:rsidP="00097A55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gust</w:t>
            </w:r>
          </w:p>
          <w:p w14:paraId="6F2B57B9" w14:textId="77777777" w:rsidR="00FB65E3" w:rsidRPr="00175819" w:rsidRDefault="00FB65E3" w:rsidP="00097A55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6CD13982" w14:textId="77777777" w:rsidR="00FB65E3" w:rsidRPr="00175819" w:rsidRDefault="00FB65E3" w:rsidP="00097A55">
            <w:pPr>
              <w:pStyle w:val="MDPI42tablebody"/>
              <w:spacing w:before="480"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Aver-</w:t>
            </w:r>
          </w:p>
          <w:p w14:paraId="3198203F" w14:textId="77777777" w:rsidR="00FB65E3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age</w:t>
            </w:r>
          </w:p>
          <w:p w14:paraId="3419D9A5" w14:textId="77777777" w:rsidR="00FB65E3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5EBF50BA" w14:textId="77777777" w:rsidR="00FB65E3" w:rsidRPr="00175819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speed </w:t>
            </w:r>
          </w:p>
          <w:p w14:paraId="6C88DBD7" w14:textId="77777777" w:rsidR="00FB65E3" w:rsidRPr="00175819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66B300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53EDF66B" w14:textId="77777777" w:rsidR="00FB65E3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6B134487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humid-</w:t>
            </w:r>
          </w:p>
          <w:p w14:paraId="5D38F131" w14:textId="77777777" w:rsidR="00FB65E3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ity</w:t>
            </w:r>
            <w:proofErr w:type="spellEnd"/>
          </w:p>
          <w:p w14:paraId="6C89D245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%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54895D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Air 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pres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-sure </w:t>
            </w: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26AEFF" w14:textId="77777777" w:rsidR="00FB65E3" w:rsidRPr="00175819" w:rsidRDefault="00FB65E3" w:rsidP="00097A55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before activity [kg]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43142A01" w14:textId="77777777" w:rsidR="00FB65E3" w:rsidRPr="00175819" w:rsidRDefault="00FB65E3" w:rsidP="00097A55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after</w:t>
            </w:r>
            <w:r>
              <w:rPr>
                <w:b/>
                <w:bCs/>
                <w:sz w:val="18"/>
                <w:szCs w:val="18"/>
              </w:rPr>
              <w:br/>
              <w:t>activity [kg]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9C3922" w14:textId="77777777" w:rsidR="00FB65E3" w:rsidRDefault="00FB65E3" w:rsidP="00097A55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Duration of activity</w:t>
            </w:r>
          </w:p>
          <w:p w14:paraId="3F48C636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[min]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5E8DF01" w14:textId="77777777" w:rsidR="00FB65E3" w:rsidRPr="00175819" w:rsidRDefault="00FB65E3" w:rsidP="00097A55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Speed of walking</w:t>
            </w:r>
            <w:r>
              <w:rPr>
                <w:b/>
                <w:bCs/>
                <w:sz w:val="18"/>
                <w:szCs w:val="18"/>
              </w:rPr>
              <w:br/>
              <w:t>[ms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C01DF4" w14:textId="77777777" w:rsidR="00FB65E3" w:rsidRPr="00175819" w:rsidRDefault="00FB65E3" w:rsidP="00097A55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Average </w:t>
            </w:r>
            <w:r w:rsidRPr="00FB65E3">
              <w:rPr>
                <w:b/>
                <w:bCs/>
                <w:sz w:val="18"/>
                <w:szCs w:val="18"/>
              </w:rPr>
              <w:t>beats per minute</w:t>
            </w:r>
            <w:r>
              <w:rPr>
                <w:b/>
                <w:bCs/>
                <w:sz w:val="18"/>
                <w:szCs w:val="18"/>
              </w:rPr>
              <w:t xml:space="preserve"> (BPM)</w:t>
            </w:r>
          </w:p>
        </w:tc>
      </w:tr>
      <w:tr w:rsidR="00FB65E3" w:rsidRPr="00830F62" w14:paraId="35A49B8C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99A5391" w14:textId="7A3D7455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084A962" w14:textId="29A3BCA7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C62E7ED" w14:textId="6EBF65EC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15:40</w:t>
            </w:r>
          </w:p>
        </w:tc>
        <w:tc>
          <w:tcPr>
            <w:tcW w:w="845" w:type="dxa"/>
            <w:gridSpan w:val="2"/>
            <w:vAlign w:val="bottom"/>
          </w:tcPr>
          <w:p w14:paraId="196821FA" w14:textId="43A1DECE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0.507</w:t>
            </w:r>
          </w:p>
        </w:tc>
        <w:tc>
          <w:tcPr>
            <w:tcW w:w="846" w:type="dxa"/>
            <w:gridSpan w:val="2"/>
            <w:vAlign w:val="bottom"/>
          </w:tcPr>
          <w:p w14:paraId="4AEC341C" w14:textId="3195A43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vAlign w:val="bottom"/>
          </w:tcPr>
          <w:p w14:paraId="6297EA2A" w14:textId="48557B4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7.0</w:t>
            </w:r>
          </w:p>
        </w:tc>
        <w:tc>
          <w:tcPr>
            <w:tcW w:w="836" w:type="dxa"/>
            <w:vAlign w:val="bottom"/>
          </w:tcPr>
          <w:p w14:paraId="78FF3ED9" w14:textId="3E5B9F1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731AF2C1" w14:textId="121FD67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6BDFD3EA" w14:textId="401096A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0" w:type="dxa"/>
            <w:vAlign w:val="bottom"/>
          </w:tcPr>
          <w:p w14:paraId="04D1B751" w14:textId="2B2376A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1" w:type="dxa"/>
            <w:vAlign w:val="bottom"/>
          </w:tcPr>
          <w:p w14:paraId="7C7242EA" w14:textId="0422563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67DF674" w14:textId="2FE4BE6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4AC43" w14:textId="62381DF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631644D" w14:textId="3260864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FE1AF45" w14:textId="604DFDB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00DC6FA" w14:textId="1554DA6B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B9747A7" w14:textId="43541A6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</w:tr>
      <w:tr w:rsidR="00FB65E3" w:rsidRPr="00830F62" w14:paraId="0F8C055B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6F02773" w14:textId="6497F0C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626153C" w14:textId="68F6EB2F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E0969F3" w14:textId="71BBA15D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10:40</w:t>
            </w:r>
          </w:p>
        </w:tc>
        <w:tc>
          <w:tcPr>
            <w:tcW w:w="845" w:type="dxa"/>
            <w:gridSpan w:val="2"/>
            <w:vAlign w:val="bottom"/>
          </w:tcPr>
          <w:p w14:paraId="0A32703D" w14:textId="6373455D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1.340</w:t>
            </w:r>
          </w:p>
        </w:tc>
        <w:tc>
          <w:tcPr>
            <w:tcW w:w="846" w:type="dxa"/>
            <w:gridSpan w:val="2"/>
            <w:vAlign w:val="bottom"/>
          </w:tcPr>
          <w:p w14:paraId="4C088949" w14:textId="1B5B38F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0.43</w:t>
            </w:r>
          </w:p>
        </w:tc>
        <w:tc>
          <w:tcPr>
            <w:tcW w:w="846" w:type="dxa"/>
            <w:gridSpan w:val="2"/>
            <w:vAlign w:val="bottom"/>
          </w:tcPr>
          <w:p w14:paraId="7E87870A" w14:textId="57EBCA8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9.0</w:t>
            </w:r>
          </w:p>
        </w:tc>
        <w:tc>
          <w:tcPr>
            <w:tcW w:w="836" w:type="dxa"/>
            <w:vAlign w:val="bottom"/>
          </w:tcPr>
          <w:p w14:paraId="30547C73" w14:textId="1D24577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vAlign w:val="bottom"/>
          </w:tcPr>
          <w:p w14:paraId="34371E52" w14:textId="2284FF9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vAlign w:val="bottom"/>
          </w:tcPr>
          <w:p w14:paraId="419301C3" w14:textId="6C42B84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0" w:type="dxa"/>
            <w:vAlign w:val="bottom"/>
          </w:tcPr>
          <w:p w14:paraId="3FB764BD" w14:textId="102D140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1" w:type="dxa"/>
            <w:vAlign w:val="bottom"/>
          </w:tcPr>
          <w:p w14:paraId="79A08AC3" w14:textId="036A15B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EF84E75" w14:textId="45DA9A7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E69C78" w14:textId="0DE1317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80D89C0" w14:textId="1753D60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A6A62A4" w14:textId="357A74D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E5709E3" w14:textId="756751A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C234147" w14:textId="00E502B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</w:tr>
      <w:tr w:rsidR="00FB65E3" w:rsidRPr="00830F62" w14:paraId="4A327D81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9B62F41" w14:textId="44AFA27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D3F971F" w14:textId="00A57908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B95572D" w14:textId="74C636AA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13:20</w:t>
            </w:r>
          </w:p>
        </w:tc>
        <w:tc>
          <w:tcPr>
            <w:tcW w:w="845" w:type="dxa"/>
            <w:gridSpan w:val="2"/>
            <w:vAlign w:val="bottom"/>
          </w:tcPr>
          <w:p w14:paraId="2B3E4E2A" w14:textId="7DB9E8DF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1.344</w:t>
            </w:r>
          </w:p>
        </w:tc>
        <w:tc>
          <w:tcPr>
            <w:tcW w:w="846" w:type="dxa"/>
            <w:gridSpan w:val="2"/>
            <w:vAlign w:val="bottom"/>
          </w:tcPr>
          <w:p w14:paraId="10495BA1" w14:textId="6E35952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vAlign w:val="bottom"/>
          </w:tcPr>
          <w:p w14:paraId="694CF612" w14:textId="1B25E02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11.0</w:t>
            </w:r>
          </w:p>
        </w:tc>
        <w:tc>
          <w:tcPr>
            <w:tcW w:w="836" w:type="dxa"/>
            <w:vAlign w:val="bottom"/>
          </w:tcPr>
          <w:p w14:paraId="4888EE6D" w14:textId="181410F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482F95ED" w14:textId="751263E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64978621" w14:textId="4C5A7A7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4.7</w:t>
            </w:r>
          </w:p>
        </w:tc>
        <w:tc>
          <w:tcPr>
            <w:tcW w:w="850" w:type="dxa"/>
            <w:vAlign w:val="bottom"/>
          </w:tcPr>
          <w:p w14:paraId="24018272" w14:textId="716C277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1" w:type="dxa"/>
            <w:vAlign w:val="bottom"/>
          </w:tcPr>
          <w:p w14:paraId="68F61CD0" w14:textId="2845E7B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4BC49C1" w14:textId="5ABE80F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664410" w14:textId="419D1B3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C4DD037" w14:textId="323F4BE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0397C82" w14:textId="1CF17A1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86A7FB6" w14:textId="7A253F2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8B245F4" w14:textId="0AE0677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</w:tr>
      <w:tr w:rsidR="00FB65E3" w:rsidRPr="00830F62" w14:paraId="44961F49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E058BDE" w14:textId="2E8029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5D37A80" w14:textId="6E3A745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D0F327B" w14:textId="68088209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16:10</w:t>
            </w:r>
          </w:p>
        </w:tc>
        <w:tc>
          <w:tcPr>
            <w:tcW w:w="845" w:type="dxa"/>
            <w:gridSpan w:val="2"/>
            <w:vAlign w:val="bottom"/>
          </w:tcPr>
          <w:p w14:paraId="6B105214" w14:textId="014827C5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0.167</w:t>
            </w:r>
          </w:p>
        </w:tc>
        <w:tc>
          <w:tcPr>
            <w:tcW w:w="846" w:type="dxa"/>
            <w:gridSpan w:val="2"/>
            <w:vAlign w:val="bottom"/>
          </w:tcPr>
          <w:p w14:paraId="6C29A859" w14:textId="1A4D4E3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0.25</w:t>
            </w:r>
          </w:p>
        </w:tc>
        <w:tc>
          <w:tcPr>
            <w:tcW w:w="846" w:type="dxa"/>
            <w:gridSpan w:val="2"/>
            <w:vAlign w:val="bottom"/>
          </w:tcPr>
          <w:p w14:paraId="152C4B81" w14:textId="675AEDE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7.0</w:t>
            </w:r>
          </w:p>
        </w:tc>
        <w:tc>
          <w:tcPr>
            <w:tcW w:w="836" w:type="dxa"/>
            <w:vAlign w:val="bottom"/>
          </w:tcPr>
          <w:p w14:paraId="5F59605D" w14:textId="0E80CE3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02D2BB16" w14:textId="1E8E698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695FF2A9" w14:textId="54168C1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0" w:type="dxa"/>
            <w:vAlign w:val="bottom"/>
          </w:tcPr>
          <w:p w14:paraId="20ED3C07" w14:textId="784CAF5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1" w:type="dxa"/>
            <w:vAlign w:val="bottom"/>
          </w:tcPr>
          <w:p w14:paraId="4824A1F9" w14:textId="1EB71D6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066A799" w14:textId="7EF9044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385FC4" w14:textId="28EFCBF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6BEAB1C" w14:textId="133F5CE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BB720E5" w14:textId="2EF4481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B75D538" w14:textId="6B8D1FA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281B1FE" w14:textId="3554E84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92</w:t>
            </w:r>
          </w:p>
        </w:tc>
      </w:tr>
      <w:tr w:rsidR="00FB65E3" w:rsidRPr="00830F62" w14:paraId="3715D253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4E3B0E56" w14:textId="1D99B40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AA1C96A" w14:textId="1403BDCC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BB8CEFC" w14:textId="624FA523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vAlign w:val="bottom"/>
          </w:tcPr>
          <w:p w14:paraId="3BE96D78" w14:textId="3B44BFBD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0.507</w:t>
            </w:r>
          </w:p>
        </w:tc>
        <w:tc>
          <w:tcPr>
            <w:tcW w:w="846" w:type="dxa"/>
            <w:gridSpan w:val="2"/>
            <w:vAlign w:val="bottom"/>
          </w:tcPr>
          <w:p w14:paraId="051958DB" w14:textId="5E834B3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vAlign w:val="bottom"/>
          </w:tcPr>
          <w:p w14:paraId="38728F3E" w14:textId="3CC5C36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7.0</w:t>
            </w:r>
          </w:p>
        </w:tc>
        <w:tc>
          <w:tcPr>
            <w:tcW w:w="836" w:type="dxa"/>
            <w:vAlign w:val="bottom"/>
          </w:tcPr>
          <w:p w14:paraId="1DEE1485" w14:textId="43C7F1A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5195E15F" w14:textId="34A56F9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7DF3D60B" w14:textId="28BE5B9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0" w:type="dxa"/>
            <w:vAlign w:val="bottom"/>
          </w:tcPr>
          <w:p w14:paraId="0E6770B7" w14:textId="7E4DD5A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vAlign w:val="bottom"/>
          </w:tcPr>
          <w:p w14:paraId="315BD4C1" w14:textId="538340F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AFDB367" w14:textId="2BA6201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D82E3D" w14:textId="790B558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D72C05D" w14:textId="3F3416B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64A8055" w14:textId="4F78749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32A20D6" w14:textId="2CE1EF14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23A7135" w14:textId="2503037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</w:tr>
      <w:tr w:rsidR="00FB65E3" w:rsidRPr="00830F62" w14:paraId="7F89BEAC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B328C59" w14:textId="6206706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D3F1623" w14:textId="559C4E68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8411475" w14:textId="7E2AE072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15:20</w:t>
            </w:r>
          </w:p>
        </w:tc>
        <w:tc>
          <w:tcPr>
            <w:tcW w:w="845" w:type="dxa"/>
            <w:gridSpan w:val="2"/>
            <w:vAlign w:val="bottom"/>
          </w:tcPr>
          <w:p w14:paraId="33BA9AE1" w14:textId="41A7924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0.507</w:t>
            </w:r>
          </w:p>
        </w:tc>
        <w:tc>
          <w:tcPr>
            <w:tcW w:w="846" w:type="dxa"/>
            <w:gridSpan w:val="2"/>
            <w:vAlign w:val="bottom"/>
          </w:tcPr>
          <w:p w14:paraId="18D4836E" w14:textId="798C853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vAlign w:val="bottom"/>
          </w:tcPr>
          <w:p w14:paraId="2BC2D6B3" w14:textId="565E20B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-1.0</w:t>
            </w:r>
          </w:p>
        </w:tc>
        <w:tc>
          <w:tcPr>
            <w:tcW w:w="836" w:type="dxa"/>
            <w:vAlign w:val="bottom"/>
          </w:tcPr>
          <w:p w14:paraId="6CB34C4B" w14:textId="4D8CC44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3582CD16" w14:textId="095085F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46" w:type="dxa"/>
            <w:vAlign w:val="bottom"/>
          </w:tcPr>
          <w:p w14:paraId="760297EF" w14:textId="34F1DDF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6.9</w:t>
            </w:r>
          </w:p>
        </w:tc>
        <w:tc>
          <w:tcPr>
            <w:tcW w:w="850" w:type="dxa"/>
            <w:vAlign w:val="bottom"/>
          </w:tcPr>
          <w:p w14:paraId="5C8BAEF3" w14:textId="7B6DA24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4.7</w:t>
            </w:r>
          </w:p>
        </w:tc>
        <w:tc>
          <w:tcPr>
            <w:tcW w:w="851" w:type="dxa"/>
            <w:vAlign w:val="bottom"/>
          </w:tcPr>
          <w:p w14:paraId="75C37551" w14:textId="1CB1E94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678AAD8" w14:textId="31FFD32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3F1B94" w14:textId="2EF0F05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611C0F4" w14:textId="34EDBC0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2240F5B" w14:textId="56D49ED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C6DF12B" w14:textId="4D8DDAFB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0C9FA08" w14:textId="3D56A8C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92</w:t>
            </w:r>
          </w:p>
        </w:tc>
      </w:tr>
      <w:tr w:rsidR="00FB65E3" w:rsidRPr="00830F62" w14:paraId="2835CED2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6264CE69" w14:textId="213066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04F6AC9" w14:textId="17CACC2B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1C0764B" w14:textId="6752BFF8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14:40</w:t>
            </w:r>
          </w:p>
        </w:tc>
        <w:tc>
          <w:tcPr>
            <w:tcW w:w="845" w:type="dxa"/>
            <w:gridSpan w:val="2"/>
            <w:vAlign w:val="bottom"/>
          </w:tcPr>
          <w:p w14:paraId="1F86C37C" w14:textId="264EF0DF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0.925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10063448" w14:textId="3F4DD9C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0.41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59106587" w14:textId="5964FAA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2.0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6513CECC" w14:textId="48E03BF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43F15162" w14:textId="522ED31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1BCBFE50" w14:textId="11DE61F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5.8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7BE7F124" w14:textId="5373814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0C1AE71F" w14:textId="613B69A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F21393E" w14:textId="7CBB0E9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E0D70" w14:textId="65C5A0C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2765CBA" w14:textId="6175734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1D019A6" w14:textId="13076DB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774B320" w14:textId="504A4674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308807A" w14:textId="0D59039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</w:tr>
      <w:tr w:rsidR="00FB65E3" w:rsidRPr="00830F62" w14:paraId="6CAFEAEE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334C0390" w14:textId="7EDE1F0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6318AC6" w14:textId="5C7594A9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5A59124" w14:textId="78311A32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14:30</w:t>
            </w:r>
          </w:p>
        </w:tc>
        <w:tc>
          <w:tcPr>
            <w:tcW w:w="845" w:type="dxa"/>
            <w:gridSpan w:val="2"/>
            <w:vAlign w:val="bottom"/>
          </w:tcPr>
          <w:p w14:paraId="2BBDE94C" w14:textId="7E3FD7A7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0.925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2FABCC92" w14:textId="45D76FB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0.41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6CD3CD36" w14:textId="01E4DE5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14747819" w14:textId="622BA7F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533004B6" w14:textId="347D799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7431ABB5" w14:textId="7BDD76C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09526AE" w14:textId="3A177B9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64F9B8A6" w14:textId="5B15EFD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B2DB788" w14:textId="0F3DB72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E6C695" w14:textId="2C3FB50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75D045E" w14:textId="4A243AA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67D5381" w14:textId="476535A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0F94F09" w14:textId="5342412B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759D793" w14:textId="18726F7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</w:tr>
      <w:tr w:rsidR="00FB65E3" w:rsidRPr="00830F62" w14:paraId="5834BF37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33D4A612" w14:textId="6BD6BD3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79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7FF3D2E2" w14:textId="72A445E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2024.01.14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47EE19D8" w14:textId="5B11BE9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14:40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1462431F" w14:textId="3A550B7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0.925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8B5B2F6" w14:textId="6CF1B6B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0.41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D9F51C6" w14:textId="1BB9CF4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3410DA91" w14:textId="777E839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059DCB04" w14:textId="109A02C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1181FFDE" w14:textId="7D0C277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4341AFF4" w14:textId="2778395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4A080858" w14:textId="149F5D5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134F69B" w14:textId="7B390AB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55B98" w14:textId="7727051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4F7B468" w14:textId="25EF29D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DD0B99E" w14:textId="1842C03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B6DD94F" w14:textId="1671086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0368FBA" w14:textId="049A205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830F62" w14:paraId="166C6489" w14:textId="77777777" w:rsidTr="00FB65E3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A98895A" w14:textId="770D12C9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48DA42DF" w14:textId="6A7A08F9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2024.01.15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844448B" w14:textId="18EF57A7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14:50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6E067909" w14:textId="4546730C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0.925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95E47E2" w14:textId="518120D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0.41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0F85517" w14:textId="6436FC1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5.8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51E4F85F" w14:textId="3A4B83D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58192403" w14:textId="650FDA0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578761AD" w14:textId="59C3773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5.8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7FBB1AD6" w14:textId="2C3E872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480180A6" w14:textId="46D0022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CB13259" w14:textId="5530D79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E57C90" w14:textId="1052A35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2E88072" w14:textId="5B036D6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C9470FB" w14:textId="13A2CA0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5BEFF50" w14:textId="2FA01575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B556764" w14:textId="33EFFA8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FB65E3" w:rsidRPr="00830F62" w14:paraId="63B55F44" w14:textId="77777777" w:rsidTr="00FB65E3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5759A353" w14:textId="532BF731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24DB92E7" w14:textId="008F33FD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2024.01.16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169F630A" w14:textId="3821A1C6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12:20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7BA7362B" w14:textId="4D7E2E46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1.390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58D61105" w14:textId="3ACBEA0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0.47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2757E155" w14:textId="392618B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716C3EA9" w14:textId="55AED04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60ACCFDB" w14:textId="7454D9C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60AEE524" w14:textId="52A302D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10.8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30997517" w14:textId="04451BB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6.9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0A2DB320" w14:textId="0E15363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63D75D8" w14:textId="6D50116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EA12E" w14:textId="54CEF04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DDA4703" w14:textId="3CA3851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9E32E1B" w14:textId="5861193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B6CB0DB" w14:textId="500ACDC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3C97C62" w14:textId="135BC19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</w:tr>
      <w:tr w:rsidR="00FB65E3" w:rsidRPr="00830F62" w14:paraId="176ED9CF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40149F3A" w14:textId="559B8AEC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22D40A5" w14:textId="27A0F941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D15EC35" w14:textId="0732441F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15:10</w:t>
            </w:r>
          </w:p>
        </w:tc>
        <w:tc>
          <w:tcPr>
            <w:tcW w:w="845" w:type="dxa"/>
            <w:gridSpan w:val="2"/>
            <w:vAlign w:val="bottom"/>
          </w:tcPr>
          <w:p w14:paraId="5D13873E" w14:textId="0159EA09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0.507</w:t>
            </w:r>
          </w:p>
        </w:tc>
        <w:tc>
          <w:tcPr>
            <w:tcW w:w="846" w:type="dxa"/>
            <w:gridSpan w:val="2"/>
            <w:vAlign w:val="bottom"/>
          </w:tcPr>
          <w:p w14:paraId="51383522" w14:textId="0CA8A41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vAlign w:val="bottom"/>
          </w:tcPr>
          <w:p w14:paraId="745B2A7F" w14:textId="21FC7DF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36" w:type="dxa"/>
            <w:vAlign w:val="bottom"/>
          </w:tcPr>
          <w:p w14:paraId="687A3F79" w14:textId="25D8721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34E1F02E" w14:textId="03D55FC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5AC7EBC7" w14:textId="6042C1B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</w:t>
            </w:r>
          </w:p>
        </w:tc>
        <w:tc>
          <w:tcPr>
            <w:tcW w:w="850" w:type="dxa"/>
            <w:vAlign w:val="bottom"/>
          </w:tcPr>
          <w:p w14:paraId="42AD0DAE" w14:textId="30D0AE5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1" w:type="dxa"/>
            <w:vAlign w:val="bottom"/>
          </w:tcPr>
          <w:p w14:paraId="03F2A4A1" w14:textId="0CC07A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EA274DB" w14:textId="58CF159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994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9AA29" w14:textId="080D95F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5B1AE01" w14:textId="0488ECD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C6D1E4C" w14:textId="038C2CC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13043D2" w14:textId="40DF7C1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3A68CA8" w14:textId="55C966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830F62" w14:paraId="4B388CFB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12A691D6" w14:textId="5CF0DDDE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B358058" w14:textId="03F3E891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E8977A3" w14:textId="5841815F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16:20</w:t>
            </w:r>
          </w:p>
        </w:tc>
        <w:tc>
          <w:tcPr>
            <w:tcW w:w="845" w:type="dxa"/>
            <w:gridSpan w:val="2"/>
            <w:vAlign w:val="bottom"/>
          </w:tcPr>
          <w:p w14:paraId="2ABF8B3C" w14:textId="636CEC8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0.167</w:t>
            </w:r>
          </w:p>
        </w:tc>
        <w:tc>
          <w:tcPr>
            <w:tcW w:w="846" w:type="dxa"/>
            <w:gridSpan w:val="2"/>
            <w:vAlign w:val="bottom"/>
          </w:tcPr>
          <w:p w14:paraId="114D44F5" w14:textId="45ED4C6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0.25</w:t>
            </w:r>
          </w:p>
        </w:tc>
        <w:tc>
          <w:tcPr>
            <w:tcW w:w="846" w:type="dxa"/>
            <w:gridSpan w:val="2"/>
            <w:vAlign w:val="bottom"/>
          </w:tcPr>
          <w:p w14:paraId="5C5B1B68" w14:textId="1F75ED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36" w:type="dxa"/>
            <w:vAlign w:val="bottom"/>
          </w:tcPr>
          <w:p w14:paraId="2E374BA9" w14:textId="4C725D7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1A5E54EF" w14:textId="7E9CFDD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2FED13B1" w14:textId="4E476DB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0" w:type="dxa"/>
            <w:vAlign w:val="bottom"/>
          </w:tcPr>
          <w:p w14:paraId="35192FFD" w14:textId="53701FC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3.1</w:t>
            </w:r>
          </w:p>
        </w:tc>
        <w:tc>
          <w:tcPr>
            <w:tcW w:w="851" w:type="dxa"/>
            <w:vAlign w:val="bottom"/>
          </w:tcPr>
          <w:p w14:paraId="2252C9B7" w14:textId="54B0A9E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D112BEC" w14:textId="608188D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EF0A5" w14:textId="023C064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BF2EA11" w14:textId="7BA78D9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10A7F65" w14:textId="1720BDC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AC60AD9" w14:textId="7CC389EA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1.61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A9B19C6" w14:textId="256C569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94</w:t>
            </w:r>
          </w:p>
        </w:tc>
      </w:tr>
      <w:tr w:rsidR="00FB65E3" w:rsidRPr="00830F62" w14:paraId="4061788F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53856109" w14:textId="2582A696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EE866AB" w14:textId="736D57E2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4B78423" w14:textId="2F28252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12:00</w:t>
            </w:r>
          </w:p>
        </w:tc>
        <w:tc>
          <w:tcPr>
            <w:tcW w:w="845" w:type="dxa"/>
            <w:gridSpan w:val="2"/>
            <w:vAlign w:val="bottom"/>
          </w:tcPr>
          <w:p w14:paraId="3F5520A3" w14:textId="507A6BD4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1.390</w:t>
            </w:r>
          </w:p>
        </w:tc>
        <w:tc>
          <w:tcPr>
            <w:tcW w:w="846" w:type="dxa"/>
            <w:gridSpan w:val="2"/>
            <w:vAlign w:val="bottom"/>
          </w:tcPr>
          <w:p w14:paraId="3FD1D2AC" w14:textId="01CE56E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0.47</w:t>
            </w:r>
          </w:p>
        </w:tc>
        <w:tc>
          <w:tcPr>
            <w:tcW w:w="846" w:type="dxa"/>
            <w:gridSpan w:val="2"/>
            <w:vAlign w:val="bottom"/>
          </w:tcPr>
          <w:p w14:paraId="6F8BF8EF" w14:textId="61D67A5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3.0</w:t>
            </w:r>
          </w:p>
        </w:tc>
        <w:tc>
          <w:tcPr>
            <w:tcW w:w="836" w:type="dxa"/>
            <w:vAlign w:val="bottom"/>
          </w:tcPr>
          <w:p w14:paraId="67D9CA9B" w14:textId="756DE49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293E77CC" w14:textId="4A0877B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5C869EA1" w14:textId="4DD5E1A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0" w:type="dxa"/>
            <w:vAlign w:val="bottom"/>
          </w:tcPr>
          <w:p w14:paraId="3380784E" w14:textId="52D7FAE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51" w:type="dxa"/>
            <w:vAlign w:val="bottom"/>
          </w:tcPr>
          <w:p w14:paraId="62941ECD" w14:textId="305C68D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76E8FD6" w14:textId="010DB91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90FE21" w14:textId="5E2F017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071F55B" w14:textId="446285F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EDE74D5" w14:textId="126FF9F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734E1E0" w14:textId="3B12FFF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2CA27B1" w14:textId="6270540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</w:t>
            </w:r>
          </w:p>
        </w:tc>
      </w:tr>
      <w:tr w:rsidR="00FB65E3" w:rsidRPr="00830F62" w14:paraId="18ADD343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765AD5D2" w14:textId="162BBBC2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5C9CB42" w14:textId="64BB726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9876117" w14:textId="2699A39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11:50</w:t>
            </w:r>
          </w:p>
        </w:tc>
        <w:tc>
          <w:tcPr>
            <w:tcW w:w="845" w:type="dxa"/>
            <w:gridSpan w:val="2"/>
            <w:vAlign w:val="bottom"/>
          </w:tcPr>
          <w:p w14:paraId="59A49F72" w14:textId="16F8EA7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1.503</w:t>
            </w:r>
          </w:p>
        </w:tc>
        <w:tc>
          <w:tcPr>
            <w:tcW w:w="846" w:type="dxa"/>
            <w:gridSpan w:val="2"/>
            <w:vAlign w:val="bottom"/>
          </w:tcPr>
          <w:p w14:paraId="1B85CE6E" w14:textId="082A579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0.42</w:t>
            </w:r>
          </w:p>
        </w:tc>
        <w:tc>
          <w:tcPr>
            <w:tcW w:w="846" w:type="dxa"/>
            <w:gridSpan w:val="2"/>
            <w:vAlign w:val="bottom"/>
          </w:tcPr>
          <w:p w14:paraId="774D08A8" w14:textId="4032910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36" w:type="dxa"/>
            <w:vAlign w:val="bottom"/>
          </w:tcPr>
          <w:p w14:paraId="615205CC" w14:textId="6E6B417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58" w:type="dxa"/>
            <w:gridSpan w:val="2"/>
            <w:vAlign w:val="bottom"/>
          </w:tcPr>
          <w:p w14:paraId="22B54B30" w14:textId="7348692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vAlign w:val="bottom"/>
          </w:tcPr>
          <w:p w14:paraId="20122F61" w14:textId="137BD11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5.3</w:t>
            </w:r>
          </w:p>
        </w:tc>
        <w:tc>
          <w:tcPr>
            <w:tcW w:w="850" w:type="dxa"/>
            <w:vAlign w:val="bottom"/>
          </w:tcPr>
          <w:p w14:paraId="74B065E4" w14:textId="1CAA585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1" w:type="dxa"/>
            <w:vAlign w:val="bottom"/>
          </w:tcPr>
          <w:p w14:paraId="2E41CAE0" w14:textId="36D1E2E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D10AE58" w14:textId="104C90C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D3DEF" w14:textId="6D6DF5C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53DDD1A" w14:textId="5D917C8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1582236" w14:textId="3826EC0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D253D71" w14:textId="0F9A5D2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8B3115C" w14:textId="5602352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FB65E3" w:rsidRPr="00830F62" w14:paraId="5E267348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5F8E66D6" w14:textId="5B5F7AD7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50C141A" w14:textId="7026FE2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B6C2D04" w14:textId="199998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12:20</w:t>
            </w:r>
          </w:p>
        </w:tc>
        <w:tc>
          <w:tcPr>
            <w:tcW w:w="845" w:type="dxa"/>
            <w:gridSpan w:val="2"/>
            <w:vAlign w:val="bottom"/>
          </w:tcPr>
          <w:p w14:paraId="3007F128" w14:textId="1E2CC18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1.390</w:t>
            </w:r>
          </w:p>
        </w:tc>
        <w:tc>
          <w:tcPr>
            <w:tcW w:w="846" w:type="dxa"/>
            <w:gridSpan w:val="2"/>
            <w:vAlign w:val="bottom"/>
          </w:tcPr>
          <w:p w14:paraId="3BBB6B5D" w14:textId="3A2AA7E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0.47</w:t>
            </w:r>
          </w:p>
        </w:tc>
        <w:tc>
          <w:tcPr>
            <w:tcW w:w="846" w:type="dxa"/>
            <w:gridSpan w:val="2"/>
            <w:vAlign w:val="bottom"/>
          </w:tcPr>
          <w:p w14:paraId="2012B4D7" w14:textId="6D04FD9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4.0</w:t>
            </w:r>
          </w:p>
        </w:tc>
        <w:tc>
          <w:tcPr>
            <w:tcW w:w="836" w:type="dxa"/>
            <w:vAlign w:val="bottom"/>
          </w:tcPr>
          <w:p w14:paraId="08B05EB8" w14:textId="45C096A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712E7EAD" w14:textId="702E1FE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vAlign w:val="bottom"/>
          </w:tcPr>
          <w:p w14:paraId="1FBE97C7" w14:textId="4B4D9DA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0" w:type="dxa"/>
            <w:vAlign w:val="bottom"/>
          </w:tcPr>
          <w:p w14:paraId="6DD17A8B" w14:textId="259A61C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vAlign w:val="bottom"/>
          </w:tcPr>
          <w:p w14:paraId="18570AC1" w14:textId="5756B21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E444316" w14:textId="1FF6C51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CE8CF0" w14:textId="7C79A06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E01CD3F" w14:textId="3D50F7A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62BBFAD" w14:textId="6C437D7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7654F3A" w14:textId="336B3CDF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49D35D1" w14:textId="2502EA5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</w:tr>
      <w:tr w:rsidR="00FB65E3" w:rsidRPr="00830F62" w14:paraId="56B94C7F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042181A1" w14:textId="2B4571A1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476A341" w14:textId="7F13102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661BD12" w14:textId="0615D2E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12:20</w:t>
            </w:r>
          </w:p>
        </w:tc>
        <w:tc>
          <w:tcPr>
            <w:tcW w:w="845" w:type="dxa"/>
            <w:gridSpan w:val="2"/>
            <w:vAlign w:val="bottom"/>
          </w:tcPr>
          <w:p w14:paraId="0E9F27D2" w14:textId="0EE94C9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1.390</w:t>
            </w:r>
          </w:p>
        </w:tc>
        <w:tc>
          <w:tcPr>
            <w:tcW w:w="846" w:type="dxa"/>
            <w:gridSpan w:val="2"/>
            <w:vAlign w:val="bottom"/>
          </w:tcPr>
          <w:p w14:paraId="0AC75352" w14:textId="0B263BE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0.47</w:t>
            </w:r>
          </w:p>
        </w:tc>
        <w:tc>
          <w:tcPr>
            <w:tcW w:w="846" w:type="dxa"/>
            <w:gridSpan w:val="2"/>
            <w:vAlign w:val="bottom"/>
          </w:tcPr>
          <w:p w14:paraId="1BD434D4" w14:textId="74EA9E5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4.0</w:t>
            </w:r>
          </w:p>
        </w:tc>
        <w:tc>
          <w:tcPr>
            <w:tcW w:w="836" w:type="dxa"/>
            <w:vAlign w:val="bottom"/>
          </w:tcPr>
          <w:p w14:paraId="36FB59CB" w14:textId="44D09D5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63B0A419" w14:textId="2796351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0A944DBE" w14:textId="092F127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0" w:type="dxa"/>
            <w:vAlign w:val="bottom"/>
          </w:tcPr>
          <w:p w14:paraId="767732C2" w14:textId="7A5F7F0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51" w:type="dxa"/>
            <w:vAlign w:val="bottom"/>
          </w:tcPr>
          <w:p w14:paraId="55E33A48" w14:textId="65F5CEF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93FB51A" w14:textId="1B3FA3E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34ADC" w14:textId="29990D6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B2BBE67" w14:textId="2F4EA56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8343F3A" w14:textId="2043E9A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76A4453" w14:textId="71BF9C0D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2CBFD18" w14:textId="51F0F2C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830F62" w14:paraId="1BCF8D11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1DB8889E" w14:textId="2AEED651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B5DDF21" w14:textId="57BC453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B45C4A2" w14:textId="0D20629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15:40</w:t>
            </w:r>
          </w:p>
        </w:tc>
        <w:tc>
          <w:tcPr>
            <w:tcW w:w="845" w:type="dxa"/>
            <w:gridSpan w:val="2"/>
            <w:vAlign w:val="bottom"/>
          </w:tcPr>
          <w:p w14:paraId="6E957E46" w14:textId="3ABB555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0.507</w:t>
            </w:r>
          </w:p>
        </w:tc>
        <w:tc>
          <w:tcPr>
            <w:tcW w:w="846" w:type="dxa"/>
            <w:gridSpan w:val="2"/>
            <w:vAlign w:val="bottom"/>
          </w:tcPr>
          <w:p w14:paraId="781A3458" w14:textId="29A7F80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vAlign w:val="bottom"/>
          </w:tcPr>
          <w:p w14:paraId="205709FC" w14:textId="36D11D2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10.0</w:t>
            </w:r>
          </w:p>
        </w:tc>
        <w:tc>
          <w:tcPr>
            <w:tcW w:w="836" w:type="dxa"/>
            <w:vAlign w:val="bottom"/>
          </w:tcPr>
          <w:p w14:paraId="4626BF52" w14:textId="3D2EBCE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57867E29" w14:textId="30AFE3D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vAlign w:val="bottom"/>
          </w:tcPr>
          <w:p w14:paraId="5DA2CEC6" w14:textId="3266C48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16.1</w:t>
            </w:r>
          </w:p>
        </w:tc>
        <w:tc>
          <w:tcPr>
            <w:tcW w:w="850" w:type="dxa"/>
            <w:vAlign w:val="bottom"/>
          </w:tcPr>
          <w:p w14:paraId="49E360A4" w14:textId="6A9A5ED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8.9</w:t>
            </w:r>
          </w:p>
        </w:tc>
        <w:tc>
          <w:tcPr>
            <w:tcW w:w="851" w:type="dxa"/>
            <w:vAlign w:val="bottom"/>
          </w:tcPr>
          <w:p w14:paraId="32FF3DD5" w14:textId="0DB7D2D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4F3EE72" w14:textId="6141112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0F4BA1" w14:textId="4EEF3E7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ED52C83" w14:textId="76B4BD6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319934E" w14:textId="35C572A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734D89A" w14:textId="3C79E1B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1664772" w14:textId="30CEC84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</w:tr>
      <w:tr w:rsidR="00FB65E3" w:rsidRPr="00830F62" w14:paraId="79ED6BF2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0463734C" w14:textId="7F3368A8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64AE995" w14:textId="0CB2DCF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2EFFFD0" w14:textId="03321C1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11:40</w:t>
            </w:r>
          </w:p>
        </w:tc>
        <w:tc>
          <w:tcPr>
            <w:tcW w:w="845" w:type="dxa"/>
            <w:gridSpan w:val="2"/>
            <w:vAlign w:val="bottom"/>
          </w:tcPr>
          <w:p w14:paraId="3C35A867" w14:textId="1FCD1E1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1.503</w:t>
            </w:r>
          </w:p>
        </w:tc>
        <w:tc>
          <w:tcPr>
            <w:tcW w:w="846" w:type="dxa"/>
            <w:gridSpan w:val="2"/>
            <w:vAlign w:val="bottom"/>
          </w:tcPr>
          <w:p w14:paraId="718A4916" w14:textId="3E2872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0.42</w:t>
            </w:r>
          </w:p>
        </w:tc>
        <w:tc>
          <w:tcPr>
            <w:tcW w:w="846" w:type="dxa"/>
            <w:gridSpan w:val="2"/>
            <w:vAlign w:val="bottom"/>
          </w:tcPr>
          <w:p w14:paraId="6122D0BE" w14:textId="7283C64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7.0</w:t>
            </w:r>
          </w:p>
        </w:tc>
        <w:tc>
          <w:tcPr>
            <w:tcW w:w="836" w:type="dxa"/>
            <w:vAlign w:val="bottom"/>
          </w:tcPr>
          <w:p w14:paraId="0FAEFDB1" w14:textId="025ADC7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47471BA9" w14:textId="21B0606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0.1</w:t>
            </w:r>
          </w:p>
        </w:tc>
        <w:tc>
          <w:tcPr>
            <w:tcW w:w="846" w:type="dxa"/>
            <w:vAlign w:val="bottom"/>
          </w:tcPr>
          <w:p w14:paraId="0DFCEA41" w14:textId="17DE616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10.6</w:t>
            </w:r>
          </w:p>
        </w:tc>
        <w:tc>
          <w:tcPr>
            <w:tcW w:w="850" w:type="dxa"/>
            <w:vAlign w:val="bottom"/>
          </w:tcPr>
          <w:p w14:paraId="3AB37A82" w14:textId="5D178DB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7.5</w:t>
            </w:r>
          </w:p>
        </w:tc>
        <w:tc>
          <w:tcPr>
            <w:tcW w:w="851" w:type="dxa"/>
            <w:vAlign w:val="bottom"/>
          </w:tcPr>
          <w:p w14:paraId="126F9E3A" w14:textId="34615BE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F15D81B" w14:textId="4EBC6B3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10771F" w14:textId="3054906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6B6CF01" w14:textId="00CCE43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E30450A" w14:textId="1F6DEA7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CD544C8" w14:textId="048D193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CBC96AE" w14:textId="00A707F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</w:tr>
      <w:tr w:rsidR="00FB65E3" w:rsidRPr="00830F62" w14:paraId="25849FBC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45321D8" w14:textId="4C40EF1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4629EC" w14:textId="1F55E88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C2FD08" w14:textId="677C9DE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1DB84" w14:textId="72E2474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F5F53" w14:textId="4080410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F8BD1B" w14:textId="74F0913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B995D" w14:textId="0C84C1C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B7557B" w14:textId="03994DB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74193" w14:textId="4F78B14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7B81D7" w14:textId="0029C95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30DBFD" w14:textId="23B46BB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744C4E" w14:textId="1F5C2EB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1038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A02C8A" w14:textId="6742C86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9B307" w14:textId="3B0BDF0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5E7FC" w14:textId="1823333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1A395" w14:textId="76ADB9C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D80D7" w14:textId="6504E2E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</w:tr>
      <w:tr w:rsidR="00FB65E3" w:rsidRPr="00830F62" w14:paraId="02A734EE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BF0AADD" w14:textId="70963AA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D7C9A3" w14:textId="45DE0BF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2024.01.30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5F34AE" w14:textId="6BEC46D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4AF1B" w14:textId="7CA3E65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6E8BFC" w14:textId="62F7608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CE89B" w14:textId="5D1E996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48D01" w14:textId="595D91B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521B3B" w14:textId="115231B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B854B" w14:textId="39CB3B2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56671" w14:textId="129E4AA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7A882" w14:textId="466ED98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86A8D" w14:textId="60897AF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0C8FA4" w14:textId="10B7DCD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F807D" w14:textId="1C7EFB2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10343" w14:textId="0D8779B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728F6" w14:textId="3E0AB87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B3684" w14:textId="5A26D65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830F62" w14:paraId="03FC8117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3A6532B" w14:textId="1A1876B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D1881D" w14:textId="66F2BCB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2024.01.31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5FBC2B" w14:textId="742C924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C28C5F" w14:textId="2225EC6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8FEEAE" w14:textId="1211AC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C45EB4" w14:textId="17F133D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7202E6" w14:textId="02473D9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5ED6D" w14:textId="44B3CFF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D22717" w14:textId="30CA7CF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329BE8" w14:textId="4AE1EB5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40B8A" w14:textId="5357F03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8B9B80" w14:textId="5DDFB80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D96CB1" w14:textId="2F70E3B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2BB16B" w14:textId="466BBFA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423E1A" w14:textId="62F46BB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511F6" w14:textId="4945283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9ECBC8" w14:textId="1DEF809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</w:tr>
      <w:tr w:rsidR="00FB65E3" w:rsidRPr="00830F62" w14:paraId="1A737990" w14:textId="77777777" w:rsidTr="00C57F2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8F10322" w14:textId="1000A83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93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111F689" w14:textId="71709628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2BAEAD" w14:textId="5BB09802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8F293" w14:textId="2CDC1F44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0.507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DEAF12" w14:textId="38271C8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EF0BD2" w14:textId="35F1394A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A55FA9" w14:textId="75EA7EEC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3D793" w14:textId="6046305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81DB93" w14:textId="0660CFF5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D16094" w14:textId="3D6ACBF1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730739" w14:textId="471122F2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E90067" w14:textId="198ED9C0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C16270" w14:textId="10B04AC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A0F31" w14:textId="429FE8A2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5C6F5" w14:textId="6E9B3298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BE7E19" w14:textId="7D4B71EE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F8376F" w14:textId="16E9A43C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</w:t>
            </w:r>
          </w:p>
        </w:tc>
      </w:tr>
      <w:tr w:rsidR="00C57F23" w:rsidRPr="00830F62" w14:paraId="3012549F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13A420C" w14:textId="784788BA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94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3049CAD" w14:textId="0E271C5B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2024.02.02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FB7C48" w14:textId="13E7BA02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08:40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DB8B21" w14:textId="39EE00D7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0.498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5755AF1" w14:textId="0AFAE150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2E7CE3" w14:textId="283DFE32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79BFD2" w14:textId="53C80185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C0AD56" w14:textId="6D5C400E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BC6A91C" w14:textId="60B4AE9C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529488" w14:textId="41AF3D9C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18D489" w14:textId="4CC7B2CC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9E6F46" w14:textId="73380987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1030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1FB2A9" w14:textId="3BBD8DBA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15DC42" w14:textId="1B36EFFC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AF81CE" w14:textId="39E63FBA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41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138DA8" w14:textId="1CCEAFBD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1.44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2E58D1" w14:textId="57A7F641" w:rsidR="00C57F23" w:rsidRPr="00FB65E3" w:rsidRDefault="00C57F2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82</w:t>
            </w:r>
          </w:p>
        </w:tc>
      </w:tr>
    </w:tbl>
    <w:p w14:paraId="35CDAE1A" w14:textId="15205320" w:rsidR="00FB65E3" w:rsidRDefault="00C57F23" w:rsidP="00FB65E3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  <w:r>
        <w:rPr>
          <w:rFonts w:eastAsia="Times New Roman"/>
          <w:bCs/>
          <w:noProof w:val="0"/>
          <w:snapToGrid w:val="0"/>
          <w:szCs w:val="22"/>
          <w:lang w:bidi="en-US"/>
        </w:rPr>
        <w:br/>
      </w:r>
      <w:r w:rsidR="00FB65E3">
        <w:rPr>
          <w:rFonts w:eastAsia="Times New Roman"/>
          <w:bCs/>
          <w:noProof w:val="0"/>
          <w:snapToGrid w:val="0"/>
          <w:szCs w:val="22"/>
          <w:lang w:bidi="en-US"/>
        </w:rPr>
        <w:t>Table S1 continued.</w:t>
      </w: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FB65E3" w:rsidRPr="00175819" w14:paraId="564145C7" w14:textId="77777777" w:rsidTr="00FB65E3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E9CF3CA" w14:textId="77777777" w:rsidR="00FB65E3" w:rsidRDefault="00FB65E3" w:rsidP="00097A55">
            <w:pPr>
              <w:pStyle w:val="MDPI42tablebody"/>
              <w:spacing w:before="60" w:after="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INPUT DATA</w:t>
            </w:r>
          </w:p>
        </w:tc>
      </w:tr>
      <w:tr w:rsidR="00FB65E3" w:rsidRPr="00175819" w14:paraId="189AA88F" w14:textId="77777777" w:rsidTr="00FB65E3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1EC261" w14:textId="77777777" w:rsidR="00FB65E3" w:rsidRPr="00175819" w:rsidRDefault="00FB65E3" w:rsidP="00097A55">
            <w:pPr>
              <w:pStyle w:val="MDPI42tablebody"/>
              <w:spacing w:before="240"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N</w:t>
            </w:r>
            <w:r>
              <w:rPr>
                <w:b/>
                <w:bCs/>
                <w:sz w:val="18"/>
                <w:szCs w:val="18"/>
              </w:rPr>
              <w:t>o</w:t>
            </w:r>
            <w:r w:rsidRPr="00175819">
              <w:rPr>
                <w:b/>
                <w:bCs/>
                <w:sz w:val="18"/>
                <w:szCs w:val="18"/>
              </w:rPr>
              <w:t>.</w:t>
            </w:r>
          </w:p>
          <w:p w14:paraId="3413C9F9" w14:textId="77777777" w:rsidR="00FB65E3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of</w:t>
            </w:r>
          </w:p>
          <w:p w14:paraId="76381AEA" w14:textId="77777777" w:rsidR="00FB65E3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ob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616D6B75" w14:textId="77777777" w:rsidR="00FB65E3" w:rsidRPr="00175819" w:rsidRDefault="00FB65E3" w:rsidP="00097A55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ser-</w:t>
            </w:r>
          </w:p>
          <w:p w14:paraId="3DC04970" w14:textId="77777777" w:rsidR="00FB65E3" w:rsidRDefault="00FB65E3" w:rsidP="00097A55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v</w:t>
            </w:r>
            <w:r w:rsidRPr="00175819">
              <w:rPr>
                <w:b/>
                <w:bCs/>
                <w:sz w:val="18"/>
                <w:szCs w:val="18"/>
              </w:rPr>
              <w:t>a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14CE10AD" w14:textId="77777777" w:rsidR="00FB65E3" w:rsidRPr="00175819" w:rsidRDefault="00FB65E3" w:rsidP="00097A55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27F29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B51838" w14:textId="77777777" w:rsidR="00FB65E3" w:rsidRPr="00175819" w:rsidRDefault="00FB65E3" w:rsidP="00097A55">
            <w:pPr>
              <w:pStyle w:val="MDPI42tablebody"/>
              <w:spacing w:before="400" w:line="260" w:lineRule="exact"/>
              <w:rPr>
                <w:b/>
                <w:bCs/>
                <w:sz w:val="18"/>
                <w:szCs w:val="18"/>
              </w:rPr>
            </w:pPr>
          </w:p>
          <w:p w14:paraId="476EEB65" w14:textId="77777777" w:rsidR="00FB65E3" w:rsidRPr="00175819" w:rsidRDefault="00FB65E3" w:rsidP="00097A55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94D5F" w14:textId="77777777" w:rsidR="00FB65E3" w:rsidRDefault="00FB65E3" w:rsidP="00097A55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Solar</w:t>
            </w:r>
          </w:p>
          <w:p w14:paraId="6829FA85" w14:textId="77777777" w:rsidR="00FB65E3" w:rsidRPr="00175819" w:rsidRDefault="00FB65E3" w:rsidP="00097A55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radiation con-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stant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 (</w:t>
            </w:r>
            <w:r w:rsidRPr="00175819">
              <w:rPr>
                <w:rFonts w:cs="Calibri"/>
                <w:b/>
                <w:bCs/>
                <w:sz w:val="18"/>
                <w:szCs w:val="18"/>
              </w:rPr>
              <w:t>Q</w:t>
            </w:r>
            <w:r w:rsidRPr="00175819">
              <w:rPr>
                <w:rFonts w:cs="Calibri"/>
                <w:b/>
                <w:bCs/>
                <w:sz w:val="18"/>
                <w:szCs w:val="18"/>
                <w:vertAlign w:val="subscript"/>
              </w:rPr>
              <w:t>0</w:t>
            </w:r>
            <w:r w:rsidRPr="00175819">
              <w:rPr>
                <w:b/>
                <w:bCs/>
                <w:sz w:val="18"/>
                <w:szCs w:val="18"/>
              </w:rPr>
              <w:t>)</w:t>
            </w:r>
            <w:r w:rsidRPr="00175819">
              <w:rPr>
                <w:b/>
                <w:bCs/>
                <w:sz w:val="18"/>
                <w:szCs w:val="18"/>
                <w:vertAlign w:val="subscript"/>
              </w:rPr>
              <w:br/>
            </w: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MJ∙m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2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∙hour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rFonts w:eastAsiaTheme="minorEastAsia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7CA552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Di-men-</w:t>
            </w:r>
            <w:proofErr w:type="spellStart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sion</w:t>
            </w:r>
            <w:proofErr w:type="spellEnd"/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-less cons-tant</w:t>
            </w:r>
          </w:p>
          <w:p w14:paraId="21DF0EF0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(</w:t>
            </w:r>
            <w:r w:rsidRPr="00175819">
              <w:rPr>
                <w:rFonts w:eastAsiaTheme="minorEastAsia"/>
                <w:b/>
                <w:bCs/>
              </w:rPr>
              <w:t>α</w:t>
            </w:r>
            <w:r w:rsidRPr="00175819">
              <w:rPr>
                <w:rFonts w:eastAsiaTheme="minorEastAsia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CBFFE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Air</w:t>
            </w:r>
          </w:p>
          <w:p w14:paraId="6C6E2C97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tem</w:t>
            </w:r>
            <w:proofErr w:type="spellEnd"/>
            <w:r>
              <w:rPr>
                <w:b/>
                <w:bCs/>
                <w:sz w:val="18"/>
                <w:szCs w:val="18"/>
              </w:rPr>
              <w:t>-</w:t>
            </w:r>
          </w:p>
          <w:p w14:paraId="59B19B55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per</w:t>
            </w:r>
            <w:r>
              <w:rPr>
                <w:b/>
                <w:bCs/>
                <w:sz w:val="18"/>
                <w:szCs w:val="18"/>
              </w:rPr>
              <w:t>-</w:t>
            </w:r>
          </w:p>
          <w:p w14:paraId="0DA0FD19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ature</w:t>
            </w:r>
            <w:proofErr w:type="spellEnd"/>
          </w:p>
          <w:p w14:paraId="741A6D2A" w14:textId="77777777" w:rsidR="00FB65E3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(T</w:t>
            </w:r>
            <w:r w:rsidRPr="00314AD1">
              <w:rPr>
                <w:b/>
                <w:bCs/>
                <w:sz w:val="18"/>
                <w:szCs w:val="18"/>
                <w:vertAlign w:val="subscript"/>
              </w:rPr>
              <w:t>a</w:t>
            </w:r>
            <w:r>
              <w:rPr>
                <w:b/>
                <w:bCs/>
                <w:sz w:val="18"/>
                <w:szCs w:val="18"/>
              </w:rPr>
              <w:t>)</w:t>
            </w:r>
          </w:p>
          <w:p w14:paraId="34DAD03B" w14:textId="77777777" w:rsidR="00FB65E3" w:rsidRPr="00175819" w:rsidRDefault="00FB65E3" w:rsidP="00097A55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°C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733788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64263CE9" w14:textId="77777777" w:rsidR="00FB65E3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29FBB50D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sun-</w:t>
            </w:r>
          </w:p>
          <w:p w14:paraId="385D779C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shine</w:t>
            </w:r>
          </w:p>
          <w:p w14:paraId="74C264E0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dura-</w:t>
            </w:r>
          </w:p>
          <w:p w14:paraId="60A4D0F8" w14:textId="77777777" w:rsidR="00FB65E3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  <w:p w14:paraId="2DF1B401" w14:textId="77777777" w:rsidR="00FB65E3" w:rsidRPr="00175819" w:rsidRDefault="00FB65E3" w:rsidP="00097A55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</w:t>
            </w:r>
            <w:proofErr w:type="spellStart"/>
            <w:r>
              <w:rPr>
                <w:b/>
                <w:bCs/>
                <w:sz w:val="18"/>
                <w:szCs w:val="18"/>
              </w:rPr>
              <w:t>rsd</w:t>
            </w:r>
            <w:proofErr w:type="spellEnd"/>
            <w:r>
              <w:rPr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935225" w14:textId="77777777" w:rsidR="00FB65E3" w:rsidRDefault="00FB65E3" w:rsidP="00097A55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Cloud cover</w:t>
            </w:r>
          </w:p>
          <w:p w14:paraId="2AC32FBB" w14:textId="77777777" w:rsidR="00FB65E3" w:rsidRPr="00175819" w:rsidRDefault="00FB65E3" w:rsidP="00097A55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(N)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0AEE0E" w14:textId="77777777" w:rsidR="00FB65E3" w:rsidRPr="00175819" w:rsidRDefault="00FB65E3" w:rsidP="00097A55">
            <w:pPr>
              <w:pStyle w:val="MDPI42tablebody"/>
              <w:spacing w:before="600"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475B4FC0" w14:textId="77777777" w:rsidR="00FB65E3" w:rsidRPr="00175819" w:rsidRDefault="00FB65E3" w:rsidP="00097A55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gust</w:t>
            </w:r>
          </w:p>
          <w:p w14:paraId="150F493A" w14:textId="77777777" w:rsidR="00FB65E3" w:rsidRPr="00175819" w:rsidRDefault="00FB65E3" w:rsidP="00097A55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678ECB2" w14:textId="77777777" w:rsidR="00FB65E3" w:rsidRPr="00175819" w:rsidRDefault="00FB65E3" w:rsidP="00097A55">
            <w:pPr>
              <w:pStyle w:val="MDPI42tablebody"/>
              <w:spacing w:before="480"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Aver-</w:t>
            </w:r>
          </w:p>
          <w:p w14:paraId="681D2C19" w14:textId="77777777" w:rsidR="00FB65E3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age</w:t>
            </w:r>
          </w:p>
          <w:p w14:paraId="4231A734" w14:textId="77777777" w:rsidR="00FB65E3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wind</w:t>
            </w:r>
          </w:p>
          <w:p w14:paraId="05E853DB" w14:textId="77777777" w:rsidR="00FB65E3" w:rsidRPr="00175819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speed </w:t>
            </w:r>
          </w:p>
          <w:p w14:paraId="3CE5A37E" w14:textId="77777777" w:rsidR="00FB65E3" w:rsidRPr="00175819" w:rsidRDefault="00FB65E3" w:rsidP="00097A55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BDF5AF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Rel-</w:t>
            </w:r>
          </w:p>
          <w:p w14:paraId="22871D68" w14:textId="77777777" w:rsidR="00FB65E3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ative</w:t>
            </w:r>
            <w:proofErr w:type="spellEnd"/>
          </w:p>
          <w:p w14:paraId="347FE8A9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>humid-</w:t>
            </w:r>
          </w:p>
          <w:p w14:paraId="2A0D78FB" w14:textId="77777777" w:rsidR="00FB65E3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 w:rsidRPr="00175819">
              <w:rPr>
                <w:b/>
                <w:bCs/>
                <w:sz w:val="18"/>
                <w:szCs w:val="18"/>
              </w:rPr>
              <w:t>ity</w:t>
            </w:r>
            <w:proofErr w:type="spellEnd"/>
          </w:p>
          <w:p w14:paraId="61E70A00" w14:textId="77777777" w:rsidR="00FB65E3" w:rsidRPr="00175819" w:rsidRDefault="00FB65E3" w:rsidP="00097A55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Pr="00175819">
              <w:rPr>
                <w:b/>
                <w:bCs/>
                <w:sz w:val="18"/>
                <w:szCs w:val="18"/>
              </w:rPr>
              <w:t>%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779383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175819">
              <w:rPr>
                <w:b/>
                <w:bCs/>
                <w:sz w:val="18"/>
                <w:szCs w:val="18"/>
              </w:rPr>
              <w:t xml:space="preserve">Air 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pres</w:t>
            </w:r>
            <w:proofErr w:type="spellEnd"/>
            <w:r w:rsidRPr="00175819">
              <w:rPr>
                <w:b/>
                <w:bCs/>
                <w:sz w:val="18"/>
                <w:szCs w:val="18"/>
              </w:rPr>
              <w:t xml:space="preserve">-sure </w:t>
            </w: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175819"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630FE9" w14:textId="77777777" w:rsidR="00FB65E3" w:rsidRPr="00175819" w:rsidRDefault="00FB65E3" w:rsidP="00097A55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before activity [kg]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0663949" w14:textId="77777777" w:rsidR="00FB65E3" w:rsidRPr="00175819" w:rsidRDefault="00FB65E3" w:rsidP="00097A55">
            <w:pPr>
              <w:pStyle w:val="MDPI42tablebody"/>
              <w:spacing w:before="36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Body mass after</w:t>
            </w:r>
            <w:r>
              <w:rPr>
                <w:b/>
                <w:bCs/>
                <w:sz w:val="18"/>
                <w:szCs w:val="18"/>
              </w:rPr>
              <w:br/>
              <w:t>activity [kg]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CB05E9E" w14:textId="77777777" w:rsidR="00FB65E3" w:rsidRDefault="00FB65E3" w:rsidP="00097A55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Duration of activity</w:t>
            </w:r>
          </w:p>
          <w:p w14:paraId="552A969C" w14:textId="77777777" w:rsidR="00FB65E3" w:rsidRPr="00175819" w:rsidRDefault="00FB65E3" w:rsidP="00097A55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[min]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5DE0B5E3" w14:textId="77777777" w:rsidR="00FB65E3" w:rsidRPr="00175819" w:rsidRDefault="00FB65E3" w:rsidP="00097A55">
            <w:pPr>
              <w:pStyle w:val="MDPI42tablebody"/>
              <w:spacing w:before="48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Speed of walking</w:t>
            </w:r>
            <w:r>
              <w:rPr>
                <w:b/>
                <w:bCs/>
                <w:sz w:val="18"/>
                <w:szCs w:val="18"/>
              </w:rPr>
              <w:br/>
              <w:t>[ms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AEAFCB" w14:textId="77777777" w:rsidR="00FB65E3" w:rsidRPr="00175819" w:rsidRDefault="00FB65E3" w:rsidP="00097A55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Average </w:t>
            </w:r>
            <w:r w:rsidRPr="00FB65E3">
              <w:rPr>
                <w:b/>
                <w:bCs/>
                <w:sz w:val="18"/>
                <w:szCs w:val="18"/>
              </w:rPr>
              <w:t>beats per minute</w:t>
            </w:r>
            <w:r>
              <w:rPr>
                <w:b/>
                <w:bCs/>
                <w:sz w:val="18"/>
                <w:szCs w:val="18"/>
              </w:rPr>
              <w:t xml:space="preserve"> (BPM)</w:t>
            </w:r>
          </w:p>
        </w:tc>
      </w:tr>
      <w:tr w:rsidR="00FB65E3" w:rsidRPr="00487EFB" w14:paraId="370047BD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441C1F55" w14:textId="4C6F8C68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5EADB72" w14:textId="00B86F5C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DF1568B" w14:textId="6AFBDEA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15:10</w:t>
            </w:r>
          </w:p>
        </w:tc>
        <w:tc>
          <w:tcPr>
            <w:tcW w:w="845" w:type="dxa"/>
            <w:gridSpan w:val="2"/>
            <w:vAlign w:val="bottom"/>
          </w:tcPr>
          <w:p w14:paraId="4E91D9D4" w14:textId="087F716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0.846</w:t>
            </w:r>
          </w:p>
        </w:tc>
        <w:tc>
          <w:tcPr>
            <w:tcW w:w="846" w:type="dxa"/>
            <w:gridSpan w:val="2"/>
            <w:vAlign w:val="bottom"/>
          </w:tcPr>
          <w:p w14:paraId="4C5E70DB" w14:textId="087BBED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0.36</w:t>
            </w:r>
          </w:p>
        </w:tc>
        <w:tc>
          <w:tcPr>
            <w:tcW w:w="846" w:type="dxa"/>
            <w:gridSpan w:val="2"/>
            <w:vAlign w:val="bottom"/>
          </w:tcPr>
          <w:p w14:paraId="5E1C6F67" w14:textId="7821846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13.5</w:t>
            </w:r>
          </w:p>
        </w:tc>
        <w:tc>
          <w:tcPr>
            <w:tcW w:w="836" w:type="dxa"/>
            <w:vAlign w:val="bottom"/>
          </w:tcPr>
          <w:p w14:paraId="03EAA733" w14:textId="43964AE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58" w:type="dxa"/>
            <w:gridSpan w:val="2"/>
            <w:vAlign w:val="bottom"/>
          </w:tcPr>
          <w:p w14:paraId="5C1D0EC4" w14:textId="48099BB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46" w:type="dxa"/>
            <w:vAlign w:val="bottom"/>
          </w:tcPr>
          <w:p w14:paraId="61CC5ABB" w14:textId="44A43C9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10.6</w:t>
            </w:r>
          </w:p>
        </w:tc>
        <w:tc>
          <w:tcPr>
            <w:tcW w:w="850" w:type="dxa"/>
            <w:vAlign w:val="bottom"/>
          </w:tcPr>
          <w:p w14:paraId="77C1967D" w14:textId="0CF3FA5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6.4</w:t>
            </w:r>
          </w:p>
        </w:tc>
        <w:tc>
          <w:tcPr>
            <w:tcW w:w="851" w:type="dxa"/>
            <w:vAlign w:val="bottom"/>
          </w:tcPr>
          <w:p w14:paraId="58B74274" w14:textId="4640457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97D3E86" w14:textId="779C0B8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4611D" w14:textId="5492067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29E657D" w14:textId="246B8CA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1A8189F" w14:textId="23755E7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8C545AE" w14:textId="0165852F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30F24B7" w14:textId="25F84AF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</w:tr>
      <w:tr w:rsidR="00FB65E3" w:rsidRPr="00487EFB" w14:paraId="5A348184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0CCED89" w14:textId="1222B59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0C16C5F" w14:textId="2A123C4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7675CEA" w14:textId="0780E537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12:30</w:t>
            </w:r>
          </w:p>
        </w:tc>
        <w:tc>
          <w:tcPr>
            <w:tcW w:w="845" w:type="dxa"/>
            <w:gridSpan w:val="2"/>
            <w:vAlign w:val="bottom"/>
          </w:tcPr>
          <w:p w14:paraId="63646621" w14:textId="7634CF21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1.897</w:t>
            </w:r>
          </w:p>
        </w:tc>
        <w:tc>
          <w:tcPr>
            <w:tcW w:w="846" w:type="dxa"/>
            <w:gridSpan w:val="2"/>
            <w:vAlign w:val="bottom"/>
          </w:tcPr>
          <w:p w14:paraId="1DAEFA20" w14:textId="56A967B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0.41</w:t>
            </w:r>
          </w:p>
        </w:tc>
        <w:tc>
          <w:tcPr>
            <w:tcW w:w="846" w:type="dxa"/>
            <w:gridSpan w:val="2"/>
            <w:vAlign w:val="bottom"/>
          </w:tcPr>
          <w:p w14:paraId="5CBE53F2" w14:textId="0B64B2C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15.0</w:t>
            </w:r>
          </w:p>
        </w:tc>
        <w:tc>
          <w:tcPr>
            <w:tcW w:w="836" w:type="dxa"/>
            <w:vAlign w:val="bottom"/>
          </w:tcPr>
          <w:p w14:paraId="0CA75F35" w14:textId="555D8E4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0BFC2423" w14:textId="7D5A336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46" w:type="dxa"/>
            <w:vAlign w:val="bottom"/>
          </w:tcPr>
          <w:p w14:paraId="630308D0" w14:textId="56790E7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5.6</w:t>
            </w:r>
          </w:p>
        </w:tc>
        <w:tc>
          <w:tcPr>
            <w:tcW w:w="850" w:type="dxa"/>
            <w:vAlign w:val="bottom"/>
          </w:tcPr>
          <w:p w14:paraId="0675F2F3" w14:textId="1E8FEC3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1" w:type="dxa"/>
            <w:vAlign w:val="bottom"/>
          </w:tcPr>
          <w:p w14:paraId="75F61084" w14:textId="0BEE8D2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BE499A7" w14:textId="7F5D60E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785B2" w14:textId="788FA0C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C00B20A" w14:textId="02B161E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1BB0233" w14:textId="0CBCF8C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E502CD5" w14:textId="4DA1B302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4D493BD" w14:textId="4328B6A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</w:tr>
      <w:tr w:rsidR="00FB65E3" w:rsidRPr="00487EFB" w14:paraId="43577C71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B598636" w14:textId="4F296C4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47E969E" w14:textId="281C9AC8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764EC70" w14:textId="54F03C9B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13:50</w:t>
            </w:r>
          </w:p>
        </w:tc>
        <w:tc>
          <w:tcPr>
            <w:tcW w:w="845" w:type="dxa"/>
            <w:gridSpan w:val="2"/>
            <w:vAlign w:val="bottom"/>
          </w:tcPr>
          <w:p w14:paraId="65CF51A3" w14:textId="260D8114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1.746</w:t>
            </w:r>
          </w:p>
        </w:tc>
        <w:tc>
          <w:tcPr>
            <w:tcW w:w="846" w:type="dxa"/>
            <w:gridSpan w:val="2"/>
            <w:vAlign w:val="bottom"/>
          </w:tcPr>
          <w:p w14:paraId="5D7BC8F5" w14:textId="5E81A24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vAlign w:val="bottom"/>
          </w:tcPr>
          <w:p w14:paraId="70D94AAC" w14:textId="36DFA50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13.0</w:t>
            </w:r>
          </w:p>
        </w:tc>
        <w:tc>
          <w:tcPr>
            <w:tcW w:w="836" w:type="dxa"/>
            <w:vAlign w:val="bottom"/>
          </w:tcPr>
          <w:p w14:paraId="5B12A95C" w14:textId="5DB5987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58" w:type="dxa"/>
            <w:gridSpan w:val="2"/>
            <w:vAlign w:val="bottom"/>
          </w:tcPr>
          <w:p w14:paraId="75F81871" w14:textId="1D80538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46" w:type="dxa"/>
            <w:vAlign w:val="bottom"/>
          </w:tcPr>
          <w:p w14:paraId="49CEA814" w14:textId="0EB5031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8.3</w:t>
            </w:r>
          </w:p>
        </w:tc>
        <w:tc>
          <w:tcPr>
            <w:tcW w:w="850" w:type="dxa"/>
            <w:vAlign w:val="bottom"/>
          </w:tcPr>
          <w:p w14:paraId="1812D904" w14:textId="3CBFC40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1" w:type="dxa"/>
            <w:vAlign w:val="bottom"/>
          </w:tcPr>
          <w:p w14:paraId="261C2873" w14:textId="7BA8F74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1488DE2" w14:textId="2DD384E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7E33A" w14:textId="55294AD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D5516E4" w14:textId="31921F4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45BF52E" w14:textId="4592049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6D9C312" w14:textId="4A1E1A6E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B1D6FD1" w14:textId="1FDB79E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</w:tr>
      <w:tr w:rsidR="00FB65E3" w:rsidRPr="00487EFB" w14:paraId="295A9A91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E4DDAE3" w14:textId="01C392F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BD2F627" w14:textId="21721E75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73A1F24" w14:textId="5BC59145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12:10</w:t>
            </w:r>
          </w:p>
        </w:tc>
        <w:tc>
          <w:tcPr>
            <w:tcW w:w="845" w:type="dxa"/>
            <w:gridSpan w:val="2"/>
            <w:vAlign w:val="bottom"/>
          </w:tcPr>
          <w:p w14:paraId="1BC99447" w14:textId="7EC7E95A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1.897</w:t>
            </w:r>
          </w:p>
        </w:tc>
        <w:tc>
          <w:tcPr>
            <w:tcW w:w="846" w:type="dxa"/>
            <w:gridSpan w:val="2"/>
            <w:vAlign w:val="bottom"/>
          </w:tcPr>
          <w:p w14:paraId="1F4A265C" w14:textId="5B7922F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0.41</w:t>
            </w:r>
          </w:p>
        </w:tc>
        <w:tc>
          <w:tcPr>
            <w:tcW w:w="846" w:type="dxa"/>
            <w:gridSpan w:val="2"/>
            <w:vAlign w:val="bottom"/>
          </w:tcPr>
          <w:p w14:paraId="7AAE6498" w14:textId="2B3F6A2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13.8</w:t>
            </w:r>
          </w:p>
        </w:tc>
        <w:tc>
          <w:tcPr>
            <w:tcW w:w="836" w:type="dxa"/>
            <w:vAlign w:val="bottom"/>
          </w:tcPr>
          <w:p w14:paraId="0F561EDF" w14:textId="20C0C79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75EB0A07" w14:textId="4680D25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vAlign w:val="bottom"/>
          </w:tcPr>
          <w:p w14:paraId="54ECB783" w14:textId="7F3869D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0" w:type="dxa"/>
            <w:vAlign w:val="bottom"/>
          </w:tcPr>
          <w:p w14:paraId="1848F7EE" w14:textId="31049CA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1" w:type="dxa"/>
            <w:vAlign w:val="bottom"/>
          </w:tcPr>
          <w:p w14:paraId="425C290C" w14:textId="7F6ED27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49F850D" w14:textId="43FC852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03FCE" w14:textId="3B4A1F8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5C93E2" w14:textId="211E567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2A21AF9" w14:textId="0395747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FF17C14" w14:textId="3758FDA2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E31D8E6" w14:textId="635F503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79</w:t>
            </w:r>
          </w:p>
        </w:tc>
      </w:tr>
      <w:tr w:rsidR="00FB65E3" w:rsidRPr="00487EFB" w14:paraId="62E724E4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3E86A32" w14:textId="4F5DE5B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63EB882" w14:textId="72134902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F3943D8" w14:textId="2C48355E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11:40</w:t>
            </w:r>
          </w:p>
        </w:tc>
        <w:tc>
          <w:tcPr>
            <w:tcW w:w="845" w:type="dxa"/>
            <w:gridSpan w:val="2"/>
            <w:vAlign w:val="bottom"/>
          </w:tcPr>
          <w:p w14:paraId="12EC8F89" w14:textId="0E123C15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1.909</w:t>
            </w:r>
          </w:p>
        </w:tc>
        <w:tc>
          <w:tcPr>
            <w:tcW w:w="846" w:type="dxa"/>
            <w:gridSpan w:val="2"/>
            <w:vAlign w:val="bottom"/>
          </w:tcPr>
          <w:p w14:paraId="184B3AFC" w14:textId="12355C8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vAlign w:val="bottom"/>
          </w:tcPr>
          <w:p w14:paraId="1922A293" w14:textId="11D3F93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14.0</w:t>
            </w:r>
          </w:p>
        </w:tc>
        <w:tc>
          <w:tcPr>
            <w:tcW w:w="836" w:type="dxa"/>
            <w:vAlign w:val="bottom"/>
          </w:tcPr>
          <w:p w14:paraId="60C3B0C0" w14:textId="292C473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4E609D4D" w14:textId="78BD34D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6B7F6DDC" w14:textId="7102ADF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10.3</w:t>
            </w:r>
          </w:p>
        </w:tc>
        <w:tc>
          <w:tcPr>
            <w:tcW w:w="850" w:type="dxa"/>
            <w:vAlign w:val="bottom"/>
          </w:tcPr>
          <w:p w14:paraId="12A6776D" w14:textId="058B1EE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1" w:type="dxa"/>
            <w:vAlign w:val="bottom"/>
          </w:tcPr>
          <w:p w14:paraId="174056A9" w14:textId="47BFFE0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A493E81" w14:textId="205AE0F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EF9BAE" w14:textId="289EBC6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1341A42" w14:textId="55072CD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6E02AB9" w14:textId="7116126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0D3BF64" w14:textId="41A815AD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6624468" w14:textId="073D721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</w:t>
            </w:r>
          </w:p>
        </w:tc>
      </w:tr>
      <w:tr w:rsidR="00FB65E3" w:rsidRPr="00487EFB" w14:paraId="6081B2B3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87F3A3C" w14:textId="6368C06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3E9EFDB" w14:textId="26F5D07A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0A37927" w14:textId="50B1DD9C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13:50</w:t>
            </w:r>
          </w:p>
        </w:tc>
        <w:tc>
          <w:tcPr>
            <w:tcW w:w="845" w:type="dxa"/>
            <w:gridSpan w:val="2"/>
            <w:vAlign w:val="bottom"/>
          </w:tcPr>
          <w:p w14:paraId="7A6BA9C7" w14:textId="64EEDEB1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1.746</w:t>
            </w:r>
          </w:p>
        </w:tc>
        <w:tc>
          <w:tcPr>
            <w:tcW w:w="846" w:type="dxa"/>
            <w:gridSpan w:val="2"/>
            <w:vAlign w:val="bottom"/>
          </w:tcPr>
          <w:p w14:paraId="0F5D249E" w14:textId="1198A5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vAlign w:val="bottom"/>
          </w:tcPr>
          <w:p w14:paraId="0352757A" w14:textId="27B99E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18.2</w:t>
            </w:r>
          </w:p>
        </w:tc>
        <w:tc>
          <w:tcPr>
            <w:tcW w:w="836" w:type="dxa"/>
            <w:vAlign w:val="bottom"/>
          </w:tcPr>
          <w:p w14:paraId="0D718604" w14:textId="521EAA4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8" w:type="dxa"/>
            <w:gridSpan w:val="2"/>
            <w:vAlign w:val="bottom"/>
          </w:tcPr>
          <w:p w14:paraId="572EFFE0" w14:textId="0680208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411B1C9A" w14:textId="6F19AE2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8.6</w:t>
            </w:r>
          </w:p>
        </w:tc>
        <w:tc>
          <w:tcPr>
            <w:tcW w:w="850" w:type="dxa"/>
            <w:vAlign w:val="bottom"/>
          </w:tcPr>
          <w:p w14:paraId="48250CD2" w14:textId="3F192A7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1" w:type="dxa"/>
            <w:vAlign w:val="bottom"/>
          </w:tcPr>
          <w:p w14:paraId="5069BC10" w14:textId="79D31B9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360A19C" w14:textId="049C52D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998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49173" w14:textId="39DC000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EECAFF5" w14:textId="71FB2FE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9273947" w14:textId="15316E2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0CD023B" w14:textId="536159BB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3DB5612" w14:textId="4B3813F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</w:tr>
      <w:tr w:rsidR="00FB65E3" w:rsidRPr="00487EFB" w14:paraId="755C8417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6AB165C6" w14:textId="6E818B0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29A5A96" w14:textId="33F07A49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691F76B" w14:textId="4F49ED6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12:40</w:t>
            </w:r>
          </w:p>
        </w:tc>
        <w:tc>
          <w:tcPr>
            <w:tcW w:w="845" w:type="dxa"/>
            <w:gridSpan w:val="2"/>
            <w:vAlign w:val="bottom"/>
          </w:tcPr>
          <w:p w14:paraId="08CDB64A" w14:textId="25BCED61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1.897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56D6F65E" w14:textId="72E469D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0.41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0FB66AEA" w14:textId="0562F3C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11.0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643042A9" w14:textId="7568CAC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2A7A3B51" w14:textId="020CD24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2E4257D0" w14:textId="0F677ED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4.7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422F81AE" w14:textId="2B64475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338ED61D" w14:textId="69425FA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9B8F194" w14:textId="0AEC988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995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8627B" w14:textId="6DCBAFC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D86C680" w14:textId="099DE23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679F0B8" w14:textId="76D5616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F14A2FB" w14:textId="3981D4F3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5BD2C61" w14:textId="749A259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61501BFA" w14:textId="77777777" w:rsidTr="00FB65E3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944541F" w14:textId="1BA20DB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D5C2D82" w14:textId="6393373A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44AC4FE" w14:textId="0CD8200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08:10</w:t>
            </w:r>
          </w:p>
        </w:tc>
        <w:tc>
          <w:tcPr>
            <w:tcW w:w="845" w:type="dxa"/>
            <w:gridSpan w:val="2"/>
            <w:vAlign w:val="bottom"/>
          </w:tcPr>
          <w:p w14:paraId="23742C47" w14:textId="562F2609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0.892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3AD357C4" w14:textId="5FE3F51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8DAC7FA" w14:textId="265EA39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6.5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5C36B07D" w14:textId="63E6546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391D901D" w14:textId="5E2960B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3E2E872C" w14:textId="7F242E9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1A046646" w14:textId="343AD83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35D44341" w14:textId="2E86A17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B24D474" w14:textId="2FCC239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736B0" w14:textId="2B640C9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CF9E1E5" w14:textId="776E738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95BCD82" w14:textId="7B998C8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1E7BA5D" w14:textId="66874B69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1.65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1E535DC" w14:textId="0C70A08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FB65E3" w:rsidRPr="00487EFB" w14:paraId="44D00F08" w14:textId="77777777" w:rsidTr="00FB65E3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594E249A" w14:textId="1B30FB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103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25DF1F88" w14:textId="50FE6DA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2024.02.14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7BC97A58" w14:textId="3E07B14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08:30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7B678F48" w14:textId="7CB12F7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0.892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4EF0AD2C" w14:textId="33EFC7E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230601B" w14:textId="68EDFF5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14E3AD99" w14:textId="4232DD3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7D878C7D" w14:textId="73E0F6F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54259A4F" w14:textId="186E14E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419DAF20" w14:textId="7F7351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9544414" w14:textId="621D2D3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0C48ADC" w14:textId="1B1876C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FDA5C" w14:textId="0A3C8CD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E38DD5A" w14:textId="5D2FC0B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690AF0B" w14:textId="4F31770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79821D2" w14:textId="7426ED08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256538E" w14:textId="49EDA70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</w:t>
            </w:r>
          </w:p>
        </w:tc>
      </w:tr>
      <w:tr w:rsidR="00FB65E3" w:rsidRPr="00487EFB" w14:paraId="3455333E" w14:textId="77777777" w:rsidTr="00FB65E3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CDD7255" w14:textId="1B45AAB6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104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6782236" w14:textId="1865CA47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2024.02.15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9C54ADB" w14:textId="6FC5640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08:20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00D59A37" w14:textId="73611A4C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0.892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D89DD9D" w14:textId="3B833F5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4D079B44" w14:textId="70A65CF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37DC4CC5" w14:textId="423523E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1979E142" w14:textId="5A7C3BD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73C36396" w14:textId="6426A2C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29D05DB1" w14:textId="318E30B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39A70DDE" w14:textId="053D698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8CBCAD3" w14:textId="227E3A2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30DDF1" w14:textId="200C273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6BF1F7E" w14:textId="279904F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D2826C7" w14:textId="04E5D9B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645977" w14:textId="49119E42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CC8F469" w14:textId="12F83D1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2E1F7A02" w14:textId="77777777" w:rsidTr="00FB65E3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439B95DC" w14:textId="7C26BBDC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105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42D0E593" w14:textId="61FBCBC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2024.02.16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63040B45" w14:textId="7355EB85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07:40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2D315239" w14:textId="291B1330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0.452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582C2DB8" w14:textId="5A89C82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31E2E3F4" w14:textId="1CAC716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2.0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684FE7FF" w14:textId="47C8C1E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5C84121A" w14:textId="6FD1049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51B761EF" w14:textId="4AF0483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0334FCA6" w14:textId="05CB5B9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22CD1238" w14:textId="38BF03A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040C4BD" w14:textId="723D0A3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861B3" w14:textId="2C5D264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558DE1B" w14:textId="094C035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D4D6FA0" w14:textId="432201B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EC02158" w14:textId="65D27D67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1.56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BCC0D1B" w14:textId="47D0C55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</w:tr>
      <w:tr w:rsidR="00FB65E3" w:rsidRPr="00487EFB" w14:paraId="6ADCA403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08987738" w14:textId="30F09257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C2266AD" w14:textId="3D7A52E9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EC9D1B1" w14:textId="5553CF23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09:10</w:t>
            </w:r>
          </w:p>
        </w:tc>
        <w:tc>
          <w:tcPr>
            <w:tcW w:w="845" w:type="dxa"/>
            <w:gridSpan w:val="2"/>
            <w:vAlign w:val="bottom"/>
          </w:tcPr>
          <w:p w14:paraId="0F7E3AC9" w14:textId="73F8C94F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1.331</w:t>
            </w:r>
          </w:p>
        </w:tc>
        <w:tc>
          <w:tcPr>
            <w:tcW w:w="846" w:type="dxa"/>
            <w:gridSpan w:val="2"/>
            <w:vAlign w:val="bottom"/>
          </w:tcPr>
          <w:p w14:paraId="78A1EF6F" w14:textId="54AB5EF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0.42</w:t>
            </w:r>
          </w:p>
        </w:tc>
        <w:tc>
          <w:tcPr>
            <w:tcW w:w="846" w:type="dxa"/>
            <w:gridSpan w:val="2"/>
            <w:vAlign w:val="bottom"/>
          </w:tcPr>
          <w:p w14:paraId="776B5AED" w14:textId="17090E8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36" w:type="dxa"/>
            <w:vAlign w:val="bottom"/>
          </w:tcPr>
          <w:p w14:paraId="6C8C1BA0" w14:textId="7397652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58" w:type="dxa"/>
            <w:gridSpan w:val="2"/>
            <w:vAlign w:val="bottom"/>
          </w:tcPr>
          <w:p w14:paraId="560CA7C2" w14:textId="08AA79B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46" w:type="dxa"/>
            <w:vAlign w:val="bottom"/>
          </w:tcPr>
          <w:p w14:paraId="3E8CA733" w14:textId="01D44AD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0" w:type="dxa"/>
            <w:vAlign w:val="bottom"/>
          </w:tcPr>
          <w:p w14:paraId="34F734AE" w14:textId="73E04B8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vAlign w:val="bottom"/>
          </w:tcPr>
          <w:p w14:paraId="0AACD94C" w14:textId="648E2EE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418E32C" w14:textId="458A731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FC90D" w14:textId="4E66203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360EF28" w14:textId="588CEC0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8C3BFE7" w14:textId="45641CB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A5C9C0" w14:textId="4DFCAF4C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B399381" w14:textId="662256F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0504202A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2D8CF383" w14:textId="320CCFFC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366BC23" w14:textId="31ED74CB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74C527E" w14:textId="720589FE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10:10</w:t>
            </w:r>
          </w:p>
        </w:tc>
        <w:tc>
          <w:tcPr>
            <w:tcW w:w="845" w:type="dxa"/>
            <w:gridSpan w:val="2"/>
            <w:vAlign w:val="bottom"/>
          </w:tcPr>
          <w:p w14:paraId="7605AC6C" w14:textId="6256146A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1.712</w:t>
            </w:r>
          </w:p>
        </w:tc>
        <w:tc>
          <w:tcPr>
            <w:tcW w:w="846" w:type="dxa"/>
            <w:gridSpan w:val="2"/>
            <w:vAlign w:val="bottom"/>
          </w:tcPr>
          <w:p w14:paraId="52B4A6B7" w14:textId="6816B92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vAlign w:val="bottom"/>
          </w:tcPr>
          <w:p w14:paraId="776CA181" w14:textId="1FD7CCA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10.0</w:t>
            </w:r>
          </w:p>
        </w:tc>
        <w:tc>
          <w:tcPr>
            <w:tcW w:w="836" w:type="dxa"/>
            <w:vAlign w:val="bottom"/>
          </w:tcPr>
          <w:p w14:paraId="1D7CC8B4" w14:textId="235DB1A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58" w:type="dxa"/>
            <w:gridSpan w:val="2"/>
            <w:vAlign w:val="bottom"/>
          </w:tcPr>
          <w:p w14:paraId="572C582A" w14:textId="03F859D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</w:t>
            </w:r>
          </w:p>
        </w:tc>
        <w:tc>
          <w:tcPr>
            <w:tcW w:w="846" w:type="dxa"/>
            <w:vAlign w:val="bottom"/>
          </w:tcPr>
          <w:p w14:paraId="5B3F14A1" w14:textId="2C9532C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4.7</w:t>
            </w:r>
          </w:p>
        </w:tc>
        <w:tc>
          <w:tcPr>
            <w:tcW w:w="850" w:type="dxa"/>
            <w:vAlign w:val="bottom"/>
          </w:tcPr>
          <w:p w14:paraId="1E07485F" w14:textId="6CE832B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2.5</w:t>
            </w:r>
          </w:p>
        </w:tc>
        <w:tc>
          <w:tcPr>
            <w:tcW w:w="851" w:type="dxa"/>
            <w:vAlign w:val="bottom"/>
          </w:tcPr>
          <w:p w14:paraId="18701CDC" w14:textId="1A3ECA0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00FEE2E" w14:textId="4BC9580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10E6A" w14:textId="6CD3884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B02B8B8" w14:textId="0D0869E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2755E3D" w14:textId="479787B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BACF326" w14:textId="2DDCC21E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4F8B9FD" w14:textId="3DCF9CF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27EF7045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0A52AB7A" w14:textId="79379A60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0890DFC" w14:textId="241751B4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4EA4BE5" w14:textId="58664961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08:20</w:t>
            </w:r>
          </w:p>
        </w:tc>
        <w:tc>
          <w:tcPr>
            <w:tcW w:w="845" w:type="dxa"/>
            <w:gridSpan w:val="2"/>
            <w:vAlign w:val="bottom"/>
          </w:tcPr>
          <w:p w14:paraId="6B6E77BD" w14:textId="6A13DFFA" w:rsidR="00FB65E3" w:rsidRPr="00830F62" w:rsidRDefault="00FB65E3" w:rsidP="00FB65E3">
            <w:pPr>
              <w:pStyle w:val="MDPI42tablebody"/>
              <w:spacing w:line="260" w:lineRule="exact"/>
              <w:rPr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0.892</w:t>
            </w:r>
          </w:p>
        </w:tc>
        <w:tc>
          <w:tcPr>
            <w:tcW w:w="846" w:type="dxa"/>
            <w:gridSpan w:val="2"/>
            <w:vAlign w:val="bottom"/>
          </w:tcPr>
          <w:p w14:paraId="07F48EEA" w14:textId="4C02DB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vAlign w:val="bottom"/>
          </w:tcPr>
          <w:p w14:paraId="4C1B6739" w14:textId="3D76F07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6.2</w:t>
            </w:r>
          </w:p>
        </w:tc>
        <w:tc>
          <w:tcPr>
            <w:tcW w:w="836" w:type="dxa"/>
            <w:vAlign w:val="bottom"/>
          </w:tcPr>
          <w:p w14:paraId="5253C2BC" w14:textId="227FC13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0.5</w:t>
            </w:r>
          </w:p>
        </w:tc>
        <w:tc>
          <w:tcPr>
            <w:tcW w:w="858" w:type="dxa"/>
            <w:gridSpan w:val="2"/>
            <w:vAlign w:val="bottom"/>
          </w:tcPr>
          <w:p w14:paraId="726275A5" w14:textId="6C21AE3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46" w:type="dxa"/>
            <w:vAlign w:val="bottom"/>
          </w:tcPr>
          <w:p w14:paraId="4648227E" w14:textId="0CE428A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0" w:type="dxa"/>
            <w:vAlign w:val="bottom"/>
          </w:tcPr>
          <w:p w14:paraId="586016CF" w14:textId="5606161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1" w:type="dxa"/>
            <w:vAlign w:val="bottom"/>
          </w:tcPr>
          <w:p w14:paraId="7957F7A2" w14:textId="7A9913A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EC40C65" w14:textId="7F0DAEA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1C52FD" w14:textId="32453B2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91.0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3A874A7" w14:textId="358BF9A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08FDBC0" w14:textId="58E56DA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9EE1E41" w14:textId="7861CB1A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F0B84B8" w14:textId="1F0B04C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2CE4CFC7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27B2D06C" w14:textId="3082AEC3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1F29268" w14:textId="1996BF1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1E76B16" w14:textId="67AB6A6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08:50</w:t>
            </w:r>
          </w:p>
        </w:tc>
        <w:tc>
          <w:tcPr>
            <w:tcW w:w="845" w:type="dxa"/>
            <w:gridSpan w:val="2"/>
            <w:vAlign w:val="bottom"/>
          </w:tcPr>
          <w:p w14:paraId="4603F386" w14:textId="391B2C4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0.892</w:t>
            </w:r>
          </w:p>
        </w:tc>
        <w:tc>
          <w:tcPr>
            <w:tcW w:w="846" w:type="dxa"/>
            <w:gridSpan w:val="2"/>
            <w:vAlign w:val="bottom"/>
          </w:tcPr>
          <w:p w14:paraId="20A22EED" w14:textId="3084978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vAlign w:val="bottom"/>
          </w:tcPr>
          <w:p w14:paraId="08EF0C5F" w14:textId="7B6E829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9.1</w:t>
            </w:r>
          </w:p>
        </w:tc>
        <w:tc>
          <w:tcPr>
            <w:tcW w:w="836" w:type="dxa"/>
            <w:vAlign w:val="bottom"/>
          </w:tcPr>
          <w:p w14:paraId="55BA5CEC" w14:textId="4D8554C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698B9D5A" w14:textId="3491578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2C207ACF" w14:textId="098410E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2.8</w:t>
            </w:r>
          </w:p>
        </w:tc>
        <w:tc>
          <w:tcPr>
            <w:tcW w:w="850" w:type="dxa"/>
            <w:vAlign w:val="bottom"/>
          </w:tcPr>
          <w:p w14:paraId="75142D5D" w14:textId="1161C9C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vAlign w:val="bottom"/>
          </w:tcPr>
          <w:p w14:paraId="221D44A5" w14:textId="726484E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7DF2B28" w14:textId="21C9AAD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786BB" w14:textId="724987E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5488EAD" w14:textId="1FD4A42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B96350D" w14:textId="7A3613C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C7E0205" w14:textId="468BAEE4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92072E7" w14:textId="4A22AD3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  <w:tr w:rsidR="00FB65E3" w:rsidRPr="00487EFB" w14:paraId="1B90AFA9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6103C02F" w14:textId="10F9FA03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7F0C26F" w14:textId="4BB2155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A6003BA" w14:textId="6752B5F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10:10</w:t>
            </w:r>
          </w:p>
        </w:tc>
        <w:tc>
          <w:tcPr>
            <w:tcW w:w="845" w:type="dxa"/>
            <w:gridSpan w:val="2"/>
            <w:vAlign w:val="bottom"/>
          </w:tcPr>
          <w:p w14:paraId="707BC385" w14:textId="0C48E06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1.712</w:t>
            </w:r>
          </w:p>
        </w:tc>
        <w:tc>
          <w:tcPr>
            <w:tcW w:w="846" w:type="dxa"/>
            <w:gridSpan w:val="2"/>
            <w:vAlign w:val="bottom"/>
          </w:tcPr>
          <w:p w14:paraId="5708B40F" w14:textId="27B16B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vAlign w:val="bottom"/>
          </w:tcPr>
          <w:p w14:paraId="03F08F46" w14:textId="0572130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12.0</w:t>
            </w:r>
          </w:p>
        </w:tc>
        <w:tc>
          <w:tcPr>
            <w:tcW w:w="836" w:type="dxa"/>
            <w:vAlign w:val="bottom"/>
          </w:tcPr>
          <w:p w14:paraId="3EB53284" w14:textId="2E64D1E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58" w:type="dxa"/>
            <w:gridSpan w:val="2"/>
            <w:vAlign w:val="bottom"/>
          </w:tcPr>
          <w:p w14:paraId="485FD3BC" w14:textId="70FD8DC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vAlign w:val="bottom"/>
          </w:tcPr>
          <w:p w14:paraId="1F4AAEB6" w14:textId="6A3B9B9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5.8</w:t>
            </w:r>
          </w:p>
        </w:tc>
        <w:tc>
          <w:tcPr>
            <w:tcW w:w="850" w:type="dxa"/>
            <w:vAlign w:val="bottom"/>
          </w:tcPr>
          <w:p w14:paraId="0F1D46AD" w14:textId="70536E5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3.9</w:t>
            </w:r>
          </w:p>
        </w:tc>
        <w:tc>
          <w:tcPr>
            <w:tcW w:w="851" w:type="dxa"/>
            <w:vAlign w:val="bottom"/>
          </w:tcPr>
          <w:p w14:paraId="712D040E" w14:textId="2CBCD93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701898A" w14:textId="14D283A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066819" w14:textId="1EE21A2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DD44F50" w14:textId="69334AD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4F38DCC" w14:textId="0806735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E93ADDD" w14:textId="197352C4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281E090" w14:textId="04C9558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</w:tr>
      <w:tr w:rsidR="00FB65E3" w:rsidRPr="00487EFB" w14:paraId="69806E75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18AF947A" w14:textId="406FF371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2DFDAFF" w14:textId="6A6541D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0E137D7" w14:textId="18762E4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08:30</w:t>
            </w:r>
          </w:p>
        </w:tc>
        <w:tc>
          <w:tcPr>
            <w:tcW w:w="845" w:type="dxa"/>
            <w:gridSpan w:val="2"/>
            <w:vAlign w:val="bottom"/>
          </w:tcPr>
          <w:p w14:paraId="5B27E65B" w14:textId="1D13FE5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0.892</w:t>
            </w:r>
          </w:p>
        </w:tc>
        <w:tc>
          <w:tcPr>
            <w:tcW w:w="846" w:type="dxa"/>
            <w:gridSpan w:val="2"/>
            <w:vAlign w:val="bottom"/>
          </w:tcPr>
          <w:p w14:paraId="24BD1431" w14:textId="0E1DEC0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vAlign w:val="bottom"/>
          </w:tcPr>
          <w:p w14:paraId="04BC66A8" w14:textId="41650B7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4.8</w:t>
            </w:r>
          </w:p>
        </w:tc>
        <w:tc>
          <w:tcPr>
            <w:tcW w:w="836" w:type="dxa"/>
            <w:vAlign w:val="bottom"/>
          </w:tcPr>
          <w:p w14:paraId="4ABB001D" w14:textId="56F5304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0.2</w:t>
            </w:r>
          </w:p>
        </w:tc>
        <w:tc>
          <w:tcPr>
            <w:tcW w:w="858" w:type="dxa"/>
            <w:gridSpan w:val="2"/>
            <w:vAlign w:val="bottom"/>
          </w:tcPr>
          <w:p w14:paraId="03004483" w14:textId="646E245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vAlign w:val="bottom"/>
          </w:tcPr>
          <w:p w14:paraId="3C50FF40" w14:textId="309626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1.1</w:t>
            </w:r>
          </w:p>
        </w:tc>
        <w:tc>
          <w:tcPr>
            <w:tcW w:w="850" w:type="dxa"/>
            <w:vAlign w:val="bottom"/>
          </w:tcPr>
          <w:p w14:paraId="0A5D13CC" w14:textId="0E77004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vAlign w:val="bottom"/>
          </w:tcPr>
          <w:p w14:paraId="2FCD1F8D" w14:textId="191152A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B401EAA" w14:textId="17FEBC4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E553AD" w14:textId="01E7FEF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9C7C753" w14:textId="1BC595F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0368CD4" w14:textId="4A9027A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7C5540A" w14:textId="38F12A0A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835F839" w14:textId="27B0A51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</w:tr>
      <w:tr w:rsidR="00FB65E3" w:rsidRPr="00487EFB" w14:paraId="67E75B94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7F1A70D7" w14:textId="0435D91D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467EF5A" w14:textId="70ADC8C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256244B" w14:textId="702B6FF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07:20</w:t>
            </w:r>
          </w:p>
        </w:tc>
        <w:tc>
          <w:tcPr>
            <w:tcW w:w="845" w:type="dxa"/>
            <w:gridSpan w:val="2"/>
            <w:vAlign w:val="bottom"/>
          </w:tcPr>
          <w:p w14:paraId="0DBB077F" w14:textId="3637BDA8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0.452</w:t>
            </w:r>
          </w:p>
        </w:tc>
        <w:tc>
          <w:tcPr>
            <w:tcW w:w="846" w:type="dxa"/>
            <w:gridSpan w:val="2"/>
            <w:vAlign w:val="bottom"/>
          </w:tcPr>
          <w:p w14:paraId="5B1B5A18" w14:textId="5820705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435C2515" w14:textId="712551F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8.0</w:t>
            </w:r>
          </w:p>
        </w:tc>
        <w:tc>
          <w:tcPr>
            <w:tcW w:w="836" w:type="dxa"/>
            <w:vAlign w:val="bottom"/>
          </w:tcPr>
          <w:p w14:paraId="410772B7" w14:textId="13331BD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55C8B963" w14:textId="4677C52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107CDBD1" w14:textId="1698B87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0.8</w:t>
            </w:r>
          </w:p>
        </w:tc>
        <w:tc>
          <w:tcPr>
            <w:tcW w:w="850" w:type="dxa"/>
            <w:vAlign w:val="bottom"/>
          </w:tcPr>
          <w:p w14:paraId="21099407" w14:textId="432451F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</w:t>
            </w:r>
          </w:p>
        </w:tc>
        <w:tc>
          <w:tcPr>
            <w:tcW w:w="851" w:type="dxa"/>
            <w:vAlign w:val="bottom"/>
          </w:tcPr>
          <w:p w14:paraId="0780A5BD" w14:textId="394D061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D630B4A" w14:textId="0C74FD5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B5089A" w14:textId="44FAC96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B17B305" w14:textId="43BAECB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73B8DB4" w14:textId="5B0BE09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2B7DF6C" w14:textId="2805A426" w:rsidR="00FB65E3" w:rsidRPr="00830F62" w:rsidRDefault="00FB65E3" w:rsidP="00FB65E3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3031271" w14:textId="216AEC9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</w:tr>
      <w:tr w:rsidR="00FB65E3" w:rsidRPr="00487EFB" w14:paraId="74DC6626" w14:textId="77777777" w:rsidTr="00FB65E3">
        <w:tc>
          <w:tcPr>
            <w:tcW w:w="674" w:type="dxa"/>
            <w:gridSpan w:val="2"/>
            <w:shd w:val="clear" w:color="auto" w:fill="auto"/>
            <w:vAlign w:val="bottom"/>
          </w:tcPr>
          <w:p w14:paraId="31B13780" w14:textId="2415D286" w:rsidR="00FB65E3" w:rsidRPr="00830F62" w:rsidRDefault="00FB65E3" w:rsidP="00FB65E3">
            <w:pPr>
              <w:pStyle w:val="MDPI42tablebody"/>
              <w:spacing w:line="260" w:lineRule="exact"/>
              <w:ind w:right="-142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6AAF134" w14:textId="76F36AD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6F45194" w14:textId="079180A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07:40</w:t>
            </w:r>
          </w:p>
        </w:tc>
        <w:tc>
          <w:tcPr>
            <w:tcW w:w="845" w:type="dxa"/>
            <w:gridSpan w:val="2"/>
            <w:vAlign w:val="bottom"/>
          </w:tcPr>
          <w:p w14:paraId="35EA4DA5" w14:textId="0C21158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0.452</w:t>
            </w:r>
          </w:p>
        </w:tc>
        <w:tc>
          <w:tcPr>
            <w:tcW w:w="846" w:type="dxa"/>
            <w:gridSpan w:val="2"/>
            <w:vAlign w:val="bottom"/>
          </w:tcPr>
          <w:p w14:paraId="78B1733A" w14:textId="24AA23D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46" w:type="dxa"/>
            <w:gridSpan w:val="2"/>
            <w:vAlign w:val="bottom"/>
          </w:tcPr>
          <w:p w14:paraId="4A9E726E" w14:textId="4550AB6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9.1</w:t>
            </w:r>
          </w:p>
        </w:tc>
        <w:tc>
          <w:tcPr>
            <w:tcW w:w="836" w:type="dxa"/>
            <w:vAlign w:val="bottom"/>
          </w:tcPr>
          <w:p w14:paraId="3B98B144" w14:textId="497D663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vAlign w:val="bottom"/>
          </w:tcPr>
          <w:p w14:paraId="6BD5463B" w14:textId="52A6C6B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vAlign w:val="bottom"/>
          </w:tcPr>
          <w:p w14:paraId="6FF43F0A" w14:textId="198A1BF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0" w:type="dxa"/>
            <w:vAlign w:val="bottom"/>
          </w:tcPr>
          <w:p w14:paraId="08235B59" w14:textId="1E7D131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1.4</w:t>
            </w:r>
          </w:p>
        </w:tc>
        <w:tc>
          <w:tcPr>
            <w:tcW w:w="851" w:type="dxa"/>
            <w:vAlign w:val="bottom"/>
          </w:tcPr>
          <w:p w14:paraId="4F740A6C" w14:textId="755FA2B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1C0A7B4" w14:textId="462DB76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E6F65" w14:textId="694CA492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43448B6" w14:textId="40E1AEC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4D651D9" w14:textId="38F15A3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D0EC29B" w14:textId="3B9C7C21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1.28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A4C86CE" w14:textId="6B8E0FF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</w:tr>
      <w:tr w:rsidR="00FB65E3" w:rsidRPr="00487EFB" w14:paraId="7B7052D6" w14:textId="77777777" w:rsidTr="00C57F2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4647AD6D" w14:textId="5163C35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D4FE8C" w14:textId="0072B60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2024.03.02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36136D" w14:textId="7AA5F50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09:50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94433E" w14:textId="22038C85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1.858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48B19" w14:textId="153BC47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0.39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B9154D" w14:textId="1E3CDB7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72EEEF" w14:textId="25BFB9B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516FF" w14:textId="4AB788D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1.0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901C1C" w14:textId="225FF0D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935874" w14:textId="1D4372A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B544C3" w14:textId="7ECD823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1BD8F6" w14:textId="72E99346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5F3353" w14:textId="4627182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40EED0" w14:textId="3E2A348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67E8E" w14:textId="796E030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01AAA8" w14:textId="67492ECB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CDB28" w14:textId="57DD972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</w:tr>
      <w:tr w:rsidR="00FB65E3" w:rsidRPr="00487EFB" w14:paraId="5210BDE2" w14:textId="77777777" w:rsidTr="00C57F2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26DC9F" w14:textId="7985EBA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EA836C" w14:textId="66AD713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2024.03.09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C0A0E6" w14:textId="3F5EB820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BE96928" w14:textId="047E83F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2.206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73CF98" w14:textId="7507177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0.40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EFA634" w14:textId="77ECFDAC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8.0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9C7E445" w14:textId="1A467E3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0.6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8CFA91" w14:textId="615145DF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0.9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755BCC" w14:textId="41100D1D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4F9A1F" w14:textId="1D0B554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D85839" w14:textId="28860F8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BD6F0E" w14:textId="0065264E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5A38BE" w14:textId="64F9CF5A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90.0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83F7D89" w14:textId="0489B1A4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89.7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BFA034" w14:textId="48F4F759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719D8C" w14:textId="4589C493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1.33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B5AF3F" w14:textId="2F237BE7" w:rsidR="00FB65E3" w:rsidRPr="00830F62" w:rsidRDefault="00FB65E3" w:rsidP="00FB65E3">
            <w:pPr>
              <w:pStyle w:val="MDPI42tablebody"/>
              <w:spacing w:line="260" w:lineRule="exact"/>
              <w:rPr>
                <w:rFonts w:cs="Calibri"/>
                <w:sz w:val="18"/>
                <w:szCs w:val="18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</w:tr>
    </w:tbl>
    <w:p w14:paraId="261783DA" w14:textId="7EDC3E41" w:rsidR="002D226D" w:rsidRDefault="002D226D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  <w:sectPr w:rsidR="002D226D" w:rsidSect="002D226D">
          <w:type w:val="continuous"/>
          <w:pgSz w:w="16838" w:h="11906" w:orient="landscape" w:code="9"/>
          <w:pgMar w:top="720" w:right="1077" w:bottom="720" w:left="1418" w:header="1021" w:footer="340" w:gutter="0"/>
          <w:lnNumType w:countBy="1" w:distance="255" w:restart="continuous"/>
          <w:pgNumType w:start="1"/>
          <w:cols w:space="425"/>
          <w:titlePg/>
          <w:bidi/>
          <w:docGrid w:type="linesAndChars" w:linePitch="326"/>
        </w:sectPr>
      </w:pPr>
    </w:p>
    <w:p w14:paraId="5C0B25D0" w14:textId="1812BB37" w:rsidR="00A77574" w:rsidRDefault="00A77574" w:rsidP="004E79BB">
      <w:pPr>
        <w:pStyle w:val="MDPI21heading1"/>
        <w:jc w:val="both"/>
        <w:outlineLvl w:val="9"/>
        <w:rPr>
          <w:b w:val="0"/>
          <w:bCs/>
          <w:lang w:eastAsia="zh-CN"/>
        </w:rPr>
      </w:pPr>
      <w:r>
        <w:rPr>
          <w:lang w:eastAsia="zh-CN"/>
        </w:rPr>
        <w:t>Table S2. Outpu</w:t>
      </w:r>
      <w:r w:rsidRPr="00877ABE">
        <w:rPr>
          <w:lang w:eastAsia="zh-CN"/>
        </w:rPr>
        <w:t>t data</w:t>
      </w:r>
      <w:r w:rsidRPr="008A6C9B">
        <w:rPr>
          <w:b w:val="0"/>
          <w:bCs/>
          <w:lang w:eastAsia="zh-CN"/>
        </w:rPr>
        <w:t>.</w:t>
      </w:r>
      <w:r w:rsidR="004E79BB" w:rsidRPr="004E79BB">
        <w:t xml:space="preserve"> </w:t>
      </w:r>
      <m:oMath>
        <m:sSub>
          <m:sSubPr>
            <m:ctrlPr>
              <w:rPr>
                <w:rFonts w:ascii="Cambria Math" w:hAnsi="Cambria Math"/>
                <w:b w:val="0"/>
                <w:bCs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R</m:t>
            </m:r>
          </m:e>
          <m:sub>
            <m:r>
              <m:rPr>
                <m:sty m:val="bi"/>
              </m:rPr>
              <w:rPr>
                <w:rFonts w:ascii="Cambria Math" w:hAnsi="Cambria Math"/>
              </w:rPr>
              <m:t>ni</m:t>
            </m:r>
          </m:sub>
        </m:sSub>
      </m:oMath>
      <w:r w:rsidR="004E79BB" w:rsidRPr="004E79BB">
        <w:rPr>
          <w:b w:val="0"/>
          <w:bCs/>
          <w:lang w:eastAsia="zh-CN"/>
        </w:rPr>
        <w:t xml:space="preserve"> is the net isothermal radiation energy flux density on the surface of the clothing</w:t>
      </w:r>
    </w:p>
    <w:p w14:paraId="27694AEE" w14:textId="77777777" w:rsidR="007052C6" w:rsidRDefault="007052C6">
      <w:pPr>
        <w:spacing w:line="240" w:lineRule="auto"/>
        <w:jc w:val="left"/>
        <w:rPr>
          <w:b/>
          <w:bCs/>
        </w:rPr>
        <w:sectPr w:rsidR="007052C6" w:rsidSect="002D226D">
          <w:pgSz w:w="11906" w:h="16838" w:code="9"/>
          <w:pgMar w:top="1417" w:right="720" w:bottom="1077" w:left="720" w:header="1020" w:footer="340" w:gutter="0"/>
          <w:lnNumType w:countBy="1" w:distance="255" w:restart="continuous"/>
          <w:pgNumType w:start="1"/>
          <w:cols w:space="425"/>
          <w:titlePg/>
          <w:bidi/>
          <w:docGrid w:type="lines" w:linePitch="326"/>
        </w:sectPr>
      </w:pPr>
      <w:r>
        <w:rPr>
          <w:b/>
          <w:bCs/>
        </w:rPr>
        <w:br w:type="page"/>
      </w: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9C1EC0" w:rsidRPr="00FE2F6D" w14:paraId="035DC0FD" w14:textId="77777777" w:rsidTr="00097A55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4DAFCB" w14:textId="66C044FC" w:rsidR="009C1EC0" w:rsidRPr="00FE2F6D" w:rsidRDefault="009C1EC0" w:rsidP="00097A55">
            <w:pPr>
              <w:pStyle w:val="MDPI42tablebody"/>
              <w:spacing w:before="60" w:after="60" w:line="260" w:lineRule="exact"/>
              <w:rPr>
                <w:b/>
                <w:bCs/>
                <w:sz w:val="22"/>
                <w:szCs w:val="22"/>
              </w:rPr>
            </w:pPr>
            <w:r w:rsidRPr="00FE2F6D">
              <w:rPr>
                <w:b/>
                <w:bCs/>
                <w:sz w:val="22"/>
                <w:szCs w:val="22"/>
              </w:rPr>
              <w:t>OUTPUT DATA</w:t>
            </w:r>
          </w:p>
        </w:tc>
      </w:tr>
      <w:tr w:rsidR="009C1EC0" w:rsidRPr="00FE2F6D" w14:paraId="37F87AFF" w14:textId="77777777" w:rsidTr="000205A1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C14CE7" w14:textId="77777777" w:rsidR="009C1EC0" w:rsidRPr="000205A1" w:rsidRDefault="009C1EC0" w:rsidP="000205A1">
            <w:pPr>
              <w:pStyle w:val="MDPI42tablebody"/>
              <w:spacing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No.</w:t>
            </w:r>
          </w:p>
          <w:p w14:paraId="18B00D17" w14:textId="77777777" w:rsidR="009C1EC0" w:rsidRPr="000205A1" w:rsidRDefault="009C1EC0" w:rsidP="000205A1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of</w:t>
            </w:r>
          </w:p>
          <w:p w14:paraId="34F2F6A9" w14:textId="77777777" w:rsidR="009C1EC0" w:rsidRPr="000205A1" w:rsidRDefault="009C1EC0" w:rsidP="000205A1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ob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67ED79EC" w14:textId="77777777" w:rsidR="009C1EC0" w:rsidRPr="000205A1" w:rsidRDefault="009C1EC0" w:rsidP="000205A1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ser-</w:t>
            </w:r>
          </w:p>
          <w:p w14:paraId="1C6B4C58" w14:textId="77777777" w:rsidR="009C1EC0" w:rsidRPr="000205A1" w:rsidRDefault="009C1EC0" w:rsidP="000205A1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va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5B5C9E3D" w14:textId="77777777" w:rsidR="009C1EC0" w:rsidRPr="000205A1" w:rsidRDefault="009C1EC0" w:rsidP="000205A1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F74F0" w14:textId="77777777" w:rsidR="009C1EC0" w:rsidRPr="000205A1" w:rsidRDefault="009C1EC0" w:rsidP="000205A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078C2B" w14:textId="77777777" w:rsidR="009C1EC0" w:rsidRPr="000205A1" w:rsidRDefault="009C1EC0" w:rsidP="004E79BB">
            <w:pPr>
              <w:pStyle w:val="MDPI42tablebody"/>
              <w:spacing w:line="260" w:lineRule="exact"/>
              <w:jc w:val="both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54B1CE" w14:textId="77777777" w:rsidR="009C1EC0" w:rsidRPr="007F0D3A" w:rsidRDefault="00000000" w:rsidP="000205A1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ni</m:t>
                    </m:r>
                  </m:sub>
                </m:sSub>
              </m:oMath>
            </m:oMathPara>
          </w:p>
          <w:p w14:paraId="358AAFA6" w14:textId="7B99B720" w:rsidR="007F0D3A" w:rsidRPr="007F0D3A" w:rsidRDefault="007F0D3A" w:rsidP="000205A1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2D3F1418" w14:textId="481EFA8D" w:rsidR="007F0D3A" w:rsidRPr="000205A1" w:rsidRDefault="007F0D3A" w:rsidP="000205A1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446C3D" w14:textId="40B39747" w:rsidR="009C1EC0" w:rsidRDefault="00D82150" w:rsidP="00D82150">
            <w:pPr>
              <w:pStyle w:val="MDPI42tablebody"/>
              <w:spacing w:line="260" w:lineRule="exact"/>
              <w:jc w:val="both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t xml:space="preserve">   S</w:t>
            </w:r>
          </w:p>
          <w:p w14:paraId="61056F27" w14:textId="5AF9149C" w:rsidR="004E79BB" w:rsidRPr="000205A1" w:rsidRDefault="004E79BB" w:rsidP="000205A1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63D521" w14:textId="75A37863" w:rsidR="003D4F7B" w:rsidRDefault="00D82150" w:rsidP="000205A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</w:t>
            </w:r>
            <w:r w:rsidR="003D4F7B">
              <w:rPr>
                <w:b/>
                <w:bCs/>
                <w:sz w:val="18"/>
                <w:szCs w:val="18"/>
              </w:rPr>
              <w:t xml:space="preserve">he numerator </w:t>
            </w:r>
          </w:p>
          <w:p w14:paraId="4EE2E244" w14:textId="77777777" w:rsidR="003D4F7B" w:rsidRDefault="003D4F7B" w:rsidP="000205A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of the fraction </w:t>
            </w:r>
          </w:p>
          <w:p w14:paraId="26D70DB7" w14:textId="77777777" w:rsidR="009C1EC0" w:rsidRDefault="003D4F7B" w:rsidP="000205A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 eq. (13)</w:t>
            </w:r>
          </w:p>
          <w:p w14:paraId="293B9297" w14:textId="6339FA7D" w:rsidR="007F0D3A" w:rsidRPr="000205A1" w:rsidRDefault="007F0D3A" w:rsidP="000205A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31659" w14:textId="77777777" w:rsidR="004E79BB" w:rsidRDefault="004E79BB" w:rsidP="000205A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Energy</w:t>
            </w:r>
          </w:p>
          <w:p w14:paraId="17917818" w14:textId="77777777" w:rsidR="004E79BB" w:rsidRDefault="004E79BB" w:rsidP="000205A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flux</w:t>
            </w:r>
          </w:p>
          <w:p w14:paraId="08A55686" w14:textId="77777777" w:rsidR="004E79BB" w:rsidRDefault="004E79BB" w:rsidP="000205A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density</w:t>
            </w:r>
          </w:p>
          <w:p w14:paraId="73531380" w14:textId="77777777" w:rsidR="00921A41" w:rsidRDefault="004E79BB" w:rsidP="000205A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at the</w:t>
            </w:r>
          </w:p>
          <w:p w14:paraId="4B5AA739" w14:textId="77777777" w:rsidR="00921A41" w:rsidRDefault="004E79BB" w:rsidP="000205A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skin </w:t>
            </w:r>
          </w:p>
          <w:p w14:paraId="1614AF70" w14:textId="5520188C" w:rsidR="009C1EC0" w:rsidRDefault="004E79BB" w:rsidP="000205A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surface</w:t>
            </w:r>
          </w:p>
          <w:p w14:paraId="4B7E532D" w14:textId="329B086C" w:rsidR="004E79BB" w:rsidRPr="000205A1" w:rsidRDefault="004E79BB" w:rsidP="000205A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2DDD37" w14:textId="5FF3E731" w:rsidR="009C1EC0" w:rsidRDefault="00B74E6C" w:rsidP="000205A1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</w:t>
            </w:r>
          </w:p>
          <w:p w14:paraId="68455E05" w14:textId="4834CC65" w:rsidR="004E79BB" w:rsidRDefault="004E79BB" w:rsidP="000205A1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4F806E63" w14:textId="4F499929" w:rsidR="004E79BB" w:rsidRPr="000205A1" w:rsidRDefault="004E79BB" w:rsidP="000205A1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E383D" w14:textId="3C5E6538" w:rsidR="009C1EC0" w:rsidRDefault="007F0D3A" w:rsidP="000205A1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o</w:t>
            </w:r>
          </w:p>
          <w:p w14:paraId="263FDD46" w14:textId="76314704" w:rsidR="004E79BB" w:rsidRPr="000205A1" w:rsidRDefault="004E79BB" w:rsidP="000205A1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E70944" w14:textId="03BB5BB4" w:rsidR="004E79BB" w:rsidRDefault="007F0D3A" w:rsidP="00921A41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060B5A74" w14:textId="5A0BB9E2" w:rsidR="009C1EC0" w:rsidRPr="000205A1" w:rsidRDefault="004E79BB" w:rsidP="000205A1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A3CB9D" w14:textId="77777777" w:rsidR="009C1EC0" w:rsidRDefault="007F0D3A" w:rsidP="000205A1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e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421F734B" w14:textId="18D1F6AF" w:rsidR="007F0D3A" w:rsidRPr="000205A1" w:rsidRDefault="007F0D3A" w:rsidP="000205A1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96E4E7" w14:textId="0E28C4FA" w:rsidR="009C1EC0" w:rsidRPr="000205A1" w:rsidRDefault="00D82150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Latentheat flux de</w:t>
            </w:r>
            <w:r w:rsidR="00AF1C97">
              <w:rPr>
                <w:b/>
                <w:bCs/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of dry</w:t>
            </w:r>
            <w:r w:rsidR="00AF1C9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s</w:t>
            </w:r>
            <w:r w:rsidR="00130934">
              <w:rPr>
                <w:b/>
                <w:bCs/>
                <w:sz w:val="18"/>
                <w:szCs w:val="18"/>
              </w:rPr>
              <w:t>kin surf</w:t>
            </w:r>
            <w:r w:rsidR="00AF1C97">
              <w:rPr>
                <w:b/>
                <w:bCs/>
                <w:sz w:val="18"/>
                <w:szCs w:val="18"/>
              </w:rPr>
              <w:t>.</w:t>
            </w:r>
            <w:r w:rsidR="00130934">
              <w:rPr>
                <w:b/>
                <w:bCs/>
                <w:sz w:val="18"/>
                <w:szCs w:val="18"/>
              </w:rPr>
              <w:t xml:space="preserve"> evap</w:t>
            </w:r>
            <w:r w:rsidR="00AF1C97">
              <w:rPr>
                <w:b/>
                <w:bCs/>
                <w:sz w:val="18"/>
                <w:szCs w:val="18"/>
              </w:rPr>
              <w:t>. [Wm</w:t>
            </w:r>
            <w:r w:rsidR="00AF1C97" w:rsidRPr="00AF1C97">
              <w:rPr>
                <w:b/>
                <w:bCs/>
                <w:sz w:val="18"/>
                <w:szCs w:val="18"/>
                <w:vertAlign w:val="superscript"/>
              </w:rPr>
              <w:t>-2</w:t>
            </w:r>
            <w:r w:rsidR="00AF1C97">
              <w:rPr>
                <w:b/>
                <w:bCs/>
                <w:sz w:val="18"/>
                <w:szCs w:val="18"/>
              </w:rPr>
              <w:t>]</w:t>
            </w:r>
            <w:r w:rsidR="00130934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BEC7697" w14:textId="77777777" w:rsidR="009C1EC0" w:rsidRDefault="004E79BB" w:rsidP="000205A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 heat flux density of skin surface evaporation</w:t>
            </w:r>
          </w:p>
          <w:p w14:paraId="76D857E4" w14:textId="24759CBF" w:rsidR="004E79BB" w:rsidRPr="000205A1" w:rsidRDefault="004E79BB" w:rsidP="000205A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5CA384B" w14:textId="5A5037F5" w:rsidR="006126FC" w:rsidRDefault="00D82150" w:rsidP="000205A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Thermal resistance of clothing</w:t>
            </w:r>
          </w:p>
          <w:p w14:paraId="64B0CE32" w14:textId="027183CE" w:rsidR="009C1EC0" w:rsidRPr="000205A1" w:rsidRDefault="006126FC" w:rsidP="006126FC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r w:rsidR="00D82150">
              <w:rPr>
                <w:b/>
                <w:bCs/>
                <w:sz w:val="18"/>
                <w:szCs w:val="18"/>
              </w:rPr>
              <w:t>s·</w:t>
            </w:r>
            <w:r>
              <w:rPr>
                <w:b/>
                <w:bCs/>
                <w:sz w:val="18"/>
                <w:szCs w:val="18"/>
              </w:rPr>
              <w:t>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 w:rsidR="00D82150"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b/>
                <w:bCs/>
                <w:sz w:val="18"/>
                <w:szCs w:val="18"/>
              </w:rPr>
              <w:t xml:space="preserve">] 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C7073D" w14:textId="1CE969E1" w:rsidR="009C1EC0" w:rsidRPr="000205A1" w:rsidRDefault="00D82150" w:rsidP="000205A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Thermal resistance of clothing </w:t>
            </w:r>
            <w:r w:rsidR="000205A1"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="000205A1"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="000205A1" w:rsidRPr="000205A1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0901711" w14:textId="1F606F6D" w:rsidR="00D82150" w:rsidRDefault="00D82150" w:rsidP="000205A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Evaporative resistance of clothing </w:t>
            </w:r>
          </w:p>
          <w:p w14:paraId="686D8001" w14:textId="64807EDF" w:rsidR="009C1EC0" w:rsidRPr="000205A1" w:rsidRDefault="00D82150" w:rsidP="000205A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[s·</w:t>
            </w:r>
            <w:r w:rsidR="006126FC">
              <w:rPr>
                <w:b/>
                <w:bCs/>
                <w:sz w:val="18"/>
                <w:szCs w:val="18"/>
              </w:rPr>
              <w:t>m</w:t>
            </w:r>
            <w:r w:rsidR="006126FC"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 w:rsidR="006126FC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021370" w14:textId="77777777" w:rsidR="00921A41" w:rsidRDefault="00921A41" w:rsidP="00921A4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Evaporative resistance of clothing</w:t>
            </w:r>
          </w:p>
          <w:p w14:paraId="4BD4A631" w14:textId="70DEAF90" w:rsidR="009C1EC0" w:rsidRPr="000205A1" w:rsidRDefault="000205A1" w:rsidP="000205A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]</w:t>
            </w:r>
          </w:p>
        </w:tc>
      </w:tr>
      <w:tr w:rsidR="00FE2F6D" w:rsidRPr="00FE2F6D" w14:paraId="688383D6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2935044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87B336A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2023.06.02</w:t>
            </w:r>
          </w:p>
        </w:tc>
        <w:tc>
          <w:tcPr>
            <w:tcW w:w="7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9706D3C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15:50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</w:tcBorders>
            <w:vAlign w:val="bottom"/>
          </w:tcPr>
          <w:p w14:paraId="591B56DC" w14:textId="34D77852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414.8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08E01B61" w14:textId="492FAD3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683.2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18870978" w14:textId="4515F9F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332.7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bottom"/>
          </w:tcPr>
          <w:p w14:paraId="0F830109" w14:textId="7724504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-78.9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vAlign w:val="bottom"/>
          </w:tcPr>
          <w:p w14:paraId="2FCB71D7" w14:textId="472886D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183.3</w:t>
            </w:r>
          </w:p>
        </w:tc>
        <w:tc>
          <w:tcPr>
            <w:tcW w:w="846" w:type="dxa"/>
            <w:tcBorders>
              <w:top w:val="single" w:sz="4" w:space="0" w:color="auto"/>
            </w:tcBorders>
            <w:vAlign w:val="bottom"/>
          </w:tcPr>
          <w:p w14:paraId="2ADB0818" w14:textId="78C8BD4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58.0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2FD24308" w14:textId="4812B70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51.9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30625A3B" w14:textId="11040D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30.1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482C587C" w14:textId="63854F1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84B58B9" w14:textId="0C39174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2D979C95" w14:textId="053ECF6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273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2C5EBEC5" w14:textId="55A8006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1.46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49C95FB6" w14:textId="29255D85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189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4D69A248" w14:textId="19817DD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0.66</w:t>
            </w:r>
          </w:p>
        </w:tc>
      </w:tr>
      <w:tr w:rsidR="00FE2F6D" w:rsidRPr="00FE2F6D" w14:paraId="384D1955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865A739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ECD0090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2023.06.03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99B5965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14:20</w:t>
            </w:r>
          </w:p>
        </w:tc>
        <w:tc>
          <w:tcPr>
            <w:tcW w:w="845" w:type="dxa"/>
            <w:gridSpan w:val="2"/>
            <w:vAlign w:val="bottom"/>
          </w:tcPr>
          <w:p w14:paraId="07C163AB" w14:textId="17C4DE92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406.1</w:t>
            </w:r>
          </w:p>
        </w:tc>
        <w:tc>
          <w:tcPr>
            <w:tcW w:w="846" w:type="dxa"/>
            <w:gridSpan w:val="2"/>
            <w:vAlign w:val="bottom"/>
          </w:tcPr>
          <w:p w14:paraId="211940C9" w14:textId="769B557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657.6</w:t>
            </w:r>
          </w:p>
        </w:tc>
        <w:tc>
          <w:tcPr>
            <w:tcW w:w="846" w:type="dxa"/>
            <w:gridSpan w:val="2"/>
            <w:vAlign w:val="bottom"/>
          </w:tcPr>
          <w:p w14:paraId="60D71232" w14:textId="402B7D1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418.9</w:t>
            </w:r>
          </w:p>
        </w:tc>
        <w:tc>
          <w:tcPr>
            <w:tcW w:w="836" w:type="dxa"/>
            <w:vAlign w:val="bottom"/>
          </w:tcPr>
          <w:p w14:paraId="35E1E454" w14:textId="5F69DB4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16.7</w:t>
            </w:r>
          </w:p>
        </w:tc>
        <w:tc>
          <w:tcPr>
            <w:tcW w:w="858" w:type="dxa"/>
            <w:gridSpan w:val="2"/>
            <w:vAlign w:val="bottom"/>
          </w:tcPr>
          <w:p w14:paraId="36012E07" w14:textId="7B0F08E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155.1</w:t>
            </w:r>
          </w:p>
        </w:tc>
        <w:tc>
          <w:tcPr>
            <w:tcW w:w="846" w:type="dxa"/>
            <w:vAlign w:val="bottom"/>
          </w:tcPr>
          <w:p w14:paraId="664F8F44" w14:textId="0AD5E11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52.9</w:t>
            </w:r>
          </w:p>
        </w:tc>
        <w:tc>
          <w:tcPr>
            <w:tcW w:w="850" w:type="dxa"/>
            <w:vAlign w:val="bottom"/>
          </w:tcPr>
          <w:p w14:paraId="153823E9" w14:textId="4A28C80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54.2</w:t>
            </w:r>
          </w:p>
        </w:tc>
        <w:tc>
          <w:tcPr>
            <w:tcW w:w="851" w:type="dxa"/>
            <w:vAlign w:val="bottom"/>
          </w:tcPr>
          <w:p w14:paraId="25C64CF4" w14:textId="198DC55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3830608" w14:textId="6ED8D24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8B2F22" w14:textId="0F06E92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A9BF71B" w14:textId="172C03A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-1460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C6392CA" w14:textId="0E948F6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-7.82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30309E6" w14:textId="744F5B8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69FB771" w14:textId="237751D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2.06</w:t>
            </w:r>
          </w:p>
        </w:tc>
      </w:tr>
      <w:tr w:rsidR="00FE2F6D" w:rsidRPr="00FE2F6D" w14:paraId="0638013B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0D19CF6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47F3CFF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2023.06.05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053BBE3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12:40</w:t>
            </w:r>
          </w:p>
        </w:tc>
        <w:tc>
          <w:tcPr>
            <w:tcW w:w="845" w:type="dxa"/>
            <w:gridSpan w:val="2"/>
            <w:vAlign w:val="bottom"/>
          </w:tcPr>
          <w:p w14:paraId="475BA9BF" w14:textId="338A777F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565.2</w:t>
            </w:r>
          </w:p>
        </w:tc>
        <w:tc>
          <w:tcPr>
            <w:tcW w:w="846" w:type="dxa"/>
            <w:gridSpan w:val="2"/>
            <w:vAlign w:val="bottom"/>
          </w:tcPr>
          <w:p w14:paraId="228BDA5E" w14:textId="6217224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868.9</w:t>
            </w:r>
          </w:p>
        </w:tc>
        <w:tc>
          <w:tcPr>
            <w:tcW w:w="846" w:type="dxa"/>
            <w:gridSpan w:val="2"/>
            <w:vAlign w:val="bottom"/>
          </w:tcPr>
          <w:p w14:paraId="6A451F5D" w14:textId="2C8B8B5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529.3</w:t>
            </w:r>
          </w:p>
        </w:tc>
        <w:tc>
          <w:tcPr>
            <w:tcW w:w="836" w:type="dxa"/>
            <w:vAlign w:val="bottom"/>
          </w:tcPr>
          <w:p w14:paraId="78D11D1B" w14:textId="006C3D6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-32.5</w:t>
            </w:r>
          </w:p>
        </w:tc>
        <w:tc>
          <w:tcPr>
            <w:tcW w:w="858" w:type="dxa"/>
            <w:gridSpan w:val="2"/>
            <w:vAlign w:val="bottom"/>
          </w:tcPr>
          <w:p w14:paraId="09568B59" w14:textId="537C5AE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157.7</w:t>
            </w:r>
          </w:p>
        </w:tc>
        <w:tc>
          <w:tcPr>
            <w:tcW w:w="846" w:type="dxa"/>
            <w:vAlign w:val="bottom"/>
          </w:tcPr>
          <w:p w14:paraId="582C9698" w14:textId="64B747F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62.5</w:t>
            </w:r>
          </w:p>
        </w:tc>
        <w:tc>
          <w:tcPr>
            <w:tcW w:w="850" w:type="dxa"/>
            <w:vAlign w:val="bottom"/>
          </w:tcPr>
          <w:p w14:paraId="419A2713" w14:textId="6651FA4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60.3</w:t>
            </w:r>
          </w:p>
        </w:tc>
        <w:tc>
          <w:tcPr>
            <w:tcW w:w="851" w:type="dxa"/>
            <w:vAlign w:val="bottom"/>
          </w:tcPr>
          <w:p w14:paraId="51D9E648" w14:textId="71FB13D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F6444F4" w14:textId="4834F2B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61497" w14:textId="3250985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840B76D" w14:textId="58F057F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976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5C9B0E1" w14:textId="176B278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5.23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593913C" w14:textId="04D716A5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937A169" w14:textId="4A8C73C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1.19</w:t>
            </w:r>
          </w:p>
        </w:tc>
      </w:tr>
      <w:tr w:rsidR="00FE2F6D" w:rsidRPr="00FE2F6D" w14:paraId="5E58DC4C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D93DDDF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CB378A6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C283A78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12:20</w:t>
            </w:r>
          </w:p>
        </w:tc>
        <w:tc>
          <w:tcPr>
            <w:tcW w:w="845" w:type="dxa"/>
            <w:gridSpan w:val="2"/>
            <w:vAlign w:val="bottom"/>
          </w:tcPr>
          <w:p w14:paraId="1E57CFFC" w14:textId="0943AB10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537.6</w:t>
            </w:r>
          </w:p>
        </w:tc>
        <w:tc>
          <w:tcPr>
            <w:tcW w:w="846" w:type="dxa"/>
            <w:gridSpan w:val="2"/>
            <w:vAlign w:val="bottom"/>
          </w:tcPr>
          <w:p w14:paraId="29D2A77A" w14:textId="040636A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868.9</w:t>
            </w:r>
          </w:p>
        </w:tc>
        <w:tc>
          <w:tcPr>
            <w:tcW w:w="846" w:type="dxa"/>
            <w:gridSpan w:val="2"/>
            <w:vAlign w:val="bottom"/>
          </w:tcPr>
          <w:p w14:paraId="116FBE40" w14:textId="7D6B036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557.3</w:t>
            </w:r>
          </w:p>
        </w:tc>
        <w:tc>
          <w:tcPr>
            <w:tcW w:w="836" w:type="dxa"/>
            <w:vAlign w:val="bottom"/>
          </w:tcPr>
          <w:p w14:paraId="06E2694E" w14:textId="0D6E476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23.5</w:t>
            </w:r>
          </w:p>
        </w:tc>
        <w:tc>
          <w:tcPr>
            <w:tcW w:w="858" w:type="dxa"/>
            <w:gridSpan w:val="2"/>
            <w:vAlign w:val="bottom"/>
          </w:tcPr>
          <w:p w14:paraId="36EE96D3" w14:textId="5AB540A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161.9</w:t>
            </w:r>
          </w:p>
        </w:tc>
        <w:tc>
          <w:tcPr>
            <w:tcW w:w="846" w:type="dxa"/>
            <w:vAlign w:val="bottom"/>
          </w:tcPr>
          <w:p w14:paraId="7A1CED0C" w14:textId="767E66D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58.1</w:t>
            </w:r>
          </w:p>
        </w:tc>
        <w:tc>
          <w:tcPr>
            <w:tcW w:w="850" w:type="dxa"/>
            <w:vAlign w:val="bottom"/>
          </w:tcPr>
          <w:p w14:paraId="42BEE1BE" w14:textId="6A3D137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59.7</w:t>
            </w:r>
          </w:p>
        </w:tc>
        <w:tc>
          <w:tcPr>
            <w:tcW w:w="851" w:type="dxa"/>
            <w:vAlign w:val="bottom"/>
          </w:tcPr>
          <w:p w14:paraId="2FE6FD95" w14:textId="4420745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B9B0283" w14:textId="2C1C7C6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BC3D13" w14:textId="5BDD883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47FC172" w14:textId="5CBF3EB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-1314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42CE718" w14:textId="2FD57D5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-7.04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9AA2B6E" w14:textId="2C367FC6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609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050FF24" w14:textId="41D08A7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2.12</w:t>
            </w:r>
          </w:p>
        </w:tc>
      </w:tr>
      <w:tr w:rsidR="00FE2F6D" w:rsidRPr="00FE2F6D" w14:paraId="12D1D03E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2082FBF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F1C6796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FBEBDFB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14:30</w:t>
            </w:r>
          </w:p>
        </w:tc>
        <w:tc>
          <w:tcPr>
            <w:tcW w:w="845" w:type="dxa"/>
            <w:gridSpan w:val="2"/>
            <w:vAlign w:val="bottom"/>
          </w:tcPr>
          <w:p w14:paraId="338B33E1" w14:textId="785E137C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508.3</w:t>
            </w:r>
          </w:p>
        </w:tc>
        <w:tc>
          <w:tcPr>
            <w:tcW w:w="846" w:type="dxa"/>
            <w:gridSpan w:val="2"/>
            <w:vAlign w:val="bottom"/>
          </w:tcPr>
          <w:p w14:paraId="7E521594" w14:textId="4C1E64B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820</w:t>
            </w:r>
          </w:p>
        </w:tc>
        <w:tc>
          <w:tcPr>
            <w:tcW w:w="846" w:type="dxa"/>
            <w:gridSpan w:val="2"/>
            <w:vAlign w:val="bottom"/>
          </w:tcPr>
          <w:p w14:paraId="2E12BC9D" w14:textId="450ADD9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499.1</w:t>
            </w:r>
          </w:p>
        </w:tc>
        <w:tc>
          <w:tcPr>
            <w:tcW w:w="836" w:type="dxa"/>
            <w:vAlign w:val="bottom"/>
          </w:tcPr>
          <w:p w14:paraId="1FDA919A" w14:textId="4CE4595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-5.5</w:t>
            </w:r>
          </w:p>
        </w:tc>
        <w:tc>
          <w:tcPr>
            <w:tcW w:w="858" w:type="dxa"/>
            <w:gridSpan w:val="2"/>
            <w:vAlign w:val="bottom"/>
          </w:tcPr>
          <w:p w14:paraId="1F108E20" w14:textId="6F43B31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157.7</w:t>
            </w:r>
          </w:p>
        </w:tc>
        <w:tc>
          <w:tcPr>
            <w:tcW w:w="846" w:type="dxa"/>
            <w:vAlign w:val="bottom"/>
          </w:tcPr>
          <w:p w14:paraId="5929188C" w14:textId="1339A54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57.7</w:t>
            </w:r>
          </w:p>
        </w:tc>
        <w:tc>
          <w:tcPr>
            <w:tcW w:w="850" w:type="dxa"/>
            <w:vAlign w:val="bottom"/>
          </w:tcPr>
          <w:p w14:paraId="189F922C" w14:textId="2586C32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57.3</w:t>
            </w:r>
          </w:p>
        </w:tc>
        <w:tc>
          <w:tcPr>
            <w:tcW w:w="851" w:type="dxa"/>
            <w:vAlign w:val="bottom"/>
          </w:tcPr>
          <w:p w14:paraId="3CB75742" w14:textId="3DF97CA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09B5E6F" w14:textId="272F98B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2B1E6" w14:textId="6803597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7EF9BC6" w14:textId="638CC72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5088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E37BEE5" w14:textId="2AC2277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BA30101" w14:textId="7570244A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471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76A447B" w14:textId="6A2D2FF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1.64</w:t>
            </w:r>
          </w:p>
        </w:tc>
      </w:tr>
      <w:tr w:rsidR="00FE2F6D" w:rsidRPr="00FE2F6D" w14:paraId="7D3DA0C8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62E9EC9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58E4AB5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ED4B263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12:10</w:t>
            </w:r>
          </w:p>
        </w:tc>
        <w:tc>
          <w:tcPr>
            <w:tcW w:w="845" w:type="dxa"/>
            <w:gridSpan w:val="2"/>
            <w:vAlign w:val="bottom"/>
          </w:tcPr>
          <w:p w14:paraId="10CC2F06" w14:textId="62959442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554.4</w:t>
            </w:r>
          </w:p>
        </w:tc>
        <w:tc>
          <w:tcPr>
            <w:tcW w:w="846" w:type="dxa"/>
            <w:gridSpan w:val="2"/>
            <w:vAlign w:val="bottom"/>
          </w:tcPr>
          <w:p w14:paraId="0434AF5B" w14:textId="1F65820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868.9</w:t>
            </w:r>
          </w:p>
        </w:tc>
        <w:tc>
          <w:tcPr>
            <w:tcW w:w="846" w:type="dxa"/>
            <w:gridSpan w:val="2"/>
            <w:vAlign w:val="bottom"/>
          </w:tcPr>
          <w:p w14:paraId="7437F60B" w14:textId="143AA03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577.4</w:t>
            </w:r>
          </w:p>
        </w:tc>
        <w:tc>
          <w:tcPr>
            <w:tcW w:w="836" w:type="dxa"/>
            <w:vAlign w:val="bottom"/>
          </w:tcPr>
          <w:p w14:paraId="21E708D9" w14:textId="282104A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26.6</w:t>
            </w:r>
          </w:p>
        </w:tc>
        <w:tc>
          <w:tcPr>
            <w:tcW w:w="858" w:type="dxa"/>
            <w:gridSpan w:val="2"/>
            <w:vAlign w:val="bottom"/>
          </w:tcPr>
          <w:p w14:paraId="374B2242" w14:textId="15BBFD4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149.9</w:t>
            </w:r>
          </w:p>
        </w:tc>
        <w:tc>
          <w:tcPr>
            <w:tcW w:w="846" w:type="dxa"/>
            <w:vAlign w:val="bottom"/>
          </w:tcPr>
          <w:p w14:paraId="586E0502" w14:textId="67F0E76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69.5</w:t>
            </w:r>
          </w:p>
        </w:tc>
        <w:tc>
          <w:tcPr>
            <w:tcW w:w="850" w:type="dxa"/>
            <w:vAlign w:val="bottom"/>
          </w:tcPr>
          <w:p w14:paraId="0FC2FF10" w14:textId="1FEB683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71.8</w:t>
            </w:r>
          </w:p>
        </w:tc>
        <w:tc>
          <w:tcPr>
            <w:tcW w:w="851" w:type="dxa"/>
            <w:vAlign w:val="bottom"/>
          </w:tcPr>
          <w:p w14:paraId="46BFBA6A" w14:textId="2509C61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45F57CA" w14:textId="0302595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B7ADB6" w14:textId="0C29724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98FE3FA" w14:textId="2D11352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-1713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029C4E4" w14:textId="08310E9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-9.17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D7314DA" w14:textId="5D08D9D5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2F3C79D" w14:textId="379999F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2.12</w:t>
            </w:r>
          </w:p>
        </w:tc>
      </w:tr>
      <w:tr w:rsidR="00FE2F6D" w:rsidRPr="00FE2F6D" w14:paraId="344E55B0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404E1530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E8FA815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82FF8B5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12:30</w:t>
            </w:r>
          </w:p>
        </w:tc>
        <w:tc>
          <w:tcPr>
            <w:tcW w:w="845" w:type="dxa"/>
            <w:gridSpan w:val="2"/>
            <w:vAlign w:val="bottom"/>
          </w:tcPr>
          <w:p w14:paraId="236511BF" w14:textId="1AB4186F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215.1</w:t>
            </w:r>
          </w:p>
        </w:tc>
        <w:tc>
          <w:tcPr>
            <w:tcW w:w="846" w:type="dxa"/>
            <w:gridSpan w:val="2"/>
            <w:vAlign w:val="bottom"/>
          </w:tcPr>
          <w:p w14:paraId="776685A1" w14:textId="0A1A184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360.6</w:t>
            </w:r>
          </w:p>
        </w:tc>
        <w:tc>
          <w:tcPr>
            <w:tcW w:w="846" w:type="dxa"/>
            <w:gridSpan w:val="2"/>
            <w:vAlign w:val="bottom"/>
          </w:tcPr>
          <w:p w14:paraId="33216900" w14:textId="2622B10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283.5</w:t>
            </w:r>
          </w:p>
        </w:tc>
        <w:tc>
          <w:tcPr>
            <w:tcW w:w="836" w:type="dxa"/>
            <w:vAlign w:val="bottom"/>
          </w:tcPr>
          <w:p w14:paraId="23C5F40D" w14:textId="1BEEA48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71.7</w:t>
            </w:r>
          </w:p>
        </w:tc>
        <w:tc>
          <w:tcPr>
            <w:tcW w:w="858" w:type="dxa"/>
            <w:gridSpan w:val="2"/>
            <w:vAlign w:val="bottom"/>
          </w:tcPr>
          <w:p w14:paraId="7C306266" w14:textId="2D2A84F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154.2</w:t>
            </w:r>
          </w:p>
        </w:tc>
        <w:tc>
          <w:tcPr>
            <w:tcW w:w="846" w:type="dxa"/>
            <w:vAlign w:val="bottom"/>
          </w:tcPr>
          <w:p w14:paraId="673BCE6D" w14:textId="533CD5B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36.2</w:t>
            </w:r>
          </w:p>
        </w:tc>
        <w:tc>
          <w:tcPr>
            <w:tcW w:w="850" w:type="dxa"/>
            <w:vAlign w:val="bottom"/>
          </w:tcPr>
          <w:p w14:paraId="7C6B10AC" w14:textId="5FDFDEB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41.0</w:t>
            </w:r>
          </w:p>
        </w:tc>
        <w:tc>
          <w:tcPr>
            <w:tcW w:w="851" w:type="dxa"/>
            <w:vAlign w:val="bottom"/>
          </w:tcPr>
          <w:p w14:paraId="326B97F6" w14:textId="2A6F06E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4B18D69" w14:textId="0068237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AD535" w14:textId="3625160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B22007D" w14:textId="47CB9C5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-117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27971A9" w14:textId="6939462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-0.63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80A2759" w14:textId="55459891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1122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894820F" w14:textId="69FACE5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3.91</w:t>
            </w:r>
          </w:p>
        </w:tc>
      </w:tr>
      <w:tr w:rsidR="00FE2F6D" w:rsidRPr="00FE2F6D" w14:paraId="22A795BA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3C3A0B6B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9D4D07B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44EB289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16:20</w:t>
            </w:r>
          </w:p>
        </w:tc>
        <w:tc>
          <w:tcPr>
            <w:tcW w:w="845" w:type="dxa"/>
            <w:gridSpan w:val="2"/>
            <w:vAlign w:val="bottom"/>
          </w:tcPr>
          <w:p w14:paraId="2A23FFEC" w14:textId="55C9B285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258.5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421DC585" w14:textId="35D281E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410.7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0B2F4F6B" w14:textId="67CDDF0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236.6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31067604" w14:textId="5FF2935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-18.6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5FEA4F7E" w14:textId="780A80F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153.4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3AF87F06" w14:textId="460244D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40.2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6A2DD262" w14:textId="6017E67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39.1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7AECE532" w14:textId="0FF12E7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D21A912" w14:textId="3290266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005C2" w14:textId="5F1F215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1C9C4CF" w14:textId="484E656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490112B" w14:textId="02955B7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1.76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5EF5B89" w14:textId="36E1BFEA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392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A978A75" w14:textId="0D8C40E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1.37</w:t>
            </w:r>
          </w:p>
        </w:tc>
      </w:tr>
      <w:tr w:rsidR="00FE2F6D" w:rsidRPr="00FE2F6D" w14:paraId="528F41F8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227D7B7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D8B4479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2CEAA41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09:40</w:t>
            </w:r>
          </w:p>
        </w:tc>
        <w:tc>
          <w:tcPr>
            <w:tcW w:w="845" w:type="dxa"/>
            <w:gridSpan w:val="2"/>
            <w:vAlign w:val="bottom"/>
          </w:tcPr>
          <w:p w14:paraId="4D66405A" w14:textId="58A21CE1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336.0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66BF9423" w14:textId="5E3ACA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587.2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EA2F295" w14:textId="1076123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311.6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2C411F3D" w14:textId="1CA4CF4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-20.9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59582A38" w14:textId="79B0725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154.2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265895FD" w14:textId="012053F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44.4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2F7ED71D" w14:textId="50431B0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300F42F6" w14:textId="396FC62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4889F86" w14:textId="10110AA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5CAE73" w14:textId="78D3602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69D324B" w14:textId="601C485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79F29C8" w14:textId="3810878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2.78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012C2E2" w14:textId="6D2C0FEB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ACB4127" w14:textId="4E6BAE5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1.30</w:t>
            </w:r>
          </w:p>
        </w:tc>
      </w:tr>
      <w:tr w:rsidR="00FE2F6D" w:rsidRPr="00FE2F6D" w14:paraId="589324F2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5CE2A7E6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7E501677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2023.06.18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617AD35B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13:40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400B3B47" w14:textId="140B54B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549.4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9EDD7E1" w14:textId="11BC8FB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874.4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47F985A" w14:textId="09E17C8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528.0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2E045E5B" w14:textId="2A72165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-18.3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78A4A298" w14:textId="75D0BBC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157.7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5EFEA3BE" w14:textId="63C0EB3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69DC9A0B" w14:textId="7B0D0EC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60.5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4F0E9906" w14:textId="3EFCA1B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E114CC6" w14:textId="7CD3BC2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B40B6" w14:textId="61E6B8A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2AE7ED4" w14:textId="6B46C26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1745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B445678" w14:textId="149C93D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7B61010" w14:textId="55DFFEA9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E9300D1" w14:textId="0D3980A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1.31</w:t>
            </w:r>
          </w:p>
        </w:tc>
      </w:tr>
      <w:tr w:rsidR="00FE2F6D" w:rsidRPr="00FE2F6D" w14:paraId="2914E0FB" w14:textId="77777777" w:rsidTr="00097A55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FFD3BA5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0E5F9B7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2023.06.18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21A9B3FB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18:20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066A5724" w14:textId="72091F51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111.1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389DA0F9" w14:textId="63035D6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290.8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2354055" w14:textId="1323701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82.7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1FF1C87C" w14:textId="518F1DB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-25.1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19A4FB17" w14:textId="7A747BC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153.4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6941641D" w14:textId="61BE64C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34.0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0CAAA6AC" w14:textId="602C0E9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09C8CAD0" w14:textId="15378AF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719351F" w14:textId="0EDB321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17E2DF" w14:textId="0A1CBE8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8673B30" w14:textId="0BC6CAD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-81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B56606D" w14:textId="645F721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BBE1414" w14:textId="3CA9B999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615456A" w14:textId="5641EE1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1.31</w:t>
            </w:r>
          </w:p>
        </w:tc>
      </w:tr>
      <w:tr w:rsidR="00FE2F6D" w:rsidRPr="00FE2F6D" w14:paraId="339E78A5" w14:textId="77777777" w:rsidTr="00097A55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2107BF33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413EBBFA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2023.06.21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1EBE455B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12:40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04777E3E" w14:textId="3A58859C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183.0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7732BD41" w14:textId="710A788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304.1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7093514F" w14:textId="39BFB2F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78.8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5EA336B6" w14:textId="0A42277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-101.8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3676DD6D" w14:textId="26F0E9B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155.9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09197B5D" w14:textId="03437B3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43.5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319E4D51" w14:textId="4ED9822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35.8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2108EE8D" w14:textId="0963085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EB44DB1" w14:textId="3743808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58187" w14:textId="33A6276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216E631" w14:textId="0842D0B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389D0F3" w14:textId="064DFA1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921CA60" w14:textId="787EFBC5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05DA562" w14:textId="3A8DAB1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0.41</w:t>
            </w:r>
          </w:p>
        </w:tc>
      </w:tr>
      <w:tr w:rsidR="00FE2F6D" w:rsidRPr="00FE2F6D" w14:paraId="4AF06187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618715D3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65D2F39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FE962F2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18:40</w:t>
            </w:r>
          </w:p>
        </w:tc>
        <w:tc>
          <w:tcPr>
            <w:tcW w:w="845" w:type="dxa"/>
            <w:gridSpan w:val="2"/>
            <w:vAlign w:val="bottom"/>
          </w:tcPr>
          <w:p w14:paraId="07858B19" w14:textId="67E9EC12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95.4</w:t>
            </w:r>
          </w:p>
        </w:tc>
        <w:tc>
          <w:tcPr>
            <w:tcW w:w="846" w:type="dxa"/>
            <w:gridSpan w:val="2"/>
            <w:vAlign w:val="bottom"/>
          </w:tcPr>
          <w:p w14:paraId="293605DD" w14:textId="1412506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194.9</w:t>
            </w:r>
          </w:p>
        </w:tc>
        <w:tc>
          <w:tcPr>
            <w:tcW w:w="846" w:type="dxa"/>
            <w:gridSpan w:val="2"/>
            <w:vAlign w:val="bottom"/>
          </w:tcPr>
          <w:p w14:paraId="188BC994" w14:textId="1DA3151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66.3</w:t>
            </w:r>
          </w:p>
        </w:tc>
        <w:tc>
          <w:tcPr>
            <w:tcW w:w="836" w:type="dxa"/>
            <w:vAlign w:val="bottom"/>
          </w:tcPr>
          <w:p w14:paraId="45C0E185" w14:textId="146C405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-26.4</w:t>
            </w:r>
          </w:p>
        </w:tc>
        <w:tc>
          <w:tcPr>
            <w:tcW w:w="858" w:type="dxa"/>
            <w:gridSpan w:val="2"/>
            <w:vAlign w:val="bottom"/>
          </w:tcPr>
          <w:p w14:paraId="13989259" w14:textId="17ECF33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153.4</w:t>
            </w:r>
          </w:p>
        </w:tc>
        <w:tc>
          <w:tcPr>
            <w:tcW w:w="846" w:type="dxa"/>
            <w:vAlign w:val="bottom"/>
          </w:tcPr>
          <w:p w14:paraId="5F330A71" w14:textId="783A715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32.3</w:t>
            </w:r>
          </w:p>
        </w:tc>
        <w:tc>
          <w:tcPr>
            <w:tcW w:w="850" w:type="dxa"/>
            <w:vAlign w:val="bottom"/>
          </w:tcPr>
          <w:p w14:paraId="44246E09" w14:textId="751C29C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31.0</w:t>
            </w:r>
          </w:p>
        </w:tc>
        <w:tc>
          <w:tcPr>
            <w:tcW w:w="851" w:type="dxa"/>
            <w:vAlign w:val="bottom"/>
          </w:tcPr>
          <w:p w14:paraId="449E3911" w14:textId="547C3A5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5002D4D" w14:textId="3CD6331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69A91" w14:textId="0072779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DF4A456" w14:textId="4261750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-137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D51543B" w14:textId="2FD268D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-0.73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4191EDE" w14:textId="360D4F0F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2C216C5" w14:textId="379EC07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1.08</w:t>
            </w:r>
          </w:p>
        </w:tc>
      </w:tr>
      <w:tr w:rsidR="00FE2F6D" w:rsidRPr="00FE2F6D" w14:paraId="745C9D60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02DA4958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B3C6B85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7F589CA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12:30</w:t>
            </w:r>
          </w:p>
        </w:tc>
        <w:tc>
          <w:tcPr>
            <w:tcW w:w="845" w:type="dxa"/>
            <w:gridSpan w:val="2"/>
            <w:vAlign w:val="bottom"/>
          </w:tcPr>
          <w:p w14:paraId="11B3C4E5" w14:textId="6049D8FD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559.5</w:t>
            </w:r>
          </w:p>
        </w:tc>
        <w:tc>
          <w:tcPr>
            <w:tcW w:w="846" w:type="dxa"/>
            <w:gridSpan w:val="2"/>
            <w:vAlign w:val="bottom"/>
          </w:tcPr>
          <w:p w14:paraId="38954A77" w14:textId="0C163A4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868.9</w:t>
            </w:r>
          </w:p>
        </w:tc>
        <w:tc>
          <w:tcPr>
            <w:tcW w:w="846" w:type="dxa"/>
            <w:gridSpan w:val="2"/>
            <w:vAlign w:val="bottom"/>
          </w:tcPr>
          <w:p w14:paraId="52567B14" w14:textId="4BC5890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461.4</w:t>
            </w:r>
          </w:p>
        </w:tc>
        <w:tc>
          <w:tcPr>
            <w:tcW w:w="836" w:type="dxa"/>
            <w:vAlign w:val="bottom"/>
          </w:tcPr>
          <w:p w14:paraId="5ABC8721" w14:textId="7425F0C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-95.1</w:t>
            </w:r>
          </w:p>
        </w:tc>
        <w:tc>
          <w:tcPr>
            <w:tcW w:w="858" w:type="dxa"/>
            <w:gridSpan w:val="2"/>
            <w:vAlign w:val="bottom"/>
          </w:tcPr>
          <w:p w14:paraId="0D98E72A" w14:textId="6E94224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161.1</w:t>
            </w:r>
          </w:p>
        </w:tc>
        <w:tc>
          <w:tcPr>
            <w:tcW w:w="846" w:type="dxa"/>
            <w:vAlign w:val="bottom"/>
          </w:tcPr>
          <w:p w14:paraId="3DE8F87F" w14:textId="43F4831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63.7</w:t>
            </w:r>
          </w:p>
        </w:tc>
        <w:tc>
          <w:tcPr>
            <w:tcW w:w="850" w:type="dxa"/>
            <w:vAlign w:val="bottom"/>
          </w:tcPr>
          <w:p w14:paraId="2D91E97E" w14:textId="16550BB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57.3</w:t>
            </w:r>
          </w:p>
        </w:tc>
        <w:tc>
          <w:tcPr>
            <w:tcW w:w="851" w:type="dxa"/>
            <w:vAlign w:val="bottom"/>
          </w:tcPr>
          <w:p w14:paraId="51B759F1" w14:textId="57AEBAC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2026439" w14:textId="65403B9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B80E0" w14:textId="6C3AB46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A1BE4A0" w14:textId="23285F4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B1E9109" w14:textId="5EDC5B7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1.58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EAEE7FB" w14:textId="46ACFBC8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7063643" w14:textId="7543F98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0.66</w:t>
            </w:r>
          </w:p>
        </w:tc>
      </w:tr>
      <w:tr w:rsidR="00FE2F6D" w:rsidRPr="00FE2F6D" w14:paraId="795F98C6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200E6171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2BCDF60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2023.06.30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2D24FFA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08:50</w:t>
            </w:r>
          </w:p>
        </w:tc>
        <w:tc>
          <w:tcPr>
            <w:tcW w:w="845" w:type="dxa"/>
            <w:gridSpan w:val="2"/>
            <w:vAlign w:val="bottom"/>
          </w:tcPr>
          <w:p w14:paraId="5952E516" w14:textId="4BC98484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232.3</w:t>
            </w:r>
          </w:p>
        </w:tc>
        <w:tc>
          <w:tcPr>
            <w:tcW w:w="846" w:type="dxa"/>
            <w:gridSpan w:val="2"/>
            <w:vAlign w:val="bottom"/>
          </w:tcPr>
          <w:p w14:paraId="5C2B70D5" w14:textId="0CEDA42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435</w:t>
            </w:r>
          </w:p>
        </w:tc>
        <w:tc>
          <w:tcPr>
            <w:tcW w:w="846" w:type="dxa"/>
            <w:gridSpan w:val="2"/>
            <w:vAlign w:val="bottom"/>
          </w:tcPr>
          <w:p w14:paraId="0994852E" w14:textId="13C0459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169.0</w:t>
            </w:r>
          </w:p>
        </w:tc>
        <w:tc>
          <w:tcPr>
            <w:tcW w:w="836" w:type="dxa"/>
            <w:vAlign w:val="bottom"/>
          </w:tcPr>
          <w:p w14:paraId="21C5FB79" w14:textId="523A734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-60.0</w:t>
            </w:r>
          </w:p>
        </w:tc>
        <w:tc>
          <w:tcPr>
            <w:tcW w:w="858" w:type="dxa"/>
            <w:gridSpan w:val="2"/>
            <w:vAlign w:val="bottom"/>
          </w:tcPr>
          <w:p w14:paraId="434D088E" w14:textId="2764E77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167.1</w:t>
            </w:r>
          </w:p>
        </w:tc>
        <w:tc>
          <w:tcPr>
            <w:tcW w:w="846" w:type="dxa"/>
            <w:vAlign w:val="bottom"/>
          </w:tcPr>
          <w:p w14:paraId="7D4E00E1" w14:textId="6511CD4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40.9</w:t>
            </w:r>
          </w:p>
        </w:tc>
        <w:tc>
          <w:tcPr>
            <w:tcW w:w="850" w:type="dxa"/>
            <w:vAlign w:val="bottom"/>
          </w:tcPr>
          <w:p w14:paraId="3484BB03" w14:textId="76FCE3F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36.0</w:t>
            </w:r>
          </w:p>
        </w:tc>
        <w:tc>
          <w:tcPr>
            <w:tcW w:w="851" w:type="dxa"/>
            <w:vAlign w:val="bottom"/>
          </w:tcPr>
          <w:p w14:paraId="630744EB" w14:textId="5EC2B6B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30.0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8EBDB9E" w14:textId="6EE8CD5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4F39E" w14:textId="741B7A2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512EF96" w14:textId="5D29C5F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27DF248" w14:textId="269C7D8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0.21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4C4951C" w14:textId="5C898ED8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4995506" w14:textId="2439E1A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0.76</w:t>
            </w:r>
          </w:p>
        </w:tc>
      </w:tr>
      <w:tr w:rsidR="00FE2F6D" w:rsidRPr="00FE2F6D" w14:paraId="5B6E1F0E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6374DCB6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5442AD4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2023.06.30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32BD264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18:40</w:t>
            </w:r>
          </w:p>
        </w:tc>
        <w:tc>
          <w:tcPr>
            <w:tcW w:w="845" w:type="dxa"/>
            <w:gridSpan w:val="2"/>
            <w:vAlign w:val="bottom"/>
          </w:tcPr>
          <w:p w14:paraId="73333C30" w14:textId="5B921D0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93.3</w:t>
            </w:r>
          </w:p>
        </w:tc>
        <w:tc>
          <w:tcPr>
            <w:tcW w:w="846" w:type="dxa"/>
            <w:gridSpan w:val="2"/>
            <w:vAlign w:val="bottom"/>
          </w:tcPr>
          <w:p w14:paraId="0F98F301" w14:textId="0F6F93B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233.2</w:t>
            </w:r>
          </w:p>
        </w:tc>
        <w:tc>
          <w:tcPr>
            <w:tcW w:w="846" w:type="dxa"/>
            <w:gridSpan w:val="2"/>
            <w:vAlign w:val="bottom"/>
          </w:tcPr>
          <w:p w14:paraId="79AF20B0" w14:textId="4681CF7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74.9</w:t>
            </w:r>
          </w:p>
        </w:tc>
        <w:tc>
          <w:tcPr>
            <w:tcW w:w="836" w:type="dxa"/>
            <w:vAlign w:val="bottom"/>
          </w:tcPr>
          <w:p w14:paraId="4E85EA09" w14:textId="7D00936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-15.3</w:t>
            </w:r>
          </w:p>
        </w:tc>
        <w:tc>
          <w:tcPr>
            <w:tcW w:w="858" w:type="dxa"/>
            <w:gridSpan w:val="2"/>
            <w:vAlign w:val="bottom"/>
          </w:tcPr>
          <w:p w14:paraId="02703CE8" w14:textId="1A23660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170.5</w:t>
            </w:r>
          </w:p>
        </w:tc>
        <w:tc>
          <w:tcPr>
            <w:tcW w:w="846" w:type="dxa"/>
            <w:vAlign w:val="bottom"/>
          </w:tcPr>
          <w:p w14:paraId="26DD3765" w14:textId="5B0D05C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33.6</w:t>
            </w:r>
          </w:p>
        </w:tc>
        <w:tc>
          <w:tcPr>
            <w:tcW w:w="850" w:type="dxa"/>
            <w:vAlign w:val="bottom"/>
          </w:tcPr>
          <w:p w14:paraId="0FA2F07E" w14:textId="1DA4C10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32.6</w:t>
            </w:r>
          </w:p>
        </w:tc>
        <w:tc>
          <w:tcPr>
            <w:tcW w:w="851" w:type="dxa"/>
            <w:vAlign w:val="bottom"/>
          </w:tcPr>
          <w:p w14:paraId="78F0D13C" w14:textId="548EC3F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997E53B" w14:textId="04000BE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41DAC7" w14:textId="10D599D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072F608" w14:textId="6D7B059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-114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55586C6" w14:textId="23939A0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-0.61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D2002C4" w14:textId="7088BC5B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016F2D2" w14:textId="48AEE9A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1.22</w:t>
            </w:r>
          </w:p>
        </w:tc>
      </w:tr>
      <w:tr w:rsidR="00FE2F6D" w:rsidRPr="00FE2F6D" w14:paraId="3C68D3E3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2AAA41D7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0ACA234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2023.07.02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9D7A192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19:20</w:t>
            </w:r>
          </w:p>
        </w:tc>
        <w:tc>
          <w:tcPr>
            <w:tcW w:w="845" w:type="dxa"/>
            <w:gridSpan w:val="2"/>
            <w:vAlign w:val="bottom"/>
          </w:tcPr>
          <w:p w14:paraId="405E4178" w14:textId="794618B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-4.5</w:t>
            </w:r>
          </w:p>
        </w:tc>
        <w:tc>
          <w:tcPr>
            <w:tcW w:w="846" w:type="dxa"/>
            <w:gridSpan w:val="2"/>
            <w:vAlign w:val="bottom"/>
          </w:tcPr>
          <w:p w14:paraId="7B0273DA" w14:textId="112ED9A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122.2</w:t>
            </w:r>
          </w:p>
        </w:tc>
        <w:tc>
          <w:tcPr>
            <w:tcW w:w="846" w:type="dxa"/>
            <w:gridSpan w:val="2"/>
            <w:vAlign w:val="bottom"/>
          </w:tcPr>
          <w:p w14:paraId="28237B8A" w14:textId="4D61C0D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-103.6</w:t>
            </w:r>
          </w:p>
        </w:tc>
        <w:tc>
          <w:tcPr>
            <w:tcW w:w="836" w:type="dxa"/>
            <w:vAlign w:val="bottom"/>
          </w:tcPr>
          <w:p w14:paraId="74473505" w14:textId="3A3040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-95.9</w:t>
            </w:r>
          </w:p>
        </w:tc>
        <w:tc>
          <w:tcPr>
            <w:tcW w:w="858" w:type="dxa"/>
            <w:gridSpan w:val="2"/>
            <w:vAlign w:val="bottom"/>
          </w:tcPr>
          <w:p w14:paraId="6ACA037D" w14:textId="6825E3D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161.1</w:t>
            </w:r>
          </w:p>
        </w:tc>
        <w:tc>
          <w:tcPr>
            <w:tcW w:w="846" w:type="dxa"/>
            <w:vAlign w:val="bottom"/>
          </w:tcPr>
          <w:p w14:paraId="62F4CA38" w14:textId="10A22A9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25.3</w:t>
            </w:r>
          </w:p>
        </w:tc>
        <w:tc>
          <w:tcPr>
            <w:tcW w:w="850" w:type="dxa"/>
            <w:vAlign w:val="bottom"/>
          </w:tcPr>
          <w:p w14:paraId="63FEB144" w14:textId="3849806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19.2</w:t>
            </w:r>
          </w:p>
        </w:tc>
        <w:tc>
          <w:tcPr>
            <w:tcW w:w="851" w:type="dxa"/>
            <w:vAlign w:val="bottom"/>
          </w:tcPr>
          <w:p w14:paraId="3CE35F43" w14:textId="76CFF88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9CA53D8" w14:textId="237E890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FF82BF" w14:textId="485C4CC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247CE34" w14:textId="17FA49B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-186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7BE5B30" w14:textId="77EA6F4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-1.00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CBD000E" w14:textId="77BCF945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9B7D4BB" w14:textId="27B3C8A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0.74</w:t>
            </w:r>
          </w:p>
        </w:tc>
      </w:tr>
      <w:tr w:rsidR="00FE2F6D" w:rsidRPr="00FE2F6D" w14:paraId="058E7EA4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1C959005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0C2E084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F2BF37B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12:50</w:t>
            </w:r>
          </w:p>
        </w:tc>
        <w:tc>
          <w:tcPr>
            <w:tcW w:w="845" w:type="dxa"/>
            <w:gridSpan w:val="2"/>
            <w:vAlign w:val="bottom"/>
          </w:tcPr>
          <w:p w14:paraId="1428931F" w14:textId="37264B0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484.7</w:t>
            </w:r>
          </w:p>
        </w:tc>
        <w:tc>
          <w:tcPr>
            <w:tcW w:w="846" w:type="dxa"/>
            <w:gridSpan w:val="2"/>
            <w:vAlign w:val="bottom"/>
          </w:tcPr>
          <w:p w14:paraId="73A0D324" w14:textId="5318E52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745.8</w:t>
            </w:r>
          </w:p>
        </w:tc>
        <w:tc>
          <w:tcPr>
            <w:tcW w:w="846" w:type="dxa"/>
            <w:gridSpan w:val="2"/>
            <w:vAlign w:val="bottom"/>
          </w:tcPr>
          <w:p w14:paraId="7BD105D5" w14:textId="7D1C811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423.1</w:t>
            </w:r>
          </w:p>
        </w:tc>
        <w:tc>
          <w:tcPr>
            <w:tcW w:w="836" w:type="dxa"/>
            <w:vAlign w:val="bottom"/>
          </w:tcPr>
          <w:p w14:paraId="1CD9C307" w14:textId="4991C48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-58.6</w:t>
            </w:r>
          </w:p>
        </w:tc>
        <w:tc>
          <w:tcPr>
            <w:tcW w:w="858" w:type="dxa"/>
            <w:gridSpan w:val="2"/>
            <w:vAlign w:val="bottom"/>
          </w:tcPr>
          <w:p w14:paraId="691BA6C0" w14:textId="782D08B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156.8</w:t>
            </w:r>
          </w:p>
        </w:tc>
        <w:tc>
          <w:tcPr>
            <w:tcW w:w="846" w:type="dxa"/>
            <w:vAlign w:val="bottom"/>
          </w:tcPr>
          <w:p w14:paraId="64D91154" w14:textId="72B5467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54.9</w:t>
            </w:r>
          </w:p>
        </w:tc>
        <w:tc>
          <w:tcPr>
            <w:tcW w:w="850" w:type="dxa"/>
            <w:vAlign w:val="bottom"/>
          </w:tcPr>
          <w:p w14:paraId="767AADD6" w14:textId="2F5D8E1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51.4</w:t>
            </w:r>
          </w:p>
        </w:tc>
        <w:tc>
          <w:tcPr>
            <w:tcW w:w="851" w:type="dxa"/>
            <w:vAlign w:val="bottom"/>
          </w:tcPr>
          <w:p w14:paraId="5B6BE147" w14:textId="331FCA4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4AE486B" w14:textId="659F4CF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1D12BA" w14:textId="2B59B89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F644BF4" w14:textId="2C0C410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5C29612" w14:textId="6D280CF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1.91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50426D9" w14:textId="3485AAD5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B534BC4" w14:textId="06F77E3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0.83</w:t>
            </w:r>
          </w:p>
        </w:tc>
      </w:tr>
      <w:tr w:rsidR="00FE2F6D" w:rsidRPr="00FE2F6D" w14:paraId="4FBC1604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469D044A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0BA52E4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70ABDA8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19:20</w:t>
            </w:r>
          </w:p>
        </w:tc>
        <w:tc>
          <w:tcPr>
            <w:tcW w:w="845" w:type="dxa"/>
            <w:gridSpan w:val="2"/>
            <w:vAlign w:val="bottom"/>
          </w:tcPr>
          <w:p w14:paraId="521AC526" w14:textId="5FB2508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-15.7</w:t>
            </w:r>
          </w:p>
        </w:tc>
        <w:tc>
          <w:tcPr>
            <w:tcW w:w="846" w:type="dxa"/>
            <w:gridSpan w:val="2"/>
            <w:vAlign w:val="bottom"/>
          </w:tcPr>
          <w:p w14:paraId="680A2AF4" w14:textId="56C86CF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48.9</w:t>
            </w:r>
          </w:p>
        </w:tc>
        <w:tc>
          <w:tcPr>
            <w:tcW w:w="846" w:type="dxa"/>
            <w:gridSpan w:val="2"/>
            <w:vAlign w:val="bottom"/>
          </w:tcPr>
          <w:p w14:paraId="691EBEE9" w14:textId="6209075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-94.6</w:t>
            </w:r>
          </w:p>
        </w:tc>
        <w:tc>
          <w:tcPr>
            <w:tcW w:w="836" w:type="dxa"/>
            <w:vAlign w:val="bottom"/>
          </w:tcPr>
          <w:p w14:paraId="5B8EDC8A" w14:textId="0F6C472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-75.5</w:t>
            </w:r>
          </w:p>
        </w:tc>
        <w:tc>
          <w:tcPr>
            <w:tcW w:w="858" w:type="dxa"/>
            <w:gridSpan w:val="2"/>
            <w:vAlign w:val="bottom"/>
          </w:tcPr>
          <w:p w14:paraId="12AF898E" w14:textId="47F1E71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180.8</w:t>
            </w:r>
          </w:p>
        </w:tc>
        <w:tc>
          <w:tcPr>
            <w:tcW w:w="846" w:type="dxa"/>
            <w:vAlign w:val="bottom"/>
          </w:tcPr>
          <w:p w14:paraId="733CC3E1" w14:textId="263AAA2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23.8</w:t>
            </w:r>
          </w:p>
        </w:tc>
        <w:tc>
          <w:tcPr>
            <w:tcW w:w="850" w:type="dxa"/>
            <w:vAlign w:val="bottom"/>
          </w:tcPr>
          <w:p w14:paraId="7D3390E3" w14:textId="339F7E3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18.5</w:t>
            </w:r>
          </w:p>
        </w:tc>
        <w:tc>
          <w:tcPr>
            <w:tcW w:w="851" w:type="dxa"/>
            <w:vAlign w:val="bottom"/>
          </w:tcPr>
          <w:p w14:paraId="3E4A41EF" w14:textId="08BA56E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1D05633" w14:textId="6FA4C1F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87BD56" w14:textId="1EB2301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2779224" w14:textId="34EAE87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-248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02E3955" w14:textId="32E4495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85A4BF1" w14:textId="7ADD4B1D" w:rsidR="00FE2F6D" w:rsidRPr="00FE2F6D" w:rsidRDefault="00FE2F6D" w:rsidP="00FE2F6D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B204320" w14:textId="16979B90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0.76</w:t>
            </w:r>
          </w:p>
        </w:tc>
      </w:tr>
      <w:tr w:rsidR="00FE2F6D" w:rsidRPr="00FE2F6D" w14:paraId="04488D59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7DA566CC" w14:textId="77777777" w:rsidR="00FE2F6D" w:rsidRPr="00FE2F6D" w:rsidRDefault="00FE2F6D" w:rsidP="00FE2F6D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D65AE06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0D1F738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19:30</w:t>
            </w:r>
          </w:p>
        </w:tc>
        <w:tc>
          <w:tcPr>
            <w:tcW w:w="845" w:type="dxa"/>
            <w:gridSpan w:val="2"/>
            <w:vAlign w:val="bottom"/>
          </w:tcPr>
          <w:p w14:paraId="2205ED6C" w14:textId="513798E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-21.0</w:t>
            </w:r>
          </w:p>
        </w:tc>
        <w:tc>
          <w:tcPr>
            <w:tcW w:w="846" w:type="dxa"/>
            <w:gridSpan w:val="2"/>
            <w:vAlign w:val="bottom"/>
          </w:tcPr>
          <w:p w14:paraId="5872060D" w14:textId="5CF1116F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85.6</w:t>
            </w:r>
          </w:p>
        </w:tc>
        <w:tc>
          <w:tcPr>
            <w:tcW w:w="846" w:type="dxa"/>
            <w:gridSpan w:val="2"/>
            <w:vAlign w:val="bottom"/>
          </w:tcPr>
          <w:p w14:paraId="295EF4F2" w14:textId="2736A86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-16.5</w:t>
            </w:r>
          </w:p>
        </w:tc>
        <w:tc>
          <w:tcPr>
            <w:tcW w:w="836" w:type="dxa"/>
            <w:vAlign w:val="bottom"/>
          </w:tcPr>
          <w:p w14:paraId="3AE7A1AF" w14:textId="76E7C33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7.4</w:t>
            </w:r>
          </w:p>
        </w:tc>
        <w:tc>
          <w:tcPr>
            <w:tcW w:w="858" w:type="dxa"/>
            <w:gridSpan w:val="2"/>
            <w:vAlign w:val="bottom"/>
          </w:tcPr>
          <w:p w14:paraId="63329223" w14:textId="34393DF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133.7</w:t>
            </w:r>
          </w:p>
        </w:tc>
        <w:tc>
          <w:tcPr>
            <w:tcW w:w="846" w:type="dxa"/>
            <w:vAlign w:val="bottom"/>
          </w:tcPr>
          <w:p w14:paraId="261D2135" w14:textId="130A377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26.2</w:t>
            </w:r>
          </w:p>
        </w:tc>
        <w:tc>
          <w:tcPr>
            <w:tcW w:w="850" w:type="dxa"/>
            <w:vAlign w:val="bottom"/>
          </w:tcPr>
          <w:p w14:paraId="468FB596" w14:textId="09FEC62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26.8</w:t>
            </w:r>
          </w:p>
        </w:tc>
        <w:tc>
          <w:tcPr>
            <w:tcW w:w="851" w:type="dxa"/>
            <w:vAlign w:val="bottom"/>
          </w:tcPr>
          <w:p w14:paraId="12361256" w14:textId="0E0535B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24.6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F6A34B9" w14:textId="78EA7C0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581FC" w14:textId="56A419F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F088625" w14:textId="7085E0D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1177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50F4556" w14:textId="5B0F817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5E3AC84" w14:textId="7CE627F6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A5E073C" w14:textId="24980CF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1.80</w:t>
            </w:r>
          </w:p>
        </w:tc>
      </w:tr>
      <w:tr w:rsidR="00FE2F6D" w:rsidRPr="00FE2F6D" w14:paraId="02562621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E634F3E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2E3FB66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307E41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84360" w14:textId="7837333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DA9D2" w14:textId="78B538C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48.9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989F27" w14:textId="5B50C65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-34.7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1E680C" w14:textId="44D60EE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-33.8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A55C6" w14:textId="6305EA0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134.5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09565D" w14:textId="74F057B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31.1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2E18F" w14:textId="4362491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D4187F" w14:textId="2C9B055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BC9481" w14:textId="5228E2D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9A06EF" w14:textId="05929B0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08D226" w14:textId="64526EB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-171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2AEAE" w14:textId="496DBF5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-0.91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A42FDE" w14:textId="12523F2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D056F" w14:textId="784E81A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1.08</w:t>
            </w:r>
          </w:p>
        </w:tc>
      </w:tr>
      <w:tr w:rsidR="00FE2F6D" w:rsidRPr="00FE2F6D" w14:paraId="751B294F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E01794F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7A3D1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746AC9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315D09" w14:textId="76CFE6F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179.8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B0F10" w14:textId="20DD482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287.1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0DCF21" w14:textId="6426150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131.3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CFD146" w14:textId="24026A7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-45.4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9C2B51" w14:textId="0BBC244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148.2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6A7CE" w14:textId="4BC8ED6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36.8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D05A75" w14:textId="76490719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B256C" w14:textId="6AA2332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47A828" w14:textId="6B906C4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0ACD30" w14:textId="1E97B4B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6E8F4B" w14:textId="3CFCBC4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7BF69B" w14:textId="46D0BE6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B0614A" w14:textId="51261704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912A93" w14:textId="3D4DCFD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0.77</w:t>
            </w:r>
          </w:p>
        </w:tc>
      </w:tr>
      <w:tr w:rsidR="00FE2F6D" w:rsidRPr="00FE2F6D" w14:paraId="2C585132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0CA8B9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B17FC6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2023.07.25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7F9C1B" w14:textId="777777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949519" w14:textId="6D2C4233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-15.7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289907" w14:textId="55F49477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48.9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7837D2E" w14:textId="22F06F7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39.6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662D2B" w14:textId="7CF1516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58.4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CDFB431" w14:textId="50CD5541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145.7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10B961" w14:textId="704C814B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A4A88F" w14:textId="4208FC8D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E36C7C" w14:textId="6DCD930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C5B886" w14:textId="028F2DCC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744C0AE" w14:textId="49DC9718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A07813" w14:textId="2E9D3F1A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2B58D3" w14:textId="618A8895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0.91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FFB9476" w14:textId="1AA6A88E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859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7B2572" w14:textId="069CFCB2" w:rsidR="00FE2F6D" w:rsidRPr="00FE2F6D" w:rsidRDefault="00FE2F6D" w:rsidP="00FE2F6D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2.99</w:t>
            </w:r>
          </w:p>
        </w:tc>
      </w:tr>
    </w:tbl>
    <w:p w14:paraId="7FE95969" w14:textId="5BA29E5C" w:rsidR="00FE2F6D" w:rsidRDefault="00FE2F6D" w:rsidP="00FE2F6D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  <w:r>
        <w:rPr>
          <w:rFonts w:eastAsia="Times New Roman"/>
          <w:bCs/>
          <w:noProof w:val="0"/>
          <w:snapToGrid w:val="0"/>
          <w:szCs w:val="22"/>
          <w:lang w:bidi="en-US"/>
        </w:rPr>
        <w:t>Table S2 continued.</w:t>
      </w: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505DD1" w:rsidRPr="00175819" w14:paraId="5102DBAC" w14:textId="77777777" w:rsidTr="00097A55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617FAF2" w14:textId="7E23F94E" w:rsidR="00505DD1" w:rsidRDefault="00505DD1" w:rsidP="00505DD1">
            <w:pPr>
              <w:pStyle w:val="MDPI42tablebody"/>
              <w:spacing w:before="60" w:after="60" w:line="260" w:lineRule="exact"/>
              <w:rPr>
                <w:b/>
                <w:bCs/>
                <w:sz w:val="18"/>
                <w:szCs w:val="18"/>
              </w:rPr>
            </w:pPr>
            <w:r w:rsidRPr="00FE2F6D">
              <w:rPr>
                <w:b/>
                <w:bCs/>
                <w:sz w:val="22"/>
                <w:szCs w:val="22"/>
              </w:rPr>
              <w:t>OUTPUT DATA</w:t>
            </w:r>
          </w:p>
        </w:tc>
      </w:tr>
      <w:tr w:rsidR="00505DD1" w:rsidRPr="00175819" w14:paraId="568DA321" w14:textId="77777777" w:rsidTr="00BE3CA0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202BFB" w14:textId="77777777" w:rsidR="00505DD1" w:rsidRPr="000205A1" w:rsidRDefault="00505DD1" w:rsidP="00505DD1">
            <w:pPr>
              <w:pStyle w:val="MDPI42tablebody"/>
              <w:spacing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No.</w:t>
            </w:r>
          </w:p>
          <w:p w14:paraId="7E4425C1" w14:textId="77777777" w:rsidR="00505DD1" w:rsidRPr="000205A1" w:rsidRDefault="00505DD1" w:rsidP="00505DD1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of</w:t>
            </w:r>
          </w:p>
          <w:p w14:paraId="17695AB2" w14:textId="77777777" w:rsidR="00505DD1" w:rsidRPr="000205A1" w:rsidRDefault="00505DD1" w:rsidP="00505DD1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ob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3FC922A0" w14:textId="77777777" w:rsidR="00505DD1" w:rsidRPr="000205A1" w:rsidRDefault="00505DD1" w:rsidP="00505DD1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ser-</w:t>
            </w:r>
          </w:p>
          <w:p w14:paraId="2242244D" w14:textId="77777777" w:rsidR="00505DD1" w:rsidRPr="000205A1" w:rsidRDefault="00505DD1" w:rsidP="00505DD1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va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7CC168F9" w14:textId="5E775F15" w:rsidR="00505DD1" w:rsidRPr="00175819" w:rsidRDefault="00505DD1" w:rsidP="00505DD1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E51717" w14:textId="2487A2EA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FBE9B" w14:textId="0281AF46" w:rsidR="00505DD1" w:rsidRPr="00175819" w:rsidRDefault="00505DD1" w:rsidP="00505DD1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2DAFC0" w14:textId="77777777" w:rsidR="00505DD1" w:rsidRPr="007F0D3A" w:rsidRDefault="00000000" w:rsidP="00505DD1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ni</m:t>
                    </m:r>
                  </m:sub>
                </m:sSub>
              </m:oMath>
            </m:oMathPara>
          </w:p>
          <w:p w14:paraId="27BC2FBF" w14:textId="77777777" w:rsidR="00505DD1" w:rsidRPr="007F0D3A" w:rsidRDefault="00505DD1" w:rsidP="00505DD1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07506555" w14:textId="755E3707" w:rsidR="00505DD1" w:rsidRPr="00175819" w:rsidRDefault="00505DD1" w:rsidP="00505DD1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807871" w14:textId="77777777" w:rsidR="00505DD1" w:rsidRDefault="00505DD1" w:rsidP="00505DD1">
            <w:pPr>
              <w:pStyle w:val="MDPI42tablebody"/>
              <w:spacing w:line="260" w:lineRule="exact"/>
              <w:jc w:val="both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t xml:space="preserve">   S</w:t>
            </w:r>
          </w:p>
          <w:p w14:paraId="2C218352" w14:textId="509980E2" w:rsidR="00505DD1" w:rsidRPr="00175819" w:rsidRDefault="00505DD1" w:rsidP="00505DD1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F2456E" w14:textId="77777777" w:rsidR="00505DD1" w:rsidRDefault="00505DD1" w:rsidP="00505DD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The numerator </w:t>
            </w:r>
          </w:p>
          <w:p w14:paraId="085E52F3" w14:textId="77777777" w:rsidR="00505DD1" w:rsidRDefault="00505DD1" w:rsidP="00505DD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of the fraction </w:t>
            </w:r>
          </w:p>
          <w:p w14:paraId="25A0DA6B" w14:textId="77777777" w:rsidR="00505DD1" w:rsidRDefault="00505DD1" w:rsidP="00505DD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 eq. (13)</w:t>
            </w:r>
          </w:p>
          <w:p w14:paraId="58A62154" w14:textId="26E7FFCF" w:rsidR="00505DD1" w:rsidRPr="00175819" w:rsidRDefault="00505DD1" w:rsidP="00505DD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D5FDF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Energy</w:t>
            </w:r>
          </w:p>
          <w:p w14:paraId="0C63C648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flux</w:t>
            </w:r>
          </w:p>
          <w:p w14:paraId="6ABA6A95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density</w:t>
            </w:r>
          </w:p>
          <w:p w14:paraId="0C97B956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at the</w:t>
            </w:r>
          </w:p>
          <w:p w14:paraId="33ADDE9A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skin </w:t>
            </w:r>
          </w:p>
          <w:p w14:paraId="304182ED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surface</w:t>
            </w:r>
          </w:p>
          <w:p w14:paraId="3C215EC2" w14:textId="5C4894CA" w:rsidR="00505DD1" w:rsidRPr="00175819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0E94A" w14:textId="77777777" w:rsidR="00505DD1" w:rsidRDefault="00505DD1" w:rsidP="00505DD1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</w:t>
            </w:r>
          </w:p>
          <w:p w14:paraId="5782A8E7" w14:textId="77777777" w:rsidR="00505DD1" w:rsidRDefault="00505DD1" w:rsidP="00505DD1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29934607" w14:textId="3B2B8589" w:rsidR="00505DD1" w:rsidRPr="00175819" w:rsidRDefault="00505DD1" w:rsidP="00505DD1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68AC5" w14:textId="77777777" w:rsidR="00505DD1" w:rsidRDefault="00505DD1" w:rsidP="00505DD1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o</w:t>
            </w:r>
          </w:p>
          <w:p w14:paraId="3B119FC2" w14:textId="0C569424" w:rsidR="00505DD1" w:rsidRPr="00175819" w:rsidRDefault="00505DD1" w:rsidP="00505DD1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7DE41E" w14:textId="77777777" w:rsidR="00505DD1" w:rsidRDefault="00505DD1" w:rsidP="00505DD1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3F9BF321" w14:textId="28A55833" w:rsidR="00505DD1" w:rsidRPr="00175819" w:rsidRDefault="00505DD1" w:rsidP="00505DD1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55565" w14:textId="77777777" w:rsidR="00505DD1" w:rsidRDefault="00505DD1" w:rsidP="00505DD1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e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4794F195" w14:textId="1B19FEBA" w:rsidR="00505DD1" w:rsidRPr="00175819" w:rsidRDefault="00505DD1" w:rsidP="00505DD1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737F1" w14:textId="77777777" w:rsidR="00505DD1" w:rsidRDefault="00505DD1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Latentheat flux de</w:t>
            </w:r>
            <w:r w:rsidR="00ED1B85">
              <w:rPr>
                <w:b/>
                <w:bCs/>
                <w:sz w:val="18"/>
                <w:szCs w:val="18"/>
              </w:rPr>
              <w:t xml:space="preserve">. </w:t>
            </w:r>
            <w:r>
              <w:rPr>
                <w:b/>
                <w:bCs/>
                <w:sz w:val="18"/>
                <w:szCs w:val="18"/>
              </w:rPr>
              <w:t>of dry skin surf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evap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</w:p>
          <w:p w14:paraId="3804B1D4" w14:textId="63A150DF" w:rsidR="00ED1B85" w:rsidRPr="00175819" w:rsidRDefault="00ED1B85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ED1B85">
              <w:rPr>
                <w:b/>
                <w:bCs/>
                <w:sz w:val="18"/>
                <w:szCs w:val="18"/>
                <w:vertAlign w:val="superscript"/>
              </w:rPr>
              <w:t>-2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E79915" w14:textId="77777777" w:rsidR="00505DD1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 heat flux density of skin surface evaporation</w:t>
            </w:r>
          </w:p>
          <w:p w14:paraId="2726DD8C" w14:textId="55E89345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6669355" w14:textId="77777777" w:rsidR="00505DD1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Thermal resistance of clothing</w:t>
            </w:r>
          </w:p>
          <w:p w14:paraId="190DFAEF" w14:textId="382F18D8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[s·m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b/>
                <w:bCs/>
                <w:sz w:val="18"/>
                <w:szCs w:val="18"/>
              </w:rPr>
              <w:t xml:space="preserve">] 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C41826" w14:textId="01D8DEB4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Thermal resistance of clothing </w:t>
            </w:r>
            <w:r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7E456C2" w14:textId="77777777" w:rsidR="00505DD1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Evaporative resistance of clothing </w:t>
            </w:r>
          </w:p>
          <w:p w14:paraId="3EDF4A03" w14:textId="0DE1599A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[s·m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371C93" w14:textId="77777777" w:rsidR="00505DD1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Evaporative resistance of clothing</w:t>
            </w:r>
          </w:p>
          <w:p w14:paraId="172737A0" w14:textId="724FECA5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]</w:t>
            </w:r>
          </w:p>
        </w:tc>
      </w:tr>
      <w:tr w:rsidR="00505DD1" w:rsidRPr="00DC6E82" w14:paraId="78FA2BED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2B81710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24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B596DC5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2023.07.28</w:t>
            </w:r>
          </w:p>
        </w:tc>
        <w:tc>
          <w:tcPr>
            <w:tcW w:w="7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0D4F7CE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18:30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</w:tcBorders>
            <w:vAlign w:val="bottom"/>
          </w:tcPr>
          <w:p w14:paraId="3533807D" w14:textId="46932D9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28.7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13D50F8F" w14:textId="1748C9B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114.5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6FC293BF" w14:textId="5E6FD68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-39.1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bottom"/>
          </w:tcPr>
          <w:p w14:paraId="16AB0C70" w14:textId="03862A2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-65.0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vAlign w:val="bottom"/>
          </w:tcPr>
          <w:p w14:paraId="3B08D684" w14:textId="4D0CC31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159.4</w:t>
            </w:r>
          </w:p>
        </w:tc>
        <w:tc>
          <w:tcPr>
            <w:tcW w:w="846" w:type="dxa"/>
            <w:tcBorders>
              <w:top w:val="single" w:sz="4" w:space="0" w:color="auto"/>
            </w:tcBorders>
            <w:vAlign w:val="bottom"/>
          </w:tcPr>
          <w:p w14:paraId="5D1A57C6" w14:textId="7DA5DCF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29.9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56A62E41" w14:textId="5F19E63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25.6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40495FF6" w14:textId="7FA2802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30.6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59F32CDE" w14:textId="181B821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185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10D2BF2" w14:textId="725B1E2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194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515BC0F3" w14:textId="2CA0779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-156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4806028B" w14:textId="2317AE8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-0.83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299C674A" w14:textId="5E90058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216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70333EB9" w14:textId="5630EF9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0.75</w:t>
            </w:r>
          </w:p>
        </w:tc>
      </w:tr>
      <w:tr w:rsidR="00505DD1" w:rsidRPr="00DC6E82" w14:paraId="40B3893C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30741284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FF72FB0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2023.07.29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8ED55B1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18:50</w:t>
            </w:r>
          </w:p>
        </w:tc>
        <w:tc>
          <w:tcPr>
            <w:tcW w:w="845" w:type="dxa"/>
            <w:gridSpan w:val="2"/>
            <w:vAlign w:val="bottom"/>
          </w:tcPr>
          <w:p w14:paraId="43FD50BA" w14:textId="2E658FF6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50.9</w:t>
            </w:r>
          </w:p>
        </w:tc>
        <w:tc>
          <w:tcPr>
            <w:tcW w:w="846" w:type="dxa"/>
            <w:gridSpan w:val="2"/>
            <w:vAlign w:val="bottom"/>
          </w:tcPr>
          <w:p w14:paraId="680EB8EC" w14:textId="0950AB1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114.5</w:t>
            </w:r>
          </w:p>
        </w:tc>
        <w:tc>
          <w:tcPr>
            <w:tcW w:w="846" w:type="dxa"/>
            <w:gridSpan w:val="2"/>
            <w:vAlign w:val="bottom"/>
          </w:tcPr>
          <w:p w14:paraId="17D92F45" w14:textId="76C1035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4.3</w:t>
            </w:r>
          </w:p>
        </w:tc>
        <w:tc>
          <w:tcPr>
            <w:tcW w:w="836" w:type="dxa"/>
            <w:vAlign w:val="bottom"/>
          </w:tcPr>
          <w:p w14:paraId="01F73560" w14:textId="65AB482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-43.8</w:t>
            </w:r>
          </w:p>
        </w:tc>
        <w:tc>
          <w:tcPr>
            <w:tcW w:w="858" w:type="dxa"/>
            <w:gridSpan w:val="2"/>
            <w:vAlign w:val="bottom"/>
          </w:tcPr>
          <w:p w14:paraId="03C7460C" w14:textId="76FCB92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140.5</w:t>
            </w:r>
          </w:p>
        </w:tc>
        <w:tc>
          <w:tcPr>
            <w:tcW w:w="846" w:type="dxa"/>
            <w:vAlign w:val="bottom"/>
          </w:tcPr>
          <w:p w14:paraId="0ED6E73F" w14:textId="58578F4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31.5</w:t>
            </w:r>
          </w:p>
        </w:tc>
        <w:tc>
          <w:tcPr>
            <w:tcW w:w="850" w:type="dxa"/>
            <w:vAlign w:val="bottom"/>
          </w:tcPr>
          <w:p w14:paraId="65721EC9" w14:textId="322000D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28.4</w:t>
            </w:r>
          </w:p>
        </w:tc>
        <w:tc>
          <w:tcPr>
            <w:tcW w:w="851" w:type="dxa"/>
            <w:vAlign w:val="bottom"/>
          </w:tcPr>
          <w:p w14:paraId="6613FDD7" w14:textId="10CD097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7FE0A28" w14:textId="24F1713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D86D55" w14:textId="5D90903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4E736B0" w14:textId="0DFA3E6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-154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529CB7D" w14:textId="5439429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-0.82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F70542D" w14:textId="33BBC19E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35A0D0D" w14:textId="44FF976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0.98</w:t>
            </w:r>
          </w:p>
        </w:tc>
      </w:tr>
      <w:tr w:rsidR="00505DD1" w:rsidRPr="00DC6E82" w14:paraId="5FADE479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42A490A6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E4DFF94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2023.07.30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152B15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vAlign w:val="bottom"/>
          </w:tcPr>
          <w:p w14:paraId="6C6A8257" w14:textId="1C60FFF3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110.8</w:t>
            </w:r>
          </w:p>
        </w:tc>
        <w:tc>
          <w:tcPr>
            <w:tcW w:w="846" w:type="dxa"/>
            <w:gridSpan w:val="2"/>
            <w:vAlign w:val="bottom"/>
          </w:tcPr>
          <w:p w14:paraId="4D1729BB" w14:textId="5047CE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220.6</w:t>
            </w:r>
          </w:p>
        </w:tc>
        <w:tc>
          <w:tcPr>
            <w:tcW w:w="846" w:type="dxa"/>
            <w:gridSpan w:val="2"/>
            <w:vAlign w:val="bottom"/>
          </w:tcPr>
          <w:p w14:paraId="0CA8DAF4" w14:textId="6DC8861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-11.8</w:t>
            </w:r>
          </w:p>
        </w:tc>
        <w:tc>
          <w:tcPr>
            <w:tcW w:w="836" w:type="dxa"/>
            <w:vAlign w:val="bottom"/>
          </w:tcPr>
          <w:p w14:paraId="44E48B52" w14:textId="40CE136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-119.4</w:t>
            </w:r>
          </w:p>
        </w:tc>
        <w:tc>
          <w:tcPr>
            <w:tcW w:w="858" w:type="dxa"/>
            <w:gridSpan w:val="2"/>
            <w:vAlign w:val="bottom"/>
          </w:tcPr>
          <w:p w14:paraId="0EC1A9F9" w14:textId="3CCB1C7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150.8</w:t>
            </w:r>
          </w:p>
        </w:tc>
        <w:tc>
          <w:tcPr>
            <w:tcW w:w="846" w:type="dxa"/>
            <w:vAlign w:val="bottom"/>
          </w:tcPr>
          <w:p w14:paraId="36A27F7D" w14:textId="571047C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29.5</w:t>
            </w:r>
          </w:p>
        </w:tc>
        <w:tc>
          <w:tcPr>
            <w:tcW w:w="850" w:type="dxa"/>
            <w:vAlign w:val="bottom"/>
          </w:tcPr>
          <w:p w14:paraId="1301A392" w14:textId="269EF79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21.4</w:t>
            </w:r>
          </w:p>
        </w:tc>
        <w:tc>
          <w:tcPr>
            <w:tcW w:w="851" w:type="dxa"/>
            <w:vAlign w:val="bottom"/>
          </w:tcPr>
          <w:p w14:paraId="40ECE49E" w14:textId="3B8C075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B0B4D4D" w14:textId="0603292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A15CE3" w14:textId="424F1AC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875491B" w14:textId="6FC435E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-127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6826614" w14:textId="55552D1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-0.68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392DBDD" w14:textId="3FB0D34E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4099BE1" w14:textId="7DA7376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0.53</w:t>
            </w:r>
          </w:p>
        </w:tc>
      </w:tr>
      <w:tr w:rsidR="00505DD1" w:rsidRPr="00DC6E82" w14:paraId="7E4DD3F0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D22D8B7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CE0A765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2023.07.30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182890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18:20</w:t>
            </w:r>
          </w:p>
        </w:tc>
        <w:tc>
          <w:tcPr>
            <w:tcW w:w="845" w:type="dxa"/>
            <w:gridSpan w:val="2"/>
            <w:vAlign w:val="bottom"/>
          </w:tcPr>
          <w:p w14:paraId="47CFF2B7" w14:textId="1304F24A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20.2</w:t>
            </w:r>
          </w:p>
        </w:tc>
        <w:tc>
          <w:tcPr>
            <w:tcW w:w="846" w:type="dxa"/>
            <w:gridSpan w:val="2"/>
            <w:vAlign w:val="bottom"/>
          </w:tcPr>
          <w:p w14:paraId="0F9F2529" w14:textId="3FCFB73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114.5</w:t>
            </w:r>
          </w:p>
        </w:tc>
        <w:tc>
          <w:tcPr>
            <w:tcW w:w="846" w:type="dxa"/>
            <w:gridSpan w:val="2"/>
            <w:vAlign w:val="bottom"/>
          </w:tcPr>
          <w:p w14:paraId="67613EBA" w14:textId="1EB43A2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-74.2</w:t>
            </w:r>
          </w:p>
        </w:tc>
        <w:tc>
          <w:tcPr>
            <w:tcW w:w="836" w:type="dxa"/>
            <w:vAlign w:val="bottom"/>
          </w:tcPr>
          <w:p w14:paraId="18B0658D" w14:textId="0328CCF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-91.4</w:t>
            </w:r>
          </w:p>
        </w:tc>
        <w:tc>
          <w:tcPr>
            <w:tcW w:w="858" w:type="dxa"/>
            <w:gridSpan w:val="2"/>
            <w:vAlign w:val="bottom"/>
          </w:tcPr>
          <w:p w14:paraId="42348EFD" w14:textId="4F4B891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143.1</w:t>
            </w:r>
          </w:p>
        </w:tc>
        <w:tc>
          <w:tcPr>
            <w:tcW w:w="846" w:type="dxa"/>
            <w:vAlign w:val="bottom"/>
          </w:tcPr>
          <w:p w14:paraId="755E65A9" w14:textId="1FD789D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25.9</w:t>
            </w:r>
          </w:p>
        </w:tc>
        <w:tc>
          <w:tcPr>
            <w:tcW w:w="850" w:type="dxa"/>
            <w:vAlign w:val="bottom"/>
          </w:tcPr>
          <w:p w14:paraId="416EF7DC" w14:textId="2ACF83A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19.5</w:t>
            </w:r>
          </w:p>
        </w:tc>
        <w:tc>
          <w:tcPr>
            <w:tcW w:w="851" w:type="dxa"/>
            <w:vAlign w:val="bottom"/>
          </w:tcPr>
          <w:p w14:paraId="59278950" w14:textId="75F9636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CCBAC76" w14:textId="7B67047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40203" w14:textId="3A231CE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AEDEA16" w14:textId="701985E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-191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439FBEC" w14:textId="1E3254D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-1.02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F8273D7" w14:textId="0BEDB438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AA2B02E" w14:textId="3927825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0.66</w:t>
            </w:r>
          </w:p>
        </w:tc>
      </w:tr>
      <w:tr w:rsidR="00505DD1" w:rsidRPr="00DC6E82" w14:paraId="16456011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AC8885D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A241A1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2023.07.31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60A0167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16:20</w:t>
            </w:r>
          </w:p>
        </w:tc>
        <w:tc>
          <w:tcPr>
            <w:tcW w:w="845" w:type="dxa"/>
            <w:gridSpan w:val="2"/>
            <w:vAlign w:val="bottom"/>
          </w:tcPr>
          <w:p w14:paraId="28E4C1D5" w14:textId="3BC00DB6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310.9</w:t>
            </w:r>
          </w:p>
        </w:tc>
        <w:tc>
          <w:tcPr>
            <w:tcW w:w="846" w:type="dxa"/>
            <w:gridSpan w:val="2"/>
            <w:vAlign w:val="bottom"/>
          </w:tcPr>
          <w:p w14:paraId="6AECD40E" w14:textId="51DACB3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509.8</w:t>
            </w:r>
          </w:p>
        </w:tc>
        <w:tc>
          <w:tcPr>
            <w:tcW w:w="846" w:type="dxa"/>
            <w:gridSpan w:val="2"/>
            <w:vAlign w:val="bottom"/>
          </w:tcPr>
          <w:p w14:paraId="1A900876" w14:textId="51B3F85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223.9</w:t>
            </w:r>
          </w:p>
        </w:tc>
        <w:tc>
          <w:tcPr>
            <w:tcW w:w="836" w:type="dxa"/>
            <w:vAlign w:val="bottom"/>
          </w:tcPr>
          <w:p w14:paraId="22A15596" w14:textId="004B144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-83.6</w:t>
            </w:r>
          </w:p>
        </w:tc>
        <w:tc>
          <w:tcPr>
            <w:tcW w:w="858" w:type="dxa"/>
            <w:gridSpan w:val="2"/>
            <w:vAlign w:val="bottom"/>
          </w:tcPr>
          <w:p w14:paraId="225D103E" w14:textId="5B548B4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149.1</w:t>
            </w:r>
          </w:p>
        </w:tc>
        <w:tc>
          <w:tcPr>
            <w:tcW w:w="846" w:type="dxa"/>
            <w:vAlign w:val="bottom"/>
          </w:tcPr>
          <w:p w14:paraId="6744EF91" w14:textId="55700D3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46.2</w:t>
            </w:r>
          </w:p>
        </w:tc>
        <w:tc>
          <w:tcPr>
            <w:tcW w:w="850" w:type="dxa"/>
            <w:vAlign w:val="bottom"/>
          </w:tcPr>
          <w:p w14:paraId="5AA76DBC" w14:textId="46B6F65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40.7</w:t>
            </w:r>
          </w:p>
        </w:tc>
        <w:tc>
          <w:tcPr>
            <w:tcW w:w="851" w:type="dxa"/>
            <w:vAlign w:val="bottom"/>
          </w:tcPr>
          <w:p w14:paraId="642999E4" w14:textId="7414D31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B019C71" w14:textId="5DF2629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DB6201" w14:textId="36BCD08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64BC117" w14:textId="0497F80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33B6B98" w14:textId="5512CE2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0.52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99B70B2" w14:textId="4D7A9A8F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B3F4BA3" w14:textId="7388403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0.87</w:t>
            </w:r>
          </w:p>
        </w:tc>
      </w:tr>
      <w:tr w:rsidR="00505DD1" w:rsidRPr="00DC6E82" w14:paraId="2CF1F195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E833A53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B616D4E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2023.07.31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3AAF33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18:50</w:t>
            </w:r>
          </w:p>
        </w:tc>
        <w:tc>
          <w:tcPr>
            <w:tcW w:w="845" w:type="dxa"/>
            <w:gridSpan w:val="2"/>
            <w:vAlign w:val="bottom"/>
          </w:tcPr>
          <w:p w14:paraId="404199CA" w14:textId="4D1500EF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78.7</w:t>
            </w:r>
          </w:p>
        </w:tc>
        <w:tc>
          <w:tcPr>
            <w:tcW w:w="846" w:type="dxa"/>
            <w:gridSpan w:val="2"/>
            <w:vAlign w:val="bottom"/>
          </w:tcPr>
          <w:p w14:paraId="2FB5AA2F" w14:textId="39D1A11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190.5</w:t>
            </w:r>
          </w:p>
        </w:tc>
        <w:tc>
          <w:tcPr>
            <w:tcW w:w="846" w:type="dxa"/>
            <w:gridSpan w:val="2"/>
            <w:vAlign w:val="bottom"/>
          </w:tcPr>
          <w:p w14:paraId="674E91B5" w14:textId="3A1D1DF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131.9</w:t>
            </w:r>
          </w:p>
        </w:tc>
        <w:tc>
          <w:tcPr>
            <w:tcW w:w="836" w:type="dxa"/>
            <w:vAlign w:val="bottom"/>
          </w:tcPr>
          <w:p w14:paraId="4C38B547" w14:textId="0A141C5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56.5</w:t>
            </w:r>
          </w:p>
        </w:tc>
        <w:tc>
          <w:tcPr>
            <w:tcW w:w="858" w:type="dxa"/>
            <w:gridSpan w:val="2"/>
            <w:vAlign w:val="bottom"/>
          </w:tcPr>
          <w:p w14:paraId="368F4D8B" w14:textId="409046F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153.4</w:t>
            </w:r>
          </w:p>
        </w:tc>
        <w:tc>
          <w:tcPr>
            <w:tcW w:w="846" w:type="dxa"/>
            <w:vAlign w:val="bottom"/>
          </w:tcPr>
          <w:p w14:paraId="329EA4CA" w14:textId="79FF5A4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29.3</w:t>
            </w:r>
          </w:p>
        </w:tc>
        <w:tc>
          <w:tcPr>
            <w:tcW w:w="850" w:type="dxa"/>
            <w:vAlign w:val="bottom"/>
          </w:tcPr>
          <w:p w14:paraId="0B24A451" w14:textId="5436585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33.2</w:t>
            </w:r>
          </w:p>
        </w:tc>
        <w:tc>
          <w:tcPr>
            <w:tcW w:w="851" w:type="dxa"/>
            <w:vAlign w:val="bottom"/>
          </w:tcPr>
          <w:p w14:paraId="17C05D1E" w14:textId="43E8BF3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9C10963" w14:textId="52FCECE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91EB5E" w14:textId="4C1A76F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1FF24CE" w14:textId="2E53FD3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433BA65" w14:textId="6726D68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0.09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F827A13" w14:textId="5800591F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913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B920C61" w14:textId="2067EBE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3.18</w:t>
            </w:r>
          </w:p>
        </w:tc>
      </w:tr>
      <w:tr w:rsidR="00505DD1" w:rsidRPr="00DC6E82" w14:paraId="751E86AB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8CD9CD8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30701C1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2023.08.01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EDB298C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vAlign w:val="bottom"/>
          </w:tcPr>
          <w:p w14:paraId="58D5B0EE" w14:textId="4DD2D1FE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166.7</w:t>
            </w:r>
          </w:p>
        </w:tc>
        <w:tc>
          <w:tcPr>
            <w:tcW w:w="846" w:type="dxa"/>
            <w:gridSpan w:val="2"/>
            <w:vAlign w:val="bottom"/>
          </w:tcPr>
          <w:p w14:paraId="18F188D5" w14:textId="2BCED08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286.2</w:t>
            </w:r>
          </w:p>
        </w:tc>
        <w:tc>
          <w:tcPr>
            <w:tcW w:w="846" w:type="dxa"/>
            <w:gridSpan w:val="2"/>
            <w:vAlign w:val="bottom"/>
          </w:tcPr>
          <w:p w14:paraId="051B1C37" w14:textId="3822509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111.9</w:t>
            </w:r>
          </w:p>
        </w:tc>
        <w:tc>
          <w:tcPr>
            <w:tcW w:w="836" w:type="dxa"/>
            <w:vAlign w:val="bottom"/>
          </w:tcPr>
          <w:p w14:paraId="7C160C5F" w14:textId="177A754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-51.9</w:t>
            </w:r>
          </w:p>
        </w:tc>
        <w:tc>
          <w:tcPr>
            <w:tcW w:w="858" w:type="dxa"/>
            <w:gridSpan w:val="2"/>
            <w:vAlign w:val="bottom"/>
          </w:tcPr>
          <w:p w14:paraId="74E580A9" w14:textId="4FF1855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153.4</w:t>
            </w:r>
          </w:p>
        </w:tc>
        <w:tc>
          <w:tcPr>
            <w:tcW w:w="846" w:type="dxa"/>
            <w:vAlign w:val="bottom"/>
          </w:tcPr>
          <w:p w14:paraId="2385BFD1" w14:textId="7F948FE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38.6</w:t>
            </w:r>
          </w:p>
        </w:tc>
        <w:tc>
          <w:tcPr>
            <w:tcW w:w="850" w:type="dxa"/>
            <w:vAlign w:val="bottom"/>
          </w:tcPr>
          <w:p w14:paraId="5D1C8878" w14:textId="0161671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35.4</w:t>
            </w:r>
          </w:p>
        </w:tc>
        <w:tc>
          <w:tcPr>
            <w:tcW w:w="851" w:type="dxa"/>
            <w:vAlign w:val="bottom"/>
          </w:tcPr>
          <w:p w14:paraId="2AAC51BD" w14:textId="10BC8CA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FC899F3" w14:textId="2C6C144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6D465" w14:textId="495366B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FCF0DB9" w14:textId="1F99288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54E1C52" w14:textId="51B5A11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0A12C69" w14:textId="3FF27AA0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231A1F1" w14:textId="5457229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0.97</w:t>
            </w:r>
          </w:p>
        </w:tc>
      </w:tr>
      <w:tr w:rsidR="00505DD1" w:rsidRPr="00DC6E82" w14:paraId="234B6AB7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F215285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C6790A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2023.08.01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C255CCB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16:50</w:t>
            </w:r>
          </w:p>
        </w:tc>
        <w:tc>
          <w:tcPr>
            <w:tcW w:w="845" w:type="dxa"/>
            <w:gridSpan w:val="2"/>
            <w:vAlign w:val="bottom"/>
          </w:tcPr>
          <w:p w14:paraId="60659077" w14:textId="2DD6EC39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87.1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33641254" w14:textId="293119B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164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211FE5FA" w14:textId="5BB4D84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86.3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5FC669E8" w14:textId="43DAD2B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2.2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59D9CB10" w14:textId="3CD3BBE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155.9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1350003A" w14:textId="21DBA66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33.4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7F257B9F" w14:textId="028C1E2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33.6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5C0478B3" w14:textId="546CA7D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2974145" w14:textId="677094E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FD086" w14:textId="650CC3D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6DFAA6D" w14:textId="35C3221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D99FA48" w14:textId="19FEE12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1.28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7235819" w14:textId="620FB1F6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427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1F79CE9" w14:textId="0F2B17B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1.49</w:t>
            </w:r>
          </w:p>
        </w:tc>
      </w:tr>
      <w:tr w:rsidR="00505DD1" w:rsidRPr="00DC6E82" w14:paraId="0272C8B9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F49C0AE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B7190A6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2023.08.02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EC72E68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18:30</w:t>
            </w:r>
          </w:p>
        </w:tc>
        <w:tc>
          <w:tcPr>
            <w:tcW w:w="845" w:type="dxa"/>
            <w:gridSpan w:val="2"/>
            <w:vAlign w:val="bottom"/>
          </w:tcPr>
          <w:p w14:paraId="3A4C4098" w14:textId="0338954E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17.1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A56E7F4" w14:textId="2CC4871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136.2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30D423A" w14:textId="0A7E2D5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-32.6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7EB26297" w14:textId="259EE3E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-46.2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1C7D2B8D" w14:textId="5B9A320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150.8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08FC7AE5" w14:textId="457EA60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59035F48" w14:textId="26B3AF0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716B40EB" w14:textId="564DCB7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AA66990" w14:textId="0183C27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2C8C43" w14:textId="36C7289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10D9CBD" w14:textId="116D03E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-264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242D38F" w14:textId="1E3B41B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BAC0B6" w14:textId="62557F18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F7FBC98" w14:textId="04F9A59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1.19</w:t>
            </w:r>
          </w:p>
        </w:tc>
      </w:tr>
      <w:tr w:rsidR="00505DD1" w:rsidRPr="00DC6E82" w14:paraId="66556FF6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088B08D9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33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58DF23AE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2023.08.13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0368B98D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15:40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63A2F744" w14:textId="785284F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375.2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7DF4C983" w14:textId="10C311C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636.1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32E39051" w14:textId="268CEAD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376.7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5F24324A" w14:textId="071ADA4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4.3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0AAA29F0" w14:textId="2C34C64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145.7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3D1782A0" w14:textId="7FA6C4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49FB14EF" w14:textId="3BCBF80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405EE260" w14:textId="1AF7D71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31F56A4" w14:textId="3102D14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B9C48" w14:textId="5422DD9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3B753AA" w14:textId="589CCDE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-7126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B1194F9" w14:textId="129469D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-38.16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C8CE3BC" w14:textId="62AD4328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423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4095D84" w14:textId="2BF63E8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1.47</w:t>
            </w:r>
          </w:p>
        </w:tc>
      </w:tr>
      <w:tr w:rsidR="00505DD1" w:rsidRPr="00DC6E82" w14:paraId="5C527541" w14:textId="77777777" w:rsidTr="00097A55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6B5167E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34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C2CCFB8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2023.08.16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E2987B4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19:45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1A47F7A2" w14:textId="20C8C710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-43.3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5F3C36A" w14:textId="51896F6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22.1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39C90E1" w14:textId="2082A96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16.5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286EB346" w14:textId="4FAA24C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62.9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39E04C5D" w14:textId="4D525F0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164.5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6CDE4DA5" w14:textId="6C1577B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19.3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2755A62F" w14:textId="0E9ED3A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26.4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1BD51AA4" w14:textId="7E2B0A7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96BB694" w14:textId="543DF5D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484407" w14:textId="680CF4F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366887A" w14:textId="541ED35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F8E722E" w14:textId="3D9DA29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6BF41F4" w14:textId="63745938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699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251EF34" w14:textId="018FA0A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2.43</w:t>
            </w:r>
          </w:p>
        </w:tc>
      </w:tr>
      <w:tr w:rsidR="00505DD1" w:rsidRPr="00DC6E82" w14:paraId="5965677F" w14:textId="77777777" w:rsidTr="00097A55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626936DF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35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796AF74E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2023.08.17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179E5390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17:50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2FF88844" w14:textId="7E13AC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162.0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6C906115" w14:textId="53CC441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282.9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79E94E4C" w14:textId="5E5D43A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122.2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066DBA91" w14:textId="3AF85B7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-37.1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3A9AF104" w14:textId="64D8E3B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164.5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651D03F6" w14:textId="6FA5431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38.6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252DE895" w14:textId="320ABD9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35.9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6D406B67" w14:textId="6119132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B652F00" w14:textId="1A01180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C8F215" w14:textId="3702F83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EFBFCB9" w14:textId="07F8461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41B3108" w14:textId="5AA6D05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234C1FF" w14:textId="4C9301C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D030F0E" w14:textId="3EB8124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0.76</w:t>
            </w:r>
          </w:p>
        </w:tc>
      </w:tr>
      <w:tr w:rsidR="00505DD1" w:rsidRPr="00DC6E82" w14:paraId="35D72EE5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2240640E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B4B3CAA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062F57D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15:10</w:t>
            </w:r>
          </w:p>
        </w:tc>
        <w:tc>
          <w:tcPr>
            <w:tcW w:w="845" w:type="dxa"/>
            <w:gridSpan w:val="2"/>
            <w:vAlign w:val="bottom"/>
          </w:tcPr>
          <w:p w14:paraId="5F708AEF" w14:textId="36A1DF3F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221.7</w:t>
            </w:r>
          </w:p>
        </w:tc>
        <w:tc>
          <w:tcPr>
            <w:tcW w:w="846" w:type="dxa"/>
            <w:gridSpan w:val="2"/>
            <w:vAlign w:val="bottom"/>
          </w:tcPr>
          <w:p w14:paraId="7B8EDA72" w14:textId="7AFE493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356.2</w:t>
            </w:r>
          </w:p>
        </w:tc>
        <w:tc>
          <w:tcPr>
            <w:tcW w:w="846" w:type="dxa"/>
            <w:gridSpan w:val="2"/>
            <w:vAlign w:val="bottom"/>
          </w:tcPr>
          <w:p w14:paraId="325F4FA3" w14:textId="084C320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228.2</w:t>
            </w:r>
          </w:p>
        </w:tc>
        <w:tc>
          <w:tcPr>
            <w:tcW w:w="836" w:type="dxa"/>
            <w:vAlign w:val="bottom"/>
          </w:tcPr>
          <w:p w14:paraId="0D7EDC63" w14:textId="6E27149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9.0</w:t>
            </w:r>
          </w:p>
        </w:tc>
        <w:tc>
          <w:tcPr>
            <w:tcW w:w="858" w:type="dxa"/>
            <w:gridSpan w:val="2"/>
            <w:vAlign w:val="bottom"/>
          </w:tcPr>
          <w:p w14:paraId="56D96FF8" w14:textId="6C4F03C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142.2</w:t>
            </w:r>
          </w:p>
        </w:tc>
        <w:tc>
          <w:tcPr>
            <w:tcW w:w="846" w:type="dxa"/>
            <w:vAlign w:val="bottom"/>
          </w:tcPr>
          <w:p w14:paraId="6EA96B29" w14:textId="2E51F35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41.5</w:t>
            </w:r>
          </w:p>
        </w:tc>
        <w:tc>
          <w:tcPr>
            <w:tcW w:w="850" w:type="dxa"/>
            <w:vAlign w:val="bottom"/>
          </w:tcPr>
          <w:p w14:paraId="7480FD93" w14:textId="18F1340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42.1</w:t>
            </w:r>
          </w:p>
        </w:tc>
        <w:tc>
          <w:tcPr>
            <w:tcW w:w="851" w:type="dxa"/>
            <w:vAlign w:val="bottom"/>
          </w:tcPr>
          <w:p w14:paraId="138CF002" w14:textId="7866188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0E03D18" w14:textId="7FC7FC6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47651" w14:textId="362A39D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B8BEEE6" w14:textId="0CFA62F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-1085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258AF7F" w14:textId="7CB2B65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-5.81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F51489F" w14:textId="6F099B3D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C5BB90F" w14:textId="5E95748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1.31</w:t>
            </w:r>
          </w:p>
        </w:tc>
      </w:tr>
      <w:tr w:rsidR="00505DD1" w:rsidRPr="00DC6E82" w14:paraId="7E707317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1B2ED4BF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EA456C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2023.08.19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1A24E16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18:50</w:t>
            </w:r>
          </w:p>
        </w:tc>
        <w:tc>
          <w:tcPr>
            <w:tcW w:w="845" w:type="dxa"/>
            <w:gridSpan w:val="2"/>
            <w:vAlign w:val="bottom"/>
          </w:tcPr>
          <w:p w14:paraId="3A9A7F94" w14:textId="26A586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65.8</w:t>
            </w:r>
          </w:p>
        </w:tc>
        <w:tc>
          <w:tcPr>
            <w:tcW w:w="846" w:type="dxa"/>
            <w:gridSpan w:val="2"/>
            <w:vAlign w:val="bottom"/>
          </w:tcPr>
          <w:p w14:paraId="541D2595" w14:textId="3724480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161.2</w:t>
            </w:r>
          </w:p>
        </w:tc>
        <w:tc>
          <w:tcPr>
            <w:tcW w:w="846" w:type="dxa"/>
            <w:gridSpan w:val="2"/>
            <w:vAlign w:val="bottom"/>
          </w:tcPr>
          <w:p w14:paraId="7D37B6A4" w14:textId="05EB918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2.4</w:t>
            </w:r>
          </w:p>
        </w:tc>
        <w:tc>
          <w:tcPr>
            <w:tcW w:w="836" w:type="dxa"/>
            <w:vAlign w:val="bottom"/>
          </w:tcPr>
          <w:p w14:paraId="5D66B8E6" w14:textId="393BAEB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-60.9</w:t>
            </w:r>
          </w:p>
        </w:tc>
        <w:tc>
          <w:tcPr>
            <w:tcW w:w="858" w:type="dxa"/>
            <w:gridSpan w:val="2"/>
            <w:vAlign w:val="bottom"/>
          </w:tcPr>
          <w:p w14:paraId="48D02B31" w14:textId="41AB13F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151.7</w:t>
            </w:r>
          </w:p>
        </w:tc>
        <w:tc>
          <w:tcPr>
            <w:tcW w:w="846" w:type="dxa"/>
            <w:vAlign w:val="bottom"/>
          </w:tcPr>
          <w:p w14:paraId="7515D642" w14:textId="5B2A21B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34.0</w:t>
            </w:r>
          </w:p>
        </w:tc>
        <w:tc>
          <w:tcPr>
            <w:tcW w:w="850" w:type="dxa"/>
            <w:vAlign w:val="bottom"/>
          </w:tcPr>
          <w:p w14:paraId="61C98B8C" w14:textId="7A5BE5F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27.3</w:t>
            </w:r>
          </w:p>
        </w:tc>
        <w:tc>
          <w:tcPr>
            <w:tcW w:w="851" w:type="dxa"/>
            <w:vAlign w:val="bottom"/>
          </w:tcPr>
          <w:p w14:paraId="0BFB7785" w14:textId="3291D39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924CDE2" w14:textId="1F6F8E7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FB2328" w14:textId="15BA3F8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4807704" w14:textId="252504E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-133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F62CB36" w14:textId="1838DA7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-0.71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C1AD314" w14:textId="5822FACC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C204E80" w14:textId="50FC5AF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0.45</w:t>
            </w:r>
          </w:p>
        </w:tc>
      </w:tr>
      <w:tr w:rsidR="00505DD1" w:rsidRPr="00DC6E82" w14:paraId="2AE7A9F0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3AFC3D74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9CE6DF8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F5DB355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08:25</w:t>
            </w:r>
          </w:p>
        </w:tc>
        <w:tc>
          <w:tcPr>
            <w:tcW w:w="845" w:type="dxa"/>
            <w:gridSpan w:val="2"/>
            <w:vAlign w:val="bottom"/>
          </w:tcPr>
          <w:p w14:paraId="48B5C7FA" w14:textId="7C39D2E6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189.5</w:t>
            </w:r>
          </w:p>
        </w:tc>
        <w:tc>
          <w:tcPr>
            <w:tcW w:w="846" w:type="dxa"/>
            <w:gridSpan w:val="2"/>
            <w:vAlign w:val="bottom"/>
          </w:tcPr>
          <w:p w14:paraId="00C5A4A8" w14:textId="515CAB5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358.3</w:t>
            </w:r>
          </w:p>
        </w:tc>
        <w:tc>
          <w:tcPr>
            <w:tcW w:w="846" w:type="dxa"/>
            <w:gridSpan w:val="2"/>
            <w:vAlign w:val="bottom"/>
          </w:tcPr>
          <w:p w14:paraId="394A648C" w14:textId="6B2687D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245.8</w:t>
            </w:r>
          </w:p>
        </w:tc>
        <w:tc>
          <w:tcPr>
            <w:tcW w:w="836" w:type="dxa"/>
            <w:vAlign w:val="bottom"/>
          </w:tcPr>
          <w:p w14:paraId="76002C71" w14:textId="40353AE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58.9</w:t>
            </w:r>
          </w:p>
        </w:tc>
        <w:tc>
          <w:tcPr>
            <w:tcW w:w="858" w:type="dxa"/>
            <w:gridSpan w:val="2"/>
            <w:vAlign w:val="bottom"/>
          </w:tcPr>
          <w:p w14:paraId="7FB5F1B2" w14:textId="5520E7E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150.8</w:t>
            </w:r>
          </w:p>
        </w:tc>
        <w:tc>
          <w:tcPr>
            <w:tcW w:w="846" w:type="dxa"/>
            <w:vAlign w:val="bottom"/>
          </w:tcPr>
          <w:p w14:paraId="0206233E" w14:textId="6A6DC07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46.8</w:t>
            </w:r>
          </w:p>
        </w:tc>
        <w:tc>
          <w:tcPr>
            <w:tcW w:w="850" w:type="dxa"/>
            <w:vAlign w:val="bottom"/>
          </w:tcPr>
          <w:p w14:paraId="4082B274" w14:textId="0F7E7C5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53.4</w:t>
            </w:r>
          </w:p>
        </w:tc>
        <w:tc>
          <w:tcPr>
            <w:tcW w:w="851" w:type="dxa"/>
            <w:vAlign w:val="bottom"/>
          </w:tcPr>
          <w:p w14:paraId="7104D712" w14:textId="0275C66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1BBB098" w14:textId="7B49A70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729626" w14:textId="539A6FB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EF73553" w14:textId="66BBE5A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-396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CC5A55E" w14:textId="5165A69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-2.12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565D66C" w14:textId="43B49272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676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EDFCDD1" w14:textId="016303F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2.35</w:t>
            </w:r>
          </w:p>
        </w:tc>
      </w:tr>
      <w:tr w:rsidR="00505DD1" w:rsidRPr="00DC6E82" w14:paraId="68B72452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146F1BF4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590293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68A316C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18:20</w:t>
            </w:r>
          </w:p>
        </w:tc>
        <w:tc>
          <w:tcPr>
            <w:tcW w:w="845" w:type="dxa"/>
            <w:gridSpan w:val="2"/>
            <w:vAlign w:val="bottom"/>
          </w:tcPr>
          <w:p w14:paraId="7E96BB2C" w14:textId="4E9C11C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50.3</w:t>
            </w:r>
          </w:p>
        </w:tc>
        <w:tc>
          <w:tcPr>
            <w:tcW w:w="846" w:type="dxa"/>
            <w:gridSpan w:val="2"/>
            <w:vAlign w:val="bottom"/>
          </w:tcPr>
          <w:p w14:paraId="77977700" w14:textId="5463644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186.1</w:t>
            </w:r>
          </w:p>
        </w:tc>
        <w:tc>
          <w:tcPr>
            <w:tcW w:w="846" w:type="dxa"/>
            <w:gridSpan w:val="2"/>
            <w:vAlign w:val="bottom"/>
          </w:tcPr>
          <w:p w14:paraId="08BD2A1F" w14:textId="040ABA5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-181.8</w:t>
            </w:r>
          </w:p>
        </w:tc>
        <w:tc>
          <w:tcPr>
            <w:tcW w:w="836" w:type="dxa"/>
            <w:vAlign w:val="bottom"/>
          </w:tcPr>
          <w:p w14:paraId="5C05A91F" w14:textId="2A9B0DB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-229.6</w:t>
            </w:r>
          </w:p>
        </w:tc>
        <w:tc>
          <w:tcPr>
            <w:tcW w:w="858" w:type="dxa"/>
            <w:gridSpan w:val="2"/>
            <w:vAlign w:val="bottom"/>
          </w:tcPr>
          <w:p w14:paraId="6035FD80" w14:textId="196B1B1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149.9</w:t>
            </w:r>
          </w:p>
        </w:tc>
        <w:tc>
          <w:tcPr>
            <w:tcW w:w="846" w:type="dxa"/>
            <w:vAlign w:val="bottom"/>
          </w:tcPr>
          <w:p w14:paraId="124AFF47" w14:textId="3CFA74B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37.2</w:t>
            </w:r>
          </w:p>
        </w:tc>
        <w:tc>
          <w:tcPr>
            <w:tcW w:w="850" w:type="dxa"/>
            <w:vAlign w:val="bottom"/>
          </w:tcPr>
          <w:p w14:paraId="62301039" w14:textId="6F5BFE3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12.7</w:t>
            </w:r>
          </w:p>
        </w:tc>
        <w:tc>
          <w:tcPr>
            <w:tcW w:w="851" w:type="dxa"/>
            <w:vAlign w:val="bottom"/>
          </w:tcPr>
          <w:p w14:paraId="68EB34D8" w14:textId="3733B81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47.4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2573004" w14:textId="5629B11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D9D25D" w14:textId="187C2A7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067E326" w14:textId="6E768A1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-112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C81E678" w14:textId="549BC92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-0.60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E73763E" w14:textId="777FC2BD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E8BEAAF" w14:textId="7B5EBEF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0.11</w:t>
            </w:r>
          </w:p>
        </w:tc>
      </w:tr>
      <w:tr w:rsidR="00505DD1" w:rsidRPr="00DC6E82" w14:paraId="5E6362AD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54F95B71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D35EF57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92BCF06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08:40</w:t>
            </w:r>
          </w:p>
        </w:tc>
        <w:tc>
          <w:tcPr>
            <w:tcW w:w="845" w:type="dxa"/>
            <w:gridSpan w:val="2"/>
            <w:vAlign w:val="bottom"/>
          </w:tcPr>
          <w:p w14:paraId="40B1DABE" w14:textId="7CD2440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184.4</w:t>
            </w:r>
          </w:p>
        </w:tc>
        <w:tc>
          <w:tcPr>
            <w:tcW w:w="846" w:type="dxa"/>
            <w:gridSpan w:val="2"/>
            <w:vAlign w:val="bottom"/>
          </w:tcPr>
          <w:p w14:paraId="02218265" w14:textId="2988C97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358.3</w:t>
            </w:r>
          </w:p>
        </w:tc>
        <w:tc>
          <w:tcPr>
            <w:tcW w:w="846" w:type="dxa"/>
            <w:gridSpan w:val="2"/>
            <w:vAlign w:val="bottom"/>
          </w:tcPr>
          <w:p w14:paraId="5A940839" w14:textId="7FA4A22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126.5</w:t>
            </w:r>
          </w:p>
        </w:tc>
        <w:tc>
          <w:tcPr>
            <w:tcW w:w="836" w:type="dxa"/>
            <w:vAlign w:val="bottom"/>
          </w:tcPr>
          <w:p w14:paraId="7C0C6100" w14:textId="69ECC10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-55.1</w:t>
            </w:r>
          </w:p>
        </w:tc>
        <w:tc>
          <w:tcPr>
            <w:tcW w:w="858" w:type="dxa"/>
            <w:gridSpan w:val="2"/>
            <w:vAlign w:val="bottom"/>
          </w:tcPr>
          <w:p w14:paraId="01F23C3B" w14:textId="3AB5F8E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147.4</w:t>
            </w:r>
          </w:p>
        </w:tc>
        <w:tc>
          <w:tcPr>
            <w:tcW w:w="846" w:type="dxa"/>
            <w:vAlign w:val="bottom"/>
          </w:tcPr>
          <w:p w14:paraId="44FD6765" w14:textId="721A2A6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42.8</w:t>
            </w:r>
          </w:p>
        </w:tc>
        <w:tc>
          <w:tcPr>
            <w:tcW w:w="850" w:type="dxa"/>
            <w:vAlign w:val="bottom"/>
          </w:tcPr>
          <w:p w14:paraId="48745DDE" w14:textId="70D8A62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37.7</w:t>
            </w:r>
          </w:p>
        </w:tc>
        <w:tc>
          <w:tcPr>
            <w:tcW w:w="851" w:type="dxa"/>
            <w:vAlign w:val="bottom"/>
          </w:tcPr>
          <w:p w14:paraId="3341E5C4" w14:textId="426A003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34.1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2185B10" w14:textId="779697F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6A1388" w14:textId="6751C19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F7C3462" w14:textId="467CA14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AF25444" w14:textId="364448C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D97852D" w14:textId="74A903A2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8DCEC55" w14:textId="12FD5C0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0.70</w:t>
            </w:r>
          </w:p>
        </w:tc>
      </w:tr>
      <w:tr w:rsidR="00505DD1" w:rsidRPr="00DC6E82" w14:paraId="588CCA17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25CD72F9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5C0720E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2E45462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17:00</w:t>
            </w:r>
          </w:p>
        </w:tc>
        <w:tc>
          <w:tcPr>
            <w:tcW w:w="845" w:type="dxa"/>
            <w:gridSpan w:val="2"/>
            <w:vAlign w:val="bottom"/>
          </w:tcPr>
          <w:p w14:paraId="1C861084" w14:textId="1CC0744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133.7</w:t>
            </w:r>
          </w:p>
        </w:tc>
        <w:tc>
          <w:tcPr>
            <w:tcW w:w="846" w:type="dxa"/>
            <w:gridSpan w:val="2"/>
            <w:vAlign w:val="bottom"/>
          </w:tcPr>
          <w:p w14:paraId="5E34546B" w14:textId="1E3890D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261</w:t>
            </w:r>
          </w:p>
        </w:tc>
        <w:tc>
          <w:tcPr>
            <w:tcW w:w="846" w:type="dxa"/>
            <w:gridSpan w:val="2"/>
            <w:vAlign w:val="bottom"/>
          </w:tcPr>
          <w:p w14:paraId="18977D1E" w14:textId="7B188C6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27.8</w:t>
            </w:r>
          </w:p>
        </w:tc>
        <w:tc>
          <w:tcPr>
            <w:tcW w:w="836" w:type="dxa"/>
            <w:vAlign w:val="bottom"/>
          </w:tcPr>
          <w:p w14:paraId="06A79F20" w14:textId="77CF032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-103.3</w:t>
            </w:r>
          </w:p>
        </w:tc>
        <w:tc>
          <w:tcPr>
            <w:tcW w:w="858" w:type="dxa"/>
            <w:gridSpan w:val="2"/>
            <w:vAlign w:val="bottom"/>
          </w:tcPr>
          <w:p w14:paraId="67903D14" w14:textId="5BB9417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141.4</w:t>
            </w:r>
          </w:p>
        </w:tc>
        <w:tc>
          <w:tcPr>
            <w:tcW w:w="846" w:type="dxa"/>
            <w:vAlign w:val="bottom"/>
          </w:tcPr>
          <w:p w14:paraId="238419C9" w14:textId="6D12538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39.8</w:t>
            </w:r>
          </w:p>
        </w:tc>
        <w:tc>
          <w:tcPr>
            <w:tcW w:w="850" w:type="dxa"/>
            <w:vAlign w:val="bottom"/>
          </w:tcPr>
          <w:p w14:paraId="1DDDEE9E" w14:textId="731AD98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33.6</w:t>
            </w:r>
          </w:p>
        </w:tc>
        <w:tc>
          <w:tcPr>
            <w:tcW w:w="851" w:type="dxa"/>
            <w:vAlign w:val="bottom"/>
          </w:tcPr>
          <w:p w14:paraId="6617D885" w14:textId="6816E8B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BDA5E34" w14:textId="51EB10B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5CBC58" w14:textId="41EC506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7B2526F" w14:textId="21D68F0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F115DB0" w14:textId="3F39340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-0.02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8442253" w14:textId="108D53B3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8E58785" w14:textId="18D0B02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0.65</w:t>
            </w:r>
          </w:p>
        </w:tc>
      </w:tr>
      <w:tr w:rsidR="00505DD1" w:rsidRPr="00DC6E82" w14:paraId="31095D0C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2C31A6DA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7DAD283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0CAB2D8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12:50</w:t>
            </w:r>
          </w:p>
        </w:tc>
        <w:tc>
          <w:tcPr>
            <w:tcW w:w="845" w:type="dxa"/>
            <w:gridSpan w:val="2"/>
            <w:vAlign w:val="bottom"/>
          </w:tcPr>
          <w:p w14:paraId="2B3BFEB5" w14:textId="19019B0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472.8</w:t>
            </w:r>
          </w:p>
        </w:tc>
        <w:tc>
          <w:tcPr>
            <w:tcW w:w="846" w:type="dxa"/>
            <w:gridSpan w:val="2"/>
            <w:vAlign w:val="bottom"/>
          </w:tcPr>
          <w:p w14:paraId="37A73182" w14:textId="6DA47E5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766.4</w:t>
            </w:r>
          </w:p>
        </w:tc>
        <w:tc>
          <w:tcPr>
            <w:tcW w:w="846" w:type="dxa"/>
            <w:gridSpan w:val="2"/>
            <w:vAlign w:val="bottom"/>
          </w:tcPr>
          <w:p w14:paraId="24231435" w14:textId="5A8F5E3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328.1</w:t>
            </w:r>
          </w:p>
        </w:tc>
        <w:tc>
          <w:tcPr>
            <w:tcW w:w="836" w:type="dxa"/>
            <w:vAlign w:val="bottom"/>
          </w:tcPr>
          <w:p w14:paraId="70CAEFC5" w14:textId="491E4E0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-141.9</w:t>
            </w:r>
          </w:p>
        </w:tc>
        <w:tc>
          <w:tcPr>
            <w:tcW w:w="858" w:type="dxa"/>
            <w:gridSpan w:val="2"/>
            <w:vAlign w:val="bottom"/>
          </w:tcPr>
          <w:p w14:paraId="345D5373" w14:textId="2AA3570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142.2</w:t>
            </w:r>
          </w:p>
        </w:tc>
        <w:tc>
          <w:tcPr>
            <w:tcW w:w="846" w:type="dxa"/>
            <w:vAlign w:val="bottom"/>
          </w:tcPr>
          <w:p w14:paraId="7B57386B" w14:textId="574E792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63.4</w:t>
            </w:r>
          </w:p>
        </w:tc>
        <w:tc>
          <w:tcPr>
            <w:tcW w:w="850" w:type="dxa"/>
            <w:vAlign w:val="bottom"/>
          </w:tcPr>
          <w:p w14:paraId="5C1C5250" w14:textId="788A2C7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53.4</w:t>
            </w:r>
          </w:p>
        </w:tc>
        <w:tc>
          <w:tcPr>
            <w:tcW w:w="851" w:type="dxa"/>
            <w:vAlign w:val="bottom"/>
          </w:tcPr>
          <w:p w14:paraId="458EA134" w14:textId="67D9FCD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BCB0F13" w14:textId="30C5DC4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E14D0" w14:textId="31A0B2F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F4118ED" w14:textId="7CFF5EE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F65F9C4" w14:textId="6BE90A0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0.88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62B9A7D" w14:textId="66329245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1D26F6B" w14:textId="3D22584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0.48</w:t>
            </w:r>
          </w:p>
        </w:tc>
      </w:tr>
      <w:tr w:rsidR="00505DD1" w:rsidRPr="00DC6E82" w14:paraId="15A5E7BE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4F4374E4" w14:textId="77777777" w:rsidR="00505DD1" w:rsidRPr="00FB65E3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9E83F5E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DD3F29C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16:50</w:t>
            </w:r>
          </w:p>
        </w:tc>
        <w:tc>
          <w:tcPr>
            <w:tcW w:w="845" w:type="dxa"/>
            <w:gridSpan w:val="2"/>
            <w:vAlign w:val="bottom"/>
          </w:tcPr>
          <w:p w14:paraId="170F0F02" w14:textId="69A1754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300.0</w:t>
            </w:r>
          </w:p>
        </w:tc>
        <w:tc>
          <w:tcPr>
            <w:tcW w:w="846" w:type="dxa"/>
            <w:gridSpan w:val="2"/>
            <w:vAlign w:val="bottom"/>
          </w:tcPr>
          <w:p w14:paraId="37BF8C61" w14:textId="721C3A2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529.2</w:t>
            </w:r>
          </w:p>
        </w:tc>
        <w:tc>
          <w:tcPr>
            <w:tcW w:w="846" w:type="dxa"/>
            <w:gridSpan w:val="2"/>
            <w:vAlign w:val="bottom"/>
          </w:tcPr>
          <w:p w14:paraId="4A79381C" w14:textId="3FF0719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130.9</w:t>
            </w:r>
          </w:p>
        </w:tc>
        <w:tc>
          <w:tcPr>
            <w:tcW w:w="836" w:type="dxa"/>
            <w:vAlign w:val="bottom"/>
          </w:tcPr>
          <w:p w14:paraId="276A5FF7" w14:textId="064386C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-166.4</w:t>
            </w:r>
          </w:p>
        </w:tc>
        <w:tc>
          <w:tcPr>
            <w:tcW w:w="858" w:type="dxa"/>
            <w:gridSpan w:val="2"/>
            <w:vAlign w:val="bottom"/>
          </w:tcPr>
          <w:p w14:paraId="36F05FBF" w14:textId="6795511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147.4</w:t>
            </w:r>
          </w:p>
        </w:tc>
        <w:tc>
          <w:tcPr>
            <w:tcW w:w="846" w:type="dxa"/>
            <w:vAlign w:val="bottom"/>
          </w:tcPr>
          <w:p w14:paraId="3E95F422" w14:textId="6655857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53.3</w:t>
            </w:r>
          </w:p>
        </w:tc>
        <w:tc>
          <w:tcPr>
            <w:tcW w:w="850" w:type="dxa"/>
            <w:vAlign w:val="bottom"/>
          </w:tcPr>
          <w:p w14:paraId="19C39CB6" w14:textId="79ED644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40.8</w:t>
            </w:r>
          </w:p>
        </w:tc>
        <w:tc>
          <w:tcPr>
            <w:tcW w:w="851" w:type="dxa"/>
            <w:vAlign w:val="bottom"/>
          </w:tcPr>
          <w:p w14:paraId="005FBC3A" w14:textId="232D711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36.4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3C4A2D5" w14:textId="2157F26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7B433" w14:textId="45FAD64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1B8E345" w14:textId="42FAFD2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CF38044" w14:textId="31CE336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0.26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48CA55E" w14:textId="4E96004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2B0D9F2" w14:textId="6B94ACA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0.38</w:t>
            </w:r>
          </w:p>
        </w:tc>
      </w:tr>
      <w:tr w:rsidR="00505DD1" w:rsidRPr="00DC6E82" w14:paraId="175BFC10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18B81ACC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9E8D57B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52B391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BF7A06" w14:textId="41B08A3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208.0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B9026F" w14:textId="2CB32A1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346.6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9F3663" w14:textId="70625A1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137.8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65A8C" w14:textId="08281FB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-67.5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FC5385" w14:textId="0655A23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169.6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1D0B08" w14:textId="1E3C358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47.9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CF318" w14:textId="06DE3BF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6BA9B" w14:textId="16AEFD8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71B2D0" w14:textId="5240B72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59B9F" w14:textId="17BF12D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FF63C" w14:textId="1843448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E61C9D" w14:textId="67A9019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0.86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46B15" w14:textId="59AF55D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ECD960" w14:textId="367E3F8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0.77</w:t>
            </w:r>
          </w:p>
        </w:tc>
      </w:tr>
      <w:tr w:rsidR="00505DD1" w:rsidRPr="00DC6E82" w14:paraId="19A2B846" w14:textId="77777777" w:rsidTr="00097A55">
        <w:trPr>
          <w:gridBefore w:val="1"/>
          <w:wBefore w:w="107" w:type="dxa"/>
          <w:trHeight w:val="68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3EE1B087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45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3E0627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2023.08.26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7F0194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6C4488" w14:textId="2458E18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190.9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E1755" w14:textId="00D0178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358.3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21F085" w14:textId="4A23BE6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191.6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14F396" w14:textId="584C7B3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3.4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19019" w14:textId="0920C83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155.1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91B0F3" w14:textId="49AD1BB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41.3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3E3803" w14:textId="110D883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7C4D9" w14:textId="4F2E563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32.2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47991E" w14:textId="3FADEEA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9D708" w14:textId="0EA8FD0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B4484" w14:textId="0400655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-2652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06A78" w14:textId="1E3B917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-14.20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517AB9" w14:textId="6E496A0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DDF23B" w14:textId="1175BE4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1.10</w:t>
            </w:r>
          </w:p>
        </w:tc>
      </w:tr>
      <w:tr w:rsidR="00505DD1" w:rsidRPr="00DC6E82" w14:paraId="4F2E51DD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840C35" w14:textId="77777777" w:rsidR="00505DD1" w:rsidRPr="00FB65E3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46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D4F843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B450637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0C7121" w14:textId="6D10752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438.0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5CD049" w14:textId="2B6AC26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724.4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AF5D6E" w14:textId="39B047C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186.9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A027CA" w14:textId="3ABE61C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-248.6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2360A1" w14:textId="34B9E9E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154.2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A3EB7B6" w14:textId="5B4E4DB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1A95F0" w14:textId="6608D57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F6E357" w14:textId="7BF27B4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35.1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7C6190" w14:textId="2070BB2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364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B7ACF3" w14:textId="1FC85E9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72C5BD" w14:textId="64E2CDF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18A6DE" w14:textId="6C04F65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C6903A" w14:textId="156A5CF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97EB65" w14:textId="2C7E2E8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0.31</w:t>
            </w:r>
          </w:p>
        </w:tc>
      </w:tr>
    </w:tbl>
    <w:p w14:paraId="30E2515B" w14:textId="26C1BA05" w:rsidR="00DC6E82" w:rsidRDefault="00DC6E82" w:rsidP="00DC6E82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  <w:r>
        <w:rPr>
          <w:rFonts w:eastAsia="Times New Roman"/>
          <w:bCs/>
          <w:noProof w:val="0"/>
          <w:snapToGrid w:val="0"/>
          <w:szCs w:val="22"/>
          <w:lang w:bidi="en-US"/>
        </w:rPr>
        <w:t>Table S2 continued.</w:t>
      </w: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505DD1" w:rsidRPr="00175819" w14:paraId="46874751" w14:textId="77777777" w:rsidTr="00097A55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557DB5C" w14:textId="56A41A6C" w:rsidR="00505DD1" w:rsidRDefault="00505DD1" w:rsidP="00505DD1">
            <w:pPr>
              <w:pStyle w:val="MDPI42tablebody"/>
              <w:spacing w:before="60" w:after="60" w:line="260" w:lineRule="exact"/>
              <w:rPr>
                <w:b/>
                <w:bCs/>
                <w:sz w:val="18"/>
                <w:szCs w:val="18"/>
              </w:rPr>
            </w:pPr>
            <w:r w:rsidRPr="00FE2F6D">
              <w:rPr>
                <w:b/>
                <w:bCs/>
                <w:sz w:val="22"/>
                <w:szCs w:val="22"/>
              </w:rPr>
              <w:t>OUTPUT DATA</w:t>
            </w:r>
          </w:p>
        </w:tc>
      </w:tr>
      <w:tr w:rsidR="00505DD1" w:rsidRPr="00175819" w14:paraId="17FDA1CC" w14:textId="77777777" w:rsidTr="00F129BA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96826A" w14:textId="77777777" w:rsidR="00505DD1" w:rsidRPr="000205A1" w:rsidRDefault="00505DD1" w:rsidP="00505DD1">
            <w:pPr>
              <w:pStyle w:val="MDPI42tablebody"/>
              <w:spacing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No.</w:t>
            </w:r>
          </w:p>
          <w:p w14:paraId="59160CE6" w14:textId="77777777" w:rsidR="00505DD1" w:rsidRPr="000205A1" w:rsidRDefault="00505DD1" w:rsidP="00505DD1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of</w:t>
            </w:r>
          </w:p>
          <w:p w14:paraId="3DF9BF14" w14:textId="77777777" w:rsidR="00505DD1" w:rsidRPr="000205A1" w:rsidRDefault="00505DD1" w:rsidP="00505DD1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ob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31242ED8" w14:textId="77777777" w:rsidR="00505DD1" w:rsidRPr="000205A1" w:rsidRDefault="00505DD1" w:rsidP="00505DD1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ser-</w:t>
            </w:r>
          </w:p>
          <w:p w14:paraId="5425E05F" w14:textId="77777777" w:rsidR="00505DD1" w:rsidRPr="000205A1" w:rsidRDefault="00505DD1" w:rsidP="00505DD1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va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02734C32" w14:textId="4C1D766D" w:rsidR="00505DD1" w:rsidRPr="00175819" w:rsidRDefault="00505DD1" w:rsidP="00505DD1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3EC94C" w14:textId="21550C3D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5E2FFD" w14:textId="56C3556D" w:rsidR="00505DD1" w:rsidRPr="00175819" w:rsidRDefault="00505DD1" w:rsidP="00505DD1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B12B90" w14:textId="77777777" w:rsidR="00505DD1" w:rsidRPr="007F0D3A" w:rsidRDefault="00000000" w:rsidP="00505DD1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ni</m:t>
                    </m:r>
                  </m:sub>
                </m:sSub>
              </m:oMath>
            </m:oMathPara>
          </w:p>
          <w:p w14:paraId="0DE0FB8C" w14:textId="77777777" w:rsidR="00505DD1" w:rsidRPr="007F0D3A" w:rsidRDefault="00505DD1" w:rsidP="00505DD1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18D75E9F" w14:textId="5746BDA7" w:rsidR="00505DD1" w:rsidRPr="00175819" w:rsidRDefault="00505DD1" w:rsidP="00505DD1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EE13C" w14:textId="77777777" w:rsidR="00505DD1" w:rsidRDefault="00505DD1" w:rsidP="00505DD1">
            <w:pPr>
              <w:pStyle w:val="MDPI42tablebody"/>
              <w:spacing w:line="260" w:lineRule="exact"/>
              <w:jc w:val="both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t xml:space="preserve">   S</w:t>
            </w:r>
          </w:p>
          <w:p w14:paraId="0B6D1A96" w14:textId="3AB37731" w:rsidR="00505DD1" w:rsidRPr="00175819" w:rsidRDefault="00505DD1" w:rsidP="00505DD1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F055B7" w14:textId="77777777" w:rsidR="00505DD1" w:rsidRDefault="00505DD1" w:rsidP="00505DD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The numerator </w:t>
            </w:r>
          </w:p>
          <w:p w14:paraId="4C1508D3" w14:textId="77777777" w:rsidR="00505DD1" w:rsidRDefault="00505DD1" w:rsidP="00505DD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of the fraction </w:t>
            </w:r>
          </w:p>
          <w:p w14:paraId="5E005B18" w14:textId="77777777" w:rsidR="00505DD1" w:rsidRDefault="00505DD1" w:rsidP="00505DD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 eq. (13)</w:t>
            </w:r>
          </w:p>
          <w:p w14:paraId="36AA1B58" w14:textId="4EB39CC2" w:rsidR="00505DD1" w:rsidRPr="00175819" w:rsidRDefault="00505DD1" w:rsidP="00505DD1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918DAD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Energy</w:t>
            </w:r>
          </w:p>
          <w:p w14:paraId="79F4FF75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flux</w:t>
            </w:r>
          </w:p>
          <w:p w14:paraId="46F934FF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density</w:t>
            </w:r>
          </w:p>
          <w:p w14:paraId="61730076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at the</w:t>
            </w:r>
          </w:p>
          <w:p w14:paraId="13E5A94E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skin </w:t>
            </w:r>
          </w:p>
          <w:p w14:paraId="6C9CC12B" w14:textId="77777777" w:rsidR="00505DD1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surface</w:t>
            </w:r>
          </w:p>
          <w:p w14:paraId="348BAF1B" w14:textId="54AB726D" w:rsidR="00505DD1" w:rsidRPr="00175819" w:rsidRDefault="00505DD1" w:rsidP="00505DD1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19757" w14:textId="77777777" w:rsidR="00505DD1" w:rsidRDefault="00505DD1" w:rsidP="00505DD1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</w:t>
            </w:r>
          </w:p>
          <w:p w14:paraId="6527B2FB" w14:textId="77777777" w:rsidR="00505DD1" w:rsidRDefault="00505DD1" w:rsidP="00505DD1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6115B8CA" w14:textId="3C591042" w:rsidR="00505DD1" w:rsidRPr="00175819" w:rsidRDefault="00505DD1" w:rsidP="00505DD1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0A20E0" w14:textId="77777777" w:rsidR="00505DD1" w:rsidRDefault="00505DD1" w:rsidP="00505DD1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o</w:t>
            </w:r>
          </w:p>
          <w:p w14:paraId="69AA0CA5" w14:textId="029BF51D" w:rsidR="00505DD1" w:rsidRPr="00175819" w:rsidRDefault="00505DD1" w:rsidP="00505DD1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1714CE" w14:textId="77777777" w:rsidR="00505DD1" w:rsidRDefault="00505DD1" w:rsidP="00505DD1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5C948C77" w14:textId="7485F050" w:rsidR="00505DD1" w:rsidRPr="00175819" w:rsidRDefault="00505DD1" w:rsidP="00505DD1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6116DC" w14:textId="77777777" w:rsidR="00505DD1" w:rsidRDefault="00505DD1" w:rsidP="00505DD1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e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6EAF8015" w14:textId="14B6E20C" w:rsidR="00505DD1" w:rsidRPr="00175819" w:rsidRDefault="00505DD1" w:rsidP="00505DD1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B014B" w14:textId="77777777" w:rsidR="00ED1B85" w:rsidRDefault="00505DD1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Latentheat flux den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of dry skin surf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evap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</w:p>
          <w:p w14:paraId="5DD189CE" w14:textId="14C1E705" w:rsidR="00505DD1" w:rsidRPr="00175819" w:rsidRDefault="00ED1B85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ED1B85">
              <w:rPr>
                <w:b/>
                <w:bCs/>
                <w:sz w:val="18"/>
                <w:szCs w:val="18"/>
                <w:vertAlign w:val="superscript"/>
              </w:rPr>
              <w:t>-2</w:t>
            </w:r>
            <w:r>
              <w:rPr>
                <w:b/>
                <w:bCs/>
                <w:sz w:val="18"/>
                <w:szCs w:val="18"/>
              </w:rPr>
              <w:t>]</w:t>
            </w:r>
            <w:r w:rsidR="00505DD1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68513E3" w14:textId="77777777" w:rsidR="00505DD1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 heat flux density of skin surface evaporation</w:t>
            </w:r>
          </w:p>
          <w:p w14:paraId="4AA09E7E" w14:textId="0A58A7F0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62F45B5" w14:textId="77777777" w:rsidR="00505DD1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Thermal resistance of clothing</w:t>
            </w:r>
          </w:p>
          <w:p w14:paraId="0EED2EE1" w14:textId="5E91E7F9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[s·m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b/>
                <w:bCs/>
                <w:sz w:val="18"/>
                <w:szCs w:val="18"/>
              </w:rPr>
              <w:t xml:space="preserve">] 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A710CB" w14:textId="1E7D36A4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Thermal resistance of clothing </w:t>
            </w:r>
            <w:r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4A5FCBB" w14:textId="77777777" w:rsidR="00505DD1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Evaporative resistance of clothing </w:t>
            </w:r>
          </w:p>
          <w:p w14:paraId="3B3BFF8F" w14:textId="2EDD72E4" w:rsidR="00505DD1" w:rsidRPr="00175819" w:rsidRDefault="00505DD1" w:rsidP="00505DD1">
            <w:pPr>
              <w:pStyle w:val="MDPI42tablebody"/>
              <w:spacing w:line="260" w:lineRule="exact"/>
              <w:ind w:right="-13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[s·m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8D7052" w14:textId="77777777" w:rsidR="00505DD1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Evaporative resistance of clothing</w:t>
            </w:r>
          </w:p>
          <w:p w14:paraId="07C7D331" w14:textId="4D1AA4F3" w:rsidR="00505DD1" w:rsidRPr="00175819" w:rsidRDefault="00505DD1" w:rsidP="00505DD1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]</w:t>
            </w:r>
          </w:p>
        </w:tc>
      </w:tr>
      <w:tr w:rsidR="00505DD1" w:rsidRPr="00DC6E82" w14:paraId="1175A72D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BFF7A8F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30D8CD4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9E0626E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17:20</w:t>
            </w:r>
          </w:p>
        </w:tc>
        <w:tc>
          <w:tcPr>
            <w:tcW w:w="845" w:type="dxa"/>
            <w:gridSpan w:val="2"/>
            <w:vAlign w:val="bottom"/>
          </w:tcPr>
          <w:p w14:paraId="702CDF64" w14:textId="488F00D0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89.0</w:t>
            </w:r>
          </w:p>
        </w:tc>
        <w:tc>
          <w:tcPr>
            <w:tcW w:w="846" w:type="dxa"/>
            <w:gridSpan w:val="2"/>
            <w:vAlign w:val="bottom"/>
          </w:tcPr>
          <w:p w14:paraId="0482F079" w14:textId="0C75A53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239</w:t>
            </w:r>
          </w:p>
        </w:tc>
        <w:tc>
          <w:tcPr>
            <w:tcW w:w="846" w:type="dxa"/>
            <w:gridSpan w:val="2"/>
            <w:vAlign w:val="bottom"/>
          </w:tcPr>
          <w:p w14:paraId="2E501039" w14:textId="67C7709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89.0</w:t>
            </w:r>
          </w:p>
        </w:tc>
        <w:tc>
          <w:tcPr>
            <w:tcW w:w="836" w:type="dxa"/>
            <w:vAlign w:val="bottom"/>
          </w:tcPr>
          <w:p w14:paraId="508B325F" w14:textId="16EEEB3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2.4</w:t>
            </w:r>
          </w:p>
        </w:tc>
        <w:tc>
          <w:tcPr>
            <w:tcW w:w="858" w:type="dxa"/>
            <w:gridSpan w:val="2"/>
            <w:vAlign w:val="bottom"/>
          </w:tcPr>
          <w:p w14:paraId="07185449" w14:textId="41966F3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147.4</w:t>
            </w:r>
          </w:p>
        </w:tc>
        <w:tc>
          <w:tcPr>
            <w:tcW w:w="846" w:type="dxa"/>
            <w:vAlign w:val="bottom"/>
          </w:tcPr>
          <w:p w14:paraId="4B662BF7" w14:textId="1213E99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41.7</w:t>
            </w:r>
          </w:p>
        </w:tc>
        <w:tc>
          <w:tcPr>
            <w:tcW w:w="850" w:type="dxa"/>
            <w:vAlign w:val="bottom"/>
          </w:tcPr>
          <w:p w14:paraId="29B18C75" w14:textId="118CCD4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41.9</w:t>
            </w:r>
          </w:p>
        </w:tc>
        <w:tc>
          <w:tcPr>
            <w:tcW w:w="851" w:type="dxa"/>
            <w:vAlign w:val="bottom"/>
          </w:tcPr>
          <w:p w14:paraId="1B66234C" w14:textId="23822D1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864D654" w14:textId="480F8FE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7F2571" w14:textId="79AEB3D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BCC1A1F" w14:textId="3BEF131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-3920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012E857" w14:textId="1BF009B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-20.99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067F33F" w14:textId="3C18A258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EEBA715" w14:textId="0B9548A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1.53</w:t>
            </w:r>
          </w:p>
        </w:tc>
      </w:tr>
      <w:tr w:rsidR="00505DD1" w:rsidRPr="00DC6E82" w14:paraId="5394CA9B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699B14F4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D7FC9E6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A718706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20:10</w:t>
            </w:r>
          </w:p>
        </w:tc>
        <w:tc>
          <w:tcPr>
            <w:tcW w:w="845" w:type="dxa"/>
            <w:gridSpan w:val="2"/>
            <w:vAlign w:val="bottom"/>
          </w:tcPr>
          <w:p w14:paraId="6055BE6E" w14:textId="0D8B8CAD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-82.5</w:t>
            </w:r>
          </w:p>
        </w:tc>
        <w:tc>
          <w:tcPr>
            <w:tcW w:w="846" w:type="dxa"/>
            <w:gridSpan w:val="2"/>
            <w:vAlign w:val="bottom"/>
          </w:tcPr>
          <w:p w14:paraId="54776637" w14:textId="4EB7A5E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46" w:type="dxa"/>
            <w:gridSpan w:val="2"/>
            <w:vAlign w:val="bottom"/>
          </w:tcPr>
          <w:p w14:paraId="0399272C" w14:textId="62673B8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-180.2</w:t>
            </w:r>
          </w:p>
        </w:tc>
        <w:tc>
          <w:tcPr>
            <w:tcW w:w="836" w:type="dxa"/>
            <w:vAlign w:val="bottom"/>
          </w:tcPr>
          <w:p w14:paraId="258078A3" w14:textId="3F5F24F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-95.0</w:t>
            </w:r>
          </w:p>
        </w:tc>
        <w:tc>
          <w:tcPr>
            <w:tcW w:w="858" w:type="dxa"/>
            <w:gridSpan w:val="2"/>
            <w:vAlign w:val="bottom"/>
          </w:tcPr>
          <w:p w14:paraId="4CA0BACA" w14:textId="602CF9E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160.2</w:t>
            </w:r>
          </w:p>
        </w:tc>
        <w:tc>
          <w:tcPr>
            <w:tcW w:w="846" w:type="dxa"/>
            <w:vAlign w:val="bottom"/>
          </w:tcPr>
          <w:p w14:paraId="4D2AAC5A" w14:textId="2337469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22.4</w:t>
            </w:r>
          </w:p>
        </w:tc>
        <w:tc>
          <w:tcPr>
            <w:tcW w:w="850" w:type="dxa"/>
            <w:vAlign w:val="bottom"/>
          </w:tcPr>
          <w:p w14:paraId="7922D1C8" w14:textId="69FB892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15.1</w:t>
            </w:r>
          </w:p>
        </w:tc>
        <w:tc>
          <w:tcPr>
            <w:tcW w:w="851" w:type="dxa"/>
            <w:vAlign w:val="bottom"/>
          </w:tcPr>
          <w:p w14:paraId="47D6E4BC" w14:textId="032AF29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34.1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A11DC89" w14:textId="20CD199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63E40" w14:textId="173B6E6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3CEE5DB" w14:textId="55FEA51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-240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354DCC6" w14:textId="5484F46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-1.28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9A66615" w14:textId="5708E616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FA6F86A" w14:textId="5A2CE33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0.55</w:t>
            </w:r>
          </w:p>
        </w:tc>
      </w:tr>
      <w:tr w:rsidR="00505DD1" w:rsidRPr="00DC6E82" w14:paraId="58599EF4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E2D7CD2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49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21A35F8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2952EFB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07:20</w:t>
            </w:r>
          </w:p>
        </w:tc>
        <w:tc>
          <w:tcPr>
            <w:tcW w:w="845" w:type="dxa"/>
            <w:gridSpan w:val="2"/>
            <w:vAlign w:val="bottom"/>
          </w:tcPr>
          <w:p w14:paraId="70381C63" w14:textId="4E20BA43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74.6</w:t>
            </w:r>
          </w:p>
        </w:tc>
        <w:tc>
          <w:tcPr>
            <w:tcW w:w="846" w:type="dxa"/>
            <w:gridSpan w:val="2"/>
            <w:vAlign w:val="bottom"/>
          </w:tcPr>
          <w:p w14:paraId="33A60491" w14:textId="21123F6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211.7</w:t>
            </w:r>
          </w:p>
        </w:tc>
        <w:tc>
          <w:tcPr>
            <w:tcW w:w="846" w:type="dxa"/>
            <w:gridSpan w:val="2"/>
            <w:vAlign w:val="bottom"/>
          </w:tcPr>
          <w:p w14:paraId="0309F93C" w14:textId="43A63B5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36" w:type="dxa"/>
            <w:vAlign w:val="bottom"/>
          </w:tcPr>
          <w:p w14:paraId="30AB1C02" w14:textId="316B7C6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-69.5</w:t>
            </w:r>
          </w:p>
        </w:tc>
        <w:tc>
          <w:tcPr>
            <w:tcW w:w="858" w:type="dxa"/>
            <w:gridSpan w:val="2"/>
            <w:vAlign w:val="bottom"/>
          </w:tcPr>
          <w:p w14:paraId="2F5E4ED3" w14:textId="01AB7EB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166.2</w:t>
            </w:r>
          </w:p>
        </w:tc>
        <w:tc>
          <w:tcPr>
            <w:tcW w:w="846" w:type="dxa"/>
            <w:vAlign w:val="bottom"/>
          </w:tcPr>
          <w:p w14:paraId="5002B3D1" w14:textId="6B52BE2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27.3</w:t>
            </w:r>
          </w:p>
        </w:tc>
        <w:tc>
          <w:tcPr>
            <w:tcW w:w="850" w:type="dxa"/>
            <w:vAlign w:val="bottom"/>
          </w:tcPr>
          <w:p w14:paraId="12B9377D" w14:textId="5840DFD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21.2</w:t>
            </w:r>
          </w:p>
        </w:tc>
        <w:tc>
          <w:tcPr>
            <w:tcW w:w="851" w:type="dxa"/>
            <w:vAlign w:val="bottom"/>
          </w:tcPr>
          <w:p w14:paraId="669272BA" w14:textId="40E6BD3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32.6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B482BE1" w14:textId="416F030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C81634" w14:textId="04D3FE3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9089CF6" w14:textId="6D05568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-223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A7A5B90" w14:textId="335283D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317871E" w14:textId="1BBEE9CF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8A761A4" w14:textId="0C6D230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0.65</w:t>
            </w:r>
          </w:p>
        </w:tc>
      </w:tr>
      <w:tr w:rsidR="00505DD1" w:rsidRPr="00DC6E82" w14:paraId="5795690B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133D055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BCC109D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EA638AC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09:10</w:t>
            </w:r>
          </w:p>
        </w:tc>
        <w:tc>
          <w:tcPr>
            <w:tcW w:w="845" w:type="dxa"/>
            <w:gridSpan w:val="2"/>
            <w:vAlign w:val="bottom"/>
          </w:tcPr>
          <w:p w14:paraId="69D8D10F" w14:textId="1191912A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218.5</w:t>
            </w:r>
          </w:p>
        </w:tc>
        <w:tc>
          <w:tcPr>
            <w:tcW w:w="846" w:type="dxa"/>
            <w:gridSpan w:val="2"/>
            <w:vAlign w:val="bottom"/>
          </w:tcPr>
          <w:p w14:paraId="3DD91D97" w14:textId="33A56DC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352.2</w:t>
            </w:r>
          </w:p>
        </w:tc>
        <w:tc>
          <w:tcPr>
            <w:tcW w:w="846" w:type="dxa"/>
            <w:gridSpan w:val="2"/>
            <w:vAlign w:val="bottom"/>
          </w:tcPr>
          <w:p w14:paraId="4D510E55" w14:textId="55F0BBE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175.6</w:t>
            </w:r>
          </w:p>
        </w:tc>
        <w:tc>
          <w:tcPr>
            <w:tcW w:w="836" w:type="dxa"/>
            <w:vAlign w:val="bottom"/>
          </w:tcPr>
          <w:p w14:paraId="399FC2F9" w14:textId="4EEAC7F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-39.9</w:t>
            </w:r>
          </w:p>
        </w:tc>
        <w:tc>
          <w:tcPr>
            <w:tcW w:w="858" w:type="dxa"/>
            <w:gridSpan w:val="2"/>
            <w:vAlign w:val="bottom"/>
          </w:tcPr>
          <w:p w14:paraId="41079A1B" w14:textId="19A2183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145.7</w:t>
            </w:r>
          </w:p>
        </w:tc>
        <w:tc>
          <w:tcPr>
            <w:tcW w:w="846" w:type="dxa"/>
            <w:vAlign w:val="bottom"/>
          </w:tcPr>
          <w:p w14:paraId="5BAFDADE" w14:textId="5D3E7F7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40.7</w:t>
            </w:r>
          </w:p>
        </w:tc>
        <w:tc>
          <w:tcPr>
            <w:tcW w:w="850" w:type="dxa"/>
            <w:vAlign w:val="bottom"/>
          </w:tcPr>
          <w:p w14:paraId="046C676B" w14:textId="379227D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37.6</w:t>
            </w:r>
          </w:p>
        </w:tc>
        <w:tc>
          <w:tcPr>
            <w:tcW w:w="851" w:type="dxa"/>
            <w:vAlign w:val="bottom"/>
          </w:tcPr>
          <w:p w14:paraId="4DC83582" w14:textId="71FA737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4B99A90" w14:textId="1C067EC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6B5417" w14:textId="4294C5C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385BEA9" w14:textId="474858D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CF03E18" w14:textId="5D641C3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78B23B8" w14:textId="2BAC5B5C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FE60D35" w14:textId="56E8A0F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0.95</w:t>
            </w:r>
          </w:p>
        </w:tc>
      </w:tr>
      <w:tr w:rsidR="00505DD1" w:rsidRPr="00DC6E82" w14:paraId="43A18AE0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9EBAD14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15BA931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47676DF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19:30</w:t>
            </w:r>
          </w:p>
        </w:tc>
        <w:tc>
          <w:tcPr>
            <w:tcW w:w="845" w:type="dxa"/>
            <w:gridSpan w:val="2"/>
            <w:vAlign w:val="bottom"/>
          </w:tcPr>
          <w:p w14:paraId="3FBB1A16" w14:textId="426B46D1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-31.0</w:t>
            </w:r>
          </w:p>
        </w:tc>
        <w:tc>
          <w:tcPr>
            <w:tcW w:w="846" w:type="dxa"/>
            <w:gridSpan w:val="2"/>
            <w:vAlign w:val="bottom"/>
          </w:tcPr>
          <w:p w14:paraId="07E49181" w14:textId="1BCD626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22.1</w:t>
            </w:r>
          </w:p>
        </w:tc>
        <w:tc>
          <w:tcPr>
            <w:tcW w:w="846" w:type="dxa"/>
            <w:gridSpan w:val="2"/>
            <w:vAlign w:val="bottom"/>
          </w:tcPr>
          <w:p w14:paraId="66AEB304" w14:textId="1E91D1E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15.3</w:t>
            </w:r>
          </w:p>
        </w:tc>
        <w:tc>
          <w:tcPr>
            <w:tcW w:w="836" w:type="dxa"/>
            <w:vAlign w:val="bottom"/>
          </w:tcPr>
          <w:p w14:paraId="57168049" w14:textId="1EBF4DE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49.0</w:t>
            </w:r>
          </w:p>
        </w:tc>
        <w:tc>
          <w:tcPr>
            <w:tcW w:w="858" w:type="dxa"/>
            <w:gridSpan w:val="2"/>
            <w:vAlign w:val="bottom"/>
          </w:tcPr>
          <w:p w14:paraId="15445693" w14:textId="053F836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150.8</w:t>
            </w:r>
          </w:p>
        </w:tc>
        <w:tc>
          <w:tcPr>
            <w:tcW w:w="846" w:type="dxa"/>
            <w:vAlign w:val="bottom"/>
          </w:tcPr>
          <w:p w14:paraId="79BA0803" w14:textId="6EB85A3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24.3</w:t>
            </w:r>
          </w:p>
        </w:tc>
        <w:tc>
          <w:tcPr>
            <w:tcW w:w="850" w:type="dxa"/>
            <w:vAlign w:val="bottom"/>
          </w:tcPr>
          <w:p w14:paraId="70D24749" w14:textId="42AF8C3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29.7</w:t>
            </w:r>
          </w:p>
        </w:tc>
        <w:tc>
          <w:tcPr>
            <w:tcW w:w="851" w:type="dxa"/>
            <w:vAlign w:val="bottom"/>
          </w:tcPr>
          <w:p w14:paraId="4E05A073" w14:textId="59D58B0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8E92907" w14:textId="0AA89BB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7D5CC" w14:textId="065605F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A31CE4B" w14:textId="1AAD642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3C4159F" w14:textId="641E1B3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0.57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47E50B2" w14:textId="11E0F940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623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CEAB7FF" w14:textId="2B2603B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2.17</w:t>
            </w:r>
          </w:p>
        </w:tc>
      </w:tr>
      <w:tr w:rsidR="00505DD1" w:rsidRPr="00DC6E82" w14:paraId="0AB43833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7599A07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376D28A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2023.08.29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077C35C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18:40</w:t>
            </w:r>
          </w:p>
        </w:tc>
        <w:tc>
          <w:tcPr>
            <w:tcW w:w="845" w:type="dxa"/>
            <w:gridSpan w:val="2"/>
            <w:vAlign w:val="bottom"/>
          </w:tcPr>
          <w:p w14:paraId="3D8E8859" w14:textId="7A5423ED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14.3</w:t>
            </w:r>
          </w:p>
        </w:tc>
        <w:tc>
          <w:tcPr>
            <w:tcW w:w="846" w:type="dxa"/>
            <w:gridSpan w:val="2"/>
            <w:vAlign w:val="bottom"/>
          </w:tcPr>
          <w:p w14:paraId="201195C7" w14:textId="7453E07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61.4</w:t>
            </w:r>
          </w:p>
        </w:tc>
        <w:tc>
          <w:tcPr>
            <w:tcW w:w="846" w:type="dxa"/>
            <w:gridSpan w:val="2"/>
            <w:vAlign w:val="bottom"/>
          </w:tcPr>
          <w:p w14:paraId="5DABA5CB" w14:textId="49EA541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79.0</w:t>
            </w:r>
          </w:p>
        </w:tc>
        <w:tc>
          <w:tcPr>
            <w:tcW w:w="836" w:type="dxa"/>
            <w:vAlign w:val="bottom"/>
          </w:tcPr>
          <w:p w14:paraId="1D0446EC" w14:textId="017E2A2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67.9</w:t>
            </w:r>
          </w:p>
        </w:tc>
        <w:tc>
          <w:tcPr>
            <w:tcW w:w="858" w:type="dxa"/>
            <w:gridSpan w:val="2"/>
            <w:vAlign w:val="bottom"/>
          </w:tcPr>
          <w:p w14:paraId="48218DF9" w14:textId="66BDC18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176.5</w:t>
            </w:r>
          </w:p>
        </w:tc>
        <w:tc>
          <w:tcPr>
            <w:tcW w:w="846" w:type="dxa"/>
            <w:vAlign w:val="bottom"/>
          </w:tcPr>
          <w:p w14:paraId="4A5052D0" w14:textId="2B2703B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23.9</w:t>
            </w:r>
          </w:p>
        </w:tc>
        <w:tc>
          <w:tcPr>
            <w:tcW w:w="850" w:type="dxa"/>
            <w:vAlign w:val="bottom"/>
          </w:tcPr>
          <w:p w14:paraId="0685C8BD" w14:textId="6D0002C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29.5</w:t>
            </w:r>
          </w:p>
        </w:tc>
        <w:tc>
          <w:tcPr>
            <w:tcW w:w="851" w:type="dxa"/>
            <w:vAlign w:val="bottom"/>
          </w:tcPr>
          <w:p w14:paraId="55729F99" w14:textId="0A2ABBB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9619F7A" w14:textId="1CDDACD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2FDE91" w14:textId="6F2D546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47A32F2" w14:textId="74BCA01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F0158B0" w14:textId="141174D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0.43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1B42B90" w14:textId="4B34B176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7F7DBB3" w14:textId="00B7843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2.39</w:t>
            </w:r>
          </w:p>
        </w:tc>
      </w:tr>
      <w:tr w:rsidR="00505DD1" w:rsidRPr="00DC6E82" w14:paraId="00A2205E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3EDCABA8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2B22F8A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2023.08.31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8D67CFF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16:00</w:t>
            </w:r>
          </w:p>
        </w:tc>
        <w:tc>
          <w:tcPr>
            <w:tcW w:w="845" w:type="dxa"/>
            <w:gridSpan w:val="2"/>
            <w:vAlign w:val="bottom"/>
          </w:tcPr>
          <w:p w14:paraId="578647DC" w14:textId="05C84672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224.5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557F9B43" w14:textId="7FAAB56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419.6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1B74391A" w14:textId="1C9C64E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268.9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54BF532A" w14:textId="3808B27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47.9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4AE65F5A" w14:textId="528B6EE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147.4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02E4EB85" w14:textId="7FE31A7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40.4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232C0F68" w14:textId="6386C32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43.7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6C57C433" w14:textId="7FC3AE5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E0ECAF0" w14:textId="5BF0C81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C677B" w14:textId="6E2F318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D6A8AC3" w14:textId="38C700A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-244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B5A33B4" w14:textId="29FF6AF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-1.30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E7E6A91" w14:textId="05B48060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904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2CAFEEA" w14:textId="37F1DAE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3.15</w:t>
            </w:r>
          </w:p>
        </w:tc>
      </w:tr>
      <w:tr w:rsidR="00505DD1" w:rsidRPr="00DC6E82" w14:paraId="2BCFD03C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66C062F4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DA11C4E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28C7D6B2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16:00</w:t>
            </w:r>
          </w:p>
        </w:tc>
        <w:tc>
          <w:tcPr>
            <w:tcW w:w="845" w:type="dxa"/>
            <w:gridSpan w:val="2"/>
            <w:vAlign w:val="bottom"/>
          </w:tcPr>
          <w:p w14:paraId="158435F8" w14:textId="3076A69A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205.9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0C1733A1" w14:textId="4CDFD6E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375.6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7124545E" w14:textId="463DBC5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141.1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19C592C9" w14:textId="237CAFB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-61.2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4B9CED94" w14:textId="7C9C0AA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149.9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5E532852" w14:textId="29DA39C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73EBEA9" w14:textId="381F890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7D25304F" w14:textId="10E5ACC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6BB3B84" w14:textId="4816732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6F153" w14:textId="12BC0D9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1C4C3BC" w14:textId="0DD879D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495E12E" w14:textId="1907CF5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4EC9268" w14:textId="01A2756D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2B95A73" w14:textId="487365F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1.16</w:t>
            </w:r>
          </w:p>
        </w:tc>
      </w:tr>
      <w:tr w:rsidR="00505DD1" w:rsidRPr="00DC6E82" w14:paraId="7C342A68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5E745B32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55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30DB7F5B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2023.09.02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6FB19900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18:30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0B479821" w14:textId="681E8C8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-14.6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4A3D8AB" w14:textId="1DB9FFD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99.9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2CBBF82E" w14:textId="1DC58D7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-21.8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422CD14E" w14:textId="7631BDD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-4.2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4C6679F2" w14:textId="330BAEE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138.8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1261263D" w14:textId="0DC7B0B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404A629" w14:textId="1CB943D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26.3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31674EFC" w14:textId="11F960A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34DD616" w14:textId="46D324F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1B0134" w14:textId="149E0A0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30A015A" w14:textId="67FCB4D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-2242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1E2D540" w14:textId="38A994B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-12.01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61BE652" w14:textId="378F24E8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75FAB1D" w14:textId="32BB441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1.50</w:t>
            </w:r>
          </w:p>
        </w:tc>
      </w:tr>
      <w:tr w:rsidR="00505DD1" w:rsidRPr="00DC6E82" w14:paraId="194AA099" w14:textId="77777777" w:rsidTr="00097A55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84BE4CB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56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12953A42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2023.09.04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1E8A8DB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13:40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55A299D9" w14:textId="4B73B70E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387.4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9F4EDD4" w14:textId="5A35892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665.3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2454C040" w14:textId="47E19FD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381.1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62600FBF" w14:textId="732E748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-2.6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1A48EA94" w14:textId="7F51889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148.2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7A5C0196" w14:textId="77E1324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6B5BED2" w14:textId="483C683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51.5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75664458" w14:textId="605D250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F58DDCD" w14:textId="0321B16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41E8CD" w14:textId="2EA19D0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E8CC687" w14:textId="31C030A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8093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9A922E0" w14:textId="08B8683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43.34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8ABD28D" w14:textId="1A8BD156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2B949A3" w14:textId="42CB78F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1.87</w:t>
            </w:r>
          </w:p>
        </w:tc>
      </w:tr>
      <w:tr w:rsidR="00505DD1" w:rsidRPr="00DC6E82" w14:paraId="34E0D4D8" w14:textId="77777777" w:rsidTr="00097A55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5EFFD1C4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57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171F484A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2023.09.04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2624EA91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16:50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7147928A" w14:textId="32E93FCC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159.4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61CDBE7A" w14:textId="190017A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353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2D114263" w14:textId="5F4CD56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157.6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0A2C914E" w14:textId="3F63001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1.8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6ACF1FCC" w14:textId="3176EBB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142.2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2703B35F" w14:textId="75CC046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37.2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54050A78" w14:textId="4AB91B9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37.3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606F77F5" w14:textId="3013956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F59CE18" w14:textId="6D0E7D9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442B43" w14:textId="68BAA1F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93C7A31" w14:textId="6AC877D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-2243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0285CE6" w14:textId="68BEFF0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-12.01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780DF1C" w14:textId="06592328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577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5FC233F" w14:textId="20732AB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2.01</w:t>
            </w:r>
          </w:p>
        </w:tc>
      </w:tr>
      <w:tr w:rsidR="00505DD1" w:rsidRPr="00DC6E82" w14:paraId="080FDCA7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30523BB6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DC97567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4A9EAC7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11:50</w:t>
            </w:r>
          </w:p>
        </w:tc>
        <w:tc>
          <w:tcPr>
            <w:tcW w:w="845" w:type="dxa"/>
            <w:gridSpan w:val="2"/>
            <w:vAlign w:val="bottom"/>
          </w:tcPr>
          <w:p w14:paraId="55A09F85" w14:textId="73D74C5A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336.7</w:t>
            </w:r>
          </w:p>
        </w:tc>
        <w:tc>
          <w:tcPr>
            <w:tcW w:w="846" w:type="dxa"/>
            <w:gridSpan w:val="2"/>
            <w:vAlign w:val="bottom"/>
          </w:tcPr>
          <w:p w14:paraId="0E14993F" w14:textId="7CB648C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595.9</w:t>
            </w:r>
          </w:p>
        </w:tc>
        <w:tc>
          <w:tcPr>
            <w:tcW w:w="846" w:type="dxa"/>
            <w:gridSpan w:val="2"/>
            <w:vAlign w:val="bottom"/>
          </w:tcPr>
          <w:p w14:paraId="4747B6E4" w14:textId="2A2CA63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390.0</w:t>
            </w:r>
          </w:p>
        </w:tc>
        <w:tc>
          <w:tcPr>
            <w:tcW w:w="836" w:type="dxa"/>
            <w:vAlign w:val="bottom"/>
          </w:tcPr>
          <w:p w14:paraId="25401ABA" w14:textId="0C2D789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56.9</w:t>
            </w:r>
          </w:p>
        </w:tc>
        <w:tc>
          <w:tcPr>
            <w:tcW w:w="858" w:type="dxa"/>
            <w:gridSpan w:val="2"/>
            <w:vAlign w:val="bottom"/>
          </w:tcPr>
          <w:p w14:paraId="274E1981" w14:textId="7402151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150.8</w:t>
            </w:r>
          </w:p>
        </w:tc>
        <w:tc>
          <w:tcPr>
            <w:tcW w:w="846" w:type="dxa"/>
            <w:vAlign w:val="bottom"/>
          </w:tcPr>
          <w:p w14:paraId="7A352BB9" w14:textId="2600E23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47.2</w:t>
            </w:r>
          </w:p>
        </w:tc>
        <w:tc>
          <w:tcPr>
            <w:tcW w:w="850" w:type="dxa"/>
            <w:vAlign w:val="bottom"/>
          </w:tcPr>
          <w:p w14:paraId="64DB4B72" w14:textId="0428A20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51.2</w:t>
            </w:r>
          </w:p>
        </w:tc>
        <w:tc>
          <w:tcPr>
            <w:tcW w:w="851" w:type="dxa"/>
            <w:vAlign w:val="bottom"/>
          </w:tcPr>
          <w:p w14:paraId="4BEA3C57" w14:textId="090DB2C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419ACF8" w14:textId="7314F0A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0D9E5B" w14:textId="07C6248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D80D110" w14:textId="467B492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-365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1E14202" w14:textId="2AF53D5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-1.95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9AE0F7C" w14:textId="6A64B992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1031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594C9D6" w14:textId="0E8D745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3.59</w:t>
            </w:r>
          </w:p>
        </w:tc>
      </w:tr>
      <w:tr w:rsidR="00505DD1" w:rsidRPr="00DC6E82" w14:paraId="190DF499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6390B833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1F76BF2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2023.09.05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BF50093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16:20</w:t>
            </w:r>
          </w:p>
        </w:tc>
        <w:tc>
          <w:tcPr>
            <w:tcW w:w="845" w:type="dxa"/>
            <w:gridSpan w:val="2"/>
            <w:vAlign w:val="bottom"/>
          </w:tcPr>
          <w:p w14:paraId="1123E331" w14:textId="1460D1DB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103.8</w:t>
            </w:r>
          </w:p>
        </w:tc>
        <w:tc>
          <w:tcPr>
            <w:tcW w:w="846" w:type="dxa"/>
            <w:gridSpan w:val="2"/>
            <w:vAlign w:val="bottom"/>
          </w:tcPr>
          <w:p w14:paraId="28CF95D6" w14:textId="26A9494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217.8</w:t>
            </w:r>
          </w:p>
        </w:tc>
        <w:tc>
          <w:tcPr>
            <w:tcW w:w="846" w:type="dxa"/>
            <w:gridSpan w:val="2"/>
            <w:vAlign w:val="bottom"/>
          </w:tcPr>
          <w:p w14:paraId="3EB3EDB6" w14:textId="6060B00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46.8</w:t>
            </w:r>
          </w:p>
        </w:tc>
        <w:tc>
          <w:tcPr>
            <w:tcW w:w="836" w:type="dxa"/>
            <w:vAlign w:val="bottom"/>
          </w:tcPr>
          <w:p w14:paraId="17B33716" w14:textId="5988A8E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-53.5</w:t>
            </w:r>
          </w:p>
        </w:tc>
        <w:tc>
          <w:tcPr>
            <w:tcW w:w="858" w:type="dxa"/>
            <w:gridSpan w:val="2"/>
            <w:vAlign w:val="bottom"/>
          </w:tcPr>
          <w:p w14:paraId="515503E8" w14:textId="23F81A3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153.4</w:t>
            </w:r>
          </w:p>
        </w:tc>
        <w:tc>
          <w:tcPr>
            <w:tcW w:w="846" w:type="dxa"/>
            <w:vAlign w:val="bottom"/>
          </w:tcPr>
          <w:p w14:paraId="4583CEF8" w14:textId="6EDCFD9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33.5</w:t>
            </w:r>
          </w:p>
        </w:tc>
        <w:tc>
          <w:tcPr>
            <w:tcW w:w="850" w:type="dxa"/>
            <w:vAlign w:val="bottom"/>
          </w:tcPr>
          <w:p w14:paraId="6CA7EB50" w14:textId="3D5C2E5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29.5</w:t>
            </w:r>
          </w:p>
        </w:tc>
        <w:tc>
          <w:tcPr>
            <w:tcW w:w="851" w:type="dxa"/>
            <w:vAlign w:val="bottom"/>
          </w:tcPr>
          <w:p w14:paraId="00FB597F" w14:textId="3FCB394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5A5134F" w14:textId="6CCA7BB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E2A40D" w14:textId="316C52C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9BC70AC" w14:textId="52973C6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-101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D3B4A2E" w14:textId="7383D75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6999C6E" w14:textId="35AB1B7B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E12FA02" w14:textId="31AC8CE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1.10</w:t>
            </w:r>
          </w:p>
        </w:tc>
      </w:tr>
      <w:tr w:rsidR="00505DD1" w:rsidRPr="00DC6E82" w14:paraId="545CD19A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476D4B34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6EAD784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2023.10.06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A5AC3B0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13:40</w:t>
            </w:r>
          </w:p>
        </w:tc>
        <w:tc>
          <w:tcPr>
            <w:tcW w:w="845" w:type="dxa"/>
            <w:gridSpan w:val="2"/>
            <w:vAlign w:val="bottom"/>
          </w:tcPr>
          <w:p w14:paraId="4711FD85" w14:textId="0DFCDB46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286.5</w:t>
            </w:r>
          </w:p>
        </w:tc>
        <w:tc>
          <w:tcPr>
            <w:tcW w:w="846" w:type="dxa"/>
            <w:gridSpan w:val="2"/>
            <w:vAlign w:val="bottom"/>
          </w:tcPr>
          <w:p w14:paraId="1837B534" w14:textId="747F7B9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544.2</w:t>
            </w:r>
          </w:p>
        </w:tc>
        <w:tc>
          <w:tcPr>
            <w:tcW w:w="846" w:type="dxa"/>
            <w:gridSpan w:val="2"/>
            <w:vAlign w:val="bottom"/>
          </w:tcPr>
          <w:p w14:paraId="2C2F5639" w14:textId="1F45592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342.1</w:t>
            </w:r>
          </w:p>
        </w:tc>
        <w:tc>
          <w:tcPr>
            <w:tcW w:w="836" w:type="dxa"/>
            <w:vAlign w:val="bottom"/>
          </w:tcPr>
          <w:p w14:paraId="2F0B8361" w14:textId="68BD528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59.6</w:t>
            </w:r>
          </w:p>
        </w:tc>
        <w:tc>
          <w:tcPr>
            <w:tcW w:w="858" w:type="dxa"/>
            <w:gridSpan w:val="2"/>
            <w:vAlign w:val="bottom"/>
          </w:tcPr>
          <w:p w14:paraId="67BBDC54" w14:textId="2DA2D8F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173.1</w:t>
            </w:r>
          </w:p>
        </w:tc>
        <w:tc>
          <w:tcPr>
            <w:tcW w:w="846" w:type="dxa"/>
            <w:vAlign w:val="bottom"/>
          </w:tcPr>
          <w:p w14:paraId="2D007648" w14:textId="31F018E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43.3</w:t>
            </w:r>
          </w:p>
        </w:tc>
        <w:tc>
          <w:tcPr>
            <w:tcW w:w="850" w:type="dxa"/>
            <w:vAlign w:val="bottom"/>
          </w:tcPr>
          <w:p w14:paraId="05C673FD" w14:textId="3E6222E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48.0</w:t>
            </w:r>
          </w:p>
        </w:tc>
        <w:tc>
          <w:tcPr>
            <w:tcW w:w="851" w:type="dxa"/>
            <w:vAlign w:val="bottom"/>
          </w:tcPr>
          <w:p w14:paraId="295C5D7F" w14:textId="527DF98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77B8789" w14:textId="13FB873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0B67AA" w14:textId="275AA0B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594B6E2" w14:textId="7936585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-282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538B293" w14:textId="1DF405A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-1.51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B278D43" w14:textId="7BC2588C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895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76337B5" w14:textId="4D0B031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3.12</w:t>
            </w:r>
          </w:p>
        </w:tc>
      </w:tr>
      <w:tr w:rsidR="00505DD1" w:rsidRPr="00DC6E82" w14:paraId="0AE98B8C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07E1D94A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E59A546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2023.10.14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02673E0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15:20</w:t>
            </w:r>
          </w:p>
        </w:tc>
        <w:tc>
          <w:tcPr>
            <w:tcW w:w="845" w:type="dxa"/>
            <w:gridSpan w:val="2"/>
            <w:vAlign w:val="bottom"/>
          </w:tcPr>
          <w:p w14:paraId="6E38458B" w14:textId="2DE0D18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178.0</w:t>
            </w:r>
          </w:p>
        </w:tc>
        <w:tc>
          <w:tcPr>
            <w:tcW w:w="846" w:type="dxa"/>
            <w:gridSpan w:val="2"/>
            <w:vAlign w:val="bottom"/>
          </w:tcPr>
          <w:p w14:paraId="7FD0D848" w14:textId="517FC44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388.3</w:t>
            </w:r>
          </w:p>
        </w:tc>
        <w:tc>
          <w:tcPr>
            <w:tcW w:w="846" w:type="dxa"/>
            <w:gridSpan w:val="2"/>
            <w:vAlign w:val="bottom"/>
          </w:tcPr>
          <w:p w14:paraId="0A064CDA" w14:textId="1558E47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68.8</w:t>
            </w:r>
          </w:p>
        </w:tc>
        <w:tc>
          <w:tcPr>
            <w:tcW w:w="836" w:type="dxa"/>
            <w:vAlign w:val="bottom"/>
          </w:tcPr>
          <w:p w14:paraId="2EBF0310" w14:textId="18BA78F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-105.7</w:t>
            </w:r>
          </w:p>
        </w:tc>
        <w:tc>
          <w:tcPr>
            <w:tcW w:w="858" w:type="dxa"/>
            <w:gridSpan w:val="2"/>
            <w:vAlign w:val="bottom"/>
          </w:tcPr>
          <w:p w14:paraId="70E55BAB" w14:textId="65FE7FE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141.4</w:t>
            </w:r>
          </w:p>
        </w:tc>
        <w:tc>
          <w:tcPr>
            <w:tcW w:w="846" w:type="dxa"/>
            <w:vAlign w:val="bottom"/>
          </w:tcPr>
          <w:p w14:paraId="29FAADAD" w14:textId="1A3770D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40.1</w:t>
            </w:r>
          </w:p>
        </w:tc>
        <w:tc>
          <w:tcPr>
            <w:tcW w:w="850" w:type="dxa"/>
            <w:vAlign w:val="bottom"/>
          </w:tcPr>
          <w:p w14:paraId="10E597BF" w14:textId="310D4B3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30.9</w:t>
            </w:r>
          </w:p>
        </w:tc>
        <w:tc>
          <w:tcPr>
            <w:tcW w:w="851" w:type="dxa"/>
            <w:vAlign w:val="bottom"/>
          </w:tcPr>
          <w:p w14:paraId="52FB4251" w14:textId="381A661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C2C05A8" w14:textId="56CCD47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1A48C" w14:textId="6F48B2F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E725045" w14:textId="699836E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27E56DC" w14:textId="42CD48D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3D71010" w14:textId="6674132D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C8FFCFF" w14:textId="2D0E220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0.75</w:t>
            </w:r>
          </w:p>
        </w:tc>
      </w:tr>
      <w:tr w:rsidR="00505DD1" w:rsidRPr="00DC6E82" w14:paraId="4CB17E20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3C9B2338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6A2FF60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62BCC28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vAlign w:val="bottom"/>
          </w:tcPr>
          <w:p w14:paraId="694402E7" w14:textId="2C98A01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1.9</w:t>
            </w:r>
          </w:p>
        </w:tc>
        <w:tc>
          <w:tcPr>
            <w:tcW w:w="846" w:type="dxa"/>
            <w:gridSpan w:val="2"/>
            <w:vAlign w:val="bottom"/>
          </w:tcPr>
          <w:p w14:paraId="71305917" w14:textId="0A1BDF5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33.8</w:t>
            </w:r>
          </w:p>
        </w:tc>
        <w:tc>
          <w:tcPr>
            <w:tcW w:w="846" w:type="dxa"/>
            <w:gridSpan w:val="2"/>
            <w:vAlign w:val="bottom"/>
          </w:tcPr>
          <w:p w14:paraId="66D6CD40" w14:textId="2EA2C1C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102.9</w:t>
            </w:r>
          </w:p>
        </w:tc>
        <w:tc>
          <w:tcPr>
            <w:tcW w:w="836" w:type="dxa"/>
            <w:vAlign w:val="bottom"/>
          </w:tcPr>
          <w:p w14:paraId="598D00DE" w14:textId="7A9917F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106.2</w:t>
            </w:r>
          </w:p>
        </w:tc>
        <w:tc>
          <w:tcPr>
            <w:tcW w:w="858" w:type="dxa"/>
            <w:gridSpan w:val="2"/>
            <w:vAlign w:val="bottom"/>
          </w:tcPr>
          <w:p w14:paraId="11671EB7" w14:textId="469A67C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147.4</w:t>
            </w:r>
          </w:p>
        </w:tc>
        <w:tc>
          <w:tcPr>
            <w:tcW w:w="846" w:type="dxa"/>
            <w:vAlign w:val="bottom"/>
          </w:tcPr>
          <w:p w14:paraId="3C1212B2" w14:textId="24357A3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1.6</w:t>
            </w:r>
          </w:p>
        </w:tc>
        <w:tc>
          <w:tcPr>
            <w:tcW w:w="850" w:type="dxa"/>
            <w:vAlign w:val="bottom"/>
          </w:tcPr>
          <w:p w14:paraId="1C6403B1" w14:textId="54CC1B1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13.7</w:t>
            </w:r>
          </w:p>
        </w:tc>
        <w:tc>
          <w:tcPr>
            <w:tcW w:w="851" w:type="dxa"/>
            <w:vAlign w:val="bottom"/>
          </w:tcPr>
          <w:p w14:paraId="43EE6CA6" w14:textId="6ED596E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CCB03DB" w14:textId="1374E0C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5FC373" w14:textId="6BF6C41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BD9D2EB" w14:textId="76381C1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E7D476E" w14:textId="21F04A1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1.24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72A1A6E" w14:textId="7D7F9751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5925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544D523" w14:textId="12831F4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20.62</w:t>
            </w:r>
          </w:p>
        </w:tc>
      </w:tr>
      <w:tr w:rsidR="00505DD1" w:rsidRPr="00DC6E82" w14:paraId="05245B18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5040665E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1A40EB2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2023.12.11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DD4A7BF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13:10</w:t>
            </w:r>
          </w:p>
        </w:tc>
        <w:tc>
          <w:tcPr>
            <w:tcW w:w="845" w:type="dxa"/>
            <w:gridSpan w:val="2"/>
            <w:vAlign w:val="bottom"/>
          </w:tcPr>
          <w:p w14:paraId="0233FF24" w14:textId="60B9C19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81.0</w:t>
            </w:r>
          </w:p>
        </w:tc>
        <w:tc>
          <w:tcPr>
            <w:tcW w:w="846" w:type="dxa"/>
            <w:gridSpan w:val="2"/>
            <w:vAlign w:val="bottom"/>
          </w:tcPr>
          <w:p w14:paraId="1FCFB6C3" w14:textId="53678C3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229</w:t>
            </w:r>
          </w:p>
        </w:tc>
        <w:tc>
          <w:tcPr>
            <w:tcW w:w="846" w:type="dxa"/>
            <w:gridSpan w:val="2"/>
            <w:vAlign w:val="bottom"/>
          </w:tcPr>
          <w:p w14:paraId="7EA31089" w14:textId="61C698D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107.0</w:t>
            </w:r>
          </w:p>
        </w:tc>
        <w:tc>
          <w:tcPr>
            <w:tcW w:w="836" w:type="dxa"/>
            <w:vAlign w:val="bottom"/>
          </w:tcPr>
          <w:p w14:paraId="50BE435E" w14:textId="79A8532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31.2</w:t>
            </w:r>
          </w:p>
        </w:tc>
        <w:tc>
          <w:tcPr>
            <w:tcW w:w="858" w:type="dxa"/>
            <w:gridSpan w:val="2"/>
            <w:vAlign w:val="bottom"/>
          </w:tcPr>
          <w:p w14:paraId="2E2B40B2" w14:textId="5EBF4B5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156.8</w:t>
            </w:r>
          </w:p>
        </w:tc>
        <w:tc>
          <w:tcPr>
            <w:tcW w:w="846" w:type="dxa"/>
            <w:vAlign w:val="bottom"/>
          </w:tcPr>
          <w:p w14:paraId="4C5DB472" w14:textId="4206AC4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9.9</w:t>
            </w:r>
          </w:p>
        </w:tc>
        <w:tc>
          <w:tcPr>
            <w:tcW w:w="850" w:type="dxa"/>
            <w:vAlign w:val="bottom"/>
          </w:tcPr>
          <w:p w14:paraId="41E053B4" w14:textId="1943806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12.7</w:t>
            </w:r>
          </w:p>
        </w:tc>
        <w:tc>
          <w:tcPr>
            <w:tcW w:w="851" w:type="dxa"/>
            <w:vAlign w:val="bottom"/>
          </w:tcPr>
          <w:p w14:paraId="55F7F582" w14:textId="61BE8D5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4926341" w14:textId="7C6B899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F68517" w14:textId="1011F5D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25C79FA" w14:textId="2CA49CA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823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0C0559E" w14:textId="2815EE5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DA17A85" w14:textId="6BF6152E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785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6E61E47" w14:textId="024F6FE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2.73</w:t>
            </w:r>
          </w:p>
        </w:tc>
      </w:tr>
      <w:tr w:rsidR="00505DD1" w:rsidRPr="00DC6E82" w14:paraId="262AD187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5EC75E44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178398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2023.12.16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C4406A7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13:50</w:t>
            </w:r>
          </w:p>
        </w:tc>
        <w:tc>
          <w:tcPr>
            <w:tcW w:w="845" w:type="dxa"/>
            <w:gridSpan w:val="2"/>
            <w:vAlign w:val="bottom"/>
          </w:tcPr>
          <w:p w14:paraId="78BFEBE3" w14:textId="24D7792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71.5</w:t>
            </w:r>
          </w:p>
        </w:tc>
        <w:tc>
          <w:tcPr>
            <w:tcW w:w="846" w:type="dxa"/>
            <w:gridSpan w:val="2"/>
            <w:vAlign w:val="bottom"/>
          </w:tcPr>
          <w:p w14:paraId="75C95EA5" w14:textId="7715ED7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148.5</w:t>
            </w:r>
          </w:p>
        </w:tc>
        <w:tc>
          <w:tcPr>
            <w:tcW w:w="846" w:type="dxa"/>
            <w:gridSpan w:val="2"/>
            <w:vAlign w:val="bottom"/>
          </w:tcPr>
          <w:p w14:paraId="4940D175" w14:textId="352091C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181.5</w:t>
            </w:r>
          </w:p>
        </w:tc>
        <w:tc>
          <w:tcPr>
            <w:tcW w:w="836" w:type="dxa"/>
            <w:vAlign w:val="bottom"/>
          </w:tcPr>
          <w:p w14:paraId="56B05689" w14:textId="39332A2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115.2</w:t>
            </w:r>
          </w:p>
        </w:tc>
        <w:tc>
          <w:tcPr>
            <w:tcW w:w="858" w:type="dxa"/>
            <w:gridSpan w:val="2"/>
            <w:vAlign w:val="bottom"/>
          </w:tcPr>
          <w:p w14:paraId="45F4A83A" w14:textId="4A3E837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159.4</w:t>
            </w:r>
          </w:p>
        </w:tc>
        <w:tc>
          <w:tcPr>
            <w:tcW w:w="846" w:type="dxa"/>
            <w:vAlign w:val="bottom"/>
          </w:tcPr>
          <w:p w14:paraId="55E68678" w14:textId="264D78B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9.4</w:t>
            </w:r>
          </w:p>
        </w:tc>
        <w:tc>
          <w:tcPr>
            <w:tcW w:w="850" w:type="dxa"/>
            <w:vAlign w:val="bottom"/>
          </w:tcPr>
          <w:p w14:paraId="07C19BCA" w14:textId="381AD71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17.2</w:t>
            </w:r>
          </w:p>
        </w:tc>
        <w:tc>
          <w:tcPr>
            <w:tcW w:w="851" w:type="dxa"/>
            <w:vAlign w:val="bottom"/>
          </w:tcPr>
          <w:p w14:paraId="298240F8" w14:textId="0BAC3CF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503207F" w14:textId="01AABA9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256AA" w14:textId="64F92D7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8C3B03E" w14:textId="3819CE1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64D175D" w14:textId="39F3AB4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0.94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6860049" w14:textId="59362389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5981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DC5BE84" w14:textId="0EC01F4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20.82</w:t>
            </w:r>
          </w:p>
        </w:tc>
      </w:tr>
      <w:tr w:rsidR="00505DD1" w:rsidRPr="00DC6E82" w14:paraId="56FC7A1E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53B50062" w14:textId="77777777" w:rsidR="00505DD1" w:rsidRPr="00DC6E82" w:rsidRDefault="00505DD1" w:rsidP="00505DD1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1DC8F5C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5749B81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14:20</w:t>
            </w:r>
          </w:p>
        </w:tc>
        <w:tc>
          <w:tcPr>
            <w:tcW w:w="845" w:type="dxa"/>
            <w:gridSpan w:val="2"/>
            <w:vAlign w:val="bottom"/>
          </w:tcPr>
          <w:p w14:paraId="457E90F5" w14:textId="7D35EA2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27.8</w:t>
            </w:r>
          </w:p>
        </w:tc>
        <w:tc>
          <w:tcPr>
            <w:tcW w:w="846" w:type="dxa"/>
            <w:gridSpan w:val="2"/>
            <w:vAlign w:val="bottom"/>
          </w:tcPr>
          <w:p w14:paraId="238BF2D4" w14:textId="01BB353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68.4</w:t>
            </w:r>
          </w:p>
        </w:tc>
        <w:tc>
          <w:tcPr>
            <w:tcW w:w="846" w:type="dxa"/>
            <w:gridSpan w:val="2"/>
            <w:vAlign w:val="bottom"/>
          </w:tcPr>
          <w:p w14:paraId="4AEF711A" w14:textId="3356FFB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102.3</w:t>
            </w:r>
          </w:p>
        </w:tc>
        <w:tc>
          <w:tcPr>
            <w:tcW w:w="836" w:type="dxa"/>
            <w:vAlign w:val="bottom"/>
          </w:tcPr>
          <w:p w14:paraId="5ED2D43A" w14:textId="1BE329C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79.9</w:t>
            </w:r>
          </w:p>
        </w:tc>
        <w:tc>
          <w:tcPr>
            <w:tcW w:w="858" w:type="dxa"/>
            <w:gridSpan w:val="2"/>
            <w:vAlign w:val="bottom"/>
          </w:tcPr>
          <w:p w14:paraId="5924907B" w14:textId="63341B1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171.4</w:t>
            </w:r>
          </w:p>
        </w:tc>
        <w:tc>
          <w:tcPr>
            <w:tcW w:w="846" w:type="dxa"/>
            <w:vAlign w:val="bottom"/>
          </w:tcPr>
          <w:p w14:paraId="6AC7AF99" w14:textId="562123E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1.5</w:t>
            </w:r>
          </w:p>
        </w:tc>
        <w:tc>
          <w:tcPr>
            <w:tcW w:w="850" w:type="dxa"/>
            <w:vAlign w:val="bottom"/>
          </w:tcPr>
          <w:p w14:paraId="09A87686" w14:textId="3173874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7.0</w:t>
            </w:r>
          </w:p>
        </w:tc>
        <w:tc>
          <w:tcPr>
            <w:tcW w:w="851" w:type="dxa"/>
            <w:vAlign w:val="bottom"/>
          </w:tcPr>
          <w:p w14:paraId="1ED7A290" w14:textId="671A4A4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1842469" w14:textId="5FA4219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5AF87" w14:textId="018085F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EDBB0A7" w14:textId="29FFD89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D14ABA4" w14:textId="177215A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D099C87" w14:textId="53E585C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1409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4C6BAE4" w14:textId="0AE91C8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4.90</w:t>
            </w:r>
          </w:p>
        </w:tc>
      </w:tr>
      <w:tr w:rsidR="00505DD1" w:rsidRPr="00DC6E82" w14:paraId="2F8A8B57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EE5C111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66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2C7FCB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2023.12.24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2F67B0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A995B8" w14:textId="6272934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E171F5" w14:textId="1CD271C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68.4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DDB419" w14:textId="3F32326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52F2BA" w14:textId="030D472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26.2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6CCFF" w14:textId="5DE2E38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169.6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631D31" w14:textId="037F06A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63B060" w14:textId="1380CE9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7228F8" w14:textId="73D22F9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A809F" w14:textId="7DEB850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451506" w14:textId="20DA95F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46909" w14:textId="263878D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1178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E60A7" w14:textId="5B6534E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6.31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AD19" w14:textId="72EB3D8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672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38E64" w14:textId="2EDFC4A1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2.34</w:t>
            </w:r>
          </w:p>
        </w:tc>
      </w:tr>
      <w:tr w:rsidR="00505DD1" w:rsidRPr="00DC6E82" w14:paraId="48EA98FF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110497E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67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E04C27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2023.12.25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D644DD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1CC42E" w14:textId="2D4934E5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-34.1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9ECFC9" w14:textId="5E263D7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9618E7" w14:textId="35A9DB3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-12.2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6294F" w14:textId="03B87C0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26.5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ABC245" w14:textId="2175398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149.9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8B399" w14:textId="0CEC113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1EC8F4" w14:textId="28D9920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100059" w14:textId="1A15FFE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15.4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EA29A7" w14:textId="0255023C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CC4E9" w14:textId="4206909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2ADEEE" w14:textId="0368EA8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B74AD2" w14:textId="67B971BA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BE2598" w14:textId="2D2DB2C4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732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500BF" w14:textId="3E1811D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2.55</w:t>
            </w:r>
          </w:p>
        </w:tc>
      </w:tr>
      <w:tr w:rsidR="00505DD1" w:rsidRPr="00DC6E82" w14:paraId="13DA0EAD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AFC40E8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68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52EF0D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2023.12.28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A9BFC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2F3160" w14:textId="66790BA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-20.5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601ED" w14:textId="2D4023A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04909A" w14:textId="7DC67738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2C43ED" w14:textId="307E77D0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24.8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36CF16" w14:textId="3991C889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B35FB9" w14:textId="755E47A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6C2939" w14:textId="3D96D22D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67AED" w14:textId="38A7E61B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16.3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569C74" w14:textId="7D24D642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BCFD7C" w14:textId="749CC23F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554BD" w14:textId="4FB03EA6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A0B692" w14:textId="05F095EE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88C5B1" w14:textId="1EFD51C3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52285" w14:textId="7FC493C7" w:rsidR="00505DD1" w:rsidRPr="00DC6E82" w:rsidRDefault="00505DD1" w:rsidP="00505DD1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2.38</w:t>
            </w:r>
          </w:p>
        </w:tc>
      </w:tr>
      <w:tr w:rsidR="00505DD1" w:rsidRPr="00DC6E82" w14:paraId="7C3D559A" w14:textId="77777777" w:rsidTr="00C57F23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2F71CBD4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69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A55AB5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2023.12.30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95B1A9" w14:textId="7777777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D8D6A" w14:textId="73009728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37.0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7005C" w14:textId="26F6F025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132.3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95B624" w14:textId="222A4497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94.3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9726D" w14:textId="7B4899D6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62.0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277013" w14:textId="37DA5A5A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141.4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0376BE" w14:textId="0E1A86D2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F622B" w14:textId="2A89E3AE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5CAEF" w14:textId="4A69EFE0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12.5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71F52" w14:textId="52DDF0DE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9673A" w14:textId="4DDA022D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9FF1F" w14:textId="6CC39D75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5D4D8F" w14:textId="70E03F38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1.68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754630" w14:textId="4DAFBF0D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1400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124DBD" w14:textId="6484F98E" w:rsidR="00505DD1" w:rsidRPr="00DC6E82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4.87</w:t>
            </w:r>
          </w:p>
        </w:tc>
      </w:tr>
      <w:tr w:rsidR="00505DD1" w:rsidRPr="00DC6E82" w14:paraId="61321377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6948EE" w14:textId="1BA4438F" w:rsidR="00505DD1" w:rsidRPr="00FB65E3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70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1F8BEE" w14:textId="7A756E8F" w:rsidR="00505DD1" w:rsidRPr="00FB65E3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2024.01.01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480F84" w14:textId="27BECB5D" w:rsidR="00505DD1" w:rsidRPr="00FB65E3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487FD90" w14:textId="66DB7C11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-15.6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176982" w14:textId="338DDE3B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62.2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D378528" w14:textId="1C547A17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-0.1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5FC1CB5" w14:textId="3CF94661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20.4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3E62909" w14:textId="16E4EB4C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161.9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C143F1" w14:textId="6ECDE08C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585031" w14:textId="58BD7F86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0920E6" w14:textId="2DD58C04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12.0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3FDAC4" w14:textId="4B848895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97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B8686B" w14:textId="02272045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8ABB32" w14:textId="0FD1E729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1539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23C3D57" w14:textId="5CF56C15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8.24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09F3B7" w14:textId="4726311B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688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D7ADC5" w14:textId="484F67E4" w:rsidR="00505DD1" w:rsidRPr="00FE2F6D" w:rsidRDefault="00505DD1" w:rsidP="00505DD1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>
              <w:rPr>
                <w:sz w:val="22"/>
                <w:szCs w:val="22"/>
                <w:lang w:val="hu-HU" w:eastAsia="ja-JP"/>
              </w:rPr>
              <w:t>2.39</w:t>
            </w:r>
          </w:p>
        </w:tc>
      </w:tr>
    </w:tbl>
    <w:p w14:paraId="5809DE38" w14:textId="4AD96B32" w:rsidR="00DC6E82" w:rsidRDefault="000205A1" w:rsidP="00DC6E82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  <w:r>
        <w:rPr>
          <w:rFonts w:eastAsia="Times New Roman"/>
          <w:bCs/>
          <w:noProof w:val="0"/>
          <w:snapToGrid w:val="0"/>
          <w:szCs w:val="22"/>
          <w:lang w:bidi="en-US"/>
        </w:rPr>
        <w:br w:type="page"/>
        <w:t>T</w:t>
      </w:r>
      <w:r w:rsidR="00DC6E82">
        <w:rPr>
          <w:rFonts w:eastAsia="Times New Roman"/>
          <w:bCs/>
          <w:noProof w:val="0"/>
          <w:snapToGrid w:val="0"/>
          <w:szCs w:val="22"/>
          <w:lang w:bidi="en-US"/>
        </w:rPr>
        <w:t>able S2 continued.</w:t>
      </w: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636438" w:rsidRPr="00175819" w14:paraId="24D5630A" w14:textId="77777777" w:rsidTr="00097A55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9EEC21" w14:textId="51704D23" w:rsidR="00636438" w:rsidRDefault="00636438" w:rsidP="00636438">
            <w:pPr>
              <w:pStyle w:val="MDPI42tablebody"/>
              <w:spacing w:before="60" w:after="60" w:line="260" w:lineRule="exact"/>
              <w:rPr>
                <w:b/>
                <w:bCs/>
                <w:sz w:val="18"/>
                <w:szCs w:val="18"/>
              </w:rPr>
            </w:pPr>
            <w:r w:rsidRPr="00FE2F6D">
              <w:rPr>
                <w:b/>
                <w:bCs/>
                <w:sz w:val="22"/>
                <w:szCs w:val="22"/>
              </w:rPr>
              <w:t>OUTPUT DATA</w:t>
            </w:r>
          </w:p>
        </w:tc>
      </w:tr>
      <w:tr w:rsidR="00636438" w:rsidRPr="00175819" w14:paraId="442F11E6" w14:textId="77777777" w:rsidTr="000950FE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4C11ED" w14:textId="77777777" w:rsidR="00636438" w:rsidRPr="000205A1" w:rsidRDefault="00636438" w:rsidP="00636438">
            <w:pPr>
              <w:pStyle w:val="MDPI42tablebody"/>
              <w:spacing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No.</w:t>
            </w:r>
          </w:p>
          <w:p w14:paraId="6D58A59C" w14:textId="77777777" w:rsidR="00636438" w:rsidRPr="000205A1" w:rsidRDefault="00636438" w:rsidP="00636438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of</w:t>
            </w:r>
          </w:p>
          <w:p w14:paraId="7CD63CD1" w14:textId="77777777" w:rsidR="00636438" w:rsidRPr="000205A1" w:rsidRDefault="00636438" w:rsidP="00636438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ob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41E8148A" w14:textId="77777777" w:rsidR="00636438" w:rsidRPr="000205A1" w:rsidRDefault="00636438" w:rsidP="00636438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ser-</w:t>
            </w:r>
          </w:p>
          <w:p w14:paraId="7F68BA49" w14:textId="77777777" w:rsidR="00636438" w:rsidRPr="000205A1" w:rsidRDefault="00636438" w:rsidP="00636438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va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3361001D" w14:textId="6FBF7FA6" w:rsidR="00636438" w:rsidRPr="00175819" w:rsidRDefault="00636438" w:rsidP="00636438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4E148E" w14:textId="2090EA55" w:rsidR="00636438" w:rsidRPr="00175819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9259C5" w14:textId="727A8F6D" w:rsidR="00636438" w:rsidRPr="00175819" w:rsidRDefault="00636438" w:rsidP="00636438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D2C8D" w14:textId="77777777" w:rsidR="00636438" w:rsidRPr="007F0D3A" w:rsidRDefault="00000000" w:rsidP="00636438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ni</m:t>
                    </m:r>
                  </m:sub>
                </m:sSub>
              </m:oMath>
            </m:oMathPara>
          </w:p>
          <w:p w14:paraId="5A03030D" w14:textId="77777777" w:rsidR="00636438" w:rsidRPr="007F0D3A" w:rsidRDefault="00636438" w:rsidP="00636438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1F641A16" w14:textId="67819E9F" w:rsidR="00636438" w:rsidRPr="00175819" w:rsidRDefault="00636438" w:rsidP="00636438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8DDCB" w14:textId="77777777" w:rsidR="00636438" w:rsidRDefault="00636438" w:rsidP="00636438">
            <w:pPr>
              <w:pStyle w:val="MDPI42tablebody"/>
              <w:spacing w:line="260" w:lineRule="exact"/>
              <w:jc w:val="both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t xml:space="preserve">   S</w:t>
            </w:r>
          </w:p>
          <w:p w14:paraId="444D8659" w14:textId="438186F1" w:rsidR="00636438" w:rsidRPr="00175819" w:rsidRDefault="00636438" w:rsidP="00636438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2AF5B" w14:textId="77777777" w:rsidR="00636438" w:rsidRDefault="00636438" w:rsidP="00636438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The numerator </w:t>
            </w:r>
          </w:p>
          <w:p w14:paraId="5CAE0DCC" w14:textId="77777777" w:rsidR="00636438" w:rsidRDefault="00636438" w:rsidP="00636438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of the fraction </w:t>
            </w:r>
          </w:p>
          <w:p w14:paraId="1C543FDA" w14:textId="77777777" w:rsidR="00636438" w:rsidRDefault="00636438" w:rsidP="00636438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 eq. (13)</w:t>
            </w:r>
          </w:p>
          <w:p w14:paraId="62012AD0" w14:textId="67224185" w:rsidR="00636438" w:rsidRPr="00175819" w:rsidRDefault="00636438" w:rsidP="00636438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38756B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Energy</w:t>
            </w:r>
          </w:p>
          <w:p w14:paraId="18FD4524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flux</w:t>
            </w:r>
          </w:p>
          <w:p w14:paraId="4752438E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density</w:t>
            </w:r>
          </w:p>
          <w:p w14:paraId="39F67162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at the</w:t>
            </w:r>
          </w:p>
          <w:p w14:paraId="3E688B6D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skin </w:t>
            </w:r>
          </w:p>
          <w:p w14:paraId="4BB9B1BC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surface</w:t>
            </w:r>
          </w:p>
          <w:p w14:paraId="1197BBF6" w14:textId="2DE44AAC" w:rsidR="00636438" w:rsidRPr="00175819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116601" w14:textId="77777777" w:rsidR="00636438" w:rsidRDefault="00636438" w:rsidP="00636438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</w:t>
            </w:r>
          </w:p>
          <w:p w14:paraId="7882ECB5" w14:textId="77777777" w:rsidR="00636438" w:rsidRDefault="00636438" w:rsidP="00636438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31D3723D" w14:textId="234A43BF" w:rsidR="00636438" w:rsidRPr="00175819" w:rsidRDefault="00636438" w:rsidP="00636438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BFCC5F" w14:textId="77777777" w:rsidR="00636438" w:rsidRDefault="00636438" w:rsidP="00636438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o</w:t>
            </w:r>
          </w:p>
          <w:p w14:paraId="0B4479A1" w14:textId="461032A7" w:rsidR="00636438" w:rsidRPr="00175819" w:rsidRDefault="00636438" w:rsidP="00636438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F7D9" w14:textId="77777777" w:rsidR="00636438" w:rsidRDefault="00636438" w:rsidP="00636438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249B4736" w14:textId="59F82F19" w:rsidR="00636438" w:rsidRPr="00175819" w:rsidRDefault="00636438" w:rsidP="00636438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33C83F" w14:textId="77777777" w:rsidR="00636438" w:rsidRDefault="00636438" w:rsidP="00636438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e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5D849AA5" w14:textId="5A95DD85" w:rsidR="00636438" w:rsidRPr="00175819" w:rsidRDefault="00636438" w:rsidP="00636438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481A5F" w14:textId="77777777" w:rsidR="00636438" w:rsidRDefault="00636438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Latentheat flux den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of dry skin surf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evap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</w:p>
          <w:p w14:paraId="432DA0FB" w14:textId="54D5CE5F" w:rsidR="00ED1B85" w:rsidRPr="00175819" w:rsidRDefault="00ED1B85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ED1B85">
              <w:rPr>
                <w:b/>
                <w:bCs/>
                <w:sz w:val="18"/>
                <w:szCs w:val="18"/>
                <w:vertAlign w:val="superscript"/>
              </w:rPr>
              <w:t>-2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AD9FD9" w14:textId="77777777" w:rsidR="00636438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 heat flux density of skin surface evaporation</w:t>
            </w:r>
          </w:p>
          <w:p w14:paraId="48858C62" w14:textId="39DA3933" w:rsidR="00636438" w:rsidRPr="00175819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03D12C8D" w14:textId="77777777" w:rsidR="00636438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Thermal resistance of clothing</w:t>
            </w:r>
          </w:p>
          <w:p w14:paraId="46676537" w14:textId="0AA6DA98" w:rsidR="00636438" w:rsidRPr="00175819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[s·m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b/>
                <w:bCs/>
                <w:sz w:val="18"/>
                <w:szCs w:val="18"/>
              </w:rPr>
              <w:t xml:space="preserve">] 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6361EE" w14:textId="3E1CA3A1" w:rsidR="00636438" w:rsidRPr="00175819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Thermal resistance of clothing </w:t>
            </w:r>
            <w:r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6BBE29FB" w14:textId="77777777" w:rsidR="00636438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Evaporative resistance of clothing </w:t>
            </w:r>
          </w:p>
          <w:p w14:paraId="5BB08E33" w14:textId="795D81DC" w:rsidR="00636438" w:rsidRPr="00175819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[s·m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4BC28C" w14:textId="77777777" w:rsidR="00636438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Evaporative resistance of clothing</w:t>
            </w:r>
          </w:p>
          <w:p w14:paraId="1F4C10D9" w14:textId="5C731E71" w:rsidR="00636438" w:rsidRPr="00175819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]</w:t>
            </w:r>
          </w:p>
        </w:tc>
      </w:tr>
      <w:tr w:rsidR="00636438" w:rsidRPr="00DC6E82" w14:paraId="357934EB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3A30029C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EE0FB2E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810EBC0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15:40</w:t>
            </w:r>
          </w:p>
        </w:tc>
        <w:tc>
          <w:tcPr>
            <w:tcW w:w="845" w:type="dxa"/>
            <w:gridSpan w:val="2"/>
            <w:vAlign w:val="bottom"/>
          </w:tcPr>
          <w:p w14:paraId="3C310F00" w14:textId="049509D0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14.6</w:t>
            </w:r>
          </w:p>
        </w:tc>
        <w:tc>
          <w:tcPr>
            <w:tcW w:w="846" w:type="dxa"/>
            <w:gridSpan w:val="2"/>
            <w:vAlign w:val="bottom"/>
          </w:tcPr>
          <w:p w14:paraId="41193C5B" w14:textId="5693105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53.5</w:t>
            </w:r>
          </w:p>
        </w:tc>
        <w:tc>
          <w:tcPr>
            <w:tcW w:w="846" w:type="dxa"/>
            <w:gridSpan w:val="2"/>
            <w:vAlign w:val="bottom"/>
          </w:tcPr>
          <w:p w14:paraId="002D423C" w14:textId="5C1C80A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32.9</w:t>
            </w:r>
          </w:p>
        </w:tc>
        <w:tc>
          <w:tcPr>
            <w:tcW w:w="836" w:type="dxa"/>
            <w:vAlign w:val="bottom"/>
          </w:tcPr>
          <w:p w14:paraId="63529CBC" w14:textId="6725011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23.2</w:t>
            </w:r>
          </w:p>
        </w:tc>
        <w:tc>
          <w:tcPr>
            <w:tcW w:w="858" w:type="dxa"/>
            <w:gridSpan w:val="2"/>
            <w:vAlign w:val="bottom"/>
          </w:tcPr>
          <w:p w14:paraId="7353C730" w14:textId="7F9BA5C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159.4</w:t>
            </w:r>
          </w:p>
        </w:tc>
        <w:tc>
          <w:tcPr>
            <w:tcW w:w="846" w:type="dxa"/>
            <w:vAlign w:val="bottom"/>
          </w:tcPr>
          <w:p w14:paraId="700D846E" w14:textId="77A942A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7.8</w:t>
            </w:r>
          </w:p>
        </w:tc>
        <w:tc>
          <w:tcPr>
            <w:tcW w:w="850" w:type="dxa"/>
            <w:vAlign w:val="bottom"/>
          </w:tcPr>
          <w:p w14:paraId="519E63E0" w14:textId="3B5A861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9.6</w:t>
            </w:r>
          </w:p>
        </w:tc>
        <w:tc>
          <w:tcPr>
            <w:tcW w:w="851" w:type="dxa"/>
            <w:vAlign w:val="bottom"/>
          </w:tcPr>
          <w:p w14:paraId="446A6237" w14:textId="3BE022B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046A9A7" w14:textId="38C686B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E7450E" w14:textId="02E88C6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0511EAC" w14:textId="62EB321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1269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3129E99" w14:textId="0EA7674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6.80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C5B45ED" w14:textId="08819632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690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4964F9E" w14:textId="35E1A55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2.40</w:t>
            </w:r>
          </w:p>
        </w:tc>
      </w:tr>
      <w:tr w:rsidR="00636438" w:rsidRPr="00DC6E82" w14:paraId="6F6422E1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5EFF10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0FDF188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927C866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10:40</w:t>
            </w:r>
          </w:p>
        </w:tc>
        <w:tc>
          <w:tcPr>
            <w:tcW w:w="845" w:type="dxa"/>
            <w:gridSpan w:val="2"/>
            <w:vAlign w:val="bottom"/>
          </w:tcPr>
          <w:p w14:paraId="563FAA4D" w14:textId="7531876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110.0</w:t>
            </w:r>
          </w:p>
        </w:tc>
        <w:tc>
          <w:tcPr>
            <w:tcW w:w="846" w:type="dxa"/>
            <w:gridSpan w:val="2"/>
            <w:vAlign w:val="bottom"/>
          </w:tcPr>
          <w:p w14:paraId="63751D1E" w14:textId="7BD4283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266.1</w:t>
            </w:r>
          </w:p>
        </w:tc>
        <w:tc>
          <w:tcPr>
            <w:tcW w:w="846" w:type="dxa"/>
            <w:gridSpan w:val="2"/>
            <w:vAlign w:val="bottom"/>
          </w:tcPr>
          <w:p w14:paraId="1EEAFD3D" w14:textId="77303A8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213.1</w:t>
            </w:r>
          </w:p>
        </w:tc>
        <w:tc>
          <w:tcPr>
            <w:tcW w:w="836" w:type="dxa"/>
            <w:vAlign w:val="bottom"/>
          </w:tcPr>
          <w:p w14:paraId="3801D1DF" w14:textId="4E03ECA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107.8</w:t>
            </w:r>
          </w:p>
        </w:tc>
        <w:tc>
          <w:tcPr>
            <w:tcW w:w="858" w:type="dxa"/>
            <w:gridSpan w:val="2"/>
            <w:vAlign w:val="bottom"/>
          </w:tcPr>
          <w:p w14:paraId="38DD2124" w14:textId="7E20964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148.2</w:t>
            </w:r>
          </w:p>
        </w:tc>
        <w:tc>
          <w:tcPr>
            <w:tcW w:w="846" w:type="dxa"/>
            <w:vAlign w:val="bottom"/>
          </w:tcPr>
          <w:p w14:paraId="164D46B6" w14:textId="20C070F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17.1</w:t>
            </w:r>
          </w:p>
        </w:tc>
        <w:tc>
          <w:tcPr>
            <w:tcW w:w="850" w:type="dxa"/>
            <w:vAlign w:val="bottom"/>
          </w:tcPr>
          <w:p w14:paraId="2D9E656C" w14:textId="223C3E1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25.4</w:t>
            </w:r>
          </w:p>
        </w:tc>
        <w:tc>
          <w:tcPr>
            <w:tcW w:w="851" w:type="dxa"/>
            <w:vAlign w:val="bottom"/>
          </w:tcPr>
          <w:p w14:paraId="30A5A7A4" w14:textId="6F8FDF1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E1D1C63" w14:textId="17F5F7C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6EBB1" w14:textId="60743B8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91CA417" w14:textId="5C5E5D3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ACFE870" w14:textId="0ACAEED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0.51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514E19C" w14:textId="75EAB259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5968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D1FFE1B" w14:textId="0673CA8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20.77</w:t>
            </w:r>
          </w:p>
        </w:tc>
      </w:tr>
      <w:tr w:rsidR="00636438" w:rsidRPr="00DC6E82" w14:paraId="59C5212D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6F9B001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85FFB14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52FFE11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13:20</w:t>
            </w:r>
          </w:p>
        </w:tc>
        <w:tc>
          <w:tcPr>
            <w:tcW w:w="845" w:type="dxa"/>
            <w:gridSpan w:val="2"/>
            <w:vAlign w:val="bottom"/>
          </w:tcPr>
          <w:p w14:paraId="1D3296D0" w14:textId="0F4B07B1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80.4</w:t>
            </w:r>
          </w:p>
        </w:tc>
        <w:tc>
          <w:tcPr>
            <w:tcW w:w="846" w:type="dxa"/>
            <w:gridSpan w:val="2"/>
            <w:vAlign w:val="bottom"/>
          </w:tcPr>
          <w:p w14:paraId="38D06BBA" w14:textId="69EB385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145.6</w:t>
            </w:r>
          </w:p>
        </w:tc>
        <w:tc>
          <w:tcPr>
            <w:tcW w:w="846" w:type="dxa"/>
            <w:gridSpan w:val="2"/>
            <w:vAlign w:val="bottom"/>
          </w:tcPr>
          <w:p w14:paraId="2EC180F5" w14:textId="78469AE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147.8</w:t>
            </w:r>
          </w:p>
        </w:tc>
        <w:tc>
          <w:tcPr>
            <w:tcW w:w="836" w:type="dxa"/>
            <w:vAlign w:val="bottom"/>
          </w:tcPr>
          <w:p w14:paraId="507D0E4B" w14:textId="59305C7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72.1</w:t>
            </w:r>
          </w:p>
        </w:tc>
        <w:tc>
          <w:tcPr>
            <w:tcW w:w="858" w:type="dxa"/>
            <w:gridSpan w:val="2"/>
            <w:vAlign w:val="bottom"/>
          </w:tcPr>
          <w:p w14:paraId="689A4489" w14:textId="5CF76E0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161.1</w:t>
            </w:r>
          </w:p>
        </w:tc>
        <w:tc>
          <w:tcPr>
            <w:tcW w:w="846" w:type="dxa"/>
            <w:vAlign w:val="bottom"/>
          </w:tcPr>
          <w:p w14:paraId="01442E30" w14:textId="633F46B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16.8</w:t>
            </w:r>
          </w:p>
        </w:tc>
        <w:tc>
          <w:tcPr>
            <w:tcW w:w="850" w:type="dxa"/>
            <w:vAlign w:val="bottom"/>
          </w:tcPr>
          <w:p w14:paraId="2FACA8ED" w14:textId="3049523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22.3</w:t>
            </w:r>
          </w:p>
        </w:tc>
        <w:tc>
          <w:tcPr>
            <w:tcW w:w="851" w:type="dxa"/>
            <w:vAlign w:val="bottom"/>
          </w:tcPr>
          <w:p w14:paraId="0DD95C80" w14:textId="6EA89BD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6BE55A7" w14:textId="59D3D02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8E43D" w14:textId="503EAB9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788BDFF" w14:textId="1D6219B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3ED9E34" w14:textId="15FB689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DDAFE12" w14:textId="372D14F5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1299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551AF75" w14:textId="5DD6D2B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4.52</w:t>
            </w:r>
          </w:p>
        </w:tc>
      </w:tr>
      <w:tr w:rsidR="00636438" w:rsidRPr="00DC6E82" w14:paraId="72E0C349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A9696F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E2B2101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79E0D16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16:10</w:t>
            </w:r>
          </w:p>
        </w:tc>
        <w:tc>
          <w:tcPr>
            <w:tcW w:w="845" w:type="dxa"/>
            <w:gridSpan w:val="2"/>
            <w:vAlign w:val="bottom"/>
          </w:tcPr>
          <w:p w14:paraId="6568EA38" w14:textId="6C76960C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-16.0</w:t>
            </w:r>
          </w:p>
        </w:tc>
        <w:tc>
          <w:tcPr>
            <w:tcW w:w="846" w:type="dxa"/>
            <w:gridSpan w:val="2"/>
            <w:vAlign w:val="bottom"/>
          </w:tcPr>
          <w:p w14:paraId="04EE4F66" w14:textId="3F79811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11.6</w:t>
            </w:r>
          </w:p>
        </w:tc>
        <w:tc>
          <w:tcPr>
            <w:tcW w:w="846" w:type="dxa"/>
            <w:gridSpan w:val="2"/>
            <w:vAlign w:val="bottom"/>
          </w:tcPr>
          <w:p w14:paraId="4568A27E" w14:textId="2B268D1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52.1</w:t>
            </w:r>
          </w:p>
        </w:tc>
        <w:tc>
          <w:tcPr>
            <w:tcW w:w="836" w:type="dxa"/>
            <w:vAlign w:val="bottom"/>
          </w:tcPr>
          <w:p w14:paraId="5A2E9C94" w14:textId="39C6FA1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73.0</w:t>
            </w:r>
          </w:p>
        </w:tc>
        <w:tc>
          <w:tcPr>
            <w:tcW w:w="858" w:type="dxa"/>
            <w:gridSpan w:val="2"/>
            <w:vAlign w:val="bottom"/>
          </w:tcPr>
          <w:p w14:paraId="4939CDAE" w14:textId="45C3E8D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170.5</w:t>
            </w:r>
          </w:p>
        </w:tc>
        <w:tc>
          <w:tcPr>
            <w:tcW w:w="846" w:type="dxa"/>
            <w:vAlign w:val="bottom"/>
          </w:tcPr>
          <w:p w14:paraId="499465FA" w14:textId="211D2A1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0" w:type="dxa"/>
            <w:vAlign w:val="bottom"/>
          </w:tcPr>
          <w:p w14:paraId="5D18F286" w14:textId="49E5256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11.9</w:t>
            </w:r>
          </w:p>
        </w:tc>
        <w:tc>
          <w:tcPr>
            <w:tcW w:w="851" w:type="dxa"/>
            <w:vAlign w:val="bottom"/>
          </w:tcPr>
          <w:p w14:paraId="211CDC31" w14:textId="6E89000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B3811A6" w14:textId="785F964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A02F1" w14:textId="0E59F35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81FB848" w14:textId="4B79814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364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3ED8F1A" w14:textId="54FC005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1.95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B97B654" w14:textId="31C3059F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1167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63AA535" w14:textId="2CD5BB1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4.06</w:t>
            </w:r>
          </w:p>
        </w:tc>
      </w:tr>
      <w:tr w:rsidR="00636438" w:rsidRPr="00DC6E82" w14:paraId="161EDB3A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33B0A9F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B75A960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BEF7B48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vAlign w:val="bottom"/>
          </w:tcPr>
          <w:p w14:paraId="7D591D7E" w14:textId="50460A31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14.6</w:t>
            </w:r>
          </w:p>
        </w:tc>
        <w:tc>
          <w:tcPr>
            <w:tcW w:w="846" w:type="dxa"/>
            <w:gridSpan w:val="2"/>
            <w:vAlign w:val="bottom"/>
          </w:tcPr>
          <w:p w14:paraId="5ECD6EA5" w14:textId="24FB56E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53.5</w:t>
            </w:r>
          </w:p>
        </w:tc>
        <w:tc>
          <w:tcPr>
            <w:tcW w:w="846" w:type="dxa"/>
            <w:gridSpan w:val="2"/>
            <w:vAlign w:val="bottom"/>
          </w:tcPr>
          <w:p w14:paraId="0A1AA429" w14:textId="55EA2F4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127.2</w:t>
            </w:r>
          </w:p>
        </w:tc>
        <w:tc>
          <w:tcPr>
            <w:tcW w:w="836" w:type="dxa"/>
            <w:vAlign w:val="bottom"/>
          </w:tcPr>
          <w:p w14:paraId="3B1861CE" w14:textId="3FDA736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117.4</w:t>
            </w:r>
          </w:p>
        </w:tc>
        <w:tc>
          <w:tcPr>
            <w:tcW w:w="858" w:type="dxa"/>
            <w:gridSpan w:val="2"/>
            <w:vAlign w:val="bottom"/>
          </w:tcPr>
          <w:p w14:paraId="316CFC6B" w14:textId="53809A2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161.1</w:t>
            </w:r>
          </w:p>
        </w:tc>
        <w:tc>
          <w:tcPr>
            <w:tcW w:w="846" w:type="dxa"/>
            <w:vAlign w:val="bottom"/>
          </w:tcPr>
          <w:p w14:paraId="3D1C73E1" w14:textId="3A62D63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7.8</w:t>
            </w:r>
          </w:p>
        </w:tc>
        <w:tc>
          <w:tcPr>
            <w:tcW w:w="850" w:type="dxa"/>
            <w:vAlign w:val="bottom"/>
          </w:tcPr>
          <w:p w14:paraId="079664DF" w14:textId="720FFF6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17.7</w:t>
            </w:r>
          </w:p>
        </w:tc>
        <w:tc>
          <w:tcPr>
            <w:tcW w:w="851" w:type="dxa"/>
            <w:vAlign w:val="bottom"/>
          </w:tcPr>
          <w:p w14:paraId="2FA8623B" w14:textId="471F250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9CD3325" w14:textId="1084668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FF7C0" w14:textId="2806EA8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B40240A" w14:textId="6290225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6B382AD" w14:textId="7CF0BA3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0.90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FA9166A" w14:textId="299F858A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5959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4CDCC2D" w14:textId="1E0E835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20.74</w:t>
            </w:r>
          </w:p>
        </w:tc>
      </w:tr>
      <w:tr w:rsidR="00636438" w:rsidRPr="00DC6E82" w14:paraId="1E779D8D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38CD03B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C14F799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B6B7A2E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15:20</w:t>
            </w:r>
          </w:p>
        </w:tc>
        <w:tc>
          <w:tcPr>
            <w:tcW w:w="845" w:type="dxa"/>
            <w:gridSpan w:val="2"/>
            <w:vAlign w:val="bottom"/>
          </w:tcPr>
          <w:p w14:paraId="253B0922" w14:textId="2DDEC212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-32.3</w:t>
            </w:r>
          </w:p>
        </w:tc>
        <w:tc>
          <w:tcPr>
            <w:tcW w:w="846" w:type="dxa"/>
            <w:gridSpan w:val="2"/>
            <w:vAlign w:val="bottom"/>
          </w:tcPr>
          <w:p w14:paraId="64DA2FB2" w14:textId="70C7212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53.5</w:t>
            </w:r>
          </w:p>
        </w:tc>
        <w:tc>
          <w:tcPr>
            <w:tcW w:w="846" w:type="dxa"/>
            <w:gridSpan w:val="2"/>
            <w:vAlign w:val="bottom"/>
          </w:tcPr>
          <w:p w14:paraId="2164B168" w14:textId="7B57DB7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81.0</w:t>
            </w:r>
          </w:p>
        </w:tc>
        <w:tc>
          <w:tcPr>
            <w:tcW w:w="836" w:type="dxa"/>
            <w:vAlign w:val="bottom"/>
          </w:tcPr>
          <w:p w14:paraId="2EF6B248" w14:textId="79F03C6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118.9</w:t>
            </w:r>
          </w:p>
        </w:tc>
        <w:tc>
          <w:tcPr>
            <w:tcW w:w="858" w:type="dxa"/>
            <w:gridSpan w:val="2"/>
            <w:vAlign w:val="bottom"/>
          </w:tcPr>
          <w:p w14:paraId="49224348" w14:textId="34FF2F4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165.4</w:t>
            </w:r>
          </w:p>
        </w:tc>
        <w:tc>
          <w:tcPr>
            <w:tcW w:w="846" w:type="dxa"/>
            <w:vAlign w:val="bottom"/>
          </w:tcPr>
          <w:p w14:paraId="427BF3CD" w14:textId="02FF806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-3.4</w:t>
            </w:r>
          </w:p>
        </w:tc>
        <w:tc>
          <w:tcPr>
            <w:tcW w:w="850" w:type="dxa"/>
            <w:vAlign w:val="bottom"/>
          </w:tcPr>
          <w:p w14:paraId="2844E6BA" w14:textId="7C555B8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4.0</w:t>
            </w:r>
          </w:p>
        </w:tc>
        <w:tc>
          <w:tcPr>
            <w:tcW w:w="851" w:type="dxa"/>
            <w:vAlign w:val="bottom"/>
          </w:tcPr>
          <w:p w14:paraId="76542C95" w14:textId="7B32C27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63F471E" w14:textId="6C700EE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980E76" w14:textId="08D9437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6F8010" w14:textId="5DCD9D9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890AC52" w14:textId="3C0AEC7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1.63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12F9CB5" w14:textId="5ECD2A9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5987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A9B9A34" w14:textId="7892269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20.84</w:t>
            </w:r>
          </w:p>
        </w:tc>
      </w:tr>
      <w:tr w:rsidR="00636438" w:rsidRPr="00DC6E82" w14:paraId="7EB8515E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6DE3E9D6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5B8E98B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2024.01.09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886C7B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14:40</w:t>
            </w:r>
          </w:p>
        </w:tc>
        <w:tc>
          <w:tcPr>
            <w:tcW w:w="845" w:type="dxa"/>
            <w:gridSpan w:val="2"/>
            <w:vAlign w:val="bottom"/>
          </w:tcPr>
          <w:p w14:paraId="35A828F2" w14:textId="1F7CF0E8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72.8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0F379C9D" w14:textId="0D9CAC2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256.9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637FFE90" w14:textId="05FB470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72.3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4055B7C0" w14:textId="537FBE7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5.0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337707A2" w14:textId="1445578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161.9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786CA53E" w14:textId="070ACD5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6.8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7B0C4217" w14:textId="3A9066B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7.1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20507540" w14:textId="7AB118E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49AEECB2" w14:textId="2112FAE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BB3756" w14:textId="5D974C4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746D3CD" w14:textId="01F7869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6465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3385F74" w14:textId="064EEB8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34.62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4B2A1E8" w14:textId="0F247DB8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3FA2709" w14:textId="0B47005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2.27</w:t>
            </w:r>
          </w:p>
        </w:tc>
      </w:tr>
      <w:tr w:rsidR="00636438" w:rsidRPr="00DC6E82" w14:paraId="3B57A132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00167FD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A32CB71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9B3AFA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14:30</w:t>
            </w:r>
          </w:p>
        </w:tc>
        <w:tc>
          <w:tcPr>
            <w:tcW w:w="845" w:type="dxa"/>
            <w:gridSpan w:val="2"/>
            <w:vAlign w:val="bottom"/>
          </w:tcPr>
          <w:p w14:paraId="4D67709D" w14:textId="350FDE4E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101.6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4581F0A" w14:textId="17AFF8B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226.6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3AB7A9B" w14:textId="07087DC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210.0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348B5A16" w14:textId="34C3AF8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113.8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610BC64C" w14:textId="60B2DFA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158.5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1BC33651" w14:textId="775E540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9.5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2B0779B3" w14:textId="2683283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17.2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8D48B50" w14:textId="1E66098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CF15A3F" w14:textId="218F0A3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200918" w14:textId="5833261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20987E8" w14:textId="5DB4D54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2AF8CDF" w14:textId="462E0E8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0.96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3BC43B2" w14:textId="0515CCFC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5981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87DC0BA" w14:textId="428FACD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20.82</w:t>
            </w:r>
          </w:p>
        </w:tc>
      </w:tr>
      <w:tr w:rsidR="00636438" w:rsidRPr="00DC6E82" w14:paraId="3841037C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2BCFDE2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79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608A0941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2024.01.14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2A91FE52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14:40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3DD6655C" w14:textId="34C5F4D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59.2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64FB3E88" w14:textId="2C4D3FA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181.1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159AC585" w14:textId="7907233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171.1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6D98382F" w14:textId="6A0A6B5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117.3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03B05E1C" w14:textId="0DDB40D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162.8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2017158A" w14:textId="2FEDA3D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7.2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0A21FE8" w14:textId="7CDCD7A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15.8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56AED9C7" w14:textId="2BE54BA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5.9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CE5809C" w14:textId="61C22FF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3A7ED" w14:textId="0EC56A6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4CE2555" w14:textId="2686B01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37B1FD8" w14:textId="4249F81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1.00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58185E0" w14:textId="11C8DAE6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5974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4F9A523" w14:textId="6387F2E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20.79</w:t>
            </w:r>
          </w:p>
        </w:tc>
      </w:tr>
      <w:tr w:rsidR="00636438" w:rsidRPr="00DC6E82" w14:paraId="6B983910" w14:textId="77777777" w:rsidTr="00097A55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12F88BC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80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79D623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2024.01.15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3BCDFAF3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14:50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682118BD" w14:textId="4B67D68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59.4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8BEEA0B" w14:textId="651D8BE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226.6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2F258A9A" w14:textId="4D8D0DA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127.3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4E431148" w14:textId="2B05915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73.2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7DFAE11A" w14:textId="4E63A6B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164.5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1C9A9C82" w14:textId="6466AA7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7272D6A7" w14:textId="00BB7B9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15.0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3AA1C40C" w14:textId="07F0E73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AEAD21B" w14:textId="55E21AE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B362A" w14:textId="2945D42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0A9D9DF" w14:textId="6CD9F33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F184070" w14:textId="4D0C172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1.67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06CEF6B" w14:textId="699DEDA5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1415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E299079" w14:textId="696F233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4.93</w:t>
            </w:r>
          </w:p>
        </w:tc>
      </w:tr>
      <w:tr w:rsidR="00636438" w:rsidRPr="00DC6E82" w14:paraId="2882089A" w14:textId="77777777" w:rsidTr="00097A55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49D2031D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81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18CE4362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2024.01.16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3BFBC3E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12:20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4496F1FF" w14:textId="7B3574BD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172.9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6DCE9A40" w14:textId="5AEA6EC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386.1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2A00888E" w14:textId="333E78A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285.7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71837A70" w14:textId="286B8BA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118.1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5BFD0622" w14:textId="150B906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164.5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14E1327A" w14:textId="509BA6B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13.9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1E5A29EB" w14:textId="7B3920A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20.2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0406EDAC" w14:textId="53210AD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4.2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8D89609" w14:textId="32A3CE5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0093BD" w14:textId="5975921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930838A" w14:textId="3671FB1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141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53322B8" w14:textId="21C2A00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5C7C1AB" w14:textId="2F16F766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5999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B5D61E9" w14:textId="541EF6A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20.88</w:t>
            </w:r>
          </w:p>
        </w:tc>
      </w:tr>
      <w:tr w:rsidR="00636438" w:rsidRPr="00DC6E82" w14:paraId="53561D5C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1F90D76F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2A58ED9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2024.01.18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465E648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15:10</w:t>
            </w:r>
          </w:p>
        </w:tc>
        <w:tc>
          <w:tcPr>
            <w:tcW w:w="845" w:type="dxa"/>
            <w:gridSpan w:val="2"/>
            <w:vAlign w:val="bottom"/>
          </w:tcPr>
          <w:p w14:paraId="044054FE" w14:textId="2330C5F6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15.3</w:t>
            </w:r>
          </w:p>
        </w:tc>
        <w:tc>
          <w:tcPr>
            <w:tcW w:w="846" w:type="dxa"/>
            <w:gridSpan w:val="2"/>
            <w:vAlign w:val="bottom"/>
          </w:tcPr>
          <w:p w14:paraId="33093910" w14:textId="75640BF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53.5</w:t>
            </w:r>
          </w:p>
        </w:tc>
        <w:tc>
          <w:tcPr>
            <w:tcW w:w="846" w:type="dxa"/>
            <w:gridSpan w:val="2"/>
            <w:vAlign w:val="bottom"/>
          </w:tcPr>
          <w:p w14:paraId="03DEFBC6" w14:textId="311876C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77.0</w:t>
            </w:r>
          </w:p>
        </w:tc>
        <w:tc>
          <w:tcPr>
            <w:tcW w:w="836" w:type="dxa"/>
            <w:vAlign w:val="bottom"/>
          </w:tcPr>
          <w:p w14:paraId="1C6D900E" w14:textId="0C6617E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66.7</w:t>
            </w:r>
          </w:p>
        </w:tc>
        <w:tc>
          <w:tcPr>
            <w:tcW w:w="858" w:type="dxa"/>
            <w:gridSpan w:val="2"/>
            <w:vAlign w:val="bottom"/>
          </w:tcPr>
          <w:p w14:paraId="323C3A9C" w14:textId="5A665F2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145.7</w:t>
            </w:r>
          </w:p>
        </w:tc>
        <w:tc>
          <w:tcPr>
            <w:tcW w:w="846" w:type="dxa"/>
            <w:vAlign w:val="bottom"/>
          </w:tcPr>
          <w:p w14:paraId="4BA13E20" w14:textId="417DCBB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6.1</w:t>
            </w:r>
          </w:p>
        </w:tc>
        <w:tc>
          <w:tcPr>
            <w:tcW w:w="850" w:type="dxa"/>
            <w:vAlign w:val="bottom"/>
          </w:tcPr>
          <w:p w14:paraId="03D92819" w14:textId="4C3C270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13.0</w:t>
            </w:r>
          </w:p>
        </w:tc>
        <w:tc>
          <w:tcPr>
            <w:tcW w:w="851" w:type="dxa"/>
            <w:vAlign w:val="bottom"/>
          </w:tcPr>
          <w:p w14:paraId="3CE3EBB9" w14:textId="523F424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ED6EB3B" w14:textId="769D1CA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AF3CC" w14:textId="7D4595C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D37D03F" w14:textId="5B88C45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13CD361" w14:textId="70C2ED7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2.03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5862FEB" w14:textId="55ECCE40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1447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7E911A1" w14:textId="436E811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5.04</w:t>
            </w:r>
          </w:p>
        </w:tc>
      </w:tr>
      <w:tr w:rsidR="00636438" w:rsidRPr="00DC6E82" w14:paraId="0B31DFA5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29B14464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0996E5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92BF54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16:20</w:t>
            </w:r>
          </w:p>
        </w:tc>
        <w:tc>
          <w:tcPr>
            <w:tcW w:w="845" w:type="dxa"/>
            <w:gridSpan w:val="2"/>
            <w:vAlign w:val="bottom"/>
          </w:tcPr>
          <w:p w14:paraId="566D5233" w14:textId="1D03E5FB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-103.8</w:t>
            </w:r>
          </w:p>
        </w:tc>
        <w:tc>
          <w:tcPr>
            <w:tcW w:w="846" w:type="dxa"/>
            <w:gridSpan w:val="2"/>
            <w:vAlign w:val="bottom"/>
          </w:tcPr>
          <w:p w14:paraId="3AF74B37" w14:textId="7C13180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11.6</w:t>
            </w:r>
          </w:p>
        </w:tc>
        <w:tc>
          <w:tcPr>
            <w:tcW w:w="846" w:type="dxa"/>
            <w:gridSpan w:val="2"/>
            <w:vAlign w:val="bottom"/>
          </w:tcPr>
          <w:p w14:paraId="3C0D4AE8" w14:textId="6A698E4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-27.6</w:t>
            </w:r>
          </w:p>
        </w:tc>
        <w:tc>
          <w:tcPr>
            <w:tcW w:w="836" w:type="dxa"/>
            <w:vAlign w:val="bottom"/>
          </w:tcPr>
          <w:p w14:paraId="64FF7C86" w14:textId="5C341C8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81.7</w:t>
            </w:r>
          </w:p>
        </w:tc>
        <w:tc>
          <w:tcPr>
            <w:tcW w:w="858" w:type="dxa"/>
            <w:gridSpan w:val="2"/>
            <w:vAlign w:val="bottom"/>
          </w:tcPr>
          <w:p w14:paraId="3858FD24" w14:textId="407C424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177.4</w:t>
            </w:r>
          </w:p>
        </w:tc>
        <w:tc>
          <w:tcPr>
            <w:tcW w:w="846" w:type="dxa"/>
            <w:vAlign w:val="bottom"/>
          </w:tcPr>
          <w:p w14:paraId="48F42D76" w14:textId="2AA56D0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-6.9</w:t>
            </w:r>
          </w:p>
        </w:tc>
        <w:tc>
          <w:tcPr>
            <w:tcW w:w="850" w:type="dxa"/>
            <w:vAlign w:val="bottom"/>
          </w:tcPr>
          <w:p w14:paraId="5A80EA79" w14:textId="76A9539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-1.1</w:t>
            </w:r>
          </w:p>
        </w:tc>
        <w:tc>
          <w:tcPr>
            <w:tcW w:w="851" w:type="dxa"/>
            <w:vAlign w:val="bottom"/>
          </w:tcPr>
          <w:p w14:paraId="1EAFFF4C" w14:textId="3E21C71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0E1CA31" w14:textId="32475A3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16B3DC" w14:textId="070435D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EFED4A3" w14:textId="4592C03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517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13069A0" w14:textId="420ECE7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2.77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950F511" w14:textId="2717DD3F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1392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1D67421" w14:textId="717CB6C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4.85</w:t>
            </w:r>
          </w:p>
        </w:tc>
      </w:tr>
      <w:tr w:rsidR="00636438" w:rsidRPr="00DC6E82" w14:paraId="7CDFB2DF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135D85A0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84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5DC05F3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4DCDEF1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12:00</w:t>
            </w:r>
          </w:p>
        </w:tc>
        <w:tc>
          <w:tcPr>
            <w:tcW w:w="845" w:type="dxa"/>
            <w:gridSpan w:val="2"/>
            <w:vAlign w:val="bottom"/>
          </w:tcPr>
          <w:p w14:paraId="0861AF14" w14:textId="31587E75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166.3</w:t>
            </w:r>
          </w:p>
        </w:tc>
        <w:tc>
          <w:tcPr>
            <w:tcW w:w="846" w:type="dxa"/>
            <w:gridSpan w:val="2"/>
            <w:vAlign w:val="bottom"/>
          </w:tcPr>
          <w:p w14:paraId="2686387B" w14:textId="0A310C2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386.1</w:t>
            </w:r>
          </w:p>
        </w:tc>
        <w:tc>
          <w:tcPr>
            <w:tcW w:w="846" w:type="dxa"/>
            <w:gridSpan w:val="2"/>
            <w:vAlign w:val="bottom"/>
          </w:tcPr>
          <w:p w14:paraId="06319297" w14:textId="7C7B1F2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225.5</w:t>
            </w:r>
          </w:p>
        </w:tc>
        <w:tc>
          <w:tcPr>
            <w:tcW w:w="836" w:type="dxa"/>
            <w:vAlign w:val="bottom"/>
          </w:tcPr>
          <w:p w14:paraId="36D15E68" w14:textId="23E2267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64.6</w:t>
            </w:r>
          </w:p>
        </w:tc>
        <w:tc>
          <w:tcPr>
            <w:tcW w:w="858" w:type="dxa"/>
            <w:gridSpan w:val="2"/>
            <w:vAlign w:val="bottom"/>
          </w:tcPr>
          <w:p w14:paraId="191F946D" w14:textId="6F654A2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151.7</w:t>
            </w:r>
          </w:p>
        </w:tc>
        <w:tc>
          <w:tcPr>
            <w:tcW w:w="846" w:type="dxa"/>
            <w:vAlign w:val="bottom"/>
          </w:tcPr>
          <w:p w14:paraId="6B8DC880" w14:textId="30C804B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21.1</w:t>
            </w:r>
          </w:p>
        </w:tc>
        <w:tc>
          <w:tcPr>
            <w:tcW w:w="850" w:type="dxa"/>
            <w:vAlign w:val="bottom"/>
          </w:tcPr>
          <w:p w14:paraId="3951CB77" w14:textId="5FEB205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28.4</w:t>
            </w:r>
          </w:p>
        </w:tc>
        <w:tc>
          <w:tcPr>
            <w:tcW w:w="851" w:type="dxa"/>
            <w:vAlign w:val="bottom"/>
          </w:tcPr>
          <w:p w14:paraId="11F75C8A" w14:textId="2D4F1D3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59A5D879" w14:textId="45C023E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6E7897" w14:textId="2FDBC86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B152282" w14:textId="540CE1D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4D98D0C" w14:textId="15792B0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0.56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904EB8F" w14:textId="71E3BFE0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1394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CCDC3DB" w14:textId="71E10C1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4.85</w:t>
            </w:r>
          </w:p>
        </w:tc>
      </w:tr>
      <w:tr w:rsidR="00636438" w:rsidRPr="00DC6E82" w14:paraId="4AA9F70C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2CDE2134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0AC9C09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2024.01.22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8EADE6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11:50</w:t>
            </w:r>
          </w:p>
        </w:tc>
        <w:tc>
          <w:tcPr>
            <w:tcW w:w="845" w:type="dxa"/>
            <w:gridSpan w:val="2"/>
            <w:vAlign w:val="bottom"/>
          </w:tcPr>
          <w:p w14:paraId="45642802" w14:textId="0C41ACB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198.2</w:t>
            </w:r>
          </w:p>
        </w:tc>
        <w:tc>
          <w:tcPr>
            <w:tcW w:w="846" w:type="dxa"/>
            <w:gridSpan w:val="2"/>
            <w:vAlign w:val="bottom"/>
          </w:tcPr>
          <w:p w14:paraId="2E5FACD8" w14:textId="5F99D8C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393.3</w:t>
            </w:r>
          </w:p>
        </w:tc>
        <w:tc>
          <w:tcPr>
            <w:tcW w:w="846" w:type="dxa"/>
            <w:gridSpan w:val="2"/>
            <w:vAlign w:val="bottom"/>
          </w:tcPr>
          <w:p w14:paraId="2776A553" w14:textId="0BEC8FD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219.0</w:t>
            </w:r>
          </w:p>
        </w:tc>
        <w:tc>
          <w:tcPr>
            <w:tcW w:w="836" w:type="dxa"/>
            <w:vAlign w:val="bottom"/>
          </w:tcPr>
          <w:p w14:paraId="0DB1263D" w14:textId="6821B97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26.3</w:t>
            </w:r>
          </w:p>
        </w:tc>
        <w:tc>
          <w:tcPr>
            <w:tcW w:w="858" w:type="dxa"/>
            <w:gridSpan w:val="2"/>
            <w:vAlign w:val="bottom"/>
          </w:tcPr>
          <w:p w14:paraId="6014B7C4" w14:textId="2BA7042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167.9</w:t>
            </w:r>
          </w:p>
        </w:tc>
        <w:tc>
          <w:tcPr>
            <w:tcW w:w="846" w:type="dxa"/>
            <w:vAlign w:val="bottom"/>
          </w:tcPr>
          <w:p w14:paraId="15DAD098" w14:textId="1F60B8C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13.1</w:t>
            </w:r>
          </w:p>
        </w:tc>
        <w:tc>
          <w:tcPr>
            <w:tcW w:w="850" w:type="dxa"/>
            <w:vAlign w:val="bottom"/>
          </w:tcPr>
          <w:p w14:paraId="06810A66" w14:textId="40FD37C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14.9</w:t>
            </w:r>
          </w:p>
        </w:tc>
        <w:tc>
          <w:tcPr>
            <w:tcW w:w="851" w:type="dxa"/>
            <w:vAlign w:val="bottom"/>
          </w:tcPr>
          <w:p w14:paraId="1F78A0DB" w14:textId="643D31E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1BFB511" w14:textId="1BD4335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924044" w14:textId="413F973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FB84A8B" w14:textId="46BC862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874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C10882A" w14:textId="7BDDB31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4.68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144B303" w14:textId="62B22A76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737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3944863" w14:textId="5D42A8A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2.56</w:t>
            </w:r>
          </w:p>
        </w:tc>
      </w:tr>
      <w:tr w:rsidR="00636438" w:rsidRPr="00DC6E82" w14:paraId="35390325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75777593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2E69007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2300753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12:20</w:t>
            </w:r>
          </w:p>
        </w:tc>
        <w:tc>
          <w:tcPr>
            <w:tcW w:w="845" w:type="dxa"/>
            <w:gridSpan w:val="2"/>
            <w:vAlign w:val="bottom"/>
          </w:tcPr>
          <w:p w14:paraId="6795F07E" w14:textId="7F5B5A7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175.6</w:t>
            </w:r>
          </w:p>
        </w:tc>
        <w:tc>
          <w:tcPr>
            <w:tcW w:w="846" w:type="dxa"/>
            <w:gridSpan w:val="2"/>
            <w:vAlign w:val="bottom"/>
          </w:tcPr>
          <w:p w14:paraId="7E37ED7B" w14:textId="3FB6078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386.1</w:t>
            </w:r>
          </w:p>
        </w:tc>
        <w:tc>
          <w:tcPr>
            <w:tcW w:w="846" w:type="dxa"/>
            <w:gridSpan w:val="2"/>
            <w:vAlign w:val="bottom"/>
          </w:tcPr>
          <w:p w14:paraId="429E9479" w14:textId="65C4AF5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193.6</w:t>
            </w:r>
          </w:p>
        </w:tc>
        <w:tc>
          <w:tcPr>
            <w:tcW w:w="836" w:type="dxa"/>
            <w:vAlign w:val="bottom"/>
          </w:tcPr>
          <w:p w14:paraId="58B2CB7C" w14:textId="1B16FAA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23.1</w:t>
            </w:r>
          </w:p>
        </w:tc>
        <w:tc>
          <w:tcPr>
            <w:tcW w:w="858" w:type="dxa"/>
            <w:gridSpan w:val="2"/>
            <w:vAlign w:val="bottom"/>
          </w:tcPr>
          <w:p w14:paraId="5E35329B" w14:textId="4985264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154.2</w:t>
            </w:r>
          </w:p>
        </w:tc>
        <w:tc>
          <w:tcPr>
            <w:tcW w:w="846" w:type="dxa"/>
            <w:vAlign w:val="bottom"/>
          </w:tcPr>
          <w:p w14:paraId="39E346FD" w14:textId="3C95753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26.0</w:t>
            </w:r>
          </w:p>
        </w:tc>
        <w:tc>
          <w:tcPr>
            <w:tcW w:w="850" w:type="dxa"/>
            <w:vAlign w:val="bottom"/>
          </w:tcPr>
          <w:p w14:paraId="5F273A37" w14:textId="1F5C4A3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29.0</w:t>
            </w:r>
          </w:p>
        </w:tc>
        <w:tc>
          <w:tcPr>
            <w:tcW w:w="851" w:type="dxa"/>
            <w:vAlign w:val="bottom"/>
          </w:tcPr>
          <w:p w14:paraId="7EF135CE" w14:textId="16AEFC5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6AA1A46" w14:textId="517B997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BE9B6A" w14:textId="11B46BE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95CFCE3" w14:textId="1557B5F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F5E5FF7" w14:textId="735AB86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1.39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29455DC" w14:textId="598AB738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FAE8535" w14:textId="58409A8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2.38</w:t>
            </w:r>
          </w:p>
        </w:tc>
      </w:tr>
      <w:tr w:rsidR="00636438" w:rsidRPr="00DC6E82" w14:paraId="2489538E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673A7875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92C0E6C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A3230F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12:20</w:t>
            </w:r>
          </w:p>
        </w:tc>
        <w:tc>
          <w:tcPr>
            <w:tcW w:w="845" w:type="dxa"/>
            <w:gridSpan w:val="2"/>
            <w:vAlign w:val="bottom"/>
          </w:tcPr>
          <w:p w14:paraId="328DEEAB" w14:textId="548443B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109.1</w:t>
            </w:r>
          </w:p>
        </w:tc>
        <w:tc>
          <w:tcPr>
            <w:tcW w:w="846" w:type="dxa"/>
            <w:gridSpan w:val="2"/>
            <w:vAlign w:val="bottom"/>
          </w:tcPr>
          <w:p w14:paraId="0A09D5AA" w14:textId="07B523E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181.5</w:t>
            </w:r>
          </w:p>
        </w:tc>
        <w:tc>
          <w:tcPr>
            <w:tcW w:w="846" w:type="dxa"/>
            <w:gridSpan w:val="2"/>
            <w:vAlign w:val="bottom"/>
          </w:tcPr>
          <w:p w14:paraId="36568F6F" w14:textId="48DFB03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167.4</w:t>
            </w:r>
          </w:p>
        </w:tc>
        <w:tc>
          <w:tcPr>
            <w:tcW w:w="836" w:type="dxa"/>
            <w:vAlign w:val="bottom"/>
          </w:tcPr>
          <w:p w14:paraId="31C96367" w14:textId="587EF8B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63.6</w:t>
            </w:r>
          </w:p>
        </w:tc>
        <w:tc>
          <w:tcPr>
            <w:tcW w:w="858" w:type="dxa"/>
            <w:gridSpan w:val="2"/>
            <w:vAlign w:val="bottom"/>
          </w:tcPr>
          <w:p w14:paraId="15F7243D" w14:textId="21F0106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150.8</w:t>
            </w:r>
          </w:p>
        </w:tc>
        <w:tc>
          <w:tcPr>
            <w:tcW w:w="846" w:type="dxa"/>
            <w:vAlign w:val="bottom"/>
          </w:tcPr>
          <w:p w14:paraId="4535E604" w14:textId="5AF7DEC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12.6</w:t>
            </w:r>
          </w:p>
        </w:tc>
        <w:tc>
          <w:tcPr>
            <w:tcW w:w="850" w:type="dxa"/>
            <w:vAlign w:val="bottom"/>
          </w:tcPr>
          <w:p w14:paraId="3FC60796" w14:textId="59C9549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17.8</w:t>
            </w:r>
          </w:p>
        </w:tc>
        <w:tc>
          <w:tcPr>
            <w:tcW w:w="851" w:type="dxa"/>
            <w:vAlign w:val="bottom"/>
          </w:tcPr>
          <w:p w14:paraId="2B1DE10E" w14:textId="2C1832E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44FAE94" w14:textId="59E5BA7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92B18" w14:textId="771FB56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F2734EC" w14:textId="0A44B16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E262FA7" w14:textId="72160F2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1.64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9FF056B" w14:textId="47F88966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1353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77F9523" w14:textId="55CAC43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4.71</w:t>
            </w:r>
          </w:p>
        </w:tc>
      </w:tr>
      <w:tr w:rsidR="00636438" w:rsidRPr="00DC6E82" w14:paraId="05E0402B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43574162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5741B6E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524D01BC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15:40</w:t>
            </w:r>
          </w:p>
        </w:tc>
        <w:tc>
          <w:tcPr>
            <w:tcW w:w="845" w:type="dxa"/>
            <w:gridSpan w:val="2"/>
            <w:vAlign w:val="bottom"/>
          </w:tcPr>
          <w:p w14:paraId="6F485AAB" w14:textId="7E3077F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-2.1</w:t>
            </w:r>
          </w:p>
        </w:tc>
        <w:tc>
          <w:tcPr>
            <w:tcW w:w="846" w:type="dxa"/>
            <w:gridSpan w:val="2"/>
            <w:vAlign w:val="bottom"/>
          </w:tcPr>
          <w:p w14:paraId="45CB3600" w14:textId="3328995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140.8</w:t>
            </w:r>
          </w:p>
        </w:tc>
        <w:tc>
          <w:tcPr>
            <w:tcW w:w="846" w:type="dxa"/>
            <w:gridSpan w:val="2"/>
            <w:vAlign w:val="bottom"/>
          </w:tcPr>
          <w:p w14:paraId="1FE37CC9" w14:textId="1C5ED64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104.2</w:t>
            </w:r>
          </w:p>
        </w:tc>
        <w:tc>
          <w:tcPr>
            <w:tcW w:w="836" w:type="dxa"/>
            <w:vAlign w:val="bottom"/>
          </w:tcPr>
          <w:p w14:paraId="7536FC3D" w14:textId="60DE07F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111.2</w:t>
            </w:r>
          </w:p>
        </w:tc>
        <w:tc>
          <w:tcPr>
            <w:tcW w:w="858" w:type="dxa"/>
            <w:gridSpan w:val="2"/>
            <w:vAlign w:val="bottom"/>
          </w:tcPr>
          <w:p w14:paraId="5977AC77" w14:textId="320632B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154.2</w:t>
            </w:r>
          </w:p>
        </w:tc>
        <w:tc>
          <w:tcPr>
            <w:tcW w:w="846" w:type="dxa"/>
            <w:vAlign w:val="bottom"/>
          </w:tcPr>
          <w:p w14:paraId="5F203841" w14:textId="40A5D8A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9.7</w:t>
            </w:r>
          </w:p>
        </w:tc>
        <w:tc>
          <w:tcPr>
            <w:tcW w:w="850" w:type="dxa"/>
            <w:vAlign w:val="bottom"/>
          </w:tcPr>
          <w:p w14:paraId="721B0C72" w14:textId="07DEC6E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15.0</w:t>
            </w:r>
          </w:p>
        </w:tc>
        <w:tc>
          <w:tcPr>
            <w:tcW w:w="851" w:type="dxa"/>
            <w:vAlign w:val="bottom"/>
          </w:tcPr>
          <w:p w14:paraId="12B974C4" w14:textId="673AD45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FC146B6" w14:textId="22E3A99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C2A735" w14:textId="6223330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A957618" w14:textId="305271D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2E04863" w14:textId="63BABEF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145FDB8" w14:textId="7F0DD6B2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6004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5234A26" w14:textId="7E7C1E1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20.90</w:t>
            </w:r>
          </w:p>
        </w:tc>
      </w:tr>
      <w:tr w:rsidR="00636438" w:rsidRPr="00DC6E82" w14:paraId="62BC3E74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070A531E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89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22360C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2451CB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11:40</w:t>
            </w:r>
          </w:p>
        </w:tc>
        <w:tc>
          <w:tcPr>
            <w:tcW w:w="845" w:type="dxa"/>
            <w:gridSpan w:val="2"/>
            <w:vAlign w:val="bottom"/>
          </w:tcPr>
          <w:p w14:paraId="006C8C6E" w14:textId="2889630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194.2</w:t>
            </w:r>
          </w:p>
        </w:tc>
        <w:tc>
          <w:tcPr>
            <w:tcW w:w="846" w:type="dxa"/>
            <w:gridSpan w:val="2"/>
            <w:vAlign w:val="bottom"/>
          </w:tcPr>
          <w:p w14:paraId="5F53FE8C" w14:textId="46C4F7A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417.5</w:t>
            </w:r>
          </w:p>
        </w:tc>
        <w:tc>
          <w:tcPr>
            <w:tcW w:w="846" w:type="dxa"/>
            <w:gridSpan w:val="2"/>
            <w:vAlign w:val="bottom"/>
          </w:tcPr>
          <w:p w14:paraId="34592F9B" w14:textId="6EBE7A1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251.6</w:t>
            </w:r>
          </w:p>
        </w:tc>
        <w:tc>
          <w:tcPr>
            <w:tcW w:w="836" w:type="dxa"/>
            <w:vAlign w:val="bottom"/>
          </w:tcPr>
          <w:p w14:paraId="5C841E14" w14:textId="7D1FD73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62.4</w:t>
            </w:r>
          </w:p>
        </w:tc>
        <w:tc>
          <w:tcPr>
            <w:tcW w:w="858" w:type="dxa"/>
            <w:gridSpan w:val="2"/>
            <w:vAlign w:val="bottom"/>
          </w:tcPr>
          <w:p w14:paraId="5382DE20" w14:textId="674F210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161.1</w:t>
            </w:r>
          </w:p>
        </w:tc>
        <w:tc>
          <w:tcPr>
            <w:tcW w:w="846" w:type="dxa"/>
            <w:vAlign w:val="bottom"/>
          </w:tcPr>
          <w:p w14:paraId="5E904AF0" w14:textId="3CB21BF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16.7</w:t>
            </w:r>
          </w:p>
        </w:tc>
        <w:tc>
          <w:tcPr>
            <w:tcW w:w="850" w:type="dxa"/>
            <w:vAlign w:val="bottom"/>
          </w:tcPr>
          <w:p w14:paraId="6097C6CE" w14:textId="24AD781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19.9</w:t>
            </w:r>
          </w:p>
        </w:tc>
        <w:tc>
          <w:tcPr>
            <w:tcW w:w="851" w:type="dxa"/>
            <w:vAlign w:val="bottom"/>
          </w:tcPr>
          <w:p w14:paraId="39B2C313" w14:textId="60E8553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9F27B82" w14:textId="013EEF6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78E845" w14:textId="024ADF0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77361D3" w14:textId="1B721CB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07CD5C9" w14:textId="2B2D403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0225CB4" w14:textId="0A52D5F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1209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14B59AE" w14:textId="14B0BDA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4.21</w:t>
            </w:r>
          </w:p>
        </w:tc>
      </w:tr>
      <w:tr w:rsidR="00636438" w:rsidRPr="00DC6E82" w14:paraId="3442DF74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6AB4C49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90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E7275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2024.01.28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DCA41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91149A" w14:textId="58EF4E1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162.3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D01B88" w14:textId="21B0644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372.2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D0419" w14:textId="401F6E5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226.2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532F2B" w14:textId="04780C6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69.0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45304E" w14:textId="653026E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167.9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AF634" w14:textId="7D36A3D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A408E0" w14:textId="159A503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F54701" w14:textId="1AEA9A0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B1ABBC" w14:textId="49B5B20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611E2" w14:textId="7A241BB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B8C29F" w14:textId="038F2DC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F3E74" w14:textId="46D3910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DBC92C" w14:textId="6DF6EF3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17F70" w14:textId="246D36E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4.21</w:t>
            </w:r>
          </w:p>
        </w:tc>
      </w:tr>
      <w:tr w:rsidR="00636438" w:rsidRPr="00DC6E82" w14:paraId="3A374849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48330F9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91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FA6D0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2024.01.30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D35F566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10:20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13F896" w14:textId="7D58CA4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166.9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4649D" w14:textId="3AC7257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308.6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4B7E0" w14:textId="3E8AD21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178.8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0EC1E0" w14:textId="14D73D8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17.3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307C61" w14:textId="17E2092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165.4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204C17" w14:textId="2F11AC7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19.4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13C054" w14:textId="34A6BAD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65CA3" w14:textId="6868A3D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14.7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DCC6B0" w14:textId="76F3439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BF0FF2" w14:textId="14B7265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D3B818" w14:textId="19D9BBB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881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4A29E4" w14:textId="1D00327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4.72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35DA03" w14:textId="664D296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F968D3" w14:textId="6092B25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2.13</w:t>
            </w:r>
          </w:p>
        </w:tc>
      </w:tr>
      <w:tr w:rsidR="00636438" w:rsidRPr="00DC6E82" w14:paraId="3820BCFC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75DCE5FE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92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703A6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2024.01.31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A7E833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13:10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D05D0" w14:textId="54BC29F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116.1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4C9D1" w14:textId="688E550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191.1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CF14D1" w14:textId="47B1593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175.9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E711E" w14:textId="0C87C35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65.0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264D0D" w14:textId="7640311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151.7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66AFF2" w14:textId="4C9B721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8AC4B" w14:textId="7AD67D2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6A57B" w14:textId="5E139A3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B734F5" w14:textId="3129CA7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77433D" w14:textId="2541ABD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5B69C2" w14:textId="25CF02D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F4EEDA" w14:textId="04C0C54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1.30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7BDD96" w14:textId="54469EC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1379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F0ACC3" w14:textId="0D58511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4.80</w:t>
            </w:r>
          </w:p>
        </w:tc>
      </w:tr>
      <w:tr w:rsidR="00636438" w:rsidRPr="00DC6E82" w14:paraId="48CAD5D2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FEEB08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93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8B89CC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2024.02.01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31FC34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15:30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A50700" w14:textId="5F56E5C0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14.6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0A3B23" w14:textId="03F9049A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53.5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D8B87C2" w14:textId="376F434E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27.4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E40BEB" w14:textId="3FE1DD4C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17.7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AA2C88" w14:textId="586E1075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168.8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7B487B" w14:textId="17185516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985FD1" w14:textId="52AA1884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6A09332" w14:textId="331C1C4E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3B9677" w14:textId="5B07273D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084100" w14:textId="0EC7DAF1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119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B27ACF" w14:textId="0ABCB1EA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1671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31E40EC" w14:textId="5C744A1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8.95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AD82F6" w14:textId="06823FF2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597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86006A" w14:textId="094CDDDD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2.08</w:t>
            </w:r>
          </w:p>
        </w:tc>
      </w:tr>
    </w:tbl>
    <w:p w14:paraId="2879C81C" w14:textId="76FE9E01" w:rsidR="00DC6E82" w:rsidRDefault="00DC6E82" w:rsidP="00DC6E82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</w:pPr>
      <w:r>
        <w:rPr>
          <w:rFonts w:eastAsia="Times New Roman"/>
          <w:bCs/>
          <w:noProof w:val="0"/>
          <w:snapToGrid w:val="0"/>
          <w:szCs w:val="22"/>
          <w:lang w:bidi="en-US"/>
        </w:rPr>
        <w:t>Table S2 continued.</w:t>
      </w:r>
    </w:p>
    <w:tbl>
      <w:tblPr>
        <w:tblpPr w:leftFromText="141" w:rightFromText="141" w:vertAnchor="text" w:tblpY="1"/>
        <w:tblOverlap w:val="never"/>
        <w:tblW w:w="14749" w:type="dxa"/>
        <w:tblBorders>
          <w:top w:val="single" w:sz="8" w:space="0" w:color="auto"/>
          <w:bottom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"/>
        <w:gridCol w:w="567"/>
        <w:gridCol w:w="1278"/>
        <w:gridCol w:w="764"/>
        <w:gridCol w:w="837"/>
        <w:gridCol w:w="8"/>
        <w:gridCol w:w="829"/>
        <w:gridCol w:w="17"/>
        <w:gridCol w:w="821"/>
        <w:gridCol w:w="25"/>
        <w:gridCol w:w="836"/>
        <w:gridCol w:w="850"/>
        <w:gridCol w:w="8"/>
        <w:gridCol w:w="846"/>
        <w:gridCol w:w="850"/>
        <w:gridCol w:w="851"/>
        <w:gridCol w:w="820"/>
        <w:gridCol w:w="887"/>
        <w:gridCol w:w="887"/>
        <w:gridCol w:w="887"/>
        <w:gridCol w:w="887"/>
        <w:gridCol w:w="887"/>
      </w:tblGrid>
      <w:tr w:rsidR="00636438" w:rsidRPr="00175819" w14:paraId="5E44602B" w14:textId="77777777" w:rsidTr="00097A55">
        <w:trPr>
          <w:gridBefore w:val="1"/>
          <w:wBefore w:w="107" w:type="dxa"/>
          <w:trHeight w:hRule="exact" w:val="378"/>
        </w:trPr>
        <w:tc>
          <w:tcPr>
            <w:tcW w:w="14642" w:type="dxa"/>
            <w:gridSpan w:val="21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FEA672" w14:textId="5B0D9B7F" w:rsidR="00636438" w:rsidRDefault="00636438" w:rsidP="00636438">
            <w:pPr>
              <w:pStyle w:val="MDPI42tablebody"/>
              <w:spacing w:before="60" w:after="60" w:line="260" w:lineRule="exact"/>
              <w:rPr>
                <w:b/>
                <w:bCs/>
                <w:sz w:val="18"/>
                <w:szCs w:val="18"/>
              </w:rPr>
            </w:pPr>
            <w:r w:rsidRPr="00FE2F6D">
              <w:rPr>
                <w:b/>
                <w:bCs/>
                <w:sz w:val="22"/>
                <w:szCs w:val="22"/>
              </w:rPr>
              <w:t>OUTPUT DATA</w:t>
            </w:r>
          </w:p>
        </w:tc>
      </w:tr>
      <w:tr w:rsidR="00636438" w:rsidRPr="00175819" w14:paraId="5397C877" w14:textId="77777777" w:rsidTr="00494DB7">
        <w:trPr>
          <w:gridBefore w:val="1"/>
          <w:wBefore w:w="107" w:type="dxa"/>
          <w:trHeight w:val="157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133CE4" w14:textId="77777777" w:rsidR="00636438" w:rsidRPr="000205A1" w:rsidRDefault="00636438" w:rsidP="00636438">
            <w:pPr>
              <w:pStyle w:val="MDPI42tablebody"/>
              <w:spacing w:line="260" w:lineRule="exact"/>
              <w:ind w:left="-210" w:right="-256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No.</w:t>
            </w:r>
          </w:p>
          <w:p w14:paraId="6113C3ED" w14:textId="77777777" w:rsidR="00636438" w:rsidRPr="000205A1" w:rsidRDefault="00636438" w:rsidP="00636438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of</w:t>
            </w:r>
          </w:p>
          <w:p w14:paraId="4E5057C7" w14:textId="77777777" w:rsidR="00636438" w:rsidRPr="000205A1" w:rsidRDefault="00636438" w:rsidP="00636438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ob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7B4450B8" w14:textId="77777777" w:rsidR="00636438" w:rsidRPr="000205A1" w:rsidRDefault="00636438" w:rsidP="00636438">
            <w:pPr>
              <w:pStyle w:val="MDPI42tablebody"/>
              <w:spacing w:line="260" w:lineRule="exact"/>
              <w:ind w:left="-210" w:right="-281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ser-</w:t>
            </w:r>
          </w:p>
          <w:p w14:paraId="06D9A479" w14:textId="77777777" w:rsidR="00636438" w:rsidRPr="000205A1" w:rsidRDefault="00636438" w:rsidP="00636438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va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-</w:t>
            </w:r>
          </w:p>
          <w:p w14:paraId="319C0694" w14:textId="668772B9" w:rsidR="00636438" w:rsidRPr="00175819" w:rsidRDefault="00636438" w:rsidP="00636438">
            <w:pPr>
              <w:pStyle w:val="MDPI42tablebody"/>
              <w:spacing w:line="260" w:lineRule="exact"/>
              <w:ind w:left="-105" w:right="-173"/>
              <w:rPr>
                <w:b/>
                <w:bCs/>
                <w:sz w:val="18"/>
                <w:szCs w:val="18"/>
              </w:rPr>
            </w:pPr>
            <w:proofErr w:type="spellStart"/>
            <w:r w:rsidRPr="000205A1">
              <w:rPr>
                <w:b/>
                <w:bCs/>
                <w:sz w:val="18"/>
                <w:szCs w:val="18"/>
              </w:rPr>
              <w:t>tion</w:t>
            </w:r>
            <w:proofErr w:type="spellEnd"/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B52FD6" w14:textId="754908F5" w:rsidR="00636438" w:rsidRPr="00175819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76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2638FE" w14:textId="0DE99279" w:rsidR="00636438" w:rsidRPr="00175819" w:rsidRDefault="00636438" w:rsidP="00636438">
            <w:pPr>
              <w:pStyle w:val="MDPI42tablebody"/>
              <w:spacing w:before="240" w:line="260" w:lineRule="exact"/>
              <w:rPr>
                <w:b/>
                <w:bCs/>
                <w:sz w:val="18"/>
                <w:szCs w:val="18"/>
              </w:rPr>
            </w:pPr>
            <w:r w:rsidRPr="000205A1">
              <w:rPr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8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A4DBFC" w14:textId="77777777" w:rsidR="00636438" w:rsidRPr="007F0D3A" w:rsidRDefault="00000000" w:rsidP="00636438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b/>
                        <w:bCs/>
                        <w:i/>
                        <w:szCs w:val="2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ni</m:t>
                    </m:r>
                  </m:sub>
                </m:sSub>
              </m:oMath>
            </m:oMathPara>
          </w:p>
          <w:p w14:paraId="53983CF2" w14:textId="77777777" w:rsidR="00636438" w:rsidRPr="007F0D3A" w:rsidRDefault="00636438" w:rsidP="00636438">
            <w:pPr>
              <w:pStyle w:val="MDPI42tablebody"/>
              <w:spacing w:line="260" w:lineRule="exact"/>
              <w:ind w:left="-8" w:right="-93"/>
              <w:rPr>
                <w:b/>
                <w:bCs/>
                <w:szCs w:val="22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4055A7D4" w14:textId="7EF6CFF5" w:rsidR="00636438" w:rsidRPr="00175819" w:rsidRDefault="00636438" w:rsidP="00636438">
            <w:pPr>
              <w:pStyle w:val="MDPI42tablebody"/>
              <w:spacing w:line="260" w:lineRule="exact"/>
              <w:ind w:left="-8" w:right="-93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66E70F" w14:textId="77777777" w:rsidR="00636438" w:rsidRDefault="00636438" w:rsidP="00636438">
            <w:pPr>
              <w:pStyle w:val="MDPI42tablebody"/>
              <w:spacing w:line="260" w:lineRule="exact"/>
              <w:jc w:val="both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t xml:space="preserve">   S</w:t>
            </w:r>
          </w:p>
          <w:p w14:paraId="725C687D" w14:textId="10BAE772" w:rsidR="00636438" w:rsidRPr="00175819" w:rsidRDefault="00636438" w:rsidP="00636438">
            <w:pPr>
              <w:pStyle w:val="MDPI42tablebody"/>
              <w:spacing w:line="260" w:lineRule="exact"/>
              <w:rPr>
                <w:rFonts w:eastAsiaTheme="minorEastAsia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3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4DAE58" w14:textId="77777777" w:rsidR="00636438" w:rsidRDefault="00636438" w:rsidP="00636438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The numerator </w:t>
            </w:r>
          </w:p>
          <w:p w14:paraId="58264D12" w14:textId="77777777" w:rsidR="00636438" w:rsidRDefault="00636438" w:rsidP="00636438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of the fraction </w:t>
            </w:r>
          </w:p>
          <w:p w14:paraId="506782FB" w14:textId="77777777" w:rsidR="00636438" w:rsidRDefault="00636438" w:rsidP="00636438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in eq. (13)</w:t>
            </w:r>
          </w:p>
          <w:p w14:paraId="14692EC4" w14:textId="2E18B00D" w:rsidR="00636438" w:rsidRPr="00175819" w:rsidRDefault="00636438" w:rsidP="00636438">
            <w:pPr>
              <w:pStyle w:val="MDPI42tablebody"/>
              <w:spacing w:line="260" w:lineRule="exact"/>
              <w:ind w:left="-92" w:right="-15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6A689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Energy</w:t>
            </w:r>
          </w:p>
          <w:p w14:paraId="59CF9801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flux</w:t>
            </w:r>
          </w:p>
          <w:p w14:paraId="0C074E16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density</w:t>
            </w:r>
          </w:p>
          <w:p w14:paraId="0F4B4ECD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at the</w:t>
            </w:r>
          </w:p>
          <w:p w14:paraId="571AD9C6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skin </w:t>
            </w:r>
          </w:p>
          <w:p w14:paraId="3C216FD3" w14:textId="77777777" w:rsidR="00636438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surface</w:t>
            </w:r>
          </w:p>
          <w:p w14:paraId="6DF2320B" w14:textId="69CBC4E5" w:rsidR="00636438" w:rsidRPr="00175819" w:rsidRDefault="00636438" w:rsidP="00636438">
            <w:pPr>
              <w:pStyle w:val="MDPI42tablebody"/>
              <w:spacing w:line="260" w:lineRule="exact"/>
              <w:ind w:left="-205" w:right="-179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4D7DD3" w14:textId="77777777" w:rsidR="00636438" w:rsidRDefault="00636438" w:rsidP="00636438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M</w:t>
            </w:r>
          </w:p>
          <w:p w14:paraId="3CE0F26D" w14:textId="77777777" w:rsidR="00636438" w:rsidRDefault="00636438" w:rsidP="00636438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  <w:p w14:paraId="0B187D83" w14:textId="214485A3" w:rsidR="00636438" w:rsidRPr="00175819" w:rsidRDefault="00636438" w:rsidP="00636438">
            <w:pPr>
              <w:pStyle w:val="MDPI42tablebody"/>
              <w:spacing w:line="260" w:lineRule="exact"/>
              <w:ind w:left="-108" w:right="-66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C11338" w14:textId="77777777" w:rsidR="00636438" w:rsidRDefault="00636438" w:rsidP="00636438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o</w:t>
            </w:r>
          </w:p>
          <w:p w14:paraId="74FAE7DF" w14:textId="360B1A18" w:rsidR="00636438" w:rsidRPr="00175819" w:rsidRDefault="00636438" w:rsidP="00636438">
            <w:pPr>
              <w:pStyle w:val="MDPI42tablebody"/>
              <w:spacing w:line="260" w:lineRule="exact"/>
              <w:ind w:left="-148" w:right="-10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F4E0E2" w14:textId="77777777" w:rsidR="00636438" w:rsidRDefault="00636438" w:rsidP="00636438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T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249A2083" w14:textId="676439F5" w:rsidR="00636438" w:rsidRPr="00175819" w:rsidRDefault="00636438" w:rsidP="00636438">
            <w:pPr>
              <w:pStyle w:val="MDPI42tablebody"/>
              <w:spacing w:line="260" w:lineRule="exact"/>
              <w:ind w:left="-187" w:right="-198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[°C]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04F83" w14:textId="77777777" w:rsidR="00636438" w:rsidRDefault="00636438" w:rsidP="00636438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e</w:t>
            </w:r>
            <w:r w:rsidRPr="007F0D3A">
              <w:rPr>
                <w:b/>
                <w:bCs/>
                <w:sz w:val="18"/>
                <w:szCs w:val="18"/>
                <w:vertAlign w:val="subscript"/>
              </w:rPr>
              <w:t>cl</w:t>
            </w:r>
            <w:proofErr w:type="spellEnd"/>
          </w:p>
          <w:p w14:paraId="6C38E052" w14:textId="0BC71076" w:rsidR="00636438" w:rsidRPr="00175819" w:rsidRDefault="00636438" w:rsidP="00636438">
            <w:pPr>
              <w:pStyle w:val="MDPI42tablebody"/>
              <w:spacing w:line="260" w:lineRule="exact"/>
              <w:ind w:left="-162" w:right="-9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</w:t>
            </w:r>
            <w:proofErr w:type="spellStart"/>
            <w:r>
              <w:rPr>
                <w:b/>
                <w:bCs/>
                <w:sz w:val="18"/>
                <w:szCs w:val="18"/>
              </w:rPr>
              <w:t>hPa</w:t>
            </w:r>
            <w:proofErr w:type="spellEnd"/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3C3170" w14:textId="77777777" w:rsidR="00636438" w:rsidRDefault="00636438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Latentheat flux den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of dry skin surf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  <w:r>
              <w:rPr>
                <w:b/>
                <w:bCs/>
                <w:sz w:val="18"/>
                <w:szCs w:val="18"/>
              </w:rPr>
              <w:t xml:space="preserve"> evap</w:t>
            </w:r>
            <w:r w:rsidR="00ED1B85">
              <w:rPr>
                <w:b/>
                <w:bCs/>
                <w:sz w:val="18"/>
                <w:szCs w:val="18"/>
              </w:rPr>
              <w:t>.</w:t>
            </w:r>
          </w:p>
          <w:p w14:paraId="5D02A26C" w14:textId="2BAF3167" w:rsidR="00ED1B85" w:rsidRPr="00175819" w:rsidRDefault="00ED1B85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[Wm</w:t>
            </w:r>
            <w:r w:rsidRPr="00ED1B85">
              <w:rPr>
                <w:b/>
                <w:bCs/>
                <w:sz w:val="18"/>
                <w:szCs w:val="18"/>
                <w:vertAlign w:val="superscript"/>
              </w:rPr>
              <w:t>-2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91DF428" w14:textId="19BF2394" w:rsidR="00636438" w:rsidRPr="00175819" w:rsidRDefault="00636438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Latent heat flux density of skin surface evaporation</w:t>
            </w:r>
            <w:r w:rsidR="00AF1C97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[Wm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2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561C9827" w14:textId="77777777" w:rsidR="00636438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Thermal resistance of clothing</w:t>
            </w:r>
          </w:p>
          <w:p w14:paraId="1D2C8417" w14:textId="22060369" w:rsidR="00636438" w:rsidRPr="00175819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[s·m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b/>
                <w:bCs/>
                <w:sz w:val="18"/>
                <w:szCs w:val="18"/>
              </w:rPr>
              <w:t xml:space="preserve">] 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C9F134" w14:textId="5BBD948E" w:rsidR="00636438" w:rsidRPr="00175819" w:rsidRDefault="00636438" w:rsidP="00636438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Thermal resistance of clothing </w:t>
            </w:r>
            <w:r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73372656" w14:textId="4FEDD827" w:rsidR="00636438" w:rsidRPr="00175819" w:rsidRDefault="00636438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Evaporative resistance of clothing [s·m</w:t>
            </w:r>
            <w:r w:rsidRPr="00175819">
              <w:rPr>
                <w:b/>
                <w:bCs/>
                <w:sz w:val="18"/>
                <w:szCs w:val="18"/>
                <w:vertAlign w:val="superscript"/>
              </w:rPr>
              <w:t>-</w:t>
            </w:r>
            <w:r>
              <w:rPr>
                <w:b/>
                <w:bCs/>
                <w:sz w:val="18"/>
                <w:szCs w:val="18"/>
                <w:vertAlign w:val="superscript"/>
              </w:rPr>
              <w:t>1</w:t>
            </w:r>
            <w:r>
              <w:rPr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88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C6B844" w14:textId="38ED86BC" w:rsidR="00636438" w:rsidRPr="00175819" w:rsidRDefault="00636438" w:rsidP="00AF1C97">
            <w:pPr>
              <w:pStyle w:val="MDPI42tablebody"/>
              <w:spacing w:line="260" w:lineRule="exac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Evaporative resistance of clothing</w:t>
            </w:r>
            <w:r w:rsidR="00AF1C97">
              <w:rPr>
                <w:b/>
                <w:bCs/>
                <w:sz w:val="18"/>
                <w:szCs w:val="18"/>
              </w:rPr>
              <w:t xml:space="preserve"> </w:t>
            </w:r>
            <w:r w:rsidRPr="000205A1">
              <w:rPr>
                <w:b/>
                <w:bCs/>
                <w:sz w:val="18"/>
                <w:szCs w:val="18"/>
              </w:rPr>
              <w:t>[</w:t>
            </w:r>
            <w:proofErr w:type="spellStart"/>
            <w:r w:rsidRPr="000205A1">
              <w:rPr>
                <w:b/>
                <w:bCs/>
                <w:sz w:val="18"/>
                <w:szCs w:val="18"/>
              </w:rPr>
              <w:t>clo</w:t>
            </w:r>
            <w:proofErr w:type="spellEnd"/>
            <w:r w:rsidRPr="000205A1">
              <w:rPr>
                <w:b/>
                <w:bCs/>
                <w:sz w:val="18"/>
                <w:szCs w:val="18"/>
              </w:rPr>
              <w:t>]</w:t>
            </w:r>
          </w:p>
        </w:tc>
      </w:tr>
      <w:tr w:rsidR="00636438" w:rsidRPr="00DC6E82" w14:paraId="0C7637B1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0F26D2D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94</w:t>
            </w:r>
          </w:p>
        </w:tc>
        <w:tc>
          <w:tcPr>
            <w:tcW w:w="12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53190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2024.02.02</w:t>
            </w:r>
          </w:p>
        </w:tc>
        <w:tc>
          <w:tcPr>
            <w:tcW w:w="76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F539C0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08:40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</w:tcBorders>
            <w:vAlign w:val="bottom"/>
          </w:tcPr>
          <w:p w14:paraId="17B5764F" w14:textId="17C3EFC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20.9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27887C55" w14:textId="6BCF41C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138.3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</w:tcBorders>
            <w:vAlign w:val="bottom"/>
          </w:tcPr>
          <w:p w14:paraId="3A16953B" w14:textId="0702749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85.7</w:t>
            </w:r>
          </w:p>
        </w:tc>
        <w:tc>
          <w:tcPr>
            <w:tcW w:w="836" w:type="dxa"/>
            <w:tcBorders>
              <w:top w:val="single" w:sz="4" w:space="0" w:color="auto"/>
            </w:tcBorders>
            <w:vAlign w:val="bottom"/>
          </w:tcPr>
          <w:p w14:paraId="0F67D5CC" w14:textId="3600678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70.1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</w:tcBorders>
            <w:vAlign w:val="bottom"/>
          </w:tcPr>
          <w:p w14:paraId="1D81B307" w14:textId="031557F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162.8</w:t>
            </w:r>
          </w:p>
        </w:tc>
        <w:tc>
          <w:tcPr>
            <w:tcW w:w="846" w:type="dxa"/>
            <w:tcBorders>
              <w:top w:val="single" w:sz="4" w:space="0" w:color="auto"/>
            </w:tcBorders>
            <w:vAlign w:val="bottom"/>
          </w:tcPr>
          <w:p w14:paraId="13BDC4B3" w14:textId="511F76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3.6</w:t>
            </w:r>
          </w:p>
        </w:tc>
        <w:tc>
          <w:tcPr>
            <w:tcW w:w="850" w:type="dxa"/>
            <w:tcBorders>
              <w:top w:val="single" w:sz="4" w:space="0" w:color="auto"/>
            </w:tcBorders>
            <w:vAlign w:val="bottom"/>
          </w:tcPr>
          <w:p w14:paraId="722FC07F" w14:textId="7BB85DE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14:paraId="2CF8AE31" w14:textId="3BAFDE1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8.6</w:t>
            </w:r>
          </w:p>
        </w:tc>
        <w:tc>
          <w:tcPr>
            <w:tcW w:w="820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5B3F5090" w14:textId="3A784FC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027816" w14:textId="0B92ECD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62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24C59A51" w14:textId="557E349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442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4BBDE35A" w14:textId="3DEA5E7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2.37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4EC7C9F0" w14:textId="36DE3CED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1338</w:t>
            </w:r>
          </w:p>
        </w:tc>
        <w:tc>
          <w:tcPr>
            <w:tcW w:w="887" w:type="dxa"/>
            <w:tcBorders>
              <w:top w:val="single" w:sz="4" w:space="0" w:color="auto"/>
              <w:bottom w:val="nil"/>
              <w:right w:val="nil"/>
            </w:tcBorders>
            <w:vAlign w:val="bottom"/>
          </w:tcPr>
          <w:p w14:paraId="619AD8A6" w14:textId="1550E2B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4.66</w:t>
            </w:r>
          </w:p>
        </w:tc>
      </w:tr>
      <w:tr w:rsidR="00636438" w:rsidRPr="00DC6E82" w14:paraId="01C14E66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2E433D8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95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49CD8D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0374D53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15:10</w:t>
            </w:r>
          </w:p>
        </w:tc>
        <w:tc>
          <w:tcPr>
            <w:tcW w:w="845" w:type="dxa"/>
            <w:gridSpan w:val="2"/>
            <w:vAlign w:val="bottom"/>
          </w:tcPr>
          <w:p w14:paraId="149E6337" w14:textId="25887EBA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31.9</w:t>
            </w:r>
          </w:p>
        </w:tc>
        <w:tc>
          <w:tcPr>
            <w:tcW w:w="846" w:type="dxa"/>
            <w:gridSpan w:val="2"/>
            <w:vAlign w:val="bottom"/>
          </w:tcPr>
          <w:p w14:paraId="1B50E46A" w14:textId="420D822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114.7</w:t>
            </w:r>
          </w:p>
        </w:tc>
        <w:tc>
          <w:tcPr>
            <w:tcW w:w="846" w:type="dxa"/>
            <w:gridSpan w:val="2"/>
            <w:vAlign w:val="bottom"/>
          </w:tcPr>
          <w:p w14:paraId="0957692A" w14:textId="018CD0F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45.0</w:t>
            </w:r>
          </w:p>
        </w:tc>
        <w:tc>
          <w:tcPr>
            <w:tcW w:w="836" w:type="dxa"/>
            <w:vAlign w:val="bottom"/>
          </w:tcPr>
          <w:p w14:paraId="796A1BA3" w14:textId="21D9490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17.5</w:t>
            </w:r>
          </w:p>
        </w:tc>
        <w:tc>
          <w:tcPr>
            <w:tcW w:w="858" w:type="dxa"/>
            <w:gridSpan w:val="2"/>
            <w:vAlign w:val="bottom"/>
          </w:tcPr>
          <w:p w14:paraId="76B342EF" w14:textId="6BCB77E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143.1</w:t>
            </w:r>
          </w:p>
        </w:tc>
        <w:tc>
          <w:tcPr>
            <w:tcW w:w="846" w:type="dxa"/>
            <w:vAlign w:val="bottom"/>
          </w:tcPr>
          <w:p w14:paraId="561BBB71" w14:textId="4F8BCA0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15.0</w:t>
            </w:r>
          </w:p>
        </w:tc>
        <w:tc>
          <w:tcPr>
            <w:tcW w:w="850" w:type="dxa"/>
            <w:vAlign w:val="bottom"/>
          </w:tcPr>
          <w:p w14:paraId="00F2B832" w14:textId="6889F20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15.9</w:t>
            </w:r>
          </w:p>
        </w:tc>
        <w:tc>
          <w:tcPr>
            <w:tcW w:w="851" w:type="dxa"/>
            <w:vAlign w:val="bottom"/>
          </w:tcPr>
          <w:p w14:paraId="7A90F6FB" w14:textId="0474107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65FEA75" w14:textId="2219E77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B23F7A" w14:textId="48FB268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93A1544" w14:textId="0D1A4AD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1246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44ECBC3" w14:textId="2AD9CE0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6.67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DEBCDA3" w14:textId="30657784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749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A3C98DD" w14:textId="7D1B4FD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2.61</w:t>
            </w:r>
          </w:p>
        </w:tc>
      </w:tr>
      <w:tr w:rsidR="00636438" w:rsidRPr="00DC6E82" w14:paraId="1EFC616C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6FE9591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60CF1B3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9A13F1D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12:30</w:t>
            </w:r>
          </w:p>
        </w:tc>
        <w:tc>
          <w:tcPr>
            <w:tcW w:w="845" w:type="dxa"/>
            <w:gridSpan w:val="2"/>
            <w:vAlign w:val="bottom"/>
          </w:tcPr>
          <w:p w14:paraId="59FF0244" w14:textId="617507AB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302.1</w:t>
            </w:r>
          </w:p>
        </w:tc>
        <w:tc>
          <w:tcPr>
            <w:tcW w:w="846" w:type="dxa"/>
            <w:gridSpan w:val="2"/>
            <w:vAlign w:val="bottom"/>
          </w:tcPr>
          <w:p w14:paraId="2706D687" w14:textId="56AA0F7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526.9</w:t>
            </w:r>
          </w:p>
        </w:tc>
        <w:tc>
          <w:tcPr>
            <w:tcW w:w="846" w:type="dxa"/>
            <w:gridSpan w:val="2"/>
            <w:vAlign w:val="bottom"/>
          </w:tcPr>
          <w:p w14:paraId="4C60BB21" w14:textId="2544855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274.6</w:t>
            </w:r>
          </w:p>
        </w:tc>
        <w:tc>
          <w:tcPr>
            <w:tcW w:w="836" w:type="dxa"/>
            <w:vAlign w:val="bottom"/>
          </w:tcPr>
          <w:p w14:paraId="35F7C2C5" w14:textId="313F7C6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-23.1</w:t>
            </w:r>
          </w:p>
        </w:tc>
        <w:tc>
          <w:tcPr>
            <w:tcW w:w="858" w:type="dxa"/>
            <w:gridSpan w:val="2"/>
            <w:vAlign w:val="bottom"/>
          </w:tcPr>
          <w:p w14:paraId="7CF7DAFA" w14:textId="49AB03E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154.2</w:t>
            </w:r>
          </w:p>
        </w:tc>
        <w:tc>
          <w:tcPr>
            <w:tcW w:w="846" w:type="dxa"/>
            <w:vAlign w:val="bottom"/>
          </w:tcPr>
          <w:p w14:paraId="4B9899BD" w14:textId="5E9F625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33.3</w:t>
            </w:r>
          </w:p>
        </w:tc>
        <w:tc>
          <w:tcPr>
            <w:tcW w:w="850" w:type="dxa"/>
            <w:vAlign w:val="bottom"/>
          </w:tcPr>
          <w:p w14:paraId="384EB74F" w14:textId="723C3AB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31.9</w:t>
            </w:r>
          </w:p>
        </w:tc>
        <w:tc>
          <w:tcPr>
            <w:tcW w:w="851" w:type="dxa"/>
            <w:vAlign w:val="bottom"/>
          </w:tcPr>
          <w:p w14:paraId="3EDB2EC3" w14:textId="48BFAD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99DB93E" w14:textId="3969751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D86786" w14:textId="6BD8E81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3085E04" w14:textId="6CA63E3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-112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30B8D3A" w14:textId="48A45AD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-0.60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D35D8BD" w14:textId="4F1AACF3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5C8AF5E" w14:textId="6C74F6A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1.61</w:t>
            </w:r>
          </w:p>
        </w:tc>
      </w:tr>
      <w:tr w:rsidR="00636438" w:rsidRPr="00DC6E82" w14:paraId="1B5DA7D1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3322F8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755DF80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46C17B4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13:50</w:t>
            </w:r>
          </w:p>
        </w:tc>
        <w:tc>
          <w:tcPr>
            <w:tcW w:w="845" w:type="dxa"/>
            <w:gridSpan w:val="2"/>
            <w:vAlign w:val="bottom"/>
          </w:tcPr>
          <w:p w14:paraId="01D624F1" w14:textId="1D0CB2CF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97.2</w:t>
            </w:r>
          </w:p>
        </w:tc>
        <w:tc>
          <w:tcPr>
            <w:tcW w:w="846" w:type="dxa"/>
            <w:gridSpan w:val="2"/>
            <w:vAlign w:val="bottom"/>
          </w:tcPr>
          <w:p w14:paraId="0F53EF25" w14:textId="758363F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248.3</w:t>
            </w:r>
          </w:p>
        </w:tc>
        <w:tc>
          <w:tcPr>
            <w:tcW w:w="846" w:type="dxa"/>
            <w:gridSpan w:val="2"/>
            <w:vAlign w:val="bottom"/>
          </w:tcPr>
          <w:p w14:paraId="220A1DC3" w14:textId="7847213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100.5</w:t>
            </w:r>
          </w:p>
        </w:tc>
        <w:tc>
          <w:tcPr>
            <w:tcW w:w="836" w:type="dxa"/>
            <w:vAlign w:val="bottom"/>
          </w:tcPr>
          <w:p w14:paraId="7924789C" w14:textId="2B6BE97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7.8</w:t>
            </w:r>
          </w:p>
        </w:tc>
        <w:tc>
          <w:tcPr>
            <w:tcW w:w="858" w:type="dxa"/>
            <w:gridSpan w:val="2"/>
            <w:vAlign w:val="bottom"/>
          </w:tcPr>
          <w:p w14:paraId="0733F069" w14:textId="7678E32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151.7</w:t>
            </w:r>
          </w:p>
        </w:tc>
        <w:tc>
          <w:tcPr>
            <w:tcW w:w="846" w:type="dxa"/>
            <w:vAlign w:val="bottom"/>
          </w:tcPr>
          <w:p w14:paraId="6E9AA9CF" w14:textId="583DE97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18.0</w:t>
            </w:r>
          </w:p>
        </w:tc>
        <w:tc>
          <w:tcPr>
            <w:tcW w:w="850" w:type="dxa"/>
            <w:vAlign w:val="bottom"/>
          </w:tcPr>
          <w:p w14:paraId="3E7156D8" w14:textId="6945DF1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18.5</w:t>
            </w:r>
          </w:p>
        </w:tc>
        <w:tc>
          <w:tcPr>
            <w:tcW w:w="851" w:type="dxa"/>
            <w:vAlign w:val="bottom"/>
          </w:tcPr>
          <w:p w14:paraId="1D1D84FF" w14:textId="16381B4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083ED07" w14:textId="4F15692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28D679" w14:textId="233A0BC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9B8AAE3" w14:textId="7F1261F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2399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C809285" w14:textId="4C3B97D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12.85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B81B9CD" w14:textId="2772D59D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647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AC1E43D" w14:textId="062421A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2.25</w:t>
            </w:r>
          </w:p>
        </w:tc>
      </w:tr>
      <w:tr w:rsidR="00636438" w:rsidRPr="00DC6E82" w14:paraId="3D630625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2FBC47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FAD8E6E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03DF399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12:10</w:t>
            </w:r>
          </w:p>
        </w:tc>
        <w:tc>
          <w:tcPr>
            <w:tcW w:w="845" w:type="dxa"/>
            <w:gridSpan w:val="2"/>
            <w:vAlign w:val="bottom"/>
          </w:tcPr>
          <w:p w14:paraId="63B6DBB1" w14:textId="51294FFF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298.0</w:t>
            </w:r>
          </w:p>
        </w:tc>
        <w:tc>
          <w:tcPr>
            <w:tcW w:w="846" w:type="dxa"/>
            <w:gridSpan w:val="2"/>
            <w:vAlign w:val="bottom"/>
          </w:tcPr>
          <w:p w14:paraId="79170E75" w14:textId="3C719E1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526.9</w:t>
            </w:r>
          </w:p>
        </w:tc>
        <w:tc>
          <w:tcPr>
            <w:tcW w:w="846" w:type="dxa"/>
            <w:gridSpan w:val="2"/>
            <w:vAlign w:val="bottom"/>
          </w:tcPr>
          <w:p w14:paraId="0492A215" w14:textId="32A21A9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354.2</w:t>
            </w:r>
          </w:p>
        </w:tc>
        <w:tc>
          <w:tcPr>
            <w:tcW w:w="836" w:type="dxa"/>
            <w:vAlign w:val="bottom"/>
          </w:tcPr>
          <w:p w14:paraId="0860B19C" w14:textId="0B386D0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60.6</w:t>
            </w:r>
          </w:p>
        </w:tc>
        <w:tc>
          <w:tcPr>
            <w:tcW w:w="858" w:type="dxa"/>
            <w:gridSpan w:val="2"/>
            <w:vAlign w:val="bottom"/>
          </w:tcPr>
          <w:p w14:paraId="008A6712" w14:textId="50621B9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146.5</w:t>
            </w:r>
          </w:p>
        </w:tc>
        <w:tc>
          <w:tcPr>
            <w:tcW w:w="846" w:type="dxa"/>
            <w:vAlign w:val="bottom"/>
          </w:tcPr>
          <w:p w14:paraId="58A0D642" w14:textId="6EA95A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40.7</w:t>
            </w:r>
          </w:p>
        </w:tc>
        <w:tc>
          <w:tcPr>
            <w:tcW w:w="850" w:type="dxa"/>
            <w:vAlign w:val="bottom"/>
          </w:tcPr>
          <w:p w14:paraId="2D488F13" w14:textId="1997BC3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46.2</w:t>
            </w:r>
          </w:p>
        </w:tc>
        <w:tc>
          <w:tcPr>
            <w:tcW w:w="851" w:type="dxa"/>
            <w:vAlign w:val="bottom"/>
          </w:tcPr>
          <w:p w14:paraId="53A59CD3" w14:textId="0553C6F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14.4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37E2B17" w14:textId="4A77C24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47BC10" w14:textId="132029A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D06A02E" w14:textId="43BDE33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-243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23BF3E7" w14:textId="3DD17C1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-1.30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108D40A" w14:textId="7946DC9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1215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ABB456C" w14:textId="6D3792B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4.23</w:t>
            </w:r>
          </w:p>
        </w:tc>
      </w:tr>
      <w:tr w:rsidR="00636438" w:rsidRPr="00DC6E82" w14:paraId="45FC10B6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AEF7EF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99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0E705D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2024.02.09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9D94008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11:40</w:t>
            </w:r>
          </w:p>
        </w:tc>
        <w:tc>
          <w:tcPr>
            <w:tcW w:w="845" w:type="dxa"/>
            <w:gridSpan w:val="2"/>
            <w:vAlign w:val="bottom"/>
          </w:tcPr>
          <w:p w14:paraId="4E7A7535" w14:textId="4107716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127.9</w:t>
            </w:r>
          </w:p>
        </w:tc>
        <w:tc>
          <w:tcPr>
            <w:tcW w:w="846" w:type="dxa"/>
            <w:gridSpan w:val="2"/>
            <w:vAlign w:val="bottom"/>
          </w:tcPr>
          <w:p w14:paraId="4AEF4739" w14:textId="01C0277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212.1</w:t>
            </w:r>
          </w:p>
        </w:tc>
        <w:tc>
          <w:tcPr>
            <w:tcW w:w="846" w:type="dxa"/>
            <w:gridSpan w:val="2"/>
            <w:vAlign w:val="bottom"/>
          </w:tcPr>
          <w:p w14:paraId="588C2ECC" w14:textId="2D4A8BD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134.0</w:t>
            </w:r>
          </w:p>
        </w:tc>
        <w:tc>
          <w:tcPr>
            <w:tcW w:w="836" w:type="dxa"/>
            <w:vAlign w:val="bottom"/>
          </w:tcPr>
          <w:p w14:paraId="14EC20D4" w14:textId="2212C3B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10.6</w:t>
            </w:r>
          </w:p>
        </w:tc>
        <w:tc>
          <w:tcPr>
            <w:tcW w:w="858" w:type="dxa"/>
            <w:gridSpan w:val="2"/>
            <w:vAlign w:val="bottom"/>
          </w:tcPr>
          <w:p w14:paraId="41B41AE4" w14:textId="0F0973D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158.5</w:t>
            </w:r>
          </w:p>
        </w:tc>
        <w:tc>
          <w:tcPr>
            <w:tcW w:w="846" w:type="dxa"/>
            <w:vAlign w:val="bottom"/>
          </w:tcPr>
          <w:p w14:paraId="3578674F" w14:textId="3858AA7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20.7</w:t>
            </w:r>
          </w:p>
        </w:tc>
        <w:tc>
          <w:tcPr>
            <w:tcW w:w="850" w:type="dxa"/>
            <w:vAlign w:val="bottom"/>
          </w:tcPr>
          <w:p w14:paraId="67200A4D" w14:textId="6A7C96B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21.3</w:t>
            </w:r>
          </w:p>
        </w:tc>
        <w:tc>
          <w:tcPr>
            <w:tcW w:w="851" w:type="dxa"/>
            <w:vAlign w:val="bottom"/>
          </w:tcPr>
          <w:p w14:paraId="53382C8C" w14:textId="194BDE3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D11EB60" w14:textId="1B2EA87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F86A9" w14:textId="2B3F757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E5DD17E" w14:textId="48FC728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1455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03AAF49" w14:textId="1D50A15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7.79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6633533" w14:textId="7579C60C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6FCA96A" w14:textId="0052AF8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2.14</w:t>
            </w:r>
          </w:p>
        </w:tc>
      </w:tr>
      <w:tr w:rsidR="00636438" w:rsidRPr="00DC6E82" w14:paraId="4EDD226B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721A01B6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6AC09D06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2024.02.10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7A54DD6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13:50</w:t>
            </w:r>
          </w:p>
        </w:tc>
        <w:tc>
          <w:tcPr>
            <w:tcW w:w="845" w:type="dxa"/>
            <w:gridSpan w:val="2"/>
            <w:vAlign w:val="bottom"/>
          </w:tcPr>
          <w:p w14:paraId="24BE7350" w14:textId="36FF77B0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174.3</w:t>
            </w:r>
          </w:p>
        </w:tc>
        <w:tc>
          <w:tcPr>
            <w:tcW w:w="846" w:type="dxa"/>
            <w:gridSpan w:val="2"/>
            <w:vAlign w:val="bottom"/>
          </w:tcPr>
          <w:p w14:paraId="395A9536" w14:textId="5D164A8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277.9</w:t>
            </w:r>
          </w:p>
        </w:tc>
        <w:tc>
          <w:tcPr>
            <w:tcW w:w="846" w:type="dxa"/>
            <w:gridSpan w:val="2"/>
            <w:vAlign w:val="bottom"/>
          </w:tcPr>
          <w:p w14:paraId="631B0797" w14:textId="4394C2E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188.9</w:t>
            </w:r>
          </w:p>
        </w:tc>
        <w:tc>
          <w:tcPr>
            <w:tcW w:w="836" w:type="dxa"/>
            <w:vAlign w:val="bottom"/>
          </w:tcPr>
          <w:p w14:paraId="1EFF16EE" w14:textId="1E17446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18.8</w:t>
            </w:r>
          </w:p>
        </w:tc>
        <w:tc>
          <w:tcPr>
            <w:tcW w:w="858" w:type="dxa"/>
            <w:gridSpan w:val="2"/>
            <w:vAlign w:val="bottom"/>
          </w:tcPr>
          <w:p w14:paraId="3B1F7197" w14:textId="0C755FB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153.4</w:t>
            </w:r>
          </w:p>
        </w:tc>
        <w:tc>
          <w:tcPr>
            <w:tcW w:w="846" w:type="dxa"/>
            <w:vAlign w:val="bottom"/>
          </w:tcPr>
          <w:p w14:paraId="4055927C" w14:textId="515B3FD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27.3</w:t>
            </w:r>
          </w:p>
        </w:tc>
        <w:tc>
          <w:tcPr>
            <w:tcW w:w="850" w:type="dxa"/>
            <w:vAlign w:val="bottom"/>
          </w:tcPr>
          <w:p w14:paraId="2DE176B7" w14:textId="67C5560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28.3</w:t>
            </w:r>
          </w:p>
        </w:tc>
        <w:tc>
          <w:tcPr>
            <w:tcW w:w="851" w:type="dxa"/>
            <w:vAlign w:val="bottom"/>
          </w:tcPr>
          <w:p w14:paraId="3D9411E3" w14:textId="62CC27B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47F0F46" w14:textId="5BF6F1A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9DA27" w14:textId="453E582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2B2EF65" w14:textId="6503E63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364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596DEBF" w14:textId="11342E8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1.95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7EBEBD4" w14:textId="3A5B034A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712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0C2DE77" w14:textId="3FE7D8B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2.48</w:t>
            </w:r>
          </w:p>
        </w:tc>
      </w:tr>
      <w:tr w:rsidR="00636438" w:rsidRPr="00DC6E82" w14:paraId="63587B38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147E3CA4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9E90F62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CFFF819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12:40</w:t>
            </w:r>
          </w:p>
        </w:tc>
        <w:tc>
          <w:tcPr>
            <w:tcW w:w="845" w:type="dxa"/>
            <w:gridSpan w:val="2"/>
            <w:vAlign w:val="bottom"/>
          </w:tcPr>
          <w:p w14:paraId="52DD9439" w14:textId="002405C2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131.8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198C30F1" w14:textId="1995375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216</w:t>
            </w:r>
          </w:p>
        </w:tc>
        <w:tc>
          <w:tcPr>
            <w:tcW w:w="846" w:type="dxa"/>
            <w:gridSpan w:val="2"/>
            <w:tcBorders>
              <w:bottom w:val="nil"/>
            </w:tcBorders>
            <w:vAlign w:val="bottom"/>
          </w:tcPr>
          <w:p w14:paraId="323E460C" w14:textId="0B4372F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188.6</w:t>
            </w:r>
          </w:p>
        </w:tc>
        <w:tc>
          <w:tcPr>
            <w:tcW w:w="836" w:type="dxa"/>
            <w:tcBorders>
              <w:bottom w:val="nil"/>
            </w:tcBorders>
            <w:vAlign w:val="bottom"/>
          </w:tcPr>
          <w:p w14:paraId="1A12128D" w14:textId="12AB4F0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61.2</w:t>
            </w:r>
          </w:p>
        </w:tc>
        <w:tc>
          <w:tcPr>
            <w:tcW w:w="858" w:type="dxa"/>
            <w:gridSpan w:val="2"/>
            <w:tcBorders>
              <w:bottom w:val="nil"/>
            </w:tcBorders>
            <w:vAlign w:val="bottom"/>
          </w:tcPr>
          <w:p w14:paraId="425E7D0B" w14:textId="2592B64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151.7</w:t>
            </w:r>
          </w:p>
        </w:tc>
        <w:tc>
          <w:tcPr>
            <w:tcW w:w="846" w:type="dxa"/>
            <w:tcBorders>
              <w:bottom w:val="nil"/>
            </w:tcBorders>
            <w:vAlign w:val="bottom"/>
          </w:tcPr>
          <w:p w14:paraId="3DEFF653" w14:textId="0F2869B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20.4</w:t>
            </w:r>
          </w:p>
        </w:tc>
        <w:tc>
          <w:tcPr>
            <w:tcW w:w="850" w:type="dxa"/>
            <w:tcBorders>
              <w:bottom w:val="nil"/>
            </w:tcBorders>
            <w:vAlign w:val="bottom"/>
          </w:tcPr>
          <w:p w14:paraId="39C99423" w14:textId="78CD96A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24.9</w:t>
            </w:r>
          </w:p>
        </w:tc>
        <w:tc>
          <w:tcPr>
            <w:tcW w:w="851" w:type="dxa"/>
            <w:tcBorders>
              <w:bottom w:val="nil"/>
            </w:tcBorders>
            <w:vAlign w:val="bottom"/>
          </w:tcPr>
          <w:p w14:paraId="0544CF38" w14:textId="549EEF5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14.8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BCE5C47" w14:textId="5C0251D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B6EDD3" w14:textId="0212E19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2CEB648" w14:textId="0A30344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F33C119" w14:textId="3C64E84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0.96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F83A6DC" w14:textId="6410870A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1140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8A52A67" w14:textId="12F310C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3.97</w:t>
            </w:r>
          </w:p>
        </w:tc>
      </w:tr>
      <w:tr w:rsidR="00636438" w:rsidRPr="00DC6E82" w14:paraId="54989B38" w14:textId="77777777" w:rsidTr="00097A55">
        <w:trPr>
          <w:gridBefore w:val="1"/>
          <w:wBefore w:w="107" w:type="dxa"/>
        </w:trPr>
        <w:tc>
          <w:tcPr>
            <w:tcW w:w="567" w:type="dxa"/>
            <w:shd w:val="clear" w:color="auto" w:fill="auto"/>
            <w:vAlign w:val="bottom"/>
          </w:tcPr>
          <w:p w14:paraId="547C1053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68B1918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114E7880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08:10</w:t>
            </w:r>
          </w:p>
        </w:tc>
        <w:tc>
          <w:tcPr>
            <w:tcW w:w="845" w:type="dxa"/>
            <w:gridSpan w:val="2"/>
            <w:vAlign w:val="bottom"/>
          </w:tcPr>
          <w:p w14:paraId="0A71849F" w14:textId="2C4A8FF0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11.3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3FF96B21" w14:textId="3C43A55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96.6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E8FA0A3" w14:textId="3E7D29B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82.5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47126A47" w14:textId="1429E55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76.2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2883F033" w14:textId="5D6E725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180.8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68A2962A" w14:textId="5DDCFDB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6.9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4067A798" w14:textId="2A2EFA2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63953FFE" w14:textId="045D329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11.0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6FC4E1F1" w14:textId="52EA094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CBF40" w14:textId="3440FC1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CE1FF40" w14:textId="641F9C6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350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509FD9C" w14:textId="60D6C8B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1.88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B532ED4" w14:textId="38B3A3DC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1128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13836BC" w14:textId="06DB4DA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3.93</w:t>
            </w:r>
          </w:p>
        </w:tc>
      </w:tr>
      <w:tr w:rsidR="00636438" w:rsidRPr="00DC6E82" w14:paraId="48EA6BF0" w14:textId="77777777" w:rsidTr="00097A55">
        <w:trPr>
          <w:gridBefore w:val="1"/>
          <w:wBefore w:w="107" w:type="dxa"/>
        </w:trPr>
        <w:tc>
          <w:tcPr>
            <w:tcW w:w="567" w:type="dxa"/>
            <w:tcBorders>
              <w:bottom w:val="nil"/>
            </w:tcBorders>
            <w:shd w:val="clear" w:color="auto" w:fill="auto"/>
            <w:vAlign w:val="bottom"/>
          </w:tcPr>
          <w:p w14:paraId="7D8793C6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103</w:t>
            </w:r>
          </w:p>
        </w:tc>
        <w:tc>
          <w:tcPr>
            <w:tcW w:w="1278" w:type="dxa"/>
            <w:tcBorders>
              <w:bottom w:val="nil"/>
            </w:tcBorders>
            <w:shd w:val="clear" w:color="auto" w:fill="auto"/>
            <w:vAlign w:val="bottom"/>
          </w:tcPr>
          <w:p w14:paraId="553D0A5D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2024.02.14</w:t>
            </w:r>
          </w:p>
        </w:tc>
        <w:tc>
          <w:tcPr>
            <w:tcW w:w="764" w:type="dxa"/>
            <w:tcBorders>
              <w:bottom w:val="nil"/>
            </w:tcBorders>
            <w:shd w:val="clear" w:color="auto" w:fill="auto"/>
            <w:vAlign w:val="bottom"/>
          </w:tcPr>
          <w:p w14:paraId="21C3804E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08:30</w:t>
            </w:r>
          </w:p>
        </w:tc>
        <w:tc>
          <w:tcPr>
            <w:tcW w:w="845" w:type="dxa"/>
            <w:gridSpan w:val="2"/>
            <w:tcBorders>
              <w:bottom w:val="nil"/>
            </w:tcBorders>
            <w:vAlign w:val="bottom"/>
          </w:tcPr>
          <w:p w14:paraId="641E071A" w14:textId="6E4EF4D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77.1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6F035752" w14:textId="0B74634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232.7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6E39CDB0" w14:textId="15D9A27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91.1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3A94BE2B" w14:textId="12647F6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19.3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77503A61" w14:textId="29E9EC1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175.6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5BDC955F" w14:textId="62BF298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8.6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385B3A59" w14:textId="2FB54A6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10.7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1EDA4432" w14:textId="3C88213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677002A" w14:textId="2487DF6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4E2879" w14:textId="1525C92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7735BEF" w14:textId="176E811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1454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F9ABF95" w14:textId="1B27913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7.79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EB49636" w14:textId="3241F3A0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586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0F382B6" w14:textId="5FE8805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2.04</w:t>
            </w:r>
          </w:p>
        </w:tc>
      </w:tr>
      <w:tr w:rsidR="00636438" w:rsidRPr="00DC6E82" w14:paraId="5A5B7B97" w14:textId="77777777" w:rsidTr="00097A55">
        <w:tc>
          <w:tcPr>
            <w:tcW w:w="674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43BBEB6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104</w:t>
            </w:r>
          </w:p>
        </w:tc>
        <w:tc>
          <w:tcPr>
            <w:tcW w:w="127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631034DD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2024.02.15</w:t>
            </w:r>
          </w:p>
        </w:tc>
        <w:tc>
          <w:tcPr>
            <w:tcW w:w="76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7FC8FFF0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08:20</w:t>
            </w:r>
          </w:p>
        </w:tc>
        <w:tc>
          <w:tcPr>
            <w:tcW w:w="845" w:type="dxa"/>
            <w:gridSpan w:val="2"/>
            <w:tcBorders>
              <w:top w:val="nil"/>
              <w:bottom w:val="nil"/>
            </w:tcBorders>
            <w:vAlign w:val="bottom"/>
          </w:tcPr>
          <w:p w14:paraId="5D0F8B7A" w14:textId="6027434A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46.8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3866B9BD" w14:textId="7ACABE9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96.6</w:t>
            </w:r>
          </w:p>
        </w:tc>
        <w:tc>
          <w:tcPr>
            <w:tcW w:w="846" w:type="dxa"/>
            <w:gridSpan w:val="2"/>
            <w:tcBorders>
              <w:top w:val="nil"/>
              <w:bottom w:val="nil"/>
            </w:tcBorders>
            <w:vAlign w:val="bottom"/>
          </w:tcPr>
          <w:p w14:paraId="57F04925" w14:textId="23DB8EC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65.8</w:t>
            </w:r>
          </w:p>
        </w:tc>
        <w:tc>
          <w:tcPr>
            <w:tcW w:w="836" w:type="dxa"/>
            <w:tcBorders>
              <w:top w:val="nil"/>
              <w:bottom w:val="nil"/>
            </w:tcBorders>
            <w:vAlign w:val="bottom"/>
          </w:tcPr>
          <w:p w14:paraId="38330734" w14:textId="0D7EAC5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24.0</w:t>
            </w:r>
          </w:p>
        </w:tc>
        <w:tc>
          <w:tcPr>
            <w:tcW w:w="858" w:type="dxa"/>
            <w:gridSpan w:val="2"/>
            <w:tcBorders>
              <w:top w:val="nil"/>
              <w:bottom w:val="nil"/>
            </w:tcBorders>
            <w:vAlign w:val="bottom"/>
          </w:tcPr>
          <w:p w14:paraId="18A82BE9" w14:textId="258F941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157.7</w:t>
            </w:r>
          </w:p>
        </w:tc>
        <w:tc>
          <w:tcPr>
            <w:tcW w:w="846" w:type="dxa"/>
            <w:tcBorders>
              <w:top w:val="nil"/>
              <w:bottom w:val="nil"/>
            </w:tcBorders>
            <w:vAlign w:val="bottom"/>
          </w:tcPr>
          <w:p w14:paraId="06A95134" w14:textId="61C3B7B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8.7</w:t>
            </w:r>
          </w:p>
        </w:tc>
        <w:tc>
          <w:tcPr>
            <w:tcW w:w="850" w:type="dxa"/>
            <w:tcBorders>
              <w:top w:val="nil"/>
              <w:bottom w:val="nil"/>
            </w:tcBorders>
            <w:vAlign w:val="bottom"/>
          </w:tcPr>
          <w:p w14:paraId="289CFD47" w14:textId="5C466EF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10.9</w:t>
            </w:r>
          </w:p>
        </w:tc>
        <w:tc>
          <w:tcPr>
            <w:tcW w:w="851" w:type="dxa"/>
            <w:tcBorders>
              <w:top w:val="nil"/>
              <w:bottom w:val="nil"/>
            </w:tcBorders>
            <w:vAlign w:val="bottom"/>
          </w:tcPr>
          <w:p w14:paraId="29AD47EA" w14:textId="1415B8F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14.3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7AC9B8B" w14:textId="4B4EA16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D824E6" w14:textId="0E944F3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104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60C59B5" w14:textId="684BDE7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1158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2DA398A" w14:textId="2C674BF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6.20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8DE333C" w14:textId="7B32D46B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693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F603EF0" w14:textId="30924CC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2.41</w:t>
            </w:r>
          </w:p>
        </w:tc>
      </w:tr>
      <w:tr w:rsidR="00636438" w:rsidRPr="00DC6E82" w14:paraId="5BC905E2" w14:textId="77777777" w:rsidTr="00097A55">
        <w:tc>
          <w:tcPr>
            <w:tcW w:w="67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14:paraId="02A13A2F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105</w:t>
            </w:r>
          </w:p>
        </w:tc>
        <w:tc>
          <w:tcPr>
            <w:tcW w:w="1278" w:type="dxa"/>
            <w:tcBorders>
              <w:top w:val="nil"/>
            </w:tcBorders>
            <w:shd w:val="clear" w:color="auto" w:fill="auto"/>
            <w:vAlign w:val="bottom"/>
          </w:tcPr>
          <w:p w14:paraId="7E41C6E1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2024.02.16</w:t>
            </w:r>
          </w:p>
        </w:tc>
        <w:tc>
          <w:tcPr>
            <w:tcW w:w="764" w:type="dxa"/>
            <w:tcBorders>
              <w:top w:val="nil"/>
            </w:tcBorders>
            <w:shd w:val="clear" w:color="auto" w:fill="auto"/>
            <w:vAlign w:val="bottom"/>
          </w:tcPr>
          <w:p w14:paraId="3C77B395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07:40</w:t>
            </w:r>
          </w:p>
        </w:tc>
        <w:tc>
          <w:tcPr>
            <w:tcW w:w="845" w:type="dxa"/>
            <w:gridSpan w:val="2"/>
            <w:tcBorders>
              <w:top w:val="nil"/>
            </w:tcBorders>
            <w:vAlign w:val="bottom"/>
          </w:tcPr>
          <w:p w14:paraId="57311FB0" w14:textId="091F1694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-4.8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1299847F" w14:textId="2BAE551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125.6</w:t>
            </w:r>
          </w:p>
        </w:tc>
        <w:tc>
          <w:tcPr>
            <w:tcW w:w="846" w:type="dxa"/>
            <w:gridSpan w:val="2"/>
            <w:tcBorders>
              <w:top w:val="nil"/>
            </w:tcBorders>
            <w:vAlign w:val="bottom"/>
          </w:tcPr>
          <w:p w14:paraId="267CC2A5" w14:textId="616977A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60.0</w:t>
            </w:r>
          </w:p>
        </w:tc>
        <w:tc>
          <w:tcPr>
            <w:tcW w:w="836" w:type="dxa"/>
            <w:tcBorders>
              <w:top w:val="nil"/>
            </w:tcBorders>
            <w:vAlign w:val="bottom"/>
          </w:tcPr>
          <w:p w14:paraId="1B440ADC" w14:textId="13458C1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70.1</w:t>
            </w:r>
          </w:p>
        </w:tc>
        <w:tc>
          <w:tcPr>
            <w:tcW w:w="858" w:type="dxa"/>
            <w:gridSpan w:val="2"/>
            <w:tcBorders>
              <w:top w:val="nil"/>
            </w:tcBorders>
            <w:vAlign w:val="bottom"/>
          </w:tcPr>
          <w:p w14:paraId="1C616860" w14:textId="60324F7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173.1</w:t>
            </w:r>
          </w:p>
        </w:tc>
        <w:tc>
          <w:tcPr>
            <w:tcW w:w="846" w:type="dxa"/>
            <w:tcBorders>
              <w:top w:val="nil"/>
            </w:tcBorders>
            <w:vAlign w:val="bottom"/>
          </w:tcPr>
          <w:p w14:paraId="5FEDE52B" w14:textId="4AAD32C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0.7</w:t>
            </w:r>
          </w:p>
        </w:tc>
        <w:tc>
          <w:tcPr>
            <w:tcW w:w="850" w:type="dxa"/>
            <w:tcBorders>
              <w:top w:val="nil"/>
            </w:tcBorders>
            <w:vAlign w:val="bottom"/>
          </w:tcPr>
          <w:p w14:paraId="447D8899" w14:textId="1604B87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9.9</w:t>
            </w:r>
          </w:p>
        </w:tc>
        <w:tc>
          <w:tcPr>
            <w:tcW w:w="851" w:type="dxa"/>
            <w:tcBorders>
              <w:top w:val="nil"/>
            </w:tcBorders>
            <w:vAlign w:val="bottom"/>
          </w:tcPr>
          <w:p w14:paraId="1EEE3797" w14:textId="0F9C1C2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33D765D0" w14:textId="10759AA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699AC0" w14:textId="5D95160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362AED0" w14:textId="7093439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415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BD92D17" w14:textId="3A0E190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2.22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5A3A8CA" w14:textId="79BA351D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1073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528F3AA1" w14:textId="19342C5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3.73</w:t>
            </w:r>
          </w:p>
        </w:tc>
      </w:tr>
      <w:tr w:rsidR="00636438" w:rsidRPr="00DC6E82" w14:paraId="7B690022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49F38F4F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106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FCDAC3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05527CE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09:10</w:t>
            </w:r>
          </w:p>
        </w:tc>
        <w:tc>
          <w:tcPr>
            <w:tcW w:w="845" w:type="dxa"/>
            <w:gridSpan w:val="2"/>
            <w:vAlign w:val="bottom"/>
          </w:tcPr>
          <w:p w14:paraId="4DE4D18B" w14:textId="7227B65A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169.1</w:t>
            </w:r>
          </w:p>
        </w:tc>
        <w:tc>
          <w:tcPr>
            <w:tcW w:w="846" w:type="dxa"/>
            <w:gridSpan w:val="2"/>
            <w:vAlign w:val="bottom"/>
          </w:tcPr>
          <w:p w14:paraId="5E4794D1" w14:textId="1EDF058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369.7</w:t>
            </w:r>
          </w:p>
        </w:tc>
        <w:tc>
          <w:tcPr>
            <w:tcW w:w="846" w:type="dxa"/>
            <w:gridSpan w:val="2"/>
            <w:vAlign w:val="bottom"/>
          </w:tcPr>
          <w:p w14:paraId="7B24EF29" w14:textId="1B1D110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188.7</w:t>
            </w:r>
          </w:p>
        </w:tc>
        <w:tc>
          <w:tcPr>
            <w:tcW w:w="836" w:type="dxa"/>
            <w:vAlign w:val="bottom"/>
          </w:tcPr>
          <w:p w14:paraId="52F804E9" w14:textId="0562572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24.7</w:t>
            </w:r>
          </w:p>
        </w:tc>
        <w:tc>
          <w:tcPr>
            <w:tcW w:w="858" w:type="dxa"/>
            <w:gridSpan w:val="2"/>
            <w:vAlign w:val="bottom"/>
          </w:tcPr>
          <w:p w14:paraId="0FE132CB" w14:textId="5E5CD8C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146.5</w:t>
            </w:r>
          </w:p>
        </w:tc>
        <w:tc>
          <w:tcPr>
            <w:tcW w:w="846" w:type="dxa"/>
            <w:vAlign w:val="bottom"/>
          </w:tcPr>
          <w:p w14:paraId="4D66488C" w14:textId="7B54D92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19.7</w:t>
            </w:r>
          </w:p>
        </w:tc>
        <w:tc>
          <w:tcPr>
            <w:tcW w:w="850" w:type="dxa"/>
            <w:vAlign w:val="bottom"/>
          </w:tcPr>
          <w:p w14:paraId="67FA028A" w14:textId="7D1EA01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21.9</w:t>
            </w:r>
          </w:p>
        </w:tc>
        <w:tc>
          <w:tcPr>
            <w:tcW w:w="851" w:type="dxa"/>
            <w:vAlign w:val="bottom"/>
          </w:tcPr>
          <w:p w14:paraId="7D40669C" w14:textId="38145D0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12.5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AAD5FE4" w14:textId="6DD62F1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4472FC" w14:textId="719DBAA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54FC207C" w14:textId="74A1CB4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589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6777274F" w14:textId="1737FD6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3.15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612C01FA" w14:textId="23808C8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793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054AC75" w14:textId="1498634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2.76</w:t>
            </w:r>
          </w:p>
        </w:tc>
      </w:tr>
      <w:tr w:rsidR="00636438" w:rsidRPr="00DC6E82" w14:paraId="584B2AD5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06370D78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107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090C647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2024.02.18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B77526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10:10</w:t>
            </w:r>
          </w:p>
        </w:tc>
        <w:tc>
          <w:tcPr>
            <w:tcW w:w="845" w:type="dxa"/>
            <w:gridSpan w:val="2"/>
            <w:vAlign w:val="bottom"/>
          </w:tcPr>
          <w:p w14:paraId="6BA1B241" w14:textId="7F13F62B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237.7</w:t>
            </w:r>
          </w:p>
        </w:tc>
        <w:tc>
          <w:tcPr>
            <w:tcW w:w="846" w:type="dxa"/>
            <w:gridSpan w:val="2"/>
            <w:vAlign w:val="bottom"/>
          </w:tcPr>
          <w:p w14:paraId="35404A38" w14:textId="5EB7812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446.5</w:t>
            </w:r>
          </w:p>
        </w:tc>
        <w:tc>
          <w:tcPr>
            <w:tcW w:w="846" w:type="dxa"/>
            <w:gridSpan w:val="2"/>
            <w:vAlign w:val="bottom"/>
          </w:tcPr>
          <w:p w14:paraId="7E6C21AE" w14:textId="42607DF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247.4</w:t>
            </w:r>
          </w:p>
        </w:tc>
        <w:tc>
          <w:tcPr>
            <w:tcW w:w="836" w:type="dxa"/>
            <w:vAlign w:val="bottom"/>
          </w:tcPr>
          <w:p w14:paraId="1554FA2A" w14:textId="0FF10A3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14.4</w:t>
            </w:r>
          </w:p>
        </w:tc>
        <w:tc>
          <w:tcPr>
            <w:tcW w:w="858" w:type="dxa"/>
            <w:gridSpan w:val="2"/>
            <w:vAlign w:val="bottom"/>
          </w:tcPr>
          <w:p w14:paraId="780DCABC" w14:textId="1B45BA8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147.4</w:t>
            </w:r>
          </w:p>
        </w:tc>
        <w:tc>
          <w:tcPr>
            <w:tcW w:w="846" w:type="dxa"/>
            <w:vAlign w:val="bottom"/>
          </w:tcPr>
          <w:p w14:paraId="44279851" w14:textId="3218472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27.2</w:t>
            </w:r>
          </w:p>
        </w:tc>
        <w:tc>
          <w:tcPr>
            <w:tcW w:w="850" w:type="dxa"/>
            <w:vAlign w:val="bottom"/>
          </w:tcPr>
          <w:p w14:paraId="3E0B2561" w14:textId="77F41FE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28.3</w:t>
            </w:r>
          </w:p>
        </w:tc>
        <w:tc>
          <w:tcPr>
            <w:tcW w:w="851" w:type="dxa"/>
            <w:vAlign w:val="bottom"/>
          </w:tcPr>
          <w:p w14:paraId="4CA5DECB" w14:textId="727E7CE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260E272" w14:textId="6A4562D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DBFAF2" w14:textId="7A47DFB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736CCFC" w14:textId="172A435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479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C62CCCC" w14:textId="32A24B1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2.57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5575B4B" w14:textId="758C5A18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686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3561407" w14:textId="7247614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2.39</w:t>
            </w:r>
          </w:p>
        </w:tc>
      </w:tr>
      <w:tr w:rsidR="00636438" w:rsidRPr="00DC6E82" w14:paraId="00C5F54C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56B7027F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b/>
                <w:sz w:val="22"/>
                <w:szCs w:val="22"/>
                <w:lang w:val="hu-HU" w:eastAsia="ja-JP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108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5E7A92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2024.02.21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635180B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08:20</w:t>
            </w:r>
          </w:p>
        </w:tc>
        <w:tc>
          <w:tcPr>
            <w:tcW w:w="845" w:type="dxa"/>
            <w:gridSpan w:val="2"/>
            <w:vAlign w:val="bottom"/>
          </w:tcPr>
          <w:p w14:paraId="48C462EB" w14:textId="3AD54B52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32.2</w:t>
            </w:r>
          </w:p>
        </w:tc>
        <w:tc>
          <w:tcPr>
            <w:tcW w:w="846" w:type="dxa"/>
            <w:gridSpan w:val="2"/>
            <w:vAlign w:val="bottom"/>
          </w:tcPr>
          <w:p w14:paraId="3113BB2C" w14:textId="4CABB38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172.2</w:t>
            </w:r>
          </w:p>
        </w:tc>
        <w:tc>
          <w:tcPr>
            <w:tcW w:w="846" w:type="dxa"/>
            <w:gridSpan w:val="2"/>
            <w:vAlign w:val="bottom"/>
          </w:tcPr>
          <w:p w14:paraId="5D004CBE" w14:textId="6885152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39.4</w:t>
            </w:r>
          </w:p>
        </w:tc>
        <w:tc>
          <w:tcPr>
            <w:tcW w:w="836" w:type="dxa"/>
            <w:vAlign w:val="bottom"/>
          </w:tcPr>
          <w:p w14:paraId="6F8CF2FB" w14:textId="663C7A4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12.2</w:t>
            </w:r>
          </w:p>
        </w:tc>
        <w:tc>
          <w:tcPr>
            <w:tcW w:w="858" w:type="dxa"/>
            <w:gridSpan w:val="2"/>
            <w:vAlign w:val="bottom"/>
          </w:tcPr>
          <w:p w14:paraId="0D527ED9" w14:textId="45B9C33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165.4</w:t>
            </w:r>
          </w:p>
        </w:tc>
        <w:tc>
          <w:tcPr>
            <w:tcW w:w="846" w:type="dxa"/>
            <w:vAlign w:val="bottom"/>
          </w:tcPr>
          <w:p w14:paraId="30D90175" w14:textId="5C59D11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9.0</w:t>
            </w:r>
          </w:p>
        </w:tc>
        <w:tc>
          <w:tcPr>
            <w:tcW w:w="850" w:type="dxa"/>
            <w:vAlign w:val="bottom"/>
          </w:tcPr>
          <w:p w14:paraId="1019A8F1" w14:textId="26D060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10.3</w:t>
            </w:r>
          </w:p>
        </w:tc>
        <w:tc>
          <w:tcPr>
            <w:tcW w:w="851" w:type="dxa"/>
            <w:vAlign w:val="bottom"/>
          </w:tcPr>
          <w:p w14:paraId="4372EB4F" w14:textId="6F7D275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ABA13A9" w14:textId="363C8B9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10BB1" w14:textId="4397D15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A7A6236" w14:textId="046107D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2352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4169474" w14:textId="0F997FC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149C9A7" w14:textId="129B72BB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566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6CA0F9E" w14:textId="7118AA6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1.97</w:t>
            </w:r>
          </w:p>
        </w:tc>
      </w:tr>
      <w:tr w:rsidR="00636438" w:rsidRPr="00DC6E82" w14:paraId="3B21A2C0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4560105E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109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1160C2FD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2024.02.23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82524DF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08:50</w:t>
            </w:r>
          </w:p>
        </w:tc>
        <w:tc>
          <w:tcPr>
            <w:tcW w:w="845" w:type="dxa"/>
            <w:gridSpan w:val="2"/>
            <w:vAlign w:val="bottom"/>
          </w:tcPr>
          <w:p w14:paraId="54046B5B" w14:textId="5A555BE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45.3</w:t>
            </w:r>
          </w:p>
        </w:tc>
        <w:tc>
          <w:tcPr>
            <w:tcW w:w="846" w:type="dxa"/>
            <w:gridSpan w:val="2"/>
            <w:vAlign w:val="bottom"/>
          </w:tcPr>
          <w:p w14:paraId="489774EC" w14:textId="38CA565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96.6</w:t>
            </w:r>
          </w:p>
        </w:tc>
        <w:tc>
          <w:tcPr>
            <w:tcW w:w="846" w:type="dxa"/>
            <w:gridSpan w:val="2"/>
            <w:vAlign w:val="bottom"/>
          </w:tcPr>
          <w:p w14:paraId="756D6D07" w14:textId="5C568A9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106.5</w:t>
            </w:r>
          </w:p>
        </w:tc>
        <w:tc>
          <w:tcPr>
            <w:tcW w:w="836" w:type="dxa"/>
            <w:vAlign w:val="bottom"/>
          </w:tcPr>
          <w:p w14:paraId="01FCA9F2" w14:textId="258B0B9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65.8</w:t>
            </w:r>
          </w:p>
        </w:tc>
        <w:tc>
          <w:tcPr>
            <w:tcW w:w="858" w:type="dxa"/>
            <w:gridSpan w:val="2"/>
            <w:vAlign w:val="bottom"/>
          </w:tcPr>
          <w:p w14:paraId="55105AE4" w14:textId="0351560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156.8</w:t>
            </w:r>
          </w:p>
        </w:tc>
        <w:tc>
          <w:tcPr>
            <w:tcW w:w="846" w:type="dxa"/>
            <w:vAlign w:val="bottom"/>
          </w:tcPr>
          <w:p w14:paraId="6F7BBC96" w14:textId="515E8D0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12.5</w:t>
            </w:r>
          </w:p>
        </w:tc>
        <w:tc>
          <w:tcPr>
            <w:tcW w:w="850" w:type="dxa"/>
            <w:vAlign w:val="bottom"/>
          </w:tcPr>
          <w:p w14:paraId="78FEBC93" w14:textId="39BD06C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18.0</w:t>
            </w:r>
          </w:p>
        </w:tc>
        <w:tc>
          <w:tcPr>
            <w:tcW w:w="851" w:type="dxa"/>
            <w:vAlign w:val="bottom"/>
          </w:tcPr>
          <w:p w14:paraId="5F955DCB" w14:textId="3BEC83F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13.7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03C2179" w14:textId="7270DEC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DCC194" w14:textId="4228A64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8FAFB19" w14:textId="53375FB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293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F7FB604" w14:textId="29710A4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1.57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1767951" w14:textId="50AF32B9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1187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918E54E" w14:textId="7C9AD81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4.13</w:t>
            </w:r>
          </w:p>
        </w:tc>
      </w:tr>
      <w:tr w:rsidR="00636438" w:rsidRPr="00DC6E82" w14:paraId="19D73861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146D692F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110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4468E3D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2024.02.24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06F9E962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10:10</w:t>
            </w:r>
          </w:p>
        </w:tc>
        <w:tc>
          <w:tcPr>
            <w:tcW w:w="845" w:type="dxa"/>
            <w:gridSpan w:val="2"/>
            <w:vAlign w:val="bottom"/>
          </w:tcPr>
          <w:p w14:paraId="3C7AF725" w14:textId="3C8FB1E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139.5</w:t>
            </w:r>
          </w:p>
        </w:tc>
        <w:tc>
          <w:tcPr>
            <w:tcW w:w="846" w:type="dxa"/>
            <w:gridSpan w:val="2"/>
            <w:vAlign w:val="bottom"/>
          </w:tcPr>
          <w:p w14:paraId="5468162A" w14:textId="1FF153C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243.5</w:t>
            </w:r>
          </w:p>
        </w:tc>
        <w:tc>
          <w:tcPr>
            <w:tcW w:w="846" w:type="dxa"/>
            <w:gridSpan w:val="2"/>
            <w:vAlign w:val="bottom"/>
          </w:tcPr>
          <w:p w14:paraId="38272D4A" w14:textId="615E769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153.0</w:t>
            </w:r>
          </w:p>
        </w:tc>
        <w:tc>
          <w:tcPr>
            <w:tcW w:w="836" w:type="dxa"/>
            <w:vAlign w:val="bottom"/>
          </w:tcPr>
          <w:p w14:paraId="5201362A" w14:textId="7A3DBEF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18.0</w:t>
            </w:r>
          </w:p>
        </w:tc>
        <w:tc>
          <w:tcPr>
            <w:tcW w:w="858" w:type="dxa"/>
            <w:gridSpan w:val="2"/>
            <w:vAlign w:val="bottom"/>
          </w:tcPr>
          <w:p w14:paraId="1387D1A3" w14:textId="51A3DDA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157.7</w:t>
            </w:r>
          </w:p>
        </w:tc>
        <w:tc>
          <w:tcPr>
            <w:tcW w:w="846" w:type="dxa"/>
            <w:vAlign w:val="bottom"/>
          </w:tcPr>
          <w:p w14:paraId="5C820EAA" w14:textId="323BB00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20.6</w:t>
            </w:r>
          </w:p>
        </w:tc>
        <w:tc>
          <w:tcPr>
            <w:tcW w:w="850" w:type="dxa"/>
            <w:vAlign w:val="bottom"/>
          </w:tcPr>
          <w:p w14:paraId="04796F4C" w14:textId="6D50DA4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21.7</w:t>
            </w:r>
          </w:p>
        </w:tc>
        <w:tc>
          <w:tcPr>
            <w:tcW w:w="851" w:type="dxa"/>
            <w:vAlign w:val="bottom"/>
          </w:tcPr>
          <w:p w14:paraId="41AF5A6D" w14:textId="1ADF493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15.1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7F2CDAB1" w14:textId="7E3E016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97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CEA2FF" w14:textId="4558430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05003A6" w14:textId="0C764FDF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823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8A8F09D" w14:textId="65495D0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4.41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142393E0" w14:textId="3D70C661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642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3ECADE0" w14:textId="3CF5AEE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2.23</w:t>
            </w:r>
          </w:p>
        </w:tc>
      </w:tr>
      <w:tr w:rsidR="00636438" w:rsidRPr="00DC6E82" w14:paraId="151E4A4C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709A9815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111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75C95C54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2024.02.25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8E808B6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08:30</w:t>
            </w:r>
          </w:p>
        </w:tc>
        <w:tc>
          <w:tcPr>
            <w:tcW w:w="845" w:type="dxa"/>
            <w:gridSpan w:val="2"/>
            <w:vAlign w:val="bottom"/>
          </w:tcPr>
          <w:p w14:paraId="08A31440" w14:textId="7548666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56.9</w:t>
            </w:r>
          </w:p>
        </w:tc>
        <w:tc>
          <w:tcPr>
            <w:tcW w:w="846" w:type="dxa"/>
            <w:gridSpan w:val="2"/>
            <w:vAlign w:val="bottom"/>
          </w:tcPr>
          <w:p w14:paraId="734C7E77" w14:textId="70A077C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126.9</w:t>
            </w:r>
          </w:p>
        </w:tc>
        <w:tc>
          <w:tcPr>
            <w:tcW w:w="846" w:type="dxa"/>
            <w:gridSpan w:val="2"/>
            <w:vAlign w:val="bottom"/>
          </w:tcPr>
          <w:p w14:paraId="589C834E" w14:textId="7CBC631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69.7</w:t>
            </w:r>
          </w:p>
        </w:tc>
        <w:tc>
          <w:tcPr>
            <w:tcW w:w="836" w:type="dxa"/>
            <w:vAlign w:val="bottom"/>
          </w:tcPr>
          <w:p w14:paraId="07662CB8" w14:textId="1979E36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17.8</w:t>
            </w:r>
          </w:p>
        </w:tc>
        <w:tc>
          <w:tcPr>
            <w:tcW w:w="858" w:type="dxa"/>
            <w:gridSpan w:val="2"/>
            <w:vAlign w:val="bottom"/>
          </w:tcPr>
          <w:p w14:paraId="75CE391A" w14:textId="06C758B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146.5</w:t>
            </w:r>
          </w:p>
        </w:tc>
        <w:tc>
          <w:tcPr>
            <w:tcW w:w="846" w:type="dxa"/>
            <w:vAlign w:val="bottom"/>
          </w:tcPr>
          <w:p w14:paraId="0371855F" w14:textId="389DFC4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11.5</w:t>
            </w:r>
          </w:p>
        </w:tc>
        <w:tc>
          <w:tcPr>
            <w:tcW w:w="850" w:type="dxa"/>
            <w:vAlign w:val="bottom"/>
          </w:tcPr>
          <w:p w14:paraId="351648C8" w14:textId="74FCD33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13.8</w:t>
            </w:r>
          </w:p>
        </w:tc>
        <w:tc>
          <w:tcPr>
            <w:tcW w:w="851" w:type="dxa"/>
            <w:vAlign w:val="bottom"/>
          </w:tcPr>
          <w:p w14:paraId="32F2EE22" w14:textId="2B4ABA9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17.0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2CA66126" w14:textId="1FF5AFA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E9BDA2" w14:textId="07EA430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31CA69F" w14:textId="36B4B1DB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1369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2D311980" w14:textId="2A81BFA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4FAC012A" w14:textId="4BF77151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659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14B594E8" w14:textId="4A59B0C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2.29</w:t>
            </w:r>
          </w:p>
        </w:tc>
      </w:tr>
      <w:tr w:rsidR="00636438" w:rsidRPr="00DC6E82" w14:paraId="4BF69B5B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4614FA0F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112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2DC9F0FC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2024.02.26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372EBDBA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07:20</w:t>
            </w:r>
          </w:p>
        </w:tc>
        <w:tc>
          <w:tcPr>
            <w:tcW w:w="845" w:type="dxa"/>
            <w:gridSpan w:val="2"/>
            <w:vAlign w:val="bottom"/>
          </w:tcPr>
          <w:p w14:paraId="17315BAB" w14:textId="49753B3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7.3</w:t>
            </w:r>
          </w:p>
        </w:tc>
        <w:tc>
          <w:tcPr>
            <w:tcW w:w="846" w:type="dxa"/>
            <w:gridSpan w:val="2"/>
            <w:vAlign w:val="bottom"/>
          </w:tcPr>
          <w:p w14:paraId="5B967374" w14:textId="41F3AF1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43.9</w:t>
            </w:r>
          </w:p>
        </w:tc>
        <w:tc>
          <w:tcPr>
            <w:tcW w:w="846" w:type="dxa"/>
            <w:gridSpan w:val="2"/>
            <w:vAlign w:val="bottom"/>
          </w:tcPr>
          <w:p w14:paraId="35D81C28" w14:textId="179F4E9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67.6</w:t>
            </w:r>
          </w:p>
        </w:tc>
        <w:tc>
          <w:tcPr>
            <w:tcW w:w="836" w:type="dxa"/>
            <w:vAlign w:val="bottom"/>
          </w:tcPr>
          <w:p w14:paraId="3EBCFD67" w14:textId="0DDDE9E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65.0</w:t>
            </w:r>
          </w:p>
        </w:tc>
        <w:tc>
          <w:tcPr>
            <w:tcW w:w="858" w:type="dxa"/>
            <w:gridSpan w:val="2"/>
            <w:vAlign w:val="bottom"/>
          </w:tcPr>
          <w:p w14:paraId="73522E35" w14:textId="10D28F8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152.5</w:t>
            </w:r>
          </w:p>
        </w:tc>
        <w:tc>
          <w:tcPr>
            <w:tcW w:w="846" w:type="dxa"/>
            <w:vAlign w:val="bottom"/>
          </w:tcPr>
          <w:p w14:paraId="32C3A6A2" w14:textId="2B68D80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8.3</w:t>
            </w:r>
          </w:p>
        </w:tc>
        <w:tc>
          <w:tcPr>
            <w:tcW w:w="850" w:type="dxa"/>
            <w:vAlign w:val="bottom"/>
          </w:tcPr>
          <w:p w14:paraId="16DC669A" w14:textId="2D61BC3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16.5</w:t>
            </w:r>
          </w:p>
        </w:tc>
        <w:tc>
          <w:tcPr>
            <w:tcW w:w="851" w:type="dxa"/>
            <w:vAlign w:val="bottom"/>
          </w:tcPr>
          <w:p w14:paraId="2058DBF1" w14:textId="7E8ECB2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15.6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0BFA76A9" w14:textId="6D1C54B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A6D729" w14:textId="6022657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75990859" w14:textId="511D054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324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0AE230FA" w14:textId="2306498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1.73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227D9700" w14:textId="70A7B05F" w:rsidR="00636438" w:rsidRPr="00DC6E82" w:rsidRDefault="00636438" w:rsidP="00636438">
            <w:pPr>
              <w:pStyle w:val="MDPI42tablebody"/>
              <w:spacing w:line="260" w:lineRule="exact"/>
              <w:rPr>
                <w:sz w:val="22"/>
                <w:szCs w:val="22"/>
                <w:lang w:val="hu-HU" w:eastAsia="ja-JP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1177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4716ACF9" w14:textId="0BE5246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4.10</w:t>
            </w:r>
          </w:p>
        </w:tc>
      </w:tr>
      <w:tr w:rsidR="00636438" w:rsidRPr="00DC6E82" w14:paraId="05FAF70D" w14:textId="77777777" w:rsidTr="00097A55">
        <w:tc>
          <w:tcPr>
            <w:tcW w:w="674" w:type="dxa"/>
            <w:gridSpan w:val="2"/>
            <w:shd w:val="clear" w:color="auto" w:fill="auto"/>
            <w:vAlign w:val="bottom"/>
          </w:tcPr>
          <w:p w14:paraId="4EB2D62A" w14:textId="77777777" w:rsidR="00636438" w:rsidRPr="00DC6E82" w:rsidRDefault="00636438" w:rsidP="00636438">
            <w:pPr>
              <w:pStyle w:val="MDPI42tablebody"/>
              <w:spacing w:line="260" w:lineRule="exact"/>
              <w:ind w:right="-142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113</w:t>
            </w:r>
          </w:p>
        </w:tc>
        <w:tc>
          <w:tcPr>
            <w:tcW w:w="1278" w:type="dxa"/>
            <w:shd w:val="clear" w:color="auto" w:fill="auto"/>
            <w:vAlign w:val="bottom"/>
          </w:tcPr>
          <w:p w14:paraId="3DCED682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2024.02.27</w:t>
            </w:r>
          </w:p>
        </w:tc>
        <w:tc>
          <w:tcPr>
            <w:tcW w:w="764" w:type="dxa"/>
            <w:shd w:val="clear" w:color="auto" w:fill="auto"/>
            <w:vAlign w:val="bottom"/>
          </w:tcPr>
          <w:p w14:paraId="43081D7B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07:40</w:t>
            </w:r>
          </w:p>
        </w:tc>
        <w:tc>
          <w:tcPr>
            <w:tcW w:w="845" w:type="dxa"/>
            <w:gridSpan w:val="2"/>
            <w:vAlign w:val="bottom"/>
          </w:tcPr>
          <w:p w14:paraId="295FD2DF" w14:textId="6FCB3AD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6.9</w:t>
            </w:r>
          </w:p>
        </w:tc>
        <w:tc>
          <w:tcPr>
            <w:tcW w:w="846" w:type="dxa"/>
            <w:gridSpan w:val="2"/>
            <w:vAlign w:val="bottom"/>
          </w:tcPr>
          <w:p w14:paraId="5C299106" w14:textId="389FB29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43.9</w:t>
            </w:r>
          </w:p>
        </w:tc>
        <w:tc>
          <w:tcPr>
            <w:tcW w:w="846" w:type="dxa"/>
            <w:gridSpan w:val="2"/>
            <w:vAlign w:val="bottom"/>
          </w:tcPr>
          <w:p w14:paraId="41AD6F1E" w14:textId="4729897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110.7</w:t>
            </w:r>
          </w:p>
        </w:tc>
        <w:tc>
          <w:tcPr>
            <w:tcW w:w="836" w:type="dxa"/>
            <w:vAlign w:val="bottom"/>
          </w:tcPr>
          <w:p w14:paraId="358CA6DE" w14:textId="1B92D92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108.5</w:t>
            </w:r>
          </w:p>
        </w:tc>
        <w:tc>
          <w:tcPr>
            <w:tcW w:w="858" w:type="dxa"/>
            <w:gridSpan w:val="2"/>
            <w:vAlign w:val="bottom"/>
          </w:tcPr>
          <w:p w14:paraId="6FEA6BBC" w14:textId="18C0470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149.1</w:t>
            </w:r>
          </w:p>
        </w:tc>
        <w:tc>
          <w:tcPr>
            <w:tcW w:w="846" w:type="dxa"/>
            <w:vAlign w:val="bottom"/>
          </w:tcPr>
          <w:p w14:paraId="0F340A61" w14:textId="3CE4F0E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9.3</w:t>
            </w:r>
          </w:p>
        </w:tc>
        <w:tc>
          <w:tcPr>
            <w:tcW w:w="850" w:type="dxa"/>
            <w:vAlign w:val="bottom"/>
          </w:tcPr>
          <w:p w14:paraId="5A7EE11C" w14:textId="525D368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18.8</w:t>
            </w:r>
          </w:p>
        </w:tc>
        <w:tc>
          <w:tcPr>
            <w:tcW w:w="851" w:type="dxa"/>
            <w:vAlign w:val="bottom"/>
          </w:tcPr>
          <w:p w14:paraId="508EE003" w14:textId="272C834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10.9</w:t>
            </w:r>
          </w:p>
        </w:tc>
        <w:tc>
          <w:tcPr>
            <w:tcW w:w="820" w:type="dxa"/>
            <w:tcBorders>
              <w:top w:val="nil"/>
              <w:bottom w:val="nil"/>
              <w:right w:val="nil"/>
            </w:tcBorders>
            <w:vAlign w:val="bottom"/>
          </w:tcPr>
          <w:p w14:paraId="1434C210" w14:textId="411ACD4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0593AA" w14:textId="646FC1B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3BFEAEE9" w14:textId="2F87C0F9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168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3488E56E" w14:textId="35905D90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0.90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</w:tcBorders>
            <w:vAlign w:val="bottom"/>
          </w:tcPr>
          <w:p w14:paraId="02D67D10" w14:textId="17AE731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5954</w:t>
            </w:r>
          </w:p>
        </w:tc>
        <w:tc>
          <w:tcPr>
            <w:tcW w:w="887" w:type="dxa"/>
            <w:tcBorders>
              <w:top w:val="nil"/>
              <w:bottom w:val="nil"/>
              <w:right w:val="nil"/>
            </w:tcBorders>
            <w:vAlign w:val="bottom"/>
          </w:tcPr>
          <w:p w14:paraId="798888F4" w14:textId="6789510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20.73</w:t>
            </w:r>
          </w:p>
        </w:tc>
      </w:tr>
      <w:tr w:rsidR="00636438" w:rsidRPr="00DC6E82" w14:paraId="6069D0B2" w14:textId="77777777" w:rsidTr="00DC6E82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14:paraId="07E46240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114</w:t>
            </w: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99F163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2024.03.02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CE4F63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09:50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85C70" w14:textId="465AE86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121.8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8EF580" w14:textId="18C76F11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201.3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D0DE9" w14:textId="374D8E6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137.4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BB7863" w14:textId="663BD01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20.2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065883" w14:textId="75E89D3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154.2</w:t>
            </w: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7E7EAB" w14:textId="72D7C45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18.8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CE413D" w14:textId="7B74634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20.4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A96FD7" w14:textId="1A4EF6F6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16.8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346B2A" w14:textId="581424A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92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FFEDB" w14:textId="6EFBCA5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105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E0CDCF" w14:textId="027963E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808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444528" w14:textId="635533F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4.33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1DE9E5" w14:textId="7C92DE4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640</w:t>
            </w: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A2D247" w14:textId="6E21A2A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2.23</w:t>
            </w:r>
          </w:p>
        </w:tc>
      </w:tr>
      <w:tr w:rsidR="00636438" w:rsidRPr="00DC6E82" w14:paraId="186CFBD5" w14:textId="77777777" w:rsidTr="00DC6E82">
        <w:trPr>
          <w:gridBefore w:val="1"/>
          <w:wBefore w:w="107" w:type="dxa"/>
        </w:trPr>
        <w:tc>
          <w:tcPr>
            <w:tcW w:w="567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7833E0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115</w:t>
            </w:r>
          </w:p>
        </w:tc>
        <w:tc>
          <w:tcPr>
            <w:tcW w:w="1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6AF1D7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2024.03.09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CC9A4D" w14:textId="7777777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B65E3">
              <w:rPr>
                <w:sz w:val="22"/>
                <w:szCs w:val="22"/>
                <w:lang w:val="hu-HU" w:eastAsia="ja-JP"/>
              </w:rPr>
              <w:t>10:40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D48439A" w14:textId="310B03DD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302.4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565DA9" w14:textId="2B184B54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465.7</w:t>
            </w:r>
          </w:p>
        </w:tc>
        <w:tc>
          <w:tcPr>
            <w:tcW w:w="8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53F9D6" w14:textId="71310CD8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287.3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A42743" w14:textId="3EE8D65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-10.2</w:t>
            </w:r>
          </w:p>
        </w:tc>
        <w:tc>
          <w:tcPr>
            <w:tcW w:w="85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88308BC" w14:textId="367D08E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153.4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5F2F481" w14:textId="7EE1731C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49ADB65" w14:textId="5938461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26.1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DF8610" w14:textId="160397C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13.7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126DB85" w14:textId="49B9AAD5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121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AC050A2" w14:textId="6A52675A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135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EE25674" w14:textId="07AA25A2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-934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C1B86CA" w14:textId="31AEC5A3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-5.00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0EEDE4" w14:textId="0312B6AE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542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2C91D12" w14:textId="3AFE24A7" w:rsidR="00636438" w:rsidRPr="00DC6E82" w:rsidRDefault="00636438" w:rsidP="00636438">
            <w:pPr>
              <w:pStyle w:val="MDPI42tablebody"/>
              <w:spacing w:line="260" w:lineRule="exact"/>
              <w:rPr>
                <w:rFonts w:cs="Calibri"/>
                <w:sz w:val="22"/>
                <w:szCs w:val="22"/>
              </w:rPr>
            </w:pPr>
            <w:r w:rsidRPr="00FE2F6D">
              <w:rPr>
                <w:sz w:val="22"/>
                <w:szCs w:val="22"/>
                <w:lang w:val="hu-HU" w:eastAsia="ja-JP"/>
              </w:rPr>
              <w:t>1.89</w:t>
            </w:r>
          </w:p>
        </w:tc>
      </w:tr>
    </w:tbl>
    <w:p w14:paraId="2805C803" w14:textId="77777777" w:rsidR="00DC6E82" w:rsidRDefault="00DC6E82" w:rsidP="00DC6E82">
      <w:pPr>
        <w:spacing w:line="240" w:lineRule="auto"/>
        <w:jc w:val="left"/>
        <w:rPr>
          <w:rFonts w:eastAsia="Times New Roman"/>
          <w:bCs/>
          <w:noProof w:val="0"/>
          <w:snapToGrid w:val="0"/>
          <w:szCs w:val="22"/>
          <w:lang w:bidi="en-US"/>
        </w:rPr>
        <w:sectPr w:rsidR="00DC6E82" w:rsidSect="00DC6E82">
          <w:pgSz w:w="16838" w:h="11906" w:orient="landscape" w:code="9"/>
          <w:pgMar w:top="720" w:right="1077" w:bottom="720" w:left="1418" w:header="1021" w:footer="340" w:gutter="0"/>
          <w:lnNumType w:countBy="1" w:distance="255" w:restart="continuous"/>
          <w:pgNumType w:start="1"/>
          <w:cols w:space="425"/>
          <w:titlePg/>
          <w:bidi/>
          <w:docGrid w:type="linesAndChars" w:linePitch="326"/>
        </w:sectPr>
      </w:pPr>
    </w:p>
    <w:p w14:paraId="2A06DD66" w14:textId="77777777" w:rsidR="00FE2F6D" w:rsidRDefault="00FE2F6D" w:rsidP="009C1EC0">
      <w:pPr>
        <w:spacing w:line="240" w:lineRule="auto"/>
        <w:jc w:val="left"/>
        <w:rPr>
          <w:b/>
          <w:bCs/>
        </w:rPr>
      </w:pPr>
    </w:p>
    <w:sectPr w:rsidR="00FE2F6D" w:rsidSect="007052C6">
      <w:pgSz w:w="16838" w:h="11906" w:orient="landscape" w:code="9"/>
      <w:pgMar w:top="720" w:right="1077" w:bottom="720" w:left="1418" w:header="1021" w:footer="340" w:gutter="0"/>
      <w:lnNumType w:countBy="1" w:distance="255" w:restart="continuous"/>
      <w:pgNumType w:start="1"/>
      <w:cols w:space="425"/>
      <w:titlePg/>
      <w:bidi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155C7" w14:textId="77777777" w:rsidR="005E0DF9" w:rsidRDefault="005E0DF9">
      <w:pPr>
        <w:spacing w:line="240" w:lineRule="auto"/>
      </w:pPr>
      <w:r>
        <w:separator/>
      </w:r>
    </w:p>
  </w:endnote>
  <w:endnote w:type="continuationSeparator" w:id="0">
    <w:p w14:paraId="14BC684A" w14:textId="77777777" w:rsidR="005E0DF9" w:rsidRDefault="005E0D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25BB4" w14:textId="77777777" w:rsidR="004B49DD" w:rsidRPr="00255931" w:rsidRDefault="004B49DD" w:rsidP="004B49DD">
    <w:pPr>
      <w:pStyle w:val="llb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84D9C" w14:textId="77777777" w:rsidR="00280F5C" w:rsidRDefault="00280F5C" w:rsidP="00193689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4B562CD8" w14:textId="77777777" w:rsidR="004B49DD" w:rsidRPr="00372FCD" w:rsidRDefault="004B49DD" w:rsidP="00196A03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  <w:lang w:val="fr-CH"/>
      </w:rPr>
    </w:pPr>
    <w:r w:rsidRPr="00094799">
      <w:rPr>
        <w:i/>
        <w:sz w:val="16"/>
        <w:szCs w:val="16"/>
      </w:rPr>
      <w:t>Climate</w:t>
    </w:r>
    <w:r>
      <w:rPr>
        <w:i/>
        <w:sz w:val="16"/>
        <w:szCs w:val="16"/>
      </w:rPr>
      <w:t xml:space="preserve"> </w:t>
    </w:r>
    <w:r w:rsidR="00970ADA">
      <w:rPr>
        <w:b/>
        <w:bCs/>
        <w:iCs/>
        <w:sz w:val="16"/>
        <w:szCs w:val="16"/>
      </w:rPr>
      <w:t>2024</w:t>
    </w:r>
    <w:r w:rsidR="00D61089" w:rsidRPr="00D61089">
      <w:rPr>
        <w:bCs/>
        <w:iCs/>
        <w:sz w:val="16"/>
        <w:szCs w:val="16"/>
      </w:rPr>
      <w:t>,</w:t>
    </w:r>
    <w:r w:rsidR="00970ADA">
      <w:rPr>
        <w:bCs/>
        <w:i/>
        <w:iCs/>
        <w:sz w:val="16"/>
        <w:szCs w:val="16"/>
      </w:rPr>
      <w:t xml:space="preserve"> 12</w:t>
    </w:r>
    <w:r w:rsidR="00D61089" w:rsidRPr="00D61089">
      <w:rPr>
        <w:bCs/>
        <w:iCs/>
        <w:sz w:val="16"/>
        <w:szCs w:val="16"/>
      </w:rPr>
      <w:t xml:space="preserve">, </w:t>
    </w:r>
    <w:r w:rsidR="004B1326">
      <w:rPr>
        <w:bCs/>
        <w:iCs/>
        <w:sz w:val="16"/>
        <w:szCs w:val="16"/>
      </w:rPr>
      <w:t>x</w:t>
    </w:r>
    <w:r w:rsidR="00280F5C">
      <w:rPr>
        <w:bCs/>
        <w:iCs/>
        <w:sz w:val="16"/>
        <w:szCs w:val="16"/>
      </w:rPr>
      <w:t>. https://doi.org/10.3390/xxxxx</w:t>
    </w:r>
    <w:r w:rsidR="00196A03" w:rsidRPr="00372FCD">
      <w:rPr>
        <w:sz w:val="16"/>
        <w:szCs w:val="16"/>
        <w:lang w:val="fr-CH"/>
      </w:rPr>
      <w:tab/>
    </w:r>
    <w:r w:rsidRPr="00372FCD">
      <w:rPr>
        <w:sz w:val="16"/>
        <w:szCs w:val="16"/>
        <w:lang w:val="fr-CH"/>
      </w:rPr>
      <w:t>www.mdpi.com/journal/</w:t>
    </w:r>
    <w:r w:rsidRPr="00094799">
      <w:rPr>
        <w:sz w:val="16"/>
        <w:szCs w:val="16"/>
      </w:rPr>
      <w:t>climate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AAE1D" w14:textId="77777777" w:rsidR="005E0DF9" w:rsidRDefault="005E0DF9">
      <w:pPr>
        <w:spacing w:line="240" w:lineRule="auto"/>
      </w:pPr>
      <w:r>
        <w:separator/>
      </w:r>
    </w:p>
  </w:footnote>
  <w:footnote w:type="continuationSeparator" w:id="0">
    <w:p w14:paraId="7E14F233" w14:textId="77777777" w:rsidR="005E0DF9" w:rsidRDefault="005E0D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733CA" w14:textId="77777777" w:rsidR="004B49DD" w:rsidRDefault="004B49DD" w:rsidP="004B49DD">
    <w:pPr>
      <w:pStyle w:val="lfej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2F7CBD" w14:textId="77777777" w:rsidR="00280F5C" w:rsidRDefault="004B49DD" w:rsidP="00196A03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Climate </w:t>
    </w:r>
    <w:r w:rsidR="00970ADA">
      <w:rPr>
        <w:b/>
        <w:sz w:val="16"/>
      </w:rPr>
      <w:t>2024</w:t>
    </w:r>
    <w:r w:rsidR="00D61089" w:rsidRPr="00D61089">
      <w:rPr>
        <w:sz w:val="16"/>
      </w:rPr>
      <w:t>,</w:t>
    </w:r>
    <w:r w:rsidR="00970ADA">
      <w:rPr>
        <w:i/>
        <w:sz w:val="16"/>
      </w:rPr>
      <w:t xml:space="preserve"> 12</w:t>
    </w:r>
    <w:r w:rsidR="004B1326">
      <w:rPr>
        <w:sz w:val="16"/>
      </w:rPr>
      <w:t>, x FOR PEER REVIEW</w:t>
    </w:r>
    <w:r w:rsidR="00196A03">
      <w:rPr>
        <w:sz w:val="16"/>
      </w:rPr>
      <w:tab/>
    </w:r>
    <w:r w:rsidR="004B1326">
      <w:rPr>
        <w:sz w:val="16"/>
      </w:rPr>
      <w:fldChar w:fldCharType="begin"/>
    </w:r>
    <w:r w:rsidR="004B1326">
      <w:rPr>
        <w:sz w:val="16"/>
      </w:rPr>
      <w:instrText xml:space="preserve"> PAGE   \* MERGEFORMAT </w:instrText>
    </w:r>
    <w:r w:rsidR="004B1326">
      <w:rPr>
        <w:sz w:val="16"/>
      </w:rPr>
      <w:fldChar w:fldCharType="separate"/>
    </w:r>
    <w:r w:rsidR="000F2987">
      <w:rPr>
        <w:sz w:val="16"/>
      </w:rPr>
      <w:t>4</w:t>
    </w:r>
    <w:r w:rsidR="004B1326">
      <w:rPr>
        <w:sz w:val="16"/>
      </w:rPr>
      <w:fldChar w:fldCharType="end"/>
    </w:r>
    <w:r w:rsidR="004B1326">
      <w:rPr>
        <w:sz w:val="16"/>
      </w:rPr>
      <w:t xml:space="preserve"> of </w:t>
    </w:r>
    <w:r w:rsidR="004B1326">
      <w:rPr>
        <w:sz w:val="16"/>
      </w:rPr>
      <w:fldChar w:fldCharType="begin"/>
    </w:r>
    <w:r w:rsidR="004B1326">
      <w:rPr>
        <w:sz w:val="16"/>
      </w:rPr>
      <w:instrText xml:space="preserve"> NUMPAGES   \* MERGEFORMAT </w:instrText>
    </w:r>
    <w:r w:rsidR="004B1326">
      <w:rPr>
        <w:sz w:val="16"/>
      </w:rPr>
      <w:fldChar w:fldCharType="separate"/>
    </w:r>
    <w:r w:rsidR="000F2987">
      <w:rPr>
        <w:sz w:val="16"/>
      </w:rPr>
      <w:t>5</w:t>
    </w:r>
    <w:r w:rsidR="004B1326">
      <w:rPr>
        <w:sz w:val="16"/>
      </w:rPr>
      <w:fldChar w:fldCharType="end"/>
    </w:r>
  </w:p>
  <w:p w14:paraId="50D16827" w14:textId="77777777" w:rsidR="004B49DD" w:rsidRPr="00DA3C0E" w:rsidRDefault="004B49DD" w:rsidP="00193689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280F5C" w:rsidRPr="00196A03" w14:paraId="418FAB27" w14:textId="77777777" w:rsidTr="00211CAE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13C24E16" w14:textId="77777777" w:rsidR="00280F5C" w:rsidRPr="00352E06" w:rsidRDefault="00F21AB1" w:rsidP="00196A03">
          <w:pPr>
            <w:pStyle w:val="lfej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352E06">
            <w:rPr>
              <w:rFonts w:eastAsia="DengXian"/>
              <w:b/>
              <w:bCs/>
            </w:rPr>
            <w:drawing>
              <wp:inline distT="0" distB="0" distL="0" distR="0" wp14:anchorId="1A8BB31D" wp14:editId="7C6331CE">
                <wp:extent cx="1489075" cy="429260"/>
                <wp:effectExtent l="0" t="0" r="0" b="0"/>
                <wp:docPr id="443326316" name="Picture 5" descr="C:\Users\home\Desktop\logos\带白边的logo\Biology-Data\Climate\climate_high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Desktop\logos\带白边的logo\Biology-Data\Climate\climate_high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25" t="9840" b="1068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90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203A535F" w14:textId="77777777" w:rsidR="00280F5C" w:rsidRPr="00352E06" w:rsidRDefault="00280F5C" w:rsidP="00196A03">
          <w:pPr>
            <w:pStyle w:val="lfej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789D31E2" w14:textId="77777777" w:rsidR="00280F5C" w:rsidRPr="00352E06" w:rsidRDefault="00211CAE" w:rsidP="00211CAE">
          <w:pPr>
            <w:pStyle w:val="lfej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047A969D" wp14:editId="6DF0B25D">
                <wp:extent cx="540000" cy="360000"/>
                <wp:effectExtent l="0" t="0" r="0" b="2540"/>
                <wp:docPr id="1420338170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42357862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FA5E157" w14:textId="77777777" w:rsidR="004B49DD" w:rsidRPr="00280F5C" w:rsidRDefault="004B49DD" w:rsidP="00193689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6F203E"/>
    <w:multiLevelType w:val="hybridMultilevel"/>
    <w:tmpl w:val="44FA9C1E"/>
    <w:lvl w:ilvl="0" w:tplc="292A848A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D12ABC5C"/>
    <w:lvl w:ilvl="0" w:tplc="B138592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9C2CCA80"/>
    <w:lvl w:ilvl="0" w:tplc="3F26FAEA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9" w15:restartNumberingAfterBreak="0">
    <w:nsid w:val="56CF7C60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9B7FA4"/>
    <w:multiLevelType w:val="hybridMultilevel"/>
    <w:tmpl w:val="A5BA6A4E"/>
    <w:lvl w:ilvl="0" w:tplc="D7EE4E1A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1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210986">
    <w:abstractNumId w:val="4"/>
  </w:num>
  <w:num w:numId="2" w16cid:durableId="7222154">
    <w:abstractNumId w:val="6"/>
  </w:num>
  <w:num w:numId="3" w16cid:durableId="1981035765">
    <w:abstractNumId w:val="3"/>
  </w:num>
  <w:num w:numId="4" w16cid:durableId="51320998">
    <w:abstractNumId w:val="5"/>
  </w:num>
  <w:num w:numId="5" w16cid:durableId="1294168478">
    <w:abstractNumId w:val="8"/>
  </w:num>
  <w:num w:numId="6" w16cid:durableId="300160246">
    <w:abstractNumId w:val="2"/>
  </w:num>
  <w:num w:numId="7" w16cid:durableId="326786263">
    <w:abstractNumId w:val="8"/>
  </w:num>
  <w:num w:numId="8" w16cid:durableId="196284438">
    <w:abstractNumId w:val="2"/>
  </w:num>
  <w:num w:numId="9" w16cid:durableId="1394549889">
    <w:abstractNumId w:val="8"/>
  </w:num>
  <w:num w:numId="10" w16cid:durableId="1034885362">
    <w:abstractNumId w:val="2"/>
  </w:num>
  <w:num w:numId="11" w16cid:durableId="180553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2385063">
    <w:abstractNumId w:val="9"/>
  </w:num>
  <w:num w:numId="13" w16cid:durableId="1034623627">
    <w:abstractNumId w:val="11"/>
  </w:num>
  <w:num w:numId="14" w16cid:durableId="1367562132">
    <w:abstractNumId w:val="8"/>
  </w:num>
  <w:num w:numId="15" w16cid:durableId="1699503441">
    <w:abstractNumId w:val="2"/>
  </w:num>
  <w:num w:numId="16" w16cid:durableId="123547315">
    <w:abstractNumId w:val="1"/>
  </w:num>
  <w:num w:numId="17" w16cid:durableId="1561557584">
    <w:abstractNumId w:val="7"/>
  </w:num>
  <w:num w:numId="18" w16cid:durableId="26369919">
    <w:abstractNumId w:val="0"/>
  </w:num>
  <w:num w:numId="19" w16cid:durableId="1213469507">
    <w:abstractNumId w:val="8"/>
  </w:num>
  <w:num w:numId="20" w16cid:durableId="1964387489">
    <w:abstractNumId w:val="2"/>
  </w:num>
  <w:num w:numId="21" w16cid:durableId="1622876199">
    <w:abstractNumId w:val="1"/>
  </w:num>
  <w:num w:numId="22" w16cid:durableId="1378430938">
    <w:abstractNumId w:val="10"/>
  </w:num>
  <w:num w:numId="23" w16cid:durableId="980497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9B"/>
    <w:rsid w:val="00017DE9"/>
    <w:rsid w:val="000205A1"/>
    <w:rsid w:val="00021E12"/>
    <w:rsid w:val="000519A2"/>
    <w:rsid w:val="00060558"/>
    <w:rsid w:val="00061B92"/>
    <w:rsid w:val="00063A8D"/>
    <w:rsid w:val="00063EBB"/>
    <w:rsid w:val="00092853"/>
    <w:rsid w:val="0009523D"/>
    <w:rsid w:val="000954B2"/>
    <w:rsid w:val="000A28BC"/>
    <w:rsid w:val="000A5810"/>
    <w:rsid w:val="000B303F"/>
    <w:rsid w:val="000B5B2D"/>
    <w:rsid w:val="000D0A97"/>
    <w:rsid w:val="000D0E87"/>
    <w:rsid w:val="000D50B8"/>
    <w:rsid w:val="000E68BA"/>
    <w:rsid w:val="000F2987"/>
    <w:rsid w:val="0012196D"/>
    <w:rsid w:val="00130934"/>
    <w:rsid w:val="00133BE1"/>
    <w:rsid w:val="0014333C"/>
    <w:rsid w:val="00152676"/>
    <w:rsid w:val="0015553E"/>
    <w:rsid w:val="00160EA7"/>
    <w:rsid w:val="0017407A"/>
    <w:rsid w:val="00181283"/>
    <w:rsid w:val="00193689"/>
    <w:rsid w:val="00196A03"/>
    <w:rsid w:val="00197DBA"/>
    <w:rsid w:val="001A5858"/>
    <w:rsid w:val="001C24A4"/>
    <w:rsid w:val="001C297F"/>
    <w:rsid w:val="001E2AEB"/>
    <w:rsid w:val="001F7663"/>
    <w:rsid w:val="00200430"/>
    <w:rsid w:val="00211CAE"/>
    <w:rsid w:val="00213BCD"/>
    <w:rsid w:val="00217CCF"/>
    <w:rsid w:val="002241E0"/>
    <w:rsid w:val="002258B7"/>
    <w:rsid w:val="00244AD5"/>
    <w:rsid w:val="00250A00"/>
    <w:rsid w:val="00260C40"/>
    <w:rsid w:val="002721E3"/>
    <w:rsid w:val="002723B4"/>
    <w:rsid w:val="00280F5C"/>
    <w:rsid w:val="002A3E46"/>
    <w:rsid w:val="002B5062"/>
    <w:rsid w:val="002C54C3"/>
    <w:rsid w:val="002C7817"/>
    <w:rsid w:val="002D1283"/>
    <w:rsid w:val="002D226D"/>
    <w:rsid w:val="002D3694"/>
    <w:rsid w:val="0031551E"/>
    <w:rsid w:val="00316BEF"/>
    <w:rsid w:val="00316C83"/>
    <w:rsid w:val="00326141"/>
    <w:rsid w:val="00326271"/>
    <w:rsid w:val="00326B1D"/>
    <w:rsid w:val="00332940"/>
    <w:rsid w:val="00335A44"/>
    <w:rsid w:val="00352E06"/>
    <w:rsid w:val="0036340B"/>
    <w:rsid w:val="00373A11"/>
    <w:rsid w:val="00380293"/>
    <w:rsid w:val="00381314"/>
    <w:rsid w:val="003D4660"/>
    <w:rsid w:val="003D4F7B"/>
    <w:rsid w:val="003E00BC"/>
    <w:rsid w:val="003E0D2E"/>
    <w:rsid w:val="003E49FB"/>
    <w:rsid w:val="003F06FD"/>
    <w:rsid w:val="00400D47"/>
    <w:rsid w:val="00401D30"/>
    <w:rsid w:val="00404C33"/>
    <w:rsid w:val="00470E77"/>
    <w:rsid w:val="00473B8E"/>
    <w:rsid w:val="004931E3"/>
    <w:rsid w:val="004A4128"/>
    <w:rsid w:val="004A4B73"/>
    <w:rsid w:val="004B1326"/>
    <w:rsid w:val="004B49DD"/>
    <w:rsid w:val="004C5ECF"/>
    <w:rsid w:val="004D595B"/>
    <w:rsid w:val="004E4192"/>
    <w:rsid w:val="004E45C3"/>
    <w:rsid w:val="004E79BB"/>
    <w:rsid w:val="004E7B6E"/>
    <w:rsid w:val="004F440C"/>
    <w:rsid w:val="00505DD1"/>
    <w:rsid w:val="0053350E"/>
    <w:rsid w:val="00536089"/>
    <w:rsid w:val="00546733"/>
    <w:rsid w:val="00552246"/>
    <w:rsid w:val="00554C5C"/>
    <w:rsid w:val="00561F36"/>
    <w:rsid w:val="00574320"/>
    <w:rsid w:val="00576783"/>
    <w:rsid w:val="005777C4"/>
    <w:rsid w:val="00580B90"/>
    <w:rsid w:val="005A2B1A"/>
    <w:rsid w:val="005A7539"/>
    <w:rsid w:val="005C254D"/>
    <w:rsid w:val="005D53A8"/>
    <w:rsid w:val="005E0DF9"/>
    <w:rsid w:val="005E1837"/>
    <w:rsid w:val="005E46E4"/>
    <w:rsid w:val="005E6EAD"/>
    <w:rsid w:val="0060759B"/>
    <w:rsid w:val="00610E6C"/>
    <w:rsid w:val="006126FC"/>
    <w:rsid w:val="00615BA4"/>
    <w:rsid w:val="00636438"/>
    <w:rsid w:val="00637943"/>
    <w:rsid w:val="00646729"/>
    <w:rsid w:val="00667BE9"/>
    <w:rsid w:val="006730B4"/>
    <w:rsid w:val="00674A7B"/>
    <w:rsid w:val="00692393"/>
    <w:rsid w:val="006A4ADF"/>
    <w:rsid w:val="006B00E2"/>
    <w:rsid w:val="006B50C5"/>
    <w:rsid w:val="006C156F"/>
    <w:rsid w:val="006E3941"/>
    <w:rsid w:val="006E6E8C"/>
    <w:rsid w:val="007052C6"/>
    <w:rsid w:val="00722D48"/>
    <w:rsid w:val="007250A5"/>
    <w:rsid w:val="00744DB9"/>
    <w:rsid w:val="007706BB"/>
    <w:rsid w:val="0077339B"/>
    <w:rsid w:val="007802E8"/>
    <w:rsid w:val="0078590D"/>
    <w:rsid w:val="007C22E1"/>
    <w:rsid w:val="007F0D3A"/>
    <w:rsid w:val="0081441C"/>
    <w:rsid w:val="008179B7"/>
    <w:rsid w:val="00830F62"/>
    <w:rsid w:val="008431F7"/>
    <w:rsid w:val="0084437F"/>
    <w:rsid w:val="00877ABE"/>
    <w:rsid w:val="008921C6"/>
    <w:rsid w:val="008A3B00"/>
    <w:rsid w:val="008A6C9B"/>
    <w:rsid w:val="008C340E"/>
    <w:rsid w:val="008C7D65"/>
    <w:rsid w:val="00905026"/>
    <w:rsid w:val="00911293"/>
    <w:rsid w:val="0091715C"/>
    <w:rsid w:val="00921A41"/>
    <w:rsid w:val="009236D0"/>
    <w:rsid w:val="009362B0"/>
    <w:rsid w:val="0094110B"/>
    <w:rsid w:val="00943E59"/>
    <w:rsid w:val="00952576"/>
    <w:rsid w:val="00970ADA"/>
    <w:rsid w:val="00971E70"/>
    <w:rsid w:val="00980F3B"/>
    <w:rsid w:val="0098661D"/>
    <w:rsid w:val="00994B1E"/>
    <w:rsid w:val="009A520A"/>
    <w:rsid w:val="009A5537"/>
    <w:rsid w:val="009C1EC0"/>
    <w:rsid w:val="009D31F6"/>
    <w:rsid w:val="009E61F0"/>
    <w:rsid w:val="009F40B9"/>
    <w:rsid w:val="009F70E6"/>
    <w:rsid w:val="00A20108"/>
    <w:rsid w:val="00A32627"/>
    <w:rsid w:val="00A43D3D"/>
    <w:rsid w:val="00A54061"/>
    <w:rsid w:val="00A710F4"/>
    <w:rsid w:val="00A71AB6"/>
    <w:rsid w:val="00A77574"/>
    <w:rsid w:val="00A82C39"/>
    <w:rsid w:val="00AB654B"/>
    <w:rsid w:val="00AB6864"/>
    <w:rsid w:val="00AC7533"/>
    <w:rsid w:val="00AD16FC"/>
    <w:rsid w:val="00AF1C97"/>
    <w:rsid w:val="00B17F69"/>
    <w:rsid w:val="00B2246D"/>
    <w:rsid w:val="00B4157C"/>
    <w:rsid w:val="00B44F3C"/>
    <w:rsid w:val="00B55ECA"/>
    <w:rsid w:val="00B748BA"/>
    <w:rsid w:val="00B74E6C"/>
    <w:rsid w:val="00B8533E"/>
    <w:rsid w:val="00BB05BF"/>
    <w:rsid w:val="00BB1A0F"/>
    <w:rsid w:val="00BC5C1E"/>
    <w:rsid w:val="00BC6D4E"/>
    <w:rsid w:val="00BF294B"/>
    <w:rsid w:val="00BF4E9C"/>
    <w:rsid w:val="00C05608"/>
    <w:rsid w:val="00C10E40"/>
    <w:rsid w:val="00C16643"/>
    <w:rsid w:val="00C17DED"/>
    <w:rsid w:val="00C31E37"/>
    <w:rsid w:val="00C3687B"/>
    <w:rsid w:val="00C452D9"/>
    <w:rsid w:val="00C47BF6"/>
    <w:rsid w:val="00C57F23"/>
    <w:rsid w:val="00C94B21"/>
    <w:rsid w:val="00CB2ED7"/>
    <w:rsid w:val="00CB4353"/>
    <w:rsid w:val="00CB55A0"/>
    <w:rsid w:val="00CB5E83"/>
    <w:rsid w:val="00CC078D"/>
    <w:rsid w:val="00CC4D58"/>
    <w:rsid w:val="00CD28C1"/>
    <w:rsid w:val="00CD3F38"/>
    <w:rsid w:val="00CF14F1"/>
    <w:rsid w:val="00D07FB4"/>
    <w:rsid w:val="00D10DAC"/>
    <w:rsid w:val="00D14A72"/>
    <w:rsid w:val="00D31D81"/>
    <w:rsid w:val="00D521BC"/>
    <w:rsid w:val="00D6018D"/>
    <w:rsid w:val="00D61089"/>
    <w:rsid w:val="00D728B6"/>
    <w:rsid w:val="00D82150"/>
    <w:rsid w:val="00D85995"/>
    <w:rsid w:val="00DA226F"/>
    <w:rsid w:val="00DC6E82"/>
    <w:rsid w:val="00DF7A84"/>
    <w:rsid w:val="00E002B8"/>
    <w:rsid w:val="00E00DD1"/>
    <w:rsid w:val="00E07988"/>
    <w:rsid w:val="00E15522"/>
    <w:rsid w:val="00E21B6C"/>
    <w:rsid w:val="00E27A1D"/>
    <w:rsid w:val="00E51555"/>
    <w:rsid w:val="00E528DF"/>
    <w:rsid w:val="00E55329"/>
    <w:rsid w:val="00E82BB9"/>
    <w:rsid w:val="00EC315A"/>
    <w:rsid w:val="00EC316D"/>
    <w:rsid w:val="00ED1B85"/>
    <w:rsid w:val="00EE37AE"/>
    <w:rsid w:val="00F01340"/>
    <w:rsid w:val="00F1319D"/>
    <w:rsid w:val="00F16E17"/>
    <w:rsid w:val="00F21AB1"/>
    <w:rsid w:val="00F35613"/>
    <w:rsid w:val="00F45E93"/>
    <w:rsid w:val="00F530C0"/>
    <w:rsid w:val="00F566E6"/>
    <w:rsid w:val="00F6371A"/>
    <w:rsid w:val="00F708C0"/>
    <w:rsid w:val="00F8149E"/>
    <w:rsid w:val="00F944D1"/>
    <w:rsid w:val="00FB592C"/>
    <w:rsid w:val="00FB65E3"/>
    <w:rsid w:val="00FC4088"/>
    <w:rsid w:val="00FE2F6D"/>
    <w:rsid w:val="00FE422B"/>
    <w:rsid w:val="00FE5600"/>
    <w:rsid w:val="00FE6370"/>
    <w:rsid w:val="00FF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63D37B2"/>
  <w15:chartTrackingRefBased/>
  <w15:docId w15:val="{78A569AA-3AD0-477E-8A81-778DA77E7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21E12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DPI11articletype">
    <w:name w:val="MDPI_1.1_article_type"/>
    <w:next w:val="Norml"/>
    <w:qFormat/>
    <w:rsid w:val="00021E12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l"/>
    <w:qFormat/>
    <w:rsid w:val="00021E12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l"/>
    <w:qFormat/>
    <w:rsid w:val="00021E12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l"/>
    <w:next w:val="Norml"/>
    <w:qFormat/>
    <w:rsid w:val="00021E12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021E12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l"/>
    <w:qFormat/>
    <w:rsid w:val="00021E1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l"/>
    <w:qFormat/>
    <w:rsid w:val="00021E12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021E12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Normltblzat"/>
    <w:uiPriority w:val="99"/>
    <w:rsid w:val="000A28BC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Rcsostblzat">
    <w:name w:val="Table Grid"/>
    <w:basedOn w:val="Normltblzat"/>
    <w:uiPriority w:val="59"/>
    <w:rsid w:val="00021E12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rsid w:val="00021E12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llbChar">
    <w:name w:val="Élőláb Char"/>
    <w:link w:val="llb"/>
    <w:uiPriority w:val="99"/>
    <w:rsid w:val="00021E12"/>
    <w:rPr>
      <w:rFonts w:ascii="Palatino Linotype" w:hAnsi="Palatino Linotype"/>
      <w:noProof/>
      <w:color w:val="000000"/>
      <w:szCs w:val="18"/>
    </w:rPr>
  </w:style>
  <w:style w:type="paragraph" w:styleId="lfej">
    <w:name w:val="header"/>
    <w:basedOn w:val="Norml"/>
    <w:link w:val="lfejChar"/>
    <w:uiPriority w:val="99"/>
    <w:rsid w:val="00021E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lfejChar">
    <w:name w:val="Élőfej Char"/>
    <w:link w:val="lfej"/>
    <w:uiPriority w:val="99"/>
    <w:rsid w:val="00021E12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021E12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021E12"/>
    <w:pPr>
      <w:ind w:firstLine="0"/>
    </w:pPr>
  </w:style>
  <w:style w:type="paragraph" w:customStyle="1" w:styleId="MDPI31text">
    <w:name w:val="MDPI_3.1_text"/>
    <w:qFormat/>
    <w:rsid w:val="006C156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021E12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021E12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021E12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E002B8"/>
    <w:pPr>
      <w:numPr>
        <w:numId w:val="21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E002B8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021E12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021E12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021E12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C17DED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021E1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021E12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021E12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021E12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021E12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021E12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8179B7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uborkszveg">
    <w:name w:val="Balloon Text"/>
    <w:basedOn w:val="Norml"/>
    <w:link w:val="BuborkszvegChar"/>
    <w:uiPriority w:val="99"/>
    <w:rsid w:val="00021E12"/>
    <w:rPr>
      <w:rFonts w:cs="Tahoma"/>
      <w:szCs w:val="18"/>
    </w:rPr>
  </w:style>
  <w:style w:type="character" w:customStyle="1" w:styleId="BuborkszvegChar">
    <w:name w:val="Buborékszöveg Char"/>
    <w:link w:val="Buborkszveg"/>
    <w:uiPriority w:val="99"/>
    <w:rsid w:val="00021E12"/>
    <w:rPr>
      <w:rFonts w:ascii="Palatino Linotype" w:hAnsi="Palatino Linotype" w:cs="Tahoma"/>
      <w:noProof/>
      <w:color w:val="000000"/>
      <w:szCs w:val="18"/>
    </w:rPr>
  </w:style>
  <w:style w:type="character" w:styleId="Sorszma">
    <w:name w:val="line number"/>
    <w:uiPriority w:val="99"/>
    <w:rsid w:val="00C05608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Normltblzat"/>
    <w:uiPriority w:val="99"/>
    <w:rsid w:val="00021E12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iperhivatkozs">
    <w:name w:val="Hyperlink"/>
    <w:uiPriority w:val="99"/>
    <w:rsid w:val="00021E12"/>
    <w:rPr>
      <w:color w:val="0000FF"/>
      <w:u w:val="single"/>
    </w:rPr>
  </w:style>
  <w:style w:type="character" w:styleId="Feloldatlanmegemlts">
    <w:name w:val="Unresolved Mention"/>
    <w:uiPriority w:val="99"/>
    <w:semiHidden/>
    <w:unhideWhenUsed/>
    <w:rsid w:val="00971E70"/>
    <w:rPr>
      <w:color w:val="605E5C"/>
      <w:shd w:val="clear" w:color="auto" w:fill="E1DFDD"/>
    </w:rPr>
  </w:style>
  <w:style w:type="table" w:styleId="Tblzategyszer4">
    <w:name w:val="Plain Table 4"/>
    <w:basedOn w:val="Normltblzat"/>
    <w:uiPriority w:val="44"/>
    <w:rsid w:val="00D6108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021E12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021E1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021E12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021E12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021E12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021E12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EC315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021E12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021E1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021E12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244AD5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021E12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021E12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021E12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021E12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021E1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021E12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021E12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Normltblzat"/>
    <w:uiPriority w:val="99"/>
    <w:rsid w:val="00021E12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021E12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021E12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021E12"/>
  </w:style>
  <w:style w:type="paragraph" w:styleId="Irodalomjegyzk">
    <w:name w:val="Bibliography"/>
    <w:basedOn w:val="Norml"/>
    <w:next w:val="Norml"/>
    <w:uiPriority w:val="37"/>
    <w:semiHidden/>
    <w:unhideWhenUsed/>
    <w:rsid w:val="00021E12"/>
  </w:style>
  <w:style w:type="paragraph" w:styleId="Szvegtrzs">
    <w:name w:val="Body Text"/>
    <w:link w:val="SzvegtrzsChar"/>
    <w:rsid w:val="00021E12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SzvegtrzsChar">
    <w:name w:val="Szövegtörzs Char"/>
    <w:link w:val="Szvegtrzs"/>
    <w:rsid w:val="00021E12"/>
    <w:rPr>
      <w:rFonts w:ascii="Palatino Linotype" w:hAnsi="Palatino Linotype"/>
      <w:color w:val="000000"/>
      <w:sz w:val="24"/>
      <w:lang w:eastAsia="de-DE"/>
    </w:rPr>
  </w:style>
  <w:style w:type="character" w:styleId="Jegyzethivatkozs">
    <w:name w:val="annotation reference"/>
    <w:rsid w:val="00021E12"/>
    <w:rPr>
      <w:sz w:val="21"/>
      <w:szCs w:val="21"/>
    </w:rPr>
  </w:style>
  <w:style w:type="paragraph" w:styleId="Jegyzetszveg">
    <w:name w:val="annotation text"/>
    <w:basedOn w:val="Norml"/>
    <w:link w:val="JegyzetszvegChar"/>
    <w:rsid w:val="00021E12"/>
  </w:style>
  <w:style w:type="character" w:customStyle="1" w:styleId="JegyzetszvegChar">
    <w:name w:val="Jegyzetszöveg Char"/>
    <w:link w:val="Jegyzetszveg"/>
    <w:rsid w:val="00021E12"/>
    <w:rPr>
      <w:rFonts w:ascii="Palatino Linotype" w:hAnsi="Palatino Linotype"/>
      <w:noProof/>
      <w:color w:val="000000"/>
    </w:rPr>
  </w:style>
  <w:style w:type="paragraph" w:styleId="Megjegyzstrgya">
    <w:name w:val="annotation subject"/>
    <w:basedOn w:val="Jegyzetszveg"/>
    <w:next w:val="Jegyzetszveg"/>
    <w:link w:val="MegjegyzstrgyaChar"/>
    <w:rsid w:val="00021E12"/>
    <w:rPr>
      <w:b/>
      <w:bCs/>
    </w:rPr>
  </w:style>
  <w:style w:type="character" w:customStyle="1" w:styleId="MegjegyzstrgyaChar">
    <w:name w:val="Megjegyzés tárgya Char"/>
    <w:link w:val="Megjegyzstrgya"/>
    <w:rsid w:val="00021E12"/>
    <w:rPr>
      <w:rFonts w:ascii="Palatino Linotype" w:hAnsi="Palatino Linotype"/>
      <w:b/>
      <w:bCs/>
      <w:noProof/>
      <w:color w:val="000000"/>
    </w:rPr>
  </w:style>
  <w:style w:type="character" w:styleId="Vgjegyzet-hivatkozs">
    <w:name w:val="endnote reference"/>
    <w:rsid w:val="00021E12"/>
    <w:rPr>
      <w:vertAlign w:val="superscript"/>
    </w:rPr>
  </w:style>
  <w:style w:type="paragraph" w:styleId="Vgjegyzetszvege">
    <w:name w:val="endnote text"/>
    <w:basedOn w:val="Norml"/>
    <w:link w:val="VgjegyzetszvegeChar"/>
    <w:semiHidden/>
    <w:unhideWhenUsed/>
    <w:rsid w:val="00021E12"/>
    <w:pPr>
      <w:spacing w:line="240" w:lineRule="auto"/>
    </w:pPr>
  </w:style>
  <w:style w:type="character" w:customStyle="1" w:styleId="VgjegyzetszvegeChar">
    <w:name w:val="Végjegyzet szövege Char"/>
    <w:link w:val="Vgjegyzetszvege"/>
    <w:semiHidden/>
    <w:rsid w:val="00021E12"/>
    <w:rPr>
      <w:rFonts w:ascii="Palatino Linotype" w:hAnsi="Palatino Linotype"/>
      <w:noProof/>
      <w:color w:val="000000"/>
    </w:rPr>
  </w:style>
  <w:style w:type="character" w:styleId="Mrltotthiperhivatkozs">
    <w:name w:val="FollowedHyperlink"/>
    <w:uiPriority w:val="99"/>
    <w:rsid w:val="00021E12"/>
    <w:rPr>
      <w:color w:val="954F72"/>
      <w:u w:val="single"/>
    </w:rPr>
  </w:style>
  <w:style w:type="paragraph" w:styleId="Lbjegyzetszveg">
    <w:name w:val="footnote text"/>
    <w:basedOn w:val="Norml"/>
    <w:link w:val="LbjegyzetszvegChar"/>
    <w:semiHidden/>
    <w:unhideWhenUsed/>
    <w:rsid w:val="00021E12"/>
    <w:pPr>
      <w:spacing w:line="240" w:lineRule="auto"/>
    </w:pPr>
  </w:style>
  <w:style w:type="character" w:customStyle="1" w:styleId="LbjegyzetszvegChar">
    <w:name w:val="Lábjegyzetszöveg Char"/>
    <w:link w:val="Lbjegyzetszveg"/>
    <w:semiHidden/>
    <w:rsid w:val="00021E12"/>
    <w:rPr>
      <w:rFonts w:ascii="Palatino Linotype" w:hAnsi="Palatino Linotype"/>
      <w:noProof/>
      <w:color w:val="000000"/>
    </w:rPr>
  </w:style>
  <w:style w:type="paragraph" w:styleId="NormlWeb">
    <w:name w:val="Normal (Web)"/>
    <w:basedOn w:val="Norml"/>
    <w:uiPriority w:val="99"/>
    <w:rsid w:val="00021E12"/>
    <w:rPr>
      <w:szCs w:val="24"/>
    </w:rPr>
  </w:style>
  <w:style w:type="paragraph" w:customStyle="1" w:styleId="MsoFootnoteText0">
    <w:name w:val="MsoFootnoteText"/>
    <w:basedOn w:val="NormlWeb"/>
    <w:qFormat/>
    <w:rsid w:val="00021E12"/>
    <w:rPr>
      <w:rFonts w:ascii="Times New Roman" w:hAnsi="Times New Roman"/>
    </w:rPr>
  </w:style>
  <w:style w:type="character" w:styleId="Oldalszm">
    <w:name w:val="page number"/>
    <w:rsid w:val="00021E12"/>
  </w:style>
  <w:style w:type="character" w:styleId="Helyrzszveg">
    <w:name w:val="Placeholder Text"/>
    <w:uiPriority w:val="99"/>
    <w:semiHidden/>
    <w:rsid w:val="00021E12"/>
    <w:rPr>
      <w:color w:val="808080"/>
    </w:rPr>
  </w:style>
  <w:style w:type="paragraph" w:customStyle="1" w:styleId="MDPI71FootNotes">
    <w:name w:val="MDPI_7.1_FootNotes"/>
    <w:qFormat/>
    <w:rsid w:val="00AC7533"/>
    <w:pPr>
      <w:numPr>
        <w:numId w:val="20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  <w:style w:type="paragraph" w:customStyle="1" w:styleId="msonormal0">
    <w:name w:val="msonormal"/>
    <w:basedOn w:val="Norml"/>
    <w:rsid w:val="00FB65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noProof w:val="0"/>
      <w:color w:val="auto"/>
      <w:sz w:val="24"/>
      <w:szCs w:val="24"/>
      <w:lang w:val="hu-HU" w:eastAsia="ja-JP"/>
    </w:rPr>
  </w:style>
  <w:style w:type="paragraph" w:customStyle="1" w:styleId="xl65">
    <w:name w:val="xl65"/>
    <w:basedOn w:val="Norml"/>
    <w:rsid w:val="00FB65E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24"/>
      <w:szCs w:val="24"/>
      <w:lang w:val="hu-HU" w:eastAsia="ja-JP"/>
    </w:rPr>
  </w:style>
  <w:style w:type="paragraph" w:customStyle="1" w:styleId="xl66">
    <w:name w:val="xl66"/>
    <w:basedOn w:val="Norml"/>
    <w:rsid w:val="00FE2F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24"/>
      <w:szCs w:val="24"/>
      <w:lang w:val="hu-HU" w:eastAsia="ja-JP"/>
    </w:rPr>
  </w:style>
  <w:style w:type="paragraph" w:customStyle="1" w:styleId="xl67">
    <w:name w:val="xl67"/>
    <w:basedOn w:val="Norml"/>
    <w:rsid w:val="00FE2F6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noProof w:val="0"/>
      <w:color w:val="auto"/>
      <w:sz w:val="24"/>
      <w:szCs w:val="24"/>
      <w:lang w:val="hu-H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kris\Dropbox\Humanmet_stat\CIKKEK\Climate-2024\climate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FCADE-4273-402B-B603-0EF483908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climate-template</Template>
  <TotalTime>1104</TotalTime>
  <Pages>13</Pages>
  <Words>3206</Words>
  <Characters>22123</Characters>
  <Application>Microsoft Office Word</Application>
  <DocSecurity>0</DocSecurity>
  <Lines>184</Lines>
  <Paragraphs>50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25279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Kristóf Erzsébet</dc:creator>
  <cp:keywords/>
  <dc:description/>
  <cp:lastModifiedBy>Ferenc Ács</cp:lastModifiedBy>
  <cp:revision>43</cp:revision>
  <dcterms:created xsi:type="dcterms:W3CDTF">2024-05-22T13:22:00Z</dcterms:created>
  <dcterms:modified xsi:type="dcterms:W3CDTF">2024-06-03T14:36:00Z</dcterms:modified>
</cp:coreProperties>
</file>