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C8DA1" w14:textId="214C6579" w:rsidR="00994A3D" w:rsidRPr="00513DCB" w:rsidRDefault="00513DCB" w:rsidP="00513DCB">
      <w:r w:rsidRPr="005E52B8">
        <w:rPr>
          <w:highlight w:val="yellow"/>
        </w:rPr>
        <w:t>GGTCTATGCTGTATCCAAA</w:t>
      </w:r>
      <w:r w:rsidRPr="001B5C5F">
        <w:t>TTAAAGTATTTTTGCATGCAGGAAAAACTAATCTAAAGCGTAAGCCACCGCGAAAATAACGAAAGCCAGAAAGAAGCAATGGGATAACACCGTCTCTACATCTATTAGCAGTATAATTTATAACGCCATTATTTTCATACGCATCATGACCAATACCTTGTGGATTACAAGTAAACATAAAAGCACACTTATCATAATTAGAAAGCAAAGCAGGATTAATAGTAACTCTACAATATAATTGATATCGTCTACATAAAGTCAATAAATCATTAAAATTTTCACCAAAATCTATATGTCCATATTGAGTTGTCTTTAACGATCTTCCCATAGGCAATACCTCAACATCCGTACCACCAGGTTCTTCTCG</w:t>
      </w:r>
      <w:r w:rsidRPr="005E52B8">
        <w:rPr>
          <w:highlight w:val="yellow"/>
        </w:rPr>
        <w:t>CTCACCAGCTTGACAATAT</w:t>
      </w:r>
    </w:p>
    <w:p w14:paraId="2620323F" w14:textId="77777777" w:rsidR="002F03B7" w:rsidRPr="00531DA5" w:rsidRDefault="002F03B7" w:rsidP="002F03B7">
      <w:pPr>
        <w:rPr>
          <w:rFonts w:cs="Times New Roman"/>
          <w:szCs w:val="24"/>
        </w:rPr>
      </w:pPr>
      <w:r w:rsidRPr="00791A59">
        <w:rPr>
          <w:rFonts w:cs="Times New Roman"/>
          <w:b/>
          <w:bCs/>
          <w:szCs w:val="24"/>
        </w:rPr>
        <w:t xml:space="preserve">Supplementary Figure </w:t>
      </w:r>
      <w:r>
        <w:rPr>
          <w:rFonts w:cs="Times New Roman"/>
          <w:b/>
          <w:bCs/>
          <w:szCs w:val="24"/>
        </w:rPr>
        <w:t>1.</w:t>
      </w:r>
      <w:r w:rsidRPr="00531DA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T</w:t>
      </w:r>
      <w:r w:rsidRPr="00FB3CA5">
        <w:rPr>
          <w:rFonts w:cs="Times New Roman"/>
          <w:szCs w:val="24"/>
        </w:rPr>
        <w:t>he length of the amplified DNA fragment by the diagnostic PCR is 405 bp.</w:t>
      </w:r>
    </w:p>
    <w:p w14:paraId="5B167135" w14:textId="366361B3" w:rsidR="00513DCB" w:rsidRPr="001549D3" w:rsidRDefault="00513DCB" w:rsidP="00654E8F">
      <w:pPr>
        <w:spacing w:before="240"/>
      </w:pPr>
    </w:p>
    <w:sectPr w:rsidR="00513DCB" w:rsidRPr="001549D3" w:rsidSect="0093429D">
      <w:headerReference w:type="even" r:id="rId12"/>
      <w:footerReference w:type="even" r:id="rId13"/>
      <w:footerReference w:type="default" r:id="rId14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CFA9F" w14:textId="77777777" w:rsidR="0002005D" w:rsidRDefault="0002005D" w:rsidP="00117666">
      <w:pPr>
        <w:spacing w:after="0"/>
      </w:pPr>
      <w:r>
        <w:separator/>
      </w:r>
    </w:p>
  </w:endnote>
  <w:endnote w:type="continuationSeparator" w:id="0">
    <w:p w14:paraId="65D6BDE6" w14:textId="77777777" w:rsidR="0002005D" w:rsidRDefault="0002005D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4AB28" w14:textId="77777777" w:rsidR="00602787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602787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000000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2FF27" w14:textId="77777777" w:rsidR="00602787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602787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000000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AE871" w14:textId="77777777" w:rsidR="0002005D" w:rsidRDefault="0002005D" w:rsidP="00117666">
      <w:pPr>
        <w:spacing w:after="0"/>
      </w:pPr>
      <w:r>
        <w:separator/>
      </w:r>
    </w:p>
  </w:footnote>
  <w:footnote w:type="continuationSeparator" w:id="0">
    <w:p w14:paraId="63DCEF94" w14:textId="77777777" w:rsidR="0002005D" w:rsidRDefault="0002005D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1EDBA" w14:textId="77777777" w:rsidR="00602787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2005D"/>
    <w:rsid w:val="00034304"/>
    <w:rsid w:val="00035434"/>
    <w:rsid w:val="00052A14"/>
    <w:rsid w:val="00077D53"/>
    <w:rsid w:val="00102E52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95C3E"/>
    <w:rsid w:val="002B4A57"/>
    <w:rsid w:val="002C74CA"/>
    <w:rsid w:val="002F03B7"/>
    <w:rsid w:val="003544FB"/>
    <w:rsid w:val="003D2D47"/>
    <w:rsid w:val="003D2F2D"/>
    <w:rsid w:val="00401590"/>
    <w:rsid w:val="00447801"/>
    <w:rsid w:val="00452E9C"/>
    <w:rsid w:val="004735C8"/>
    <w:rsid w:val="004961FF"/>
    <w:rsid w:val="004D73A4"/>
    <w:rsid w:val="00513DCB"/>
    <w:rsid w:val="00517A89"/>
    <w:rsid w:val="005250F2"/>
    <w:rsid w:val="00593EEA"/>
    <w:rsid w:val="005A5EEE"/>
    <w:rsid w:val="00602787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9151AA"/>
    <w:rsid w:val="0093429D"/>
    <w:rsid w:val="00943573"/>
    <w:rsid w:val="00970F7D"/>
    <w:rsid w:val="00994A3D"/>
    <w:rsid w:val="009C2B12"/>
    <w:rsid w:val="009C70F3"/>
    <w:rsid w:val="00A174D9"/>
    <w:rsid w:val="00A51AB4"/>
    <w:rsid w:val="00A569CD"/>
    <w:rsid w:val="00AB5EE2"/>
    <w:rsid w:val="00AB6715"/>
    <w:rsid w:val="00B1671E"/>
    <w:rsid w:val="00B25EB8"/>
    <w:rsid w:val="00B354E1"/>
    <w:rsid w:val="00B37F4D"/>
    <w:rsid w:val="00BD19E6"/>
    <w:rsid w:val="00C52A7B"/>
    <w:rsid w:val="00C56BAF"/>
    <w:rsid w:val="00C679AA"/>
    <w:rsid w:val="00C75972"/>
    <w:rsid w:val="00CC0A3A"/>
    <w:rsid w:val="00CD066B"/>
    <w:rsid w:val="00CE4FEE"/>
    <w:rsid w:val="00DB59C3"/>
    <w:rsid w:val="00DC259A"/>
    <w:rsid w:val="00DE23E8"/>
    <w:rsid w:val="00E52377"/>
    <w:rsid w:val="00E64E17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2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</TotalTime>
  <Pages>1</Pages>
  <Words>18</Words>
  <Characters>486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linhong linhong</cp:lastModifiedBy>
  <cp:revision>3</cp:revision>
  <cp:lastPrinted>2013-10-03T12:51:00Z</cp:lastPrinted>
  <dcterms:created xsi:type="dcterms:W3CDTF">2023-12-27T15:08:00Z</dcterms:created>
  <dcterms:modified xsi:type="dcterms:W3CDTF">2024-06-07T10:26:00Z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  <property fmtid="{D5CDD505-2E9C-101B-9397-08002B2CF9AE}" pid="10" name="GrammarlyDocumentId">
    <vt:lpwstr>6520b7b8128d095ad6bc646f94a02e26168882e25030a806da9efb18dd5bd7a4</vt:lpwstr>
  </property>
</Properties>
</file>