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1641A2" w14:textId="77777777" w:rsidR="00526B77" w:rsidRPr="00BB60B1" w:rsidRDefault="00526B77" w:rsidP="00526B77">
      <w:pPr>
        <w:spacing w:after="200"/>
        <w:jc w:val="center"/>
        <w:rPr>
          <w:b/>
        </w:rPr>
      </w:pPr>
      <w:r>
        <w:rPr>
          <w:b/>
        </w:rPr>
        <w:t>Intrinsic Motivation Inventory (IMI)</w:t>
      </w:r>
    </w:p>
    <w:p w14:paraId="0DE0AC89" w14:textId="77777777" w:rsidR="00526B77" w:rsidRDefault="00526B77" w:rsidP="00526B77">
      <w:pPr>
        <w:widowControl w:val="0"/>
        <w:tabs>
          <w:tab w:val="right" w:pos="12960"/>
        </w:tabs>
        <w:autoSpaceDE w:val="0"/>
        <w:autoSpaceDN w:val="0"/>
        <w:adjustRightInd w:val="0"/>
        <w:rPr>
          <w:rFonts w:eastAsiaTheme="minorHAnsi"/>
        </w:rPr>
      </w:pPr>
      <w:r>
        <w:rPr>
          <w:rFonts w:eastAsiaTheme="minorHAnsi"/>
        </w:rPr>
        <w:t>For each of the following statements, please indicate how true it is for you, using the scale:</w:t>
      </w:r>
    </w:p>
    <w:p w14:paraId="7F47BE96" w14:textId="77777777" w:rsidR="00526B77" w:rsidRDefault="00526B77" w:rsidP="00526B77">
      <w:pPr>
        <w:widowControl w:val="0"/>
        <w:tabs>
          <w:tab w:val="right" w:pos="12960"/>
        </w:tabs>
        <w:autoSpaceDE w:val="0"/>
        <w:autoSpaceDN w:val="0"/>
        <w:adjustRightInd w:val="0"/>
        <w:rPr>
          <w:color w:val="000000"/>
        </w:rPr>
      </w:pPr>
    </w:p>
    <w:p w14:paraId="7E6770E2" w14:textId="77777777" w:rsidR="00526B77" w:rsidRDefault="00526B77" w:rsidP="00526B77">
      <w:pPr>
        <w:widowControl w:val="0"/>
        <w:tabs>
          <w:tab w:val="right" w:pos="12960"/>
        </w:tabs>
        <w:autoSpaceDE w:val="0"/>
        <w:autoSpaceDN w:val="0"/>
        <w:adjustRightInd w:val="0"/>
        <w:rPr>
          <w:color w:val="000000"/>
        </w:rPr>
      </w:pPr>
    </w:p>
    <w:p w14:paraId="6162799F" w14:textId="77777777" w:rsidR="00526B77" w:rsidRPr="00C05912" w:rsidRDefault="00526B77" w:rsidP="00526B77">
      <w:pPr>
        <w:widowControl w:val="0"/>
        <w:tabs>
          <w:tab w:val="right" w:pos="12960"/>
        </w:tabs>
        <w:autoSpaceDE w:val="0"/>
        <w:autoSpaceDN w:val="0"/>
        <w:adjustRightInd w:val="0"/>
        <w:rPr>
          <w:b/>
          <w:bCs/>
          <w:color w:val="000000"/>
        </w:rPr>
      </w:pPr>
      <w:r w:rsidRPr="00C05912">
        <w:rPr>
          <w:b/>
          <w:bCs/>
          <w:color w:val="000000"/>
        </w:rPr>
        <w:t>I enjoyed doing this activity very much.</w:t>
      </w:r>
    </w:p>
    <w:p w14:paraId="19E0BBC7" w14:textId="77777777" w:rsidR="00526B77" w:rsidRDefault="00526B77" w:rsidP="00526B77">
      <w:pPr>
        <w:widowControl w:val="0"/>
        <w:tabs>
          <w:tab w:val="right" w:pos="12960"/>
        </w:tabs>
        <w:autoSpaceDE w:val="0"/>
        <w:autoSpaceDN w:val="0"/>
        <w:adjustRightInd w:val="0"/>
        <w:rPr>
          <w:color w:val="000000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38"/>
        <w:gridCol w:w="1338"/>
        <w:gridCol w:w="1338"/>
        <w:gridCol w:w="1338"/>
        <w:gridCol w:w="1339"/>
        <w:gridCol w:w="1339"/>
        <w:gridCol w:w="1330"/>
      </w:tblGrid>
      <w:tr w:rsidR="00526B77" w:rsidRPr="00216D06" w14:paraId="64FD734A" w14:textId="77777777" w:rsidTr="00D314FB">
        <w:trPr>
          <w:trHeight w:val="358"/>
          <w:jc w:val="center"/>
        </w:trPr>
        <w:tc>
          <w:tcPr>
            <w:tcW w:w="1419" w:type="dxa"/>
          </w:tcPr>
          <w:p w14:paraId="5D90942A" w14:textId="77777777" w:rsidR="00526B77" w:rsidRPr="00216D06" w:rsidRDefault="00526B77" w:rsidP="00D314FB">
            <w:pPr>
              <w:pStyle w:val="NoSpacing"/>
              <w:jc w:val="center"/>
            </w:pPr>
            <w:r>
              <w:t>1</w:t>
            </w:r>
          </w:p>
        </w:tc>
        <w:tc>
          <w:tcPr>
            <w:tcW w:w="1419" w:type="dxa"/>
          </w:tcPr>
          <w:p w14:paraId="0E90E50E" w14:textId="77777777" w:rsidR="00526B77" w:rsidRPr="00216D06" w:rsidRDefault="00526B77" w:rsidP="00D314FB">
            <w:pPr>
              <w:pStyle w:val="NoSpacing"/>
              <w:jc w:val="center"/>
            </w:pPr>
            <w:r>
              <w:t>2</w:t>
            </w:r>
          </w:p>
        </w:tc>
        <w:tc>
          <w:tcPr>
            <w:tcW w:w="1419" w:type="dxa"/>
          </w:tcPr>
          <w:p w14:paraId="67AFFCBC" w14:textId="77777777" w:rsidR="00526B77" w:rsidRPr="00216D06" w:rsidRDefault="00526B77" w:rsidP="00D314FB">
            <w:pPr>
              <w:pStyle w:val="NoSpacing"/>
              <w:jc w:val="center"/>
            </w:pPr>
            <w:r>
              <w:t>3</w:t>
            </w:r>
          </w:p>
        </w:tc>
        <w:tc>
          <w:tcPr>
            <w:tcW w:w="1419" w:type="dxa"/>
          </w:tcPr>
          <w:p w14:paraId="657FB068" w14:textId="77777777" w:rsidR="00526B77" w:rsidRPr="00216D06" w:rsidRDefault="00526B77" w:rsidP="00D314FB">
            <w:pPr>
              <w:pStyle w:val="NoSpacing"/>
              <w:jc w:val="center"/>
            </w:pPr>
            <w:r>
              <w:t>4</w:t>
            </w:r>
          </w:p>
        </w:tc>
        <w:tc>
          <w:tcPr>
            <w:tcW w:w="1420" w:type="dxa"/>
          </w:tcPr>
          <w:p w14:paraId="6E9F6623" w14:textId="77777777" w:rsidR="00526B77" w:rsidRPr="00216D06" w:rsidRDefault="00526B77" w:rsidP="00D314FB">
            <w:pPr>
              <w:pStyle w:val="NoSpacing"/>
              <w:jc w:val="center"/>
            </w:pPr>
            <w:r>
              <w:t>5</w:t>
            </w:r>
          </w:p>
        </w:tc>
        <w:tc>
          <w:tcPr>
            <w:tcW w:w="1420" w:type="dxa"/>
          </w:tcPr>
          <w:p w14:paraId="741E3D2E" w14:textId="77777777" w:rsidR="00526B77" w:rsidRPr="00216D06" w:rsidRDefault="00526B77" w:rsidP="00D314FB">
            <w:pPr>
              <w:pStyle w:val="NoSpacing"/>
              <w:jc w:val="center"/>
            </w:pPr>
            <w:r>
              <w:t>6</w:t>
            </w:r>
          </w:p>
        </w:tc>
        <w:tc>
          <w:tcPr>
            <w:tcW w:w="1410" w:type="dxa"/>
          </w:tcPr>
          <w:p w14:paraId="471E0047" w14:textId="77777777" w:rsidR="00526B77" w:rsidRDefault="00526B77" w:rsidP="00D314FB">
            <w:pPr>
              <w:pStyle w:val="NoSpacing"/>
              <w:jc w:val="center"/>
            </w:pPr>
            <w:r>
              <w:t>7</w:t>
            </w:r>
          </w:p>
        </w:tc>
      </w:tr>
    </w:tbl>
    <w:p w14:paraId="6A3CD35E" w14:textId="77777777" w:rsidR="00526B77" w:rsidRPr="00BB60B1" w:rsidRDefault="00526B77" w:rsidP="00526B77">
      <w:pPr>
        <w:widowControl w:val="0"/>
        <w:tabs>
          <w:tab w:val="left" w:pos="4133"/>
          <w:tab w:val="right" w:pos="12960"/>
        </w:tabs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Not at all true</w:t>
      </w:r>
      <w:r w:rsidRPr="00BB60B1">
        <w:rPr>
          <w:color w:val="000000"/>
        </w:rPr>
        <w:tab/>
      </w:r>
      <w:r>
        <w:rPr>
          <w:color w:val="000000"/>
        </w:rPr>
        <w:t xml:space="preserve">   Somewhat true                                           Very true</w:t>
      </w:r>
      <w:r w:rsidRPr="00BB60B1">
        <w:rPr>
          <w:color w:val="000000"/>
        </w:rPr>
        <w:t xml:space="preserve">          </w:t>
      </w:r>
    </w:p>
    <w:p w14:paraId="3A85B629" w14:textId="77777777" w:rsidR="00526B77" w:rsidRDefault="00526B77" w:rsidP="00526B77">
      <w:pPr>
        <w:widowControl w:val="0"/>
        <w:tabs>
          <w:tab w:val="right" w:pos="12960"/>
        </w:tabs>
        <w:autoSpaceDE w:val="0"/>
        <w:autoSpaceDN w:val="0"/>
        <w:adjustRightInd w:val="0"/>
        <w:rPr>
          <w:color w:val="000000"/>
        </w:rPr>
      </w:pPr>
    </w:p>
    <w:p w14:paraId="36AA03C9" w14:textId="77777777" w:rsidR="00526B77" w:rsidRPr="00C05912" w:rsidRDefault="00526B77" w:rsidP="00526B77">
      <w:pPr>
        <w:autoSpaceDE w:val="0"/>
        <w:autoSpaceDN w:val="0"/>
        <w:adjustRightInd w:val="0"/>
        <w:rPr>
          <w:rFonts w:eastAsiaTheme="minorHAnsi"/>
          <w:b/>
          <w:bCs/>
        </w:rPr>
      </w:pPr>
      <w:r w:rsidRPr="00C05912">
        <w:rPr>
          <w:rFonts w:eastAsiaTheme="minorHAnsi"/>
          <w:b/>
          <w:bCs/>
        </w:rPr>
        <w:t>I think I am pretty good at this activity.</w:t>
      </w:r>
    </w:p>
    <w:p w14:paraId="335FF509" w14:textId="77777777" w:rsidR="00526B77" w:rsidRDefault="00526B77" w:rsidP="00526B77">
      <w:pPr>
        <w:widowControl w:val="0"/>
        <w:tabs>
          <w:tab w:val="right" w:pos="12960"/>
        </w:tabs>
        <w:autoSpaceDE w:val="0"/>
        <w:autoSpaceDN w:val="0"/>
        <w:adjustRightInd w:val="0"/>
        <w:rPr>
          <w:rFonts w:eastAsiaTheme="minorHAnsi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38"/>
        <w:gridCol w:w="1338"/>
        <w:gridCol w:w="1338"/>
        <w:gridCol w:w="1338"/>
        <w:gridCol w:w="1339"/>
        <w:gridCol w:w="1339"/>
        <w:gridCol w:w="1330"/>
      </w:tblGrid>
      <w:tr w:rsidR="00526B77" w:rsidRPr="00216D06" w14:paraId="588955D5" w14:textId="77777777" w:rsidTr="00D314FB">
        <w:trPr>
          <w:trHeight w:val="358"/>
          <w:jc w:val="center"/>
        </w:trPr>
        <w:tc>
          <w:tcPr>
            <w:tcW w:w="1419" w:type="dxa"/>
          </w:tcPr>
          <w:p w14:paraId="03482AE5" w14:textId="77777777" w:rsidR="00526B77" w:rsidRPr="00216D06" w:rsidRDefault="00526B77" w:rsidP="00D314FB">
            <w:pPr>
              <w:pStyle w:val="NoSpacing"/>
              <w:jc w:val="center"/>
            </w:pPr>
            <w:r>
              <w:t>1</w:t>
            </w:r>
          </w:p>
        </w:tc>
        <w:tc>
          <w:tcPr>
            <w:tcW w:w="1419" w:type="dxa"/>
          </w:tcPr>
          <w:p w14:paraId="02A257C1" w14:textId="77777777" w:rsidR="00526B77" w:rsidRPr="00216D06" w:rsidRDefault="00526B77" w:rsidP="00D314FB">
            <w:pPr>
              <w:pStyle w:val="NoSpacing"/>
              <w:jc w:val="center"/>
            </w:pPr>
            <w:r>
              <w:t>2</w:t>
            </w:r>
          </w:p>
        </w:tc>
        <w:tc>
          <w:tcPr>
            <w:tcW w:w="1419" w:type="dxa"/>
          </w:tcPr>
          <w:p w14:paraId="290D4250" w14:textId="77777777" w:rsidR="00526B77" w:rsidRPr="00216D06" w:rsidRDefault="00526B77" w:rsidP="00D314FB">
            <w:pPr>
              <w:pStyle w:val="NoSpacing"/>
              <w:jc w:val="center"/>
            </w:pPr>
            <w:r>
              <w:t>3</w:t>
            </w:r>
          </w:p>
        </w:tc>
        <w:tc>
          <w:tcPr>
            <w:tcW w:w="1419" w:type="dxa"/>
          </w:tcPr>
          <w:p w14:paraId="7CB5AE34" w14:textId="77777777" w:rsidR="00526B77" w:rsidRPr="00216D06" w:rsidRDefault="00526B77" w:rsidP="00D314FB">
            <w:pPr>
              <w:pStyle w:val="NoSpacing"/>
              <w:jc w:val="center"/>
            </w:pPr>
            <w:r>
              <w:t>4</w:t>
            </w:r>
          </w:p>
        </w:tc>
        <w:tc>
          <w:tcPr>
            <w:tcW w:w="1420" w:type="dxa"/>
          </w:tcPr>
          <w:p w14:paraId="60E8ED76" w14:textId="77777777" w:rsidR="00526B77" w:rsidRPr="00216D06" w:rsidRDefault="00526B77" w:rsidP="00D314FB">
            <w:pPr>
              <w:pStyle w:val="NoSpacing"/>
              <w:jc w:val="center"/>
            </w:pPr>
            <w:r>
              <w:t>5</w:t>
            </w:r>
          </w:p>
        </w:tc>
        <w:tc>
          <w:tcPr>
            <w:tcW w:w="1420" w:type="dxa"/>
          </w:tcPr>
          <w:p w14:paraId="62EAA959" w14:textId="77777777" w:rsidR="00526B77" w:rsidRPr="00216D06" w:rsidRDefault="00526B77" w:rsidP="00D314FB">
            <w:pPr>
              <w:pStyle w:val="NoSpacing"/>
              <w:jc w:val="center"/>
            </w:pPr>
            <w:r>
              <w:t>6</w:t>
            </w:r>
          </w:p>
        </w:tc>
        <w:tc>
          <w:tcPr>
            <w:tcW w:w="1410" w:type="dxa"/>
          </w:tcPr>
          <w:p w14:paraId="5F6FA13C" w14:textId="77777777" w:rsidR="00526B77" w:rsidRDefault="00526B77" w:rsidP="00D314FB">
            <w:pPr>
              <w:pStyle w:val="NoSpacing"/>
              <w:jc w:val="center"/>
            </w:pPr>
            <w:r>
              <w:t>7</w:t>
            </w:r>
          </w:p>
        </w:tc>
      </w:tr>
    </w:tbl>
    <w:p w14:paraId="27AEC0D2" w14:textId="77777777" w:rsidR="00526B77" w:rsidRPr="00BB60B1" w:rsidRDefault="00526B77" w:rsidP="00526B77">
      <w:pPr>
        <w:widowControl w:val="0"/>
        <w:tabs>
          <w:tab w:val="left" w:pos="4133"/>
          <w:tab w:val="right" w:pos="12960"/>
        </w:tabs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Not at all true</w:t>
      </w:r>
      <w:r w:rsidRPr="00BB60B1">
        <w:rPr>
          <w:color w:val="000000"/>
        </w:rPr>
        <w:tab/>
      </w:r>
      <w:r>
        <w:rPr>
          <w:color w:val="000000"/>
        </w:rPr>
        <w:t xml:space="preserve">   Somewhat true                                           Very true</w:t>
      </w:r>
      <w:r w:rsidRPr="00BB60B1">
        <w:rPr>
          <w:color w:val="000000"/>
        </w:rPr>
        <w:t xml:space="preserve">          </w:t>
      </w:r>
    </w:p>
    <w:p w14:paraId="7627F61A" w14:textId="77777777" w:rsidR="00526B77" w:rsidRDefault="00526B77" w:rsidP="00526B77">
      <w:pPr>
        <w:widowControl w:val="0"/>
        <w:tabs>
          <w:tab w:val="right" w:pos="12960"/>
        </w:tabs>
        <w:autoSpaceDE w:val="0"/>
        <w:autoSpaceDN w:val="0"/>
        <w:adjustRightInd w:val="0"/>
        <w:rPr>
          <w:color w:val="000000"/>
        </w:rPr>
      </w:pPr>
    </w:p>
    <w:p w14:paraId="76193E06" w14:textId="77777777" w:rsidR="00526B77" w:rsidRPr="00C05912" w:rsidRDefault="00526B77" w:rsidP="00526B77">
      <w:pPr>
        <w:widowControl w:val="0"/>
        <w:tabs>
          <w:tab w:val="right" w:pos="12960"/>
        </w:tabs>
        <w:autoSpaceDE w:val="0"/>
        <w:autoSpaceDN w:val="0"/>
        <w:adjustRightInd w:val="0"/>
        <w:rPr>
          <w:b/>
          <w:bCs/>
          <w:color w:val="000000"/>
        </w:rPr>
      </w:pPr>
      <w:r w:rsidRPr="00C05912">
        <w:rPr>
          <w:rFonts w:eastAsiaTheme="minorHAnsi"/>
          <w:b/>
          <w:bCs/>
        </w:rPr>
        <w:t>I didn’t try very hard to do well at this activity.</w:t>
      </w:r>
    </w:p>
    <w:p w14:paraId="416D72AD" w14:textId="77777777" w:rsidR="00526B77" w:rsidRDefault="00526B77" w:rsidP="00526B77">
      <w:pPr>
        <w:autoSpaceDE w:val="0"/>
        <w:autoSpaceDN w:val="0"/>
        <w:adjustRightInd w:val="0"/>
        <w:rPr>
          <w:rFonts w:eastAsiaTheme="minorHAnsi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38"/>
        <w:gridCol w:w="1338"/>
        <w:gridCol w:w="1338"/>
        <w:gridCol w:w="1338"/>
        <w:gridCol w:w="1339"/>
        <w:gridCol w:w="1339"/>
        <w:gridCol w:w="1330"/>
      </w:tblGrid>
      <w:tr w:rsidR="00526B77" w:rsidRPr="00216D06" w14:paraId="438C8984" w14:textId="77777777" w:rsidTr="00D314FB">
        <w:trPr>
          <w:trHeight w:val="358"/>
          <w:jc w:val="center"/>
        </w:trPr>
        <w:tc>
          <w:tcPr>
            <w:tcW w:w="1419" w:type="dxa"/>
          </w:tcPr>
          <w:p w14:paraId="1ED5327D" w14:textId="77777777" w:rsidR="00526B77" w:rsidRPr="00216D06" w:rsidRDefault="00526B77" w:rsidP="00D314FB">
            <w:pPr>
              <w:pStyle w:val="NoSpacing"/>
              <w:jc w:val="center"/>
            </w:pPr>
            <w:r>
              <w:t>1</w:t>
            </w:r>
          </w:p>
        </w:tc>
        <w:tc>
          <w:tcPr>
            <w:tcW w:w="1419" w:type="dxa"/>
          </w:tcPr>
          <w:p w14:paraId="73FE9E81" w14:textId="77777777" w:rsidR="00526B77" w:rsidRPr="00216D06" w:rsidRDefault="00526B77" w:rsidP="00D314FB">
            <w:pPr>
              <w:pStyle w:val="NoSpacing"/>
              <w:jc w:val="center"/>
            </w:pPr>
            <w:r>
              <w:t>2</w:t>
            </w:r>
          </w:p>
        </w:tc>
        <w:tc>
          <w:tcPr>
            <w:tcW w:w="1419" w:type="dxa"/>
          </w:tcPr>
          <w:p w14:paraId="0A13A471" w14:textId="77777777" w:rsidR="00526B77" w:rsidRPr="00216D06" w:rsidRDefault="00526B77" w:rsidP="00D314FB">
            <w:pPr>
              <w:pStyle w:val="NoSpacing"/>
              <w:jc w:val="center"/>
            </w:pPr>
            <w:r>
              <w:t>3</w:t>
            </w:r>
          </w:p>
        </w:tc>
        <w:tc>
          <w:tcPr>
            <w:tcW w:w="1419" w:type="dxa"/>
          </w:tcPr>
          <w:p w14:paraId="2E9833FB" w14:textId="77777777" w:rsidR="00526B77" w:rsidRPr="00216D06" w:rsidRDefault="00526B77" w:rsidP="00D314FB">
            <w:pPr>
              <w:pStyle w:val="NoSpacing"/>
              <w:jc w:val="center"/>
            </w:pPr>
            <w:r>
              <w:t>4</w:t>
            </w:r>
          </w:p>
        </w:tc>
        <w:tc>
          <w:tcPr>
            <w:tcW w:w="1420" w:type="dxa"/>
          </w:tcPr>
          <w:p w14:paraId="200EEF1D" w14:textId="77777777" w:rsidR="00526B77" w:rsidRPr="00216D06" w:rsidRDefault="00526B77" w:rsidP="00D314FB">
            <w:pPr>
              <w:pStyle w:val="NoSpacing"/>
              <w:jc w:val="center"/>
            </w:pPr>
            <w:r>
              <w:t>5</w:t>
            </w:r>
          </w:p>
        </w:tc>
        <w:tc>
          <w:tcPr>
            <w:tcW w:w="1420" w:type="dxa"/>
          </w:tcPr>
          <w:p w14:paraId="77F7F796" w14:textId="77777777" w:rsidR="00526B77" w:rsidRPr="00216D06" w:rsidRDefault="00526B77" w:rsidP="00D314FB">
            <w:pPr>
              <w:pStyle w:val="NoSpacing"/>
              <w:jc w:val="center"/>
            </w:pPr>
            <w:r>
              <w:t>6</w:t>
            </w:r>
          </w:p>
        </w:tc>
        <w:tc>
          <w:tcPr>
            <w:tcW w:w="1410" w:type="dxa"/>
          </w:tcPr>
          <w:p w14:paraId="7EE21D57" w14:textId="77777777" w:rsidR="00526B77" w:rsidRDefault="00526B77" w:rsidP="00D314FB">
            <w:pPr>
              <w:pStyle w:val="NoSpacing"/>
              <w:jc w:val="center"/>
            </w:pPr>
            <w:r>
              <w:t>7</w:t>
            </w:r>
          </w:p>
        </w:tc>
      </w:tr>
    </w:tbl>
    <w:p w14:paraId="018470FD" w14:textId="77777777" w:rsidR="00526B77" w:rsidRPr="00BB60B1" w:rsidRDefault="00526B77" w:rsidP="00526B77">
      <w:pPr>
        <w:widowControl w:val="0"/>
        <w:tabs>
          <w:tab w:val="left" w:pos="4133"/>
          <w:tab w:val="right" w:pos="12960"/>
        </w:tabs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Not at all true</w:t>
      </w:r>
      <w:r w:rsidRPr="00BB60B1">
        <w:rPr>
          <w:color w:val="000000"/>
        </w:rPr>
        <w:tab/>
      </w:r>
      <w:r>
        <w:rPr>
          <w:color w:val="000000"/>
        </w:rPr>
        <w:t xml:space="preserve">   Somewhat true                                            Very true</w:t>
      </w:r>
      <w:r w:rsidRPr="00BB60B1">
        <w:rPr>
          <w:color w:val="000000"/>
        </w:rPr>
        <w:t xml:space="preserve">          </w:t>
      </w:r>
    </w:p>
    <w:p w14:paraId="50EF39D4" w14:textId="77777777" w:rsidR="00526B77" w:rsidRDefault="00526B77" w:rsidP="00526B77">
      <w:pPr>
        <w:widowControl w:val="0"/>
        <w:tabs>
          <w:tab w:val="right" w:pos="12960"/>
        </w:tabs>
        <w:autoSpaceDE w:val="0"/>
        <w:autoSpaceDN w:val="0"/>
        <w:adjustRightInd w:val="0"/>
        <w:rPr>
          <w:color w:val="000000"/>
        </w:rPr>
      </w:pPr>
    </w:p>
    <w:p w14:paraId="048A6265" w14:textId="77777777" w:rsidR="00526B77" w:rsidRPr="00C05912" w:rsidRDefault="00526B77" w:rsidP="00526B77">
      <w:pPr>
        <w:widowControl w:val="0"/>
        <w:tabs>
          <w:tab w:val="right" w:pos="12960"/>
        </w:tabs>
        <w:autoSpaceDE w:val="0"/>
        <w:autoSpaceDN w:val="0"/>
        <w:adjustRightInd w:val="0"/>
        <w:rPr>
          <w:b/>
          <w:bCs/>
          <w:color w:val="000000"/>
        </w:rPr>
      </w:pPr>
      <w:r w:rsidRPr="00C05912">
        <w:rPr>
          <w:b/>
          <w:bCs/>
          <w:color w:val="000000"/>
        </w:rPr>
        <w:t>This activity was fun to do.</w:t>
      </w:r>
    </w:p>
    <w:p w14:paraId="4BED7C9B" w14:textId="77777777" w:rsidR="00526B77" w:rsidRDefault="00526B77" w:rsidP="00526B77">
      <w:pPr>
        <w:widowControl w:val="0"/>
        <w:tabs>
          <w:tab w:val="right" w:pos="12960"/>
        </w:tabs>
        <w:autoSpaceDE w:val="0"/>
        <w:autoSpaceDN w:val="0"/>
        <w:adjustRightInd w:val="0"/>
        <w:rPr>
          <w:color w:val="000000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38"/>
        <w:gridCol w:w="1338"/>
        <w:gridCol w:w="1338"/>
        <w:gridCol w:w="1338"/>
        <w:gridCol w:w="1339"/>
        <w:gridCol w:w="1339"/>
        <w:gridCol w:w="1330"/>
      </w:tblGrid>
      <w:tr w:rsidR="00526B77" w:rsidRPr="00216D06" w14:paraId="54317D38" w14:textId="77777777" w:rsidTr="00D314FB">
        <w:trPr>
          <w:trHeight w:val="358"/>
          <w:jc w:val="center"/>
        </w:trPr>
        <w:tc>
          <w:tcPr>
            <w:tcW w:w="1419" w:type="dxa"/>
          </w:tcPr>
          <w:p w14:paraId="70D21DD2" w14:textId="77777777" w:rsidR="00526B77" w:rsidRPr="00216D06" w:rsidRDefault="00526B77" w:rsidP="00D314FB">
            <w:pPr>
              <w:pStyle w:val="NoSpacing"/>
              <w:jc w:val="center"/>
            </w:pPr>
            <w:r>
              <w:t>1</w:t>
            </w:r>
          </w:p>
        </w:tc>
        <w:tc>
          <w:tcPr>
            <w:tcW w:w="1419" w:type="dxa"/>
          </w:tcPr>
          <w:p w14:paraId="47CF077C" w14:textId="77777777" w:rsidR="00526B77" w:rsidRPr="00216D06" w:rsidRDefault="00526B77" w:rsidP="00D314FB">
            <w:pPr>
              <w:pStyle w:val="NoSpacing"/>
              <w:jc w:val="center"/>
            </w:pPr>
            <w:r>
              <w:t>2</w:t>
            </w:r>
          </w:p>
        </w:tc>
        <w:tc>
          <w:tcPr>
            <w:tcW w:w="1419" w:type="dxa"/>
          </w:tcPr>
          <w:p w14:paraId="6C5F062C" w14:textId="77777777" w:rsidR="00526B77" w:rsidRPr="00216D06" w:rsidRDefault="00526B77" w:rsidP="00D314FB">
            <w:pPr>
              <w:pStyle w:val="NoSpacing"/>
              <w:jc w:val="center"/>
            </w:pPr>
            <w:r>
              <w:t>3</w:t>
            </w:r>
          </w:p>
        </w:tc>
        <w:tc>
          <w:tcPr>
            <w:tcW w:w="1419" w:type="dxa"/>
          </w:tcPr>
          <w:p w14:paraId="147CB5EE" w14:textId="77777777" w:rsidR="00526B77" w:rsidRPr="00216D06" w:rsidRDefault="00526B77" w:rsidP="00D314FB">
            <w:pPr>
              <w:pStyle w:val="NoSpacing"/>
              <w:jc w:val="center"/>
            </w:pPr>
            <w:r>
              <w:t>4</w:t>
            </w:r>
          </w:p>
        </w:tc>
        <w:tc>
          <w:tcPr>
            <w:tcW w:w="1420" w:type="dxa"/>
          </w:tcPr>
          <w:p w14:paraId="0F5C2D54" w14:textId="77777777" w:rsidR="00526B77" w:rsidRPr="00216D06" w:rsidRDefault="00526B77" w:rsidP="00D314FB">
            <w:pPr>
              <w:pStyle w:val="NoSpacing"/>
              <w:jc w:val="center"/>
            </w:pPr>
            <w:r>
              <w:t>5</w:t>
            </w:r>
          </w:p>
        </w:tc>
        <w:tc>
          <w:tcPr>
            <w:tcW w:w="1420" w:type="dxa"/>
          </w:tcPr>
          <w:p w14:paraId="5E439607" w14:textId="77777777" w:rsidR="00526B77" w:rsidRPr="00216D06" w:rsidRDefault="00526B77" w:rsidP="00D314FB">
            <w:pPr>
              <w:pStyle w:val="NoSpacing"/>
              <w:jc w:val="center"/>
            </w:pPr>
            <w:r>
              <w:t>6</w:t>
            </w:r>
          </w:p>
        </w:tc>
        <w:tc>
          <w:tcPr>
            <w:tcW w:w="1410" w:type="dxa"/>
          </w:tcPr>
          <w:p w14:paraId="61DF7251" w14:textId="77777777" w:rsidR="00526B77" w:rsidRDefault="00526B77" w:rsidP="00D314FB">
            <w:pPr>
              <w:pStyle w:val="NoSpacing"/>
              <w:jc w:val="center"/>
            </w:pPr>
            <w:r>
              <w:t>7</w:t>
            </w:r>
          </w:p>
        </w:tc>
      </w:tr>
    </w:tbl>
    <w:p w14:paraId="099DA77C" w14:textId="77777777" w:rsidR="00526B77" w:rsidRPr="00BB60B1" w:rsidRDefault="00526B77" w:rsidP="00526B77">
      <w:pPr>
        <w:widowControl w:val="0"/>
        <w:tabs>
          <w:tab w:val="left" w:pos="4133"/>
          <w:tab w:val="right" w:pos="12960"/>
        </w:tabs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Not at all true</w:t>
      </w:r>
      <w:r w:rsidRPr="00BB60B1">
        <w:rPr>
          <w:color w:val="000000"/>
        </w:rPr>
        <w:tab/>
      </w:r>
      <w:r>
        <w:rPr>
          <w:color w:val="000000"/>
        </w:rPr>
        <w:t xml:space="preserve">   Somewhat true                                            Very true</w:t>
      </w:r>
      <w:r w:rsidRPr="00BB60B1">
        <w:rPr>
          <w:color w:val="000000"/>
        </w:rPr>
        <w:t xml:space="preserve">          </w:t>
      </w:r>
    </w:p>
    <w:p w14:paraId="002F073C" w14:textId="77777777" w:rsidR="00526B77" w:rsidRDefault="00526B77" w:rsidP="00526B77">
      <w:pPr>
        <w:widowControl w:val="0"/>
        <w:tabs>
          <w:tab w:val="right" w:pos="12960"/>
        </w:tabs>
        <w:autoSpaceDE w:val="0"/>
        <w:autoSpaceDN w:val="0"/>
        <w:adjustRightInd w:val="0"/>
        <w:rPr>
          <w:color w:val="000000"/>
        </w:rPr>
      </w:pPr>
    </w:p>
    <w:p w14:paraId="27352B57" w14:textId="77777777" w:rsidR="00526B77" w:rsidRPr="00C05912" w:rsidRDefault="00526B77" w:rsidP="00526B77">
      <w:pPr>
        <w:widowControl w:val="0"/>
        <w:tabs>
          <w:tab w:val="right" w:pos="12960"/>
        </w:tabs>
        <w:autoSpaceDE w:val="0"/>
        <w:autoSpaceDN w:val="0"/>
        <w:adjustRightInd w:val="0"/>
        <w:rPr>
          <w:b/>
          <w:bCs/>
          <w:color w:val="000000"/>
        </w:rPr>
      </w:pPr>
      <w:r w:rsidRPr="00C05912">
        <w:rPr>
          <w:rFonts w:eastAsiaTheme="minorHAnsi"/>
          <w:b/>
          <w:bCs/>
        </w:rPr>
        <w:t>This was an activity that I couldn’t do very well.</w:t>
      </w:r>
    </w:p>
    <w:p w14:paraId="3DCC7855" w14:textId="77777777" w:rsidR="00526B77" w:rsidRDefault="00526B77" w:rsidP="00526B77">
      <w:pPr>
        <w:widowControl w:val="0"/>
        <w:tabs>
          <w:tab w:val="right" w:pos="12960"/>
        </w:tabs>
        <w:autoSpaceDE w:val="0"/>
        <w:autoSpaceDN w:val="0"/>
        <w:adjustRightInd w:val="0"/>
        <w:rPr>
          <w:color w:val="000000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38"/>
        <w:gridCol w:w="1338"/>
        <w:gridCol w:w="1338"/>
        <w:gridCol w:w="1338"/>
        <w:gridCol w:w="1339"/>
        <w:gridCol w:w="1339"/>
        <w:gridCol w:w="1330"/>
      </w:tblGrid>
      <w:tr w:rsidR="00526B77" w:rsidRPr="00216D06" w14:paraId="741F80A5" w14:textId="77777777" w:rsidTr="00D314FB">
        <w:trPr>
          <w:trHeight w:val="358"/>
          <w:jc w:val="center"/>
        </w:trPr>
        <w:tc>
          <w:tcPr>
            <w:tcW w:w="1419" w:type="dxa"/>
          </w:tcPr>
          <w:p w14:paraId="683120EE" w14:textId="77777777" w:rsidR="00526B77" w:rsidRPr="00216D06" w:rsidRDefault="00526B77" w:rsidP="00D314FB">
            <w:pPr>
              <w:pStyle w:val="NoSpacing"/>
              <w:jc w:val="center"/>
            </w:pPr>
            <w:r>
              <w:t>1</w:t>
            </w:r>
          </w:p>
        </w:tc>
        <w:tc>
          <w:tcPr>
            <w:tcW w:w="1419" w:type="dxa"/>
          </w:tcPr>
          <w:p w14:paraId="3FC93250" w14:textId="77777777" w:rsidR="00526B77" w:rsidRPr="00216D06" w:rsidRDefault="00526B77" w:rsidP="00D314FB">
            <w:pPr>
              <w:pStyle w:val="NoSpacing"/>
              <w:jc w:val="center"/>
            </w:pPr>
            <w:r>
              <w:t>2</w:t>
            </w:r>
          </w:p>
        </w:tc>
        <w:tc>
          <w:tcPr>
            <w:tcW w:w="1419" w:type="dxa"/>
          </w:tcPr>
          <w:p w14:paraId="249BF776" w14:textId="77777777" w:rsidR="00526B77" w:rsidRPr="00216D06" w:rsidRDefault="00526B77" w:rsidP="00D314FB">
            <w:pPr>
              <w:pStyle w:val="NoSpacing"/>
              <w:jc w:val="center"/>
            </w:pPr>
            <w:r>
              <w:t>3</w:t>
            </w:r>
          </w:p>
        </w:tc>
        <w:tc>
          <w:tcPr>
            <w:tcW w:w="1419" w:type="dxa"/>
          </w:tcPr>
          <w:p w14:paraId="0E713FE3" w14:textId="77777777" w:rsidR="00526B77" w:rsidRPr="00216D06" w:rsidRDefault="00526B77" w:rsidP="00D314FB">
            <w:pPr>
              <w:pStyle w:val="NoSpacing"/>
              <w:jc w:val="center"/>
            </w:pPr>
            <w:r>
              <w:t>4</w:t>
            </w:r>
          </w:p>
        </w:tc>
        <w:tc>
          <w:tcPr>
            <w:tcW w:w="1420" w:type="dxa"/>
          </w:tcPr>
          <w:p w14:paraId="29ACAF06" w14:textId="77777777" w:rsidR="00526B77" w:rsidRPr="00216D06" w:rsidRDefault="00526B77" w:rsidP="00D314FB">
            <w:pPr>
              <w:pStyle w:val="NoSpacing"/>
              <w:jc w:val="center"/>
            </w:pPr>
            <w:r>
              <w:t>5</w:t>
            </w:r>
          </w:p>
        </w:tc>
        <w:tc>
          <w:tcPr>
            <w:tcW w:w="1420" w:type="dxa"/>
          </w:tcPr>
          <w:p w14:paraId="60C33E90" w14:textId="77777777" w:rsidR="00526B77" w:rsidRPr="00216D06" w:rsidRDefault="00526B77" w:rsidP="00D314FB">
            <w:pPr>
              <w:pStyle w:val="NoSpacing"/>
              <w:jc w:val="center"/>
            </w:pPr>
            <w:r>
              <w:t>6</w:t>
            </w:r>
          </w:p>
        </w:tc>
        <w:tc>
          <w:tcPr>
            <w:tcW w:w="1410" w:type="dxa"/>
          </w:tcPr>
          <w:p w14:paraId="3D43FBCB" w14:textId="77777777" w:rsidR="00526B77" w:rsidRDefault="00526B77" w:rsidP="00D314FB">
            <w:pPr>
              <w:pStyle w:val="NoSpacing"/>
              <w:jc w:val="center"/>
            </w:pPr>
            <w:r>
              <w:t>7</w:t>
            </w:r>
          </w:p>
        </w:tc>
      </w:tr>
    </w:tbl>
    <w:p w14:paraId="77973B57" w14:textId="77777777" w:rsidR="00526B77" w:rsidRPr="00BB60B1" w:rsidRDefault="00526B77" w:rsidP="00526B77">
      <w:pPr>
        <w:widowControl w:val="0"/>
        <w:tabs>
          <w:tab w:val="left" w:pos="4133"/>
          <w:tab w:val="right" w:pos="12960"/>
        </w:tabs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Not at all true</w:t>
      </w:r>
      <w:r w:rsidRPr="00BB60B1">
        <w:rPr>
          <w:color w:val="000000"/>
        </w:rPr>
        <w:tab/>
      </w:r>
      <w:r>
        <w:rPr>
          <w:color w:val="000000"/>
        </w:rPr>
        <w:t xml:space="preserve">   Somewhat true                                           Very true</w:t>
      </w:r>
      <w:r w:rsidRPr="00BB60B1">
        <w:rPr>
          <w:color w:val="000000"/>
        </w:rPr>
        <w:t xml:space="preserve">          </w:t>
      </w:r>
    </w:p>
    <w:p w14:paraId="7FCC6D1E" w14:textId="77777777" w:rsidR="00526B77" w:rsidRPr="00BB60B1" w:rsidRDefault="00526B77" w:rsidP="00526B77">
      <w:pPr>
        <w:widowControl w:val="0"/>
        <w:tabs>
          <w:tab w:val="left" w:pos="4133"/>
          <w:tab w:val="right" w:pos="12960"/>
        </w:tabs>
        <w:autoSpaceDE w:val="0"/>
        <w:autoSpaceDN w:val="0"/>
        <w:adjustRightInd w:val="0"/>
        <w:rPr>
          <w:color w:val="000000"/>
        </w:rPr>
      </w:pPr>
      <w:r w:rsidRPr="00BB60B1">
        <w:rPr>
          <w:color w:val="000000"/>
        </w:rPr>
        <w:t xml:space="preserve">    </w:t>
      </w:r>
    </w:p>
    <w:p w14:paraId="6083031F" w14:textId="77777777" w:rsidR="00526B77" w:rsidRPr="00C05912" w:rsidRDefault="00526B77" w:rsidP="00526B77">
      <w:pPr>
        <w:autoSpaceDE w:val="0"/>
        <w:autoSpaceDN w:val="0"/>
        <w:adjustRightInd w:val="0"/>
        <w:rPr>
          <w:rFonts w:eastAsiaTheme="minorHAnsi"/>
          <w:b/>
          <w:bCs/>
        </w:rPr>
      </w:pPr>
      <w:r w:rsidRPr="00C05912">
        <w:rPr>
          <w:rFonts w:eastAsiaTheme="minorHAnsi"/>
          <w:b/>
          <w:bCs/>
        </w:rPr>
        <w:t>It was important to me to do well at this task.</w:t>
      </w:r>
    </w:p>
    <w:p w14:paraId="1D1B9368" w14:textId="77777777" w:rsidR="00526B77" w:rsidRDefault="00526B77" w:rsidP="00526B77">
      <w:pPr>
        <w:widowControl w:val="0"/>
        <w:tabs>
          <w:tab w:val="right" w:pos="12960"/>
        </w:tabs>
        <w:autoSpaceDE w:val="0"/>
        <w:autoSpaceDN w:val="0"/>
        <w:adjustRightInd w:val="0"/>
        <w:rPr>
          <w:color w:val="000000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38"/>
        <w:gridCol w:w="1338"/>
        <w:gridCol w:w="1338"/>
        <w:gridCol w:w="1338"/>
        <w:gridCol w:w="1339"/>
        <w:gridCol w:w="1339"/>
        <w:gridCol w:w="1330"/>
      </w:tblGrid>
      <w:tr w:rsidR="00526B77" w:rsidRPr="00216D06" w14:paraId="6E501A41" w14:textId="77777777" w:rsidTr="00D314FB">
        <w:trPr>
          <w:trHeight w:val="358"/>
          <w:jc w:val="center"/>
        </w:trPr>
        <w:tc>
          <w:tcPr>
            <w:tcW w:w="1419" w:type="dxa"/>
          </w:tcPr>
          <w:p w14:paraId="45F2B9C6" w14:textId="77777777" w:rsidR="00526B77" w:rsidRPr="00216D06" w:rsidRDefault="00526B77" w:rsidP="00D314FB">
            <w:pPr>
              <w:pStyle w:val="NoSpacing"/>
              <w:jc w:val="center"/>
            </w:pPr>
            <w:r>
              <w:t>1</w:t>
            </w:r>
          </w:p>
        </w:tc>
        <w:tc>
          <w:tcPr>
            <w:tcW w:w="1419" w:type="dxa"/>
          </w:tcPr>
          <w:p w14:paraId="0BCDB53A" w14:textId="77777777" w:rsidR="00526B77" w:rsidRPr="00216D06" w:rsidRDefault="00526B77" w:rsidP="00D314FB">
            <w:pPr>
              <w:pStyle w:val="NoSpacing"/>
              <w:jc w:val="center"/>
            </w:pPr>
            <w:r>
              <w:t>2</w:t>
            </w:r>
          </w:p>
        </w:tc>
        <w:tc>
          <w:tcPr>
            <w:tcW w:w="1419" w:type="dxa"/>
          </w:tcPr>
          <w:p w14:paraId="6DAE32CE" w14:textId="77777777" w:rsidR="00526B77" w:rsidRPr="00216D06" w:rsidRDefault="00526B77" w:rsidP="00D314FB">
            <w:pPr>
              <w:pStyle w:val="NoSpacing"/>
              <w:jc w:val="center"/>
            </w:pPr>
            <w:r>
              <w:t>3</w:t>
            </w:r>
          </w:p>
        </w:tc>
        <w:tc>
          <w:tcPr>
            <w:tcW w:w="1419" w:type="dxa"/>
          </w:tcPr>
          <w:p w14:paraId="4EE006A4" w14:textId="77777777" w:rsidR="00526B77" w:rsidRPr="00216D06" w:rsidRDefault="00526B77" w:rsidP="00D314FB">
            <w:pPr>
              <w:pStyle w:val="NoSpacing"/>
              <w:jc w:val="center"/>
            </w:pPr>
            <w:r>
              <w:t>4</w:t>
            </w:r>
          </w:p>
        </w:tc>
        <w:tc>
          <w:tcPr>
            <w:tcW w:w="1420" w:type="dxa"/>
          </w:tcPr>
          <w:p w14:paraId="036B9A86" w14:textId="77777777" w:rsidR="00526B77" w:rsidRPr="00216D06" w:rsidRDefault="00526B77" w:rsidP="00D314FB">
            <w:pPr>
              <w:pStyle w:val="NoSpacing"/>
              <w:jc w:val="center"/>
            </w:pPr>
            <w:r>
              <w:t>5</w:t>
            </w:r>
          </w:p>
        </w:tc>
        <w:tc>
          <w:tcPr>
            <w:tcW w:w="1420" w:type="dxa"/>
          </w:tcPr>
          <w:p w14:paraId="5213AB18" w14:textId="77777777" w:rsidR="00526B77" w:rsidRPr="00216D06" w:rsidRDefault="00526B77" w:rsidP="00D314FB">
            <w:pPr>
              <w:pStyle w:val="NoSpacing"/>
              <w:jc w:val="center"/>
            </w:pPr>
            <w:r>
              <w:t>6</w:t>
            </w:r>
          </w:p>
        </w:tc>
        <w:tc>
          <w:tcPr>
            <w:tcW w:w="1410" w:type="dxa"/>
          </w:tcPr>
          <w:p w14:paraId="57979C32" w14:textId="77777777" w:rsidR="00526B77" w:rsidRDefault="00526B77" w:rsidP="00D314FB">
            <w:pPr>
              <w:pStyle w:val="NoSpacing"/>
              <w:jc w:val="center"/>
            </w:pPr>
            <w:r>
              <w:t>7</w:t>
            </w:r>
          </w:p>
        </w:tc>
      </w:tr>
    </w:tbl>
    <w:p w14:paraId="120C25A1" w14:textId="77777777" w:rsidR="00526B77" w:rsidRPr="00BB60B1" w:rsidRDefault="00526B77" w:rsidP="00526B77">
      <w:pPr>
        <w:widowControl w:val="0"/>
        <w:tabs>
          <w:tab w:val="left" w:pos="4133"/>
          <w:tab w:val="right" w:pos="12960"/>
        </w:tabs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Not at all true</w:t>
      </w:r>
      <w:r w:rsidRPr="00BB60B1">
        <w:rPr>
          <w:color w:val="000000"/>
        </w:rPr>
        <w:tab/>
      </w:r>
      <w:r>
        <w:rPr>
          <w:color w:val="000000"/>
        </w:rPr>
        <w:t xml:space="preserve">   Somewhat true                                            Very true</w:t>
      </w:r>
      <w:r w:rsidRPr="00BB60B1">
        <w:rPr>
          <w:color w:val="000000"/>
        </w:rPr>
        <w:t xml:space="preserve">          </w:t>
      </w:r>
    </w:p>
    <w:p w14:paraId="770C4842" w14:textId="77777777" w:rsidR="00526B77" w:rsidRDefault="00526B77" w:rsidP="00526B77">
      <w:pPr>
        <w:widowControl w:val="0"/>
        <w:tabs>
          <w:tab w:val="right" w:pos="12960"/>
        </w:tabs>
        <w:autoSpaceDE w:val="0"/>
        <w:autoSpaceDN w:val="0"/>
        <w:adjustRightInd w:val="0"/>
        <w:rPr>
          <w:color w:val="000000"/>
        </w:rPr>
      </w:pPr>
    </w:p>
    <w:p w14:paraId="2D3D03B7" w14:textId="77777777" w:rsidR="00526B77" w:rsidRPr="00C05912" w:rsidRDefault="00526B77" w:rsidP="00526B77">
      <w:pPr>
        <w:widowControl w:val="0"/>
        <w:tabs>
          <w:tab w:val="right" w:pos="12960"/>
        </w:tabs>
        <w:autoSpaceDE w:val="0"/>
        <w:autoSpaceDN w:val="0"/>
        <w:adjustRightInd w:val="0"/>
        <w:rPr>
          <w:b/>
          <w:bCs/>
          <w:color w:val="000000"/>
        </w:rPr>
      </w:pPr>
      <w:r w:rsidRPr="00C05912">
        <w:rPr>
          <w:b/>
          <w:bCs/>
          <w:color w:val="000000"/>
        </w:rPr>
        <w:t>I thought this was a boring activity.</w:t>
      </w:r>
    </w:p>
    <w:p w14:paraId="18C44126" w14:textId="77777777" w:rsidR="00526B77" w:rsidRDefault="00526B77" w:rsidP="00526B77">
      <w:pPr>
        <w:widowControl w:val="0"/>
        <w:tabs>
          <w:tab w:val="right" w:pos="12960"/>
        </w:tabs>
        <w:autoSpaceDE w:val="0"/>
        <w:autoSpaceDN w:val="0"/>
        <w:adjustRightInd w:val="0"/>
        <w:rPr>
          <w:color w:val="000000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38"/>
        <w:gridCol w:w="1338"/>
        <w:gridCol w:w="1338"/>
        <w:gridCol w:w="1338"/>
        <w:gridCol w:w="1339"/>
        <w:gridCol w:w="1339"/>
        <w:gridCol w:w="1330"/>
      </w:tblGrid>
      <w:tr w:rsidR="00526B77" w:rsidRPr="00216D06" w14:paraId="47572103" w14:textId="77777777" w:rsidTr="00D314FB">
        <w:trPr>
          <w:trHeight w:val="358"/>
          <w:jc w:val="center"/>
        </w:trPr>
        <w:tc>
          <w:tcPr>
            <w:tcW w:w="1419" w:type="dxa"/>
          </w:tcPr>
          <w:p w14:paraId="3C041517" w14:textId="77777777" w:rsidR="00526B77" w:rsidRPr="00216D06" w:rsidRDefault="00526B77" w:rsidP="00D314FB">
            <w:pPr>
              <w:pStyle w:val="NoSpacing"/>
              <w:jc w:val="center"/>
            </w:pPr>
            <w:r>
              <w:t>1</w:t>
            </w:r>
          </w:p>
        </w:tc>
        <w:tc>
          <w:tcPr>
            <w:tcW w:w="1419" w:type="dxa"/>
          </w:tcPr>
          <w:p w14:paraId="03A9D55F" w14:textId="77777777" w:rsidR="00526B77" w:rsidRPr="00216D06" w:rsidRDefault="00526B77" w:rsidP="00D314FB">
            <w:pPr>
              <w:pStyle w:val="NoSpacing"/>
              <w:jc w:val="center"/>
            </w:pPr>
            <w:r>
              <w:t>2</w:t>
            </w:r>
          </w:p>
        </w:tc>
        <w:tc>
          <w:tcPr>
            <w:tcW w:w="1419" w:type="dxa"/>
          </w:tcPr>
          <w:p w14:paraId="256B51F7" w14:textId="77777777" w:rsidR="00526B77" w:rsidRPr="00216D06" w:rsidRDefault="00526B77" w:rsidP="00D314FB">
            <w:pPr>
              <w:pStyle w:val="NoSpacing"/>
              <w:jc w:val="center"/>
            </w:pPr>
            <w:r>
              <w:t>3</w:t>
            </w:r>
          </w:p>
        </w:tc>
        <w:tc>
          <w:tcPr>
            <w:tcW w:w="1419" w:type="dxa"/>
          </w:tcPr>
          <w:p w14:paraId="213429E7" w14:textId="77777777" w:rsidR="00526B77" w:rsidRPr="00216D06" w:rsidRDefault="00526B77" w:rsidP="00D314FB">
            <w:pPr>
              <w:pStyle w:val="NoSpacing"/>
              <w:jc w:val="center"/>
            </w:pPr>
            <w:r>
              <w:t>4</w:t>
            </w:r>
          </w:p>
        </w:tc>
        <w:tc>
          <w:tcPr>
            <w:tcW w:w="1420" w:type="dxa"/>
          </w:tcPr>
          <w:p w14:paraId="69384D18" w14:textId="77777777" w:rsidR="00526B77" w:rsidRPr="00216D06" w:rsidRDefault="00526B77" w:rsidP="00D314FB">
            <w:pPr>
              <w:pStyle w:val="NoSpacing"/>
              <w:jc w:val="center"/>
            </w:pPr>
            <w:r>
              <w:t>5</w:t>
            </w:r>
          </w:p>
        </w:tc>
        <w:tc>
          <w:tcPr>
            <w:tcW w:w="1420" w:type="dxa"/>
          </w:tcPr>
          <w:p w14:paraId="2FF28B2E" w14:textId="77777777" w:rsidR="00526B77" w:rsidRPr="00216D06" w:rsidRDefault="00526B77" w:rsidP="00D314FB">
            <w:pPr>
              <w:pStyle w:val="NoSpacing"/>
              <w:jc w:val="center"/>
            </w:pPr>
            <w:r>
              <w:t>6</w:t>
            </w:r>
          </w:p>
        </w:tc>
        <w:tc>
          <w:tcPr>
            <w:tcW w:w="1410" w:type="dxa"/>
          </w:tcPr>
          <w:p w14:paraId="06D2280D" w14:textId="77777777" w:rsidR="00526B77" w:rsidRDefault="00526B77" w:rsidP="00D314FB">
            <w:pPr>
              <w:pStyle w:val="NoSpacing"/>
              <w:jc w:val="center"/>
            </w:pPr>
            <w:r>
              <w:t>7</w:t>
            </w:r>
          </w:p>
        </w:tc>
      </w:tr>
    </w:tbl>
    <w:p w14:paraId="749A42F5" w14:textId="77777777" w:rsidR="00526B77" w:rsidRPr="00BB60B1" w:rsidRDefault="00526B77" w:rsidP="00526B77">
      <w:pPr>
        <w:widowControl w:val="0"/>
        <w:tabs>
          <w:tab w:val="left" w:pos="4133"/>
          <w:tab w:val="right" w:pos="12960"/>
        </w:tabs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Not at all true</w:t>
      </w:r>
      <w:r w:rsidRPr="00BB60B1">
        <w:rPr>
          <w:color w:val="000000"/>
        </w:rPr>
        <w:tab/>
      </w:r>
      <w:r>
        <w:rPr>
          <w:color w:val="000000"/>
        </w:rPr>
        <w:t xml:space="preserve">   Somewhat true                                            Very true</w:t>
      </w:r>
      <w:r w:rsidRPr="00BB60B1">
        <w:rPr>
          <w:color w:val="000000"/>
        </w:rPr>
        <w:t xml:space="preserve">          </w:t>
      </w:r>
    </w:p>
    <w:p w14:paraId="5D07AD29" w14:textId="77777777" w:rsidR="00526B77" w:rsidRDefault="00526B77" w:rsidP="00526B77">
      <w:pPr>
        <w:widowControl w:val="0"/>
        <w:tabs>
          <w:tab w:val="right" w:pos="12960"/>
        </w:tabs>
        <w:autoSpaceDE w:val="0"/>
        <w:autoSpaceDN w:val="0"/>
        <w:adjustRightInd w:val="0"/>
        <w:rPr>
          <w:color w:val="000000"/>
        </w:rPr>
      </w:pPr>
    </w:p>
    <w:p w14:paraId="0A8AD6FD" w14:textId="77777777" w:rsidR="00526B77" w:rsidRPr="00C05912" w:rsidRDefault="00526B77" w:rsidP="00526B77">
      <w:pPr>
        <w:autoSpaceDE w:val="0"/>
        <w:autoSpaceDN w:val="0"/>
        <w:adjustRightInd w:val="0"/>
        <w:rPr>
          <w:rFonts w:eastAsiaTheme="minorHAnsi"/>
          <w:b/>
          <w:bCs/>
        </w:rPr>
      </w:pPr>
      <w:r w:rsidRPr="00C05912">
        <w:rPr>
          <w:rFonts w:eastAsiaTheme="minorHAnsi"/>
          <w:b/>
          <w:bCs/>
        </w:rPr>
        <w:t>I tried very hard on this activity.</w:t>
      </w:r>
    </w:p>
    <w:p w14:paraId="0B665A44" w14:textId="77777777" w:rsidR="00526B77" w:rsidRDefault="00526B77" w:rsidP="00526B77">
      <w:pPr>
        <w:autoSpaceDE w:val="0"/>
        <w:autoSpaceDN w:val="0"/>
        <w:adjustRightInd w:val="0"/>
        <w:rPr>
          <w:rFonts w:eastAsiaTheme="minorHAnsi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38"/>
        <w:gridCol w:w="1338"/>
        <w:gridCol w:w="1338"/>
        <w:gridCol w:w="1338"/>
        <w:gridCol w:w="1339"/>
        <w:gridCol w:w="1339"/>
        <w:gridCol w:w="1330"/>
      </w:tblGrid>
      <w:tr w:rsidR="00526B77" w:rsidRPr="00216D06" w14:paraId="50D2E2A7" w14:textId="77777777" w:rsidTr="00D314FB">
        <w:trPr>
          <w:trHeight w:val="358"/>
          <w:jc w:val="center"/>
        </w:trPr>
        <w:tc>
          <w:tcPr>
            <w:tcW w:w="1419" w:type="dxa"/>
          </w:tcPr>
          <w:p w14:paraId="70A19893" w14:textId="77777777" w:rsidR="00526B77" w:rsidRPr="00216D06" w:rsidRDefault="00526B77" w:rsidP="00D314FB">
            <w:pPr>
              <w:pStyle w:val="NoSpacing"/>
              <w:jc w:val="center"/>
            </w:pPr>
            <w:r>
              <w:t>1</w:t>
            </w:r>
          </w:p>
        </w:tc>
        <w:tc>
          <w:tcPr>
            <w:tcW w:w="1419" w:type="dxa"/>
          </w:tcPr>
          <w:p w14:paraId="02673040" w14:textId="77777777" w:rsidR="00526B77" w:rsidRPr="00216D06" w:rsidRDefault="00526B77" w:rsidP="00D314FB">
            <w:pPr>
              <w:pStyle w:val="NoSpacing"/>
              <w:jc w:val="center"/>
            </w:pPr>
            <w:r>
              <w:t>2</w:t>
            </w:r>
          </w:p>
        </w:tc>
        <w:tc>
          <w:tcPr>
            <w:tcW w:w="1419" w:type="dxa"/>
          </w:tcPr>
          <w:p w14:paraId="4BB2A9A4" w14:textId="77777777" w:rsidR="00526B77" w:rsidRPr="00216D06" w:rsidRDefault="00526B77" w:rsidP="00D314FB">
            <w:pPr>
              <w:pStyle w:val="NoSpacing"/>
              <w:jc w:val="center"/>
            </w:pPr>
            <w:r>
              <w:t>3</w:t>
            </w:r>
          </w:p>
        </w:tc>
        <w:tc>
          <w:tcPr>
            <w:tcW w:w="1419" w:type="dxa"/>
          </w:tcPr>
          <w:p w14:paraId="2022E0BC" w14:textId="77777777" w:rsidR="00526B77" w:rsidRPr="00216D06" w:rsidRDefault="00526B77" w:rsidP="00D314FB">
            <w:pPr>
              <w:pStyle w:val="NoSpacing"/>
              <w:jc w:val="center"/>
            </w:pPr>
            <w:r>
              <w:t>4</w:t>
            </w:r>
          </w:p>
        </w:tc>
        <w:tc>
          <w:tcPr>
            <w:tcW w:w="1420" w:type="dxa"/>
          </w:tcPr>
          <w:p w14:paraId="751442D7" w14:textId="77777777" w:rsidR="00526B77" w:rsidRPr="00216D06" w:rsidRDefault="00526B77" w:rsidP="00D314FB">
            <w:pPr>
              <w:pStyle w:val="NoSpacing"/>
              <w:jc w:val="center"/>
            </w:pPr>
            <w:r>
              <w:t>5</w:t>
            </w:r>
          </w:p>
        </w:tc>
        <w:tc>
          <w:tcPr>
            <w:tcW w:w="1420" w:type="dxa"/>
          </w:tcPr>
          <w:p w14:paraId="25553B4D" w14:textId="77777777" w:rsidR="00526B77" w:rsidRPr="00216D06" w:rsidRDefault="00526B77" w:rsidP="00D314FB">
            <w:pPr>
              <w:pStyle w:val="NoSpacing"/>
              <w:jc w:val="center"/>
            </w:pPr>
            <w:r>
              <w:t>6</w:t>
            </w:r>
          </w:p>
        </w:tc>
        <w:tc>
          <w:tcPr>
            <w:tcW w:w="1410" w:type="dxa"/>
          </w:tcPr>
          <w:p w14:paraId="51D0C2ED" w14:textId="77777777" w:rsidR="00526B77" w:rsidRDefault="00526B77" w:rsidP="00D314FB">
            <w:pPr>
              <w:pStyle w:val="NoSpacing"/>
              <w:jc w:val="center"/>
            </w:pPr>
            <w:r>
              <w:t>7</w:t>
            </w:r>
          </w:p>
        </w:tc>
      </w:tr>
    </w:tbl>
    <w:p w14:paraId="454DF15E" w14:textId="77777777" w:rsidR="00526B77" w:rsidRPr="001A20BC" w:rsidRDefault="00526B77" w:rsidP="00526B77">
      <w:pPr>
        <w:widowControl w:val="0"/>
        <w:tabs>
          <w:tab w:val="left" w:pos="4133"/>
          <w:tab w:val="right" w:pos="12960"/>
        </w:tabs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Not at all true</w:t>
      </w:r>
      <w:r w:rsidRPr="00BB60B1">
        <w:rPr>
          <w:color w:val="000000"/>
        </w:rPr>
        <w:tab/>
      </w:r>
      <w:r>
        <w:rPr>
          <w:color w:val="000000"/>
        </w:rPr>
        <w:t xml:space="preserve">   Somewhat true                                           Very true</w:t>
      </w:r>
      <w:r w:rsidRPr="00BB60B1">
        <w:rPr>
          <w:color w:val="000000"/>
        </w:rPr>
        <w:t xml:space="preserve">          </w:t>
      </w:r>
    </w:p>
    <w:p w14:paraId="5A316EAD" w14:textId="77777777" w:rsidR="00526B77" w:rsidRPr="00C05912" w:rsidRDefault="00526B77" w:rsidP="00526B77">
      <w:pPr>
        <w:widowControl w:val="0"/>
        <w:tabs>
          <w:tab w:val="right" w:pos="12960"/>
        </w:tabs>
        <w:autoSpaceDE w:val="0"/>
        <w:autoSpaceDN w:val="0"/>
        <w:adjustRightInd w:val="0"/>
        <w:rPr>
          <w:b/>
          <w:bCs/>
          <w:color w:val="000000"/>
        </w:rPr>
      </w:pPr>
      <w:r w:rsidRPr="00C05912">
        <w:rPr>
          <w:b/>
          <w:bCs/>
          <w:color w:val="000000"/>
        </w:rPr>
        <w:lastRenderedPageBreak/>
        <w:t>This activity did not hold my attention at all</w:t>
      </w:r>
      <w:r>
        <w:rPr>
          <w:b/>
          <w:bCs/>
          <w:color w:val="000000"/>
        </w:rPr>
        <w:t>.</w:t>
      </w:r>
    </w:p>
    <w:p w14:paraId="356FC049" w14:textId="77777777" w:rsidR="00526B77" w:rsidRDefault="00526B77" w:rsidP="00526B77">
      <w:pPr>
        <w:widowControl w:val="0"/>
        <w:tabs>
          <w:tab w:val="right" w:pos="12960"/>
        </w:tabs>
        <w:autoSpaceDE w:val="0"/>
        <w:autoSpaceDN w:val="0"/>
        <w:adjustRightInd w:val="0"/>
        <w:rPr>
          <w:color w:val="000000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38"/>
        <w:gridCol w:w="1338"/>
        <w:gridCol w:w="1338"/>
        <w:gridCol w:w="1338"/>
        <w:gridCol w:w="1339"/>
        <w:gridCol w:w="1339"/>
        <w:gridCol w:w="1330"/>
      </w:tblGrid>
      <w:tr w:rsidR="00526B77" w:rsidRPr="00216D06" w14:paraId="4B200568" w14:textId="77777777" w:rsidTr="00D314FB">
        <w:trPr>
          <w:trHeight w:val="358"/>
          <w:jc w:val="center"/>
        </w:trPr>
        <w:tc>
          <w:tcPr>
            <w:tcW w:w="1419" w:type="dxa"/>
          </w:tcPr>
          <w:p w14:paraId="1B307767" w14:textId="77777777" w:rsidR="00526B77" w:rsidRPr="00216D06" w:rsidRDefault="00526B77" w:rsidP="00D314FB">
            <w:pPr>
              <w:pStyle w:val="NoSpacing"/>
              <w:jc w:val="center"/>
            </w:pPr>
            <w:r>
              <w:t>1</w:t>
            </w:r>
          </w:p>
        </w:tc>
        <w:tc>
          <w:tcPr>
            <w:tcW w:w="1419" w:type="dxa"/>
          </w:tcPr>
          <w:p w14:paraId="2D617DD1" w14:textId="77777777" w:rsidR="00526B77" w:rsidRPr="00216D06" w:rsidRDefault="00526B77" w:rsidP="00D314FB">
            <w:pPr>
              <w:pStyle w:val="NoSpacing"/>
              <w:jc w:val="center"/>
            </w:pPr>
            <w:r>
              <w:t>2</w:t>
            </w:r>
          </w:p>
        </w:tc>
        <w:tc>
          <w:tcPr>
            <w:tcW w:w="1419" w:type="dxa"/>
          </w:tcPr>
          <w:p w14:paraId="102474C6" w14:textId="77777777" w:rsidR="00526B77" w:rsidRPr="00216D06" w:rsidRDefault="00526B77" w:rsidP="00D314FB">
            <w:pPr>
              <w:pStyle w:val="NoSpacing"/>
              <w:jc w:val="center"/>
            </w:pPr>
            <w:r>
              <w:t>3</w:t>
            </w:r>
          </w:p>
        </w:tc>
        <w:tc>
          <w:tcPr>
            <w:tcW w:w="1419" w:type="dxa"/>
          </w:tcPr>
          <w:p w14:paraId="61A08C18" w14:textId="77777777" w:rsidR="00526B77" w:rsidRPr="00216D06" w:rsidRDefault="00526B77" w:rsidP="00D314FB">
            <w:pPr>
              <w:pStyle w:val="NoSpacing"/>
              <w:jc w:val="center"/>
            </w:pPr>
            <w:r>
              <w:t>4</w:t>
            </w:r>
          </w:p>
        </w:tc>
        <w:tc>
          <w:tcPr>
            <w:tcW w:w="1420" w:type="dxa"/>
          </w:tcPr>
          <w:p w14:paraId="672B6F73" w14:textId="77777777" w:rsidR="00526B77" w:rsidRPr="00216D06" w:rsidRDefault="00526B77" w:rsidP="00D314FB">
            <w:pPr>
              <w:pStyle w:val="NoSpacing"/>
              <w:jc w:val="center"/>
            </w:pPr>
            <w:r>
              <w:t>5</w:t>
            </w:r>
          </w:p>
        </w:tc>
        <w:tc>
          <w:tcPr>
            <w:tcW w:w="1420" w:type="dxa"/>
          </w:tcPr>
          <w:p w14:paraId="085F7CDA" w14:textId="77777777" w:rsidR="00526B77" w:rsidRPr="00216D06" w:rsidRDefault="00526B77" w:rsidP="00D314FB">
            <w:pPr>
              <w:pStyle w:val="NoSpacing"/>
              <w:jc w:val="center"/>
            </w:pPr>
            <w:r>
              <w:t>6</w:t>
            </w:r>
          </w:p>
        </w:tc>
        <w:tc>
          <w:tcPr>
            <w:tcW w:w="1410" w:type="dxa"/>
          </w:tcPr>
          <w:p w14:paraId="52456427" w14:textId="77777777" w:rsidR="00526B77" w:rsidRDefault="00526B77" w:rsidP="00D314FB">
            <w:pPr>
              <w:pStyle w:val="NoSpacing"/>
              <w:jc w:val="center"/>
            </w:pPr>
            <w:r>
              <w:t>7</w:t>
            </w:r>
          </w:p>
        </w:tc>
      </w:tr>
    </w:tbl>
    <w:p w14:paraId="267C4D6F" w14:textId="77777777" w:rsidR="00526B77" w:rsidRPr="00BB60B1" w:rsidRDefault="00526B77" w:rsidP="00526B77">
      <w:pPr>
        <w:widowControl w:val="0"/>
        <w:tabs>
          <w:tab w:val="left" w:pos="4133"/>
          <w:tab w:val="right" w:pos="12960"/>
        </w:tabs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Not at all true</w:t>
      </w:r>
      <w:r w:rsidRPr="00BB60B1">
        <w:rPr>
          <w:color w:val="000000"/>
        </w:rPr>
        <w:tab/>
      </w:r>
      <w:r>
        <w:rPr>
          <w:color w:val="000000"/>
        </w:rPr>
        <w:t xml:space="preserve">   Somewhat true                                            Very true</w:t>
      </w:r>
      <w:r w:rsidRPr="00BB60B1">
        <w:rPr>
          <w:color w:val="000000"/>
        </w:rPr>
        <w:t xml:space="preserve">          </w:t>
      </w:r>
    </w:p>
    <w:p w14:paraId="09B36F53" w14:textId="77777777" w:rsidR="00526B77" w:rsidRDefault="00526B77" w:rsidP="00526B77">
      <w:pPr>
        <w:widowControl w:val="0"/>
        <w:tabs>
          <w:tab w:val="left" w:pos="4133"/>
          <w:tab w:val="right" w:pos="12960"/>
        </w:tabs>
        <w:autoSpaceDE w:val="0"/>
        <w:autoSpaceDN w:val="0"/>
        <w:adjustRightInd w:val="0"/>
        <w:rPr>
          <w:color w:val="000000"/>
        </w:rPr>
      </w:pPr>
    </w:p>
    <w:p w14:paraId="43C26804" w14:textId="77777777" w:rsidR="00526B77" w:rsidRPr="00C05912" w:rsidRDefault="00526B77" w:rsidP="00526B77">
      <w:pPr>
        <w:widowControl w:val="0"/>
        <w:tabs>
          <w:tab w:val="left" w:pos="4133"/>
          <w:tab w:val="right" w:pos="12960"/>
        </w:tabs>
        <w:autoSpaceDE w:val="0"/>
        <w:autoSpaceDN w:val="0"/>
        <w:adjustRightInd w:val="0"/>
        <w:rPr>
          <w:b/>
          <w:bCs/>
          <w:color w:val="000000"/>
        </w:rPr>
      </w:pPr>
      <w:r w:rsidRPr="00C05912">
        <w:rPr>
          <w:rFonts w:eastAsiaTheme="minorHAnsi"/>
          <w:b/>
          <w:bCs/>
        </w:rPr>
        <w:t>I put a lot of effort into this.</w:t>
      </w:r>
    </w:p>
    <w:p w14:paraId="141D4962" w14:textId="77777777" w:rsidR="00526B77" w:rsidRDefault="00526B77" w:rsidP="00526B77">
      <w:pPr>
        <w:widowControl w:val="0"/>
        <w:tabs>
          <w:tab w:val="right" w:pos="12960"/>
        </w:tabs>
        <w:autoSpaceDE w:val="0"/>
        <w:autoSpaceDN w:val="0"/>
        <w:adjustRightInd w:val="0"/>
        <w:rPr>
          <w:color w:val="000000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38"/>
        <w:gridCol w:w="1338"/>
        <w:gridCol w:w="1338"/>
        <w:gridCol w:w="1338"/>
        <w:gridCol w:w="1339"/>
        <w:gridCol w:w="1339"/>
        <w:gridCol w:w="1330"/>
      </w:tblGrid>
      <w:tr w:rsidR="00526B77" w:rsidRPr="00216D06" w14:paraId="54C2F874" w14:textId="77777777" w:rsidTr="00D314FB">
        <w:trPr>
          <w:trHeight w:val="358"/>
          <w:jc w:val="center"/>
        </w:trPr>
        <w:tc>
          <w:tcPr>
            <w:tcW w:w="1419" w:type="dxa"/>
          </w:tcPr>
          <w:p w14:paraId="4294E59B" w14:textId="77777777" w:rsidR="00526B77" w:rsidRPr="00216D06" w:rsidRDefault="00526B77" w:rsidP="00D314FB">
            <w:pPr>
              <w:pStyle w:val="NoSpacing"/>
              <w:jc w:val="center"/>
            </w:pPr>
            <w:r>
              <w:t>1</w:t>
            </w:r>
          </w:p>
        </w:tc>
        <w:tc>
          <w:tcPr>
            <w:tcW w:w="1419" w:type="dxa"/>
          </w:tcPr>
          <w:p w14:paraId="65393D34" w14:textId="77777777" w:rsidR="00526B77" w:rsidRPr="00216D06" w:rsidRDefault="00526B77" w:rsidP="00D314FB">
            <w:pPr>
              <w:pStyle w:val="NoSpacing"/>
              <w:jc w:val="center"/>
            </w:pPr>
            <w:r>
              <w:t>2</w:t>
            </w:r>
          </w:p>
        </w:tc>
        <w:tc>
          <w:tcPr>
            <w:tcW w:w="1419" w:type="dxa"/>
          </w:tcPr>
          <w:p w14:paraId="5FEDE22F" w14:textId="77777777" w:rsidR="00526B77" w:rsidRPr="00216D06" w:rsidRDefault="00526B77" w:rsidP="00D314FB">
            <w:pPr>
              <w:pStyle w:val="NoSpacing"/>
              <w:jc w:val="center"/>
            </w:pPr>
            <w:r>
              <w:t>3</w:t>
            </w:r>
          </w:p>
        </w:tc>
        <w:tc>
          <w:tcPr>
            <w:tcW w:w="1419" w:type="dxa"/>
          </w:tcPr>
          <w:p w14:paraId="440B0D4D" w14:textId="77777777" w:rsidR="00526B77" w:rsidRPr="00216D06" w:rsidRDefault="00526B77" w:rsidP="00D314FB">
            <w:pPr>
              <w:pStyle w:val="NoSpacing"/>
              <w:jc w:val="center"/>
            </w:pPr>
            <w:r>
              <w:t>4</w:t>
            </w:r>
          </w:p>
        </w:tc>
        <w:tc>
          <w:tcPr>
            <w:tcW w:w="1420" w:type="dxa"/>
          </w:tcPr>
          <w:p w14:paraId="770A0FD9" w14:textId="77777777" w:rsidR="00526B77" w:rsidRPr="00216D06" w:rsidRDefault="00526B77" w:rsidP="00D314FB">
            <w:pPr>
              <w:pStyle w:val="NoSpacing"/>
              <w:jc w:val="center"/>
            </w:pPr>
            <w:r>
              <w:t>5</w:t>
            </w:r>
          </w:p>
        </w:tc>
        <w:tc>
          <w:tcPr>
            <w:tcW w:w="1420" w:type="dxa"/>
          </w:tcPr>
          <w:p w14:paraId="580EDF9B" w14:textId="77777777" w:rsidR="00526B77" w:rsidRPr="00216D06" w:rsidRDefault="00526B77" w:rsidP="00D314FB">
            <w:pPr>
              <w:pStyle w:val="NoSpacing"/>
              <w:jc w:val="center"/>
            </w:pPr>
            <w:r>
              <w:t>6</w:t>
            </w:r>
          </w:p>
        </w:tc>
        <w:tc>
          <w:tcPr>
            <w:tcW w:w="1410" w:type="dxa"/>
          </w:tcPr>
          <w:p w14:paraId="4DA52D2D" w14:textId="77777777" w:rsidR="00526B77" w:rsidRDefault="00526B77" w:rsidP="00D314FB">
            <w:pPr>
              <w:pStyle w:val="NoSpacing"/>
              <w:jc w:val="center"/>
            </w:pPr>
            <w:r>
              <w:t>7</w:t>
            </w:r>
          </w:p>
        </w:tc>
      </w:tr>
    </w:tbl>
    <w:p w14:paraId="56C26390" w14:textId="77777777" w:rsidR="00526B77" w:rsidRPr="00BB60B1" w:rsidRDefault="00526B77" w:rsidP="00526B77">
      <w:pPr>
        <w:widowControl w:val="0"/>
        <w:tabs>
          <w:tab w:val="left" w:pos="4133"/>
          <w:tab w:val="right" w:pos="12960"/>
        </w:tabs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Not at all true</w:t>
      </w:r>
      <w:r w:rsidRPr="00BB60B1">
        <w:rPr>
          <w:color w:val="000000"/>
        </w:rPr>
        <w:tab/>
      </w:r>
      <w:r>
        <w:rPr>
          <w:color w:val="000000"/>
        </w:rPr>
        <w:t xml:space="preserve">   Somewhat true                                            Very true</w:t>
      </w:r>
      <w:r w:rsidRPr="00BB60B1">
        <w:rPr>
          <w:color w:val="000000"/>
        </w:rPr>
        <w:t xml:space="preserve">          </w:t>
      </w:r>
    </w:p>
    <w:p w14:paraId="7A727AF4" w14:textId="77777777" w:rsidR="00526B77" w:rsidRDefault="00526B77" w:rsidP="00526B77">
      <w:pPr>
        <w:widowControl w:val="0"/>
        <w:tabs>
          <w:tab w:val="right" w:pos="12960"/>
        </w:tabs>
        <w:autoSpaceDE w:val="0"/>
        <w:autoSpaceDN w:val="0"/>
        <w:adjustRightInd w:val="0"/>
        <w:rPr>
          <w:color w:val="000000"/>
        </w:rPr>
      </w:pPr>
    </w:p>
    <w:p w14:paraId="14E3D535" w14:textId="77777777" w:rsidR="00526B77" w:rsidRPr="00C05912" w:rsidRDefault="00526B77" w:rsidP="00526B77">
      <w:pPr>
        <w:autoSpaceDE w:val="0"/>
        <w:autoSpaceDN w:val="0"/>
        <w:adjustRightInd w:val="0"/>
        <w:rPr>
          <w:rFonts w:eastAsiaTheme="minorHAnsi"/>
          <w:b/>
          <w:bCs/>
        </w:rPr>
      </w:pPr>
      <w:r w:rsidRPr="00C05912">
        <w:rPr>
          <w:rFonts w:eastAsiaTheme="minorHAnsi"/>
          <w:b/>
          <w:bCs/>
        </w:rPr>
        <w:t>I would describe this activity as very interesting.</w:t>
      </w:r>
    </w:p>
    <w:p w14:paraId="037721C2" w14:textId="77777777" w:rsidR="00526B77" w:rsidRDefault="00526B77" w:rsidP="00526B77">
      <w:pPr>
        <w:autoSpaceDE w:val="0"/>
        <w:autoSpaceDN w:val="0"/>
        <w:adjustRightInd w:val="0"/>
        <w:rPr>
          <w:rFonts w:eastAsiaTheme="minorHAnsi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38"/>
        <w:gridCol w:w="1338"/>
        <w:gridCol w:w="1338"/>
        <w:gridCol w:w="1338"/>
        <w:gridCol w:w="1339"/>
        <w:gridCol w:w="1339"/>
        <w:gridCol w:w="1330"/>
      </w:tblGrid>
      <w:tr w:rsidR="00526B77" w:rsidRPr="00216D06" w14:paraId="50B78E28" w14:textId="77777777" w:rsidTr="00D314FB">
        <w:trPr>
          <w:trHeight w:val="358"/>
          <w:jc w:val="center"/>
        </w:trPr>
        <w:tc>
          <w:tcPr>
            <w:tcW w:w="1419" w:type="dxa"/>
          </w:tcPr>
          <w:p w14:paraId="0C56B83E" w14:textId="77777777" w:rsidR="00526B77" w:rsidRPr="00216D06" w:rsidRDefault="00526B77" w:rsidP="00D314FB">
            <w:pPr>
              <w:pStyle w:val="NoSpacing"/>
              <w:jc w:val="center"/>
            </w:pPr>
            <w:r>
              <w:t>1</w:t>
            </w:r>
          </w:p>
        </w:tc>
        <w:tc>
          <w:tcPr>
            <w:tcW w:w="1419" w:type="dxa"/>
          </w:tcPr>
          <w:p w14:paraId="75E6CECE" w14:textId="77777777" w:rsidR="00526B77" w:rsidRPr="00216D06" w:rsidRDefault="00526B77" w:rsidP="00D314FB">
            <w:pPr>
              <w:pStyle w:val="NoSpacing"/>
              <w:jc w:val="center"/>
            </w:pPr>
            <w:r>
              <w:t>2</w:t>
            </w:r>
          </w:p>
        </w:tc>
        <w:tc>
          <w:tcPr>
            <w:tcW w:w="1419" w:type="dxa"/>
          </w:tcPr>
          <w:p w14:paraId="32989C17" w14:textId="77777777" w:rsidR="00526B77" w:rsidRPr="00216D06" w:rsidRDefault="00526B77" w:rsidP="00D314FB">
            <w:pPr>
              <w:pStyle w:val="NoSpacing"/>
              <w:jc w:val="center"/>
            </w:pPr>
            <w:r>
              <w:t>3</w:t>
            </w:r>
          </w:p>
        </w:tc>
        <w:tc>
          <w:tcPr>
            <w:tcW w:w="1419" w:type="dxa"/>
          </w:tcPr>
          <w:p w14:paraId="23A8DD86" w14:textId="77777777" w:rsidR="00526B77" w:rsidRPr="00216D06" w:rsidRDefault="00526B77" w:rsidP="00D314FB">
            <w:pPr>
              <w:pStyle w:val="NoSpacing"/>
              <w:jc w:val="center"/>
            </w:pPr>
            <w:r>
              <w:t>4</w:t>
            </w:r>
          </w:p>
        </w:tc>
        <w:tc>
          <w:tcPr>
            <w:tcW w:w="1420" w:type="dxa"/>
          </w:tcPr>
          <w:p w14:paraId="204715E1" w14:textId="77777777" w:rsidR="00526B77" w:rsidRPr="00216D06" w:rsidRDefault="00526B77" w:rsidP="00D314FB">
            <w:pPr>
              <w:pStyle w:val="NoSpacing"/>
              <w:jc w:val="center"/>
            </w:pPr>
            <w:r>
              <w:t>5</w:t>
            </w:r>
          </w:p>
        </w:tc>
        <w:tc>
          <w:tcPr>
            <w:tcW w:w="1420" w:type="dxa"/>
          </w:tcPr>
          <w:p w14:paraId="621F150E" w14:textId="77777777" w:rsidR="00526B77" w:rsidRPr="00216D06" w:rsidRDefault="00526B77" w:rsidP="00D314FB">
            <w:pPr>
              <w:pStyle w:val="NoSpacing"/>
              <w:jc w:val="center"/>
            </w:pPr>
            <w:r>
              <w:t>6</w:t>
            </w:r>
          </w:p>
        </w:tc>
        <w:tc>
          <w:tcPr>
            <w:tcW w:w="1410" w:type="dxa"/>
          </w:tcPr>
          <w:p w14:paraId="5D779C64" w14:textId="77777777" w:rsidR="00526B77" w:rsidRDefault="00526B77" w:rsidP="00D314FB">
            <w:pPr>
              <w:pStyle w:val="NoSpacing"/>
              <w:jc w:val="center"/>
            </w:pPr>
            <w:r>
              <w:t>7</w:t>
            </w:r>
          </w:p>
        </w:tc>
      </w:tr>
    </w:tbl>
    <w:p w14:paraId="2CD5689A" w14:textId="77777777" w:rsidR="00526B77" w:rsidRPr="00BB60B1" w:rsidRDefault="00526B77" w:rsidP="00526B77">
      <w:pPr>
        <w:widowControl w:val="0"/>
        <w:tabs>
          <w:tab w:val="left" w:pos="4133"/>
          <w:tab w:val="right" w:pos="12960"/>
        </w:tabs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Not at all true</w:t>
      </w:r>
      <w:r w:rsidRPr="00BB60B1">
        <w:rPr>
          <w:color w:val="000000"/>
        </w:rPr>
        <w:tab/>
      </w:r>
      <w:r>
        <w:rPr>
          <w:color w:val="000000"/>
        </w:rPr>
        <w:t xml:space="preserve">   Somewhat true                                            Very true</w:t>
      </w:r>
      <w:r w:rsidRPr="00BB60B1">
        <w:rPr>
          <w:color w:val="000000"/>
        </w:rPr>
        <w:t xml:space="preserve">          </w:t>
      </w:r>
    </w:p>
    <w:p w14:paraId="121AAE25" w14:textId="77777777" w:rsidR="00526B77" w:rsidRDefault="00526B77" w:rsidP="00526B77">
      <w:pPr>
        <w:autoSpaceDE w:val="0"/>
        <w:autoSpaceDN w:val="0"/>
        <w:adjustRightInd w:val="0"/>
        <w:rPr>
          <w:rFonts w:eastAsiaTheme="minorHAnsi"/>
        </w:rPr>
      </w:pPr>
    </w:p>
    <w:p w14:paraId="24977EE2" w14:textId="77777777" w:rsidR="00526B77" w:rsidRPr="00C05912" w:rsidRDefault="00526B77" w:rsidP="00526B77">
      <w:pPr>
        <w:widowControl w:val="0"/>
        <w:tabs>
          <w:tab w:val="right" w:pos="12960"/>
        </w:tabs>
        <w:autoSpaceDE w:val="0"/>
        <w:autoSpaceDN w:val="0"/>
        <w:adjustRightInd w:val="0"/>
        <w:rPr>
          <w:rFonts w:eastAsiaTheme="minorHAnsi"/>
          <w:b/>
          <w:bCs/>
        </w:rPr>
      </w:pPr>
      <w:r w:rsidRPr="00C05912">
        <w:rPr>
          <w:rFonts w:eastAsiaTheme="minorHAnsi"/>
          <w:b/>
          <w:bCs/>
        </w:rPr>
        <w:t>I didn’t put much energy into this.</w:t>
      </w:r>
    </w:p>
    <w:p w14:paraId="62EB7BD7" w14:textId="77777777" w:rsidR="00526B77" w:rsidRDefault="00526B77" w:rsidP="00526B77">
      <w:pPr>
        <w:autoSpaceDE w:val="0"/>
        <w:autoSpaceDN w:val="0"/>
        <w:adjustRightInd w:val="0"/>
        <w:rPr>
          <w:rFonts w:eastAsiaTheme="minorHAnsi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38"/>
        <w:gridCol w:w="1338"/>
        <w:gridCol w:w="1338"/>
        <w:gridCol w:w="1338"/>
        <w:gridCol w:w="1339"/>
        <w:gridCol w:w="1339"/>
        <w:gridCol w:w="1330"/>
      </w:tblGrid>
      <w:tr w:rsidR="00526B77" w:rsidRPr="00216D06" w14:paraId="765B9920" w14:textId="77777777" w:rsidTr="00D314FB">
        <w:trPr>
          <w:trHeight w:val="358"/>
          <w:jc w:val="center"/>
        </w:trPr>
        <w:tc>
          <w:tcPr>
            <w:tcW w:w="1419" w:type="dxa"/>
          </w:tcPr>
          <w:p w14:paraId="7EFADBD7" w14:textId="77777777" w:rsidR="00526B77" w:rsidRPr="00216D06" w:rsidRDefault="00526B77" w:rsidP="00D314FB">
            <w:pPr>
              <w:pStyle w:val="NoSpacing"/>
              <w:jc w:val="center"/>
            </w:pPr>
            <w:r>
              <w:t>1</w:t>
            </w:r>
          </w:p>
        </w:tc>
        <w:tc>
          <w:tcPr>
            <w:tcW w:w="1419" w:type="dxa"/>
          </w:tcPr>
          <w:p w14:paraId="78D0C728" w14:textId="77777777" w:rsidR="00526B77" w:rsidRPr="00216D06" w:rsidRDefault="00526B77" w:rsidP="00D314FB">
            <w:pPr>
              <w:pStyle w:val="NoSpacing"/>
              <w:jc w:val="center"/>
            </w:pPr>
            <w:r>
              <w:t>2</w:t>
            </w:r>
          </w:p>
        </w:tc>
        <w:tc>
          <w:tcPr>
            <w:tcW w:w="1419" w:type="dxa"/>
          </w:tcPr>
          <w:p w14:paraId="7C7533B4" w14:textId="77777777" w:rsidR="00526B77" w:rsidRPr="00216D06" w:rsidRDefault="00526B77" w:rsidP="00D314FB">
            <w:pPr>
              <w:pStyle w:val="NoSpacing"/>
              <w:jc w:val="center"/>
            </w:pPr>
            <w:r>
              <w:t>3</w:t>
            </w:r>
          </w:p>
        </w:tc>
        <w:tc>
          <w:tcPr>
            <w:tcW w:w="1419" w:type="dxa"/>
          </w:tcPr>
          <w:p w14:paraId="374D6911" w14:textId="77777777" w:rsidR="00526B77" w:rsidRPr="00216D06" w:rsidRDefault="00526B77" w:rsidP="00D314FB">
            <w:pPr>
              <w:pStyle w:val="NoSpacing"/>
              <w:jc w:val="center"/>
            </w:pPr>
            <w:r>
              <w:t>4</w:t>
            </w:r>
          </w:p>
        </w:tc>
        <w:tc>
          <w:tcPr>
            <w:tcW w:w="1420" w:type="dxa"/>
          </w:tcPr>
          <w:p w14:paraId="2FC48193" w14:textId="77777777" w:rsidR="00526B77" w:rsidRPr="00216D06" w:rsidRDefault="00526B77" w:rsidP="00D314FB">
            <w:pPr>
              <w:pStyle w:val="NoSpacing"/>
              <w:jc w:val="center"/>
            </w:pPr>
            <w:r>
              <w:t>5</w:t>
            </w:r>
          </w:p>
        </w:tc>
        <w:tc>
          <w:tcPr>
            <w:tcW w:w="1420" w:type="dxa"/>
          </w:tcPr>
          <w:p w14:paraId="20ABBA6C" w14:textId="77777777" w:rsidR="00526B77" w:rsidRPr="00216D06" w:rsidRDefault="00526B77" w:rsidP="00D314FB">
            <w:pPr>
              <w:pStyle w:val="NoSpacing"/>
              <w:jc w:val="center"/>
            </w:pPr>
            <w:r>
              <w:t>6</w:t>
            </w:r>
          </w:p>
        </w:tc>
        <w:tc>
          <w:tcPr>
            <w:tcW w:w="1410" w:type="dxa"/>
          </w:tcPr>
          <w:p w14:paraId="771B88CA" w14:textId="77777777" w:rsidR="00526B77" w:rsidRDefault="00526B77" w:rsidP="00D314FB">
            <w:pPr>
              <w:pStyle w:val="NoSpacing"/>
              <w:jc w:val="center"/>
            </w:pPr>
            <w:r>
              <w:t>7</w:t>
            </w:r>
          </w:p>
        </w:tc>
      </w:tr>
    </w:tbl>
    <w:p w14:paraId="330E689F" w14:textId="77777777" w:rsidR="00526B77" w:rsidRPr="00BB60B1" w:rsidRDefault="00526B77" w:rsidP="00526B77">
      <w:pPr>
        <w:widowControl w:val="0"/>
        <w:tabs>
          <w:tab w:val="left" w:pos="4133"/>
          <w:tab w:val="right" w:pos="12960"/>
        </w:tabs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Not at all true</w:t>
      </w:r>
      <w:r w:rsidRPr="00BB60B1">
        <w:rPr>
          <w:color w:val="000000"/>
        </w:rPr>
        <w:tab/>
      </w:r>
      <w:r>
        <w:rPr>
          <w:color w:val="000000"/>
        </w:rPr>
        <w:t xml:space="preserve">   Somewhat true                                           Very true</w:t>
      </w:r>
      <w:r w:rsidRPr="00BB60B1">
        <w:rPr>
          <w:color w:val="000000"/>
        </w:rPr>
        <w:t xml:space="preserve">          </w:t>
      </w:r>
    </w:p>
    <w:p w14:paraId="4AD06950" w14:textId="77777777" w:rsidR="00526B77" w:rsidRDefault="00526B77" w:rsidP="00526B77">
      <w:pPr>
        <w:autoSpaceDE w:val="0"/>
        <w:autoSpaceDN w:val="0"/>
        <w:adjustRightInd w:val="0"/>
        <w:rPr>
          <w:rFonts w:eastAsiaTheme="minorHAnsi"/>
        </w:rPr>
      </w:pPr>
    </w:p>
    <w:p w14:paraId="3864FBD4" w14:textId="77777777" w:rsidR="00526B77" w:rsidRPr="00C05912" w:rsidRDefault="00526B77" w:rsidP="00526B77">
      <w:pPr>
        <w:autoSpaceDE w:val="0"/>
        <w:autoSpaceDN w:val="0"/>
        <w:adjustRightInd w:val="0"/>
        <w:rPr>
          <w:rFonts w:eastAsiaTheme="minorHAnsi"/>
          <w:b/>
          <w:bCs/>
        </w:rPr>
      </w:pPr>
      <w:r w:rsidRPr="00C05912">
        <w:rPr>
          <w:rFonts w:eastAsiaTheme="minorHAnsi"/>
          <w:b/>
          <w:bCs/>
        </w:rPr>
        <w:t>I thought this activity was quite enjoyable.</w:t>
      </w:r>
    </w:p>
    <w:p w14:paraId="151DBEB9" w14:textId="77777777" w:rsidR="00526B77" w:rsidRDefault="00526B77" w:rsidP="00526B77">
      <w:pPr>
        <w:autoSpaceDE w:val="0"/>
        <w:autoSpaceDN w:val="0"/>
        <w:adjustRightInd w:val="0"/>
        <w:rPr>
          <w:rFonts w:eastAsiaTheme="minorHAnsi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38"/>
        <w:gridCol w:w="1338"/>
        <w:gridCol w:w="1338"/>
        <w:gridCol w:w="1338"/>
        <w:gridCol w:w="1339"/>
        <w:gridCol w:w="1339"/>
        <w:gridCol w:w="1330"/>
      </w:tblGrid>
      <w:tr w:rsidR="00526B77" w:rsidRPr="00216D06" w14:paraId="384FAFFF" w14:textId="77777777" w:rsidTr="00D314FB">
        <w:trPr>
          <w:trHeight w:val="358"/>
          <w:jc w:val="center"/>
        </w:trPr>
        <w:tc>
          <w:tcPr>
            <w:tcW w:w="1419" w:type="dxa"/>
          </w:tcPr>
          <w:p w14:paraId="312A765B" w14:textId="77777777" w:rsidR="00526B77" w:rsidRPr="00216D06" w:rsidRDefault="00526B77" w:rsidP="00D314FB">
            <w:pPr>
              <w:pStyle w:val="NoSpacing"/>
              <w:jc w:val="center"/>
            </w:pPr>
            <w:r>
              <w:t>1</w:t>
            </w:r>
          </w:p>
        </w:tc>
        <w:tc>
          <w:tcPr>
            <w:tcW w:w="1419" w:type="dxa"/>
          </w:tcPr>
          <w:p w14:paraId="450B4EE9" w14:textId="77777777" w:rsidR="00526B77" w:rsidRPr="00216D06" w:rsidRDefault="00526B77" w:rsidP="00D314FB">
            <w:pPr>
              <w:pStyle w:val="NoSpacing"/>
              <w:jc w:val="center"/>
            </w:pPr>
            <w:r>
              <w:t>2</w:t>
            </w:r>
          </w:p>
        </w:tc>
        <w:tc>
          <w:tcPr>
            <w:tcW w:w="1419" w:type="dxa"/>
          </w:tcPr>
          <w:p w14:paraId="5DDF0FEB" w14:textId="77777777" w:rsidR="00526B77" w:rsidRPr="00216D06" w:rsidRDefault="00526B77" w:rsidP="00D314FB">
            <w:pPr>
              <w:pStyle w:val="NoSpacing"/>
              <w:jc w:val="center"/>
            </w:pPr>
            <w:r>
              <w:t>3</w:t>
            </w:r>
          </w:p>
        </w:tc>
        <w:tc>
          <w:tcPr>
            <w:tcW w:w="1419" w:type="dxa"/>
          </w:tcPr>
          <w:p w14:paraId="51728AF4" w14:textId="77777777" w:rsidR="00526B77" w:rsidRPr="00216D06" w:rsidRDefault="00526B77" w:rsidP="00D314FB">
            <w:pPr>
              <w:pStyle w:val="NoSpacing"/>
              <w:jc w:val="center"/>
            </w:pPr>
            <w:r>
              <w:t>4</w:t>
            </w:r>
          </w:p>
        </w:tc>
        <w:tc>
          <w:tcPr>
            <w:tcW w:w="1420" w:type="dxa"/>
          </w:tcPr>
          <w:p w14:paraId="324991A7" w14:textId="77777777" w:rsidR="00526B77" w:rsidRPr="00216D06" w:rsidRDefault="00526B77" w:rsidP="00D314FB">
            <w:pPr>
              <w:pStyle w:val="NoSpacing"/>
              <w:jc w:val="center"/>
            </w:pPr>
            <w:r>
              <w:t>5</w:t>
            </w:r>
          </w:p>
        </w:tc>
        <w:tc>
          <w:tcPr>
            <w:tcW w:w="1420" w:type="dxa"/>
          </w:tcPr>
          <w:p w14:paraId="4B65736E" w14:textId="77777777" w:rsidR="00526B77" w:rsidRPr="00216D06" w:rsidRDefault="00526B77" w:rsidP="00D314FB">
            <w:pPr>
              <w:pStyle w:val="NoSpacing"/>
              <w:jc w:val="center"/>
            </w:pPr>
            <w:r>
              <w:t>6</w:t>
            </w:r>
          </w:p>
        </w:tc>
        <w:tc>
          <w:tcPr>
            <w:tcW w:w="1410" w:type="dxa"/>
          </w:tcPr>
          <w:p w14:paraId="0E0A32E8" w14:textId="77777777" w:rsidR="00526B77" w:rsidRDefault="00526B77" w:rsidP="00D314FB">
            <w:pPr>
              <w:pStyle w:val="NoSpacing"/>
              <w:jc w:val="center"/>
            </w:pPr>
            <w:r>
              <w:t>7</w:t>
            </w:r>
          </w:p>
        </w:tc>
      </w:tr>
    </w:tbl>
    <w:p w14:paraId="641F8893" w14:textId="77777777" w:rsidR="00526B77" w:rsidRPr="00BB60B1" w:rsidRDefault="00526B77" w:rsidP="00526B77">
      <w:pPr>
        <w:widowControl w:val="0"/>
        <w:tabs>
          <w:tab w:val="left" w:pos="4133"/>
          <w:tab w:val="right" w:pos="12960"/>
        </w:tabs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Not at all true</w:t>
      </w:r>
      <w:r w:rsidRPr="00BB60B1">
        <w:rPr>
          <w:color w:val="000000"/>
        </w:rPr>
        <w:tab/>
      </w:r>
      <w:r>
        <w:rPr>
          <w:color w:val="000000"/>
        </w:rPr>
        <w:t xml:space="preserve">   Somewhat true                                            Very true</w:t>
      </w:r>
      <w:r w:rsidRPr="00BB60B1">
        <w:rPr>
          <w:color w:val="000000"/>
        </w:rPr>
        <w:t xml:space="preserve">          </w:t>
      </w:r>
    </w:p>
    <w:p w14:paraId="28C75F6C" w14:textId="77777777" w:rsidR="00526B77" w:rsidRDefault="00526B77" w:rsidP="00526B77">
      <w:pPr>
        <w:autoSpaceDE w:val="0"/>
        <w:autoSpaceDN w:val="0"/>
        <w:adjustRightInd w:val="0"/>
        <w:rPr>
          <w:rFonts w:eastAsiaTheme="minorHAnsi"/>
        </w:rPr>
      </w:pPr>
    </w:p>
    <w:p w14:paraId="03A47AEB" w14:textId="77777777" w:rsidR="00526B77" w:rsidRPr="00C05912" w:rsidRDefault="00526B77" w:rsidP="00526B77">
      <w:pPr>
        <w:autoSpaceDE w:val="0"/>
        <w:autoSpaceDN w:val="0"/>
        <w:adjustRightInd w:val="0"/>
        <w:rPr>
          <w:rFonts w:eastAsiaTheme="minorHAnsi"/>
          <w:b/>
          <w:bCs/>
        </w:rPr>
      </w:pPr>
      <w:r w:rsidRPr="00C05912">
        <w:rPr>
          <w:rFonts w:eastAsiaTheme="minorHAnsi"/>
          <w:b/>
          <w:bCs/>
        </w:rPr>
        <w:t>I would be willing to do this again because it has some value to me.</w:t>
      </w:r>
    </w:p>
    <w:p w14:paraId="580C4430" w14:textId="77777777" w:rsidR="00526B77" w:rsidRDefault="00526B77" w:rsidP="00526B77">
      <w:pPr>
        <w:autoSpaceDE w:val="0"/>
        <w:autoSpaceDN w:val="0"/>
        <w:adjustRightInd w:val="0"/>
        <w:rPr>
          <w:rFonts w:eastAsiaTheme="minorHAnsi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38"/>
        <w:gridCol w:w="1338"/>
        <w:gridCol w:w="1338"/>
        <w:gridCol w:w="1338"/>
        <w:gridCol w:w="1339"/>
        <w:gridCol w:w="1339"/>
        <w:gridCol w:w="1330"/>
      </w:tblGrid>
      <w:tr w:rsidR="00526B77" w:rsidRPr="00216D06" w14:paraId="63151915" w14:textId="77777777" w:rsidTr="00D314FB">
        <w:trPr>
          <w:trHeight w:val="358"/>
          <w:jc w:val="center"/>
        </w:trPr>
        <w:tc>
          <w:tcPr>
            <w:tcW w:w="1419" w:type="dxa"/>
          </w:tcPr>
          <w:p w14:paraId="69A0D5D4" w14:textId="77777777" w:rsidR="00526B77" w:rsidRPr="00216D06" w:rsidRDefault="00526B77" w:rsidP="00D314FB">
            <w:pPr>
              <w:pStyle w:val="NoSpacing"/>
              <w:jc w:val="center"/>
            </w:pPr>
            <w:r>
              <w:t>1</w:t>
            </w:r>
          </w:p>
        </w:tc>
        <w:tc>
          <w:tcPr>
            <w:tcW w:w="1419" w:type="dxa"/>
          </w:tcPr>
          <w:p w14:paraId="5A381189" w14:textId="77777777" w:rsidR="00526B77" w:rsidRPr="00216D06" w:rsidRDefault="00526B77" w:rsidP="00D314FB">
            <w:pPr>
              <w:pStyle w:val="NoSpacing"/>
              <w:jc w:val="center"/>
            </w:pPr>
            <w:r>
              <w:t>2</w:t>
            </w:r>
          </w:p>
        </w:tc>
        <w:tc>
          <w:tcPr>
            <w:tcW w:w="1419" w:type="dxa"/>
          </w:tcPr>
          <w:p w14:paraId="3405A7B6" w14:textId="77777777" w:rsidR="00526B77" w:rsidRPr="00216D06" w:rsidRDefault="00526B77" w:rsidP="00D314FB">
            <w:pPr>
              <w:pStyle w:val="NoSpacing"/>
              <w:jc w:val="center"/>
            </w:pPr>
            <w:r>
              <w:t>3</w:t>
            </w:r>
          </w:p>
        </w:tc>
        <w:tc>
          <w:tcPr>
            <w:tcW w:w="1419" w:type="dxa"/>
          </w:tcPr>
          <w:p w14:paraId="57FFBD05" w14:textId="77777777" w:rsidR="00526B77" w:rsidRPr="00216D06" w:rsidRDefault="00526B77" w:rsidP="00D314FB">
            <w:pPr>
              <w:pStyle w:val="NoSpacing"/>
              <w:jc w:val="center"/>
            </w:pPr>
            <w:r>
              <w:t>4</w:t>
            </w:r>
          </w:p>
        </w:tc>
        <w:tc>
          <w:tcPr>
            <w:tcW w:w="1420" w:type="dxa"/>
          </w:tcPr>
          <w:p w14:paraId="090342BC" w14:textId="77777777" w:rsidR="00526B77" w:rsidRPr="00216D06" w:rsidRDefault="00526B77" w:rsidP="00D314FB">
            <w:pPr>
              <w:pStyle w:val="NoSpacing"/>
              <w:jc w:val="center"/>
            </w:pPr>
            <w:r>
              <w:t>5</w:t>
            </w:r>
          </w:p>
        </w:tc>
        <w:tc>
          <w:tcPr>
            <w:tcW w:w="1420" w:type="dxa"/>
          </w:tcPr>
          <w:p w14:paraId="5D23D893" w14:textId="77777777" w:rsidR="00526B77" w:rsidRPr="00216D06" w:rsidRDefault="00526B77" w:rsidP="00D314FB">
            <w:pPr>
              <w:pStyle w:val="NoSpacing"/>
              <w:jc w:val="center"/>
            </w:pPr>
            <w:r>
              <w:t>6</w:t>
            </w:r>
          </w:p>
        </w:tc>
        <w:tc>
          <w:tcPr>
            <w:tcW w:w="1410" w:type="dxa"/>
          </w:tcPr>
          <w:p w14:paraId="433854AC" w14:textId="77777777" w:rsidR="00526B77" w:rsidRDefault="00526B77" w:rsidP="00D314FB">
            <w:pPr>
              <w:pStyle w:val="NoSpacing"/>
              <w:jc w:val="center"/>
            </w:pPr>
            <w:r>
              <w:t>7</w:t>
            </w:r>
          </w:p>
        </w:tc>
      </w:tr>
    </w:tbl>
    <w:p w14:paraId="3B702939" w14:textId="77777777" w:rsidR="00526B77" w:rsidRPr="00BB60B1" w:rsidRDefault="00526B77" w:rsidP="00526B77">
      <w:pPr>
        <w:widowControl w:val="0"/>
        <w:tabs>
          <w:tab w:val="left" w:pos="4133"/>
          <w:tab w:val="right" w:pos="12960"/>
        </w:tabs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Not at all true</w:t>
      </w:r>
      <w:r w:rsidRPr="00BB60B1">
        <w:rPr>
          <w:color w:val="000000"/>
        </w:rPr>
        <w:tab/>
      </w:r>
      <w:r>
        <w:rPr>
          <w:color w:val="000000"/>
        </w:rPr>
        <w:t xml:space="preserve">   Somewhat true                                            Very true</w:t>
      </w:r>
      <w:r w:rsidRPr="00BB60B1">
        <w:rPr>
          <w:color w:val="000000"/>
        </w:rPr>
        <w:t xml:space="preserve">          </w:t>
      </w:r>
    </w:p>
    <w:p w14:paraId="58EA4D71" w14:textId="77777777" w:rsidR="00526B77" w:rsidRDefault="00526B77" w:rsidP="00526B77">
      <w:pPr>
        <w:autoSpaceDE w:val="0"/>
        <w:autoSpaceDN w:val="0"/>
        <w:adjustRightInd w:val="0"/>
        <w:rPr>
          <w:rFonts w:eastAsiaTheme="minorHAnsi"/>
        </w:rPr>
      </w:pPr>
    </w:p>
    <w:p w14:paraId="2FA9CACF" w14:textId="77777777" w:rsidR="00526B77" w:rsidRPr="00C05912" w:rsidRDefault="00526B77" w:rsidP="00526B77">
      <w:pPr>
        <w:widowControl w:val="0"/>
        <w:tabs>
          <w:tab w:val="right" w:pos="12960"/>
        </w:tabs>
        <w:autoSpaceDE w:val="0"/>
        <w:autoSpaceDN w:val="0"/>
        <w:adjustRightInd w:val="0"/>
        <w:rPr>
          <w:rFonts w:eastAsiaTheme="minorHAnsi"/>
          <w:b/>
          <w:bCs/>
        </w:rPr>
      </w:pPr>
      <w:r w:rsidRPr="00C05912">
        <w:rPr>
          <w:rFonts w:eastAsiaTheme="minorHAnsi"/>
          <w:b/>
          <w:bCs/>
        </w:rPr>
        <w:t>While I was doing this activity, I was thinking about how much I enjoyed it.</w:t>
      </w:r>
    </w:p>
    <w:p w14:paraId="1FD62A1D" w14:textId="77777777" w:rsidR="00526B77" w:rsidRPr="00BB60B1" w:rsidRDefault="00526B77" w:rsidP="00526B77">
      <w:pPr>
        <w:widowControl w:val="0"/>
        <w:tabs>
          <w:tab w:val="right" w:pos="12960"/>
        </w:tabs>
        <w:autoSpaceDE w:val="0"/>
        <w:autoSpaceDN w:val="0"/>
        <w:adjustRightInd w:val="0"/>
        <w:rPr>
          <w:color w:val="000000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38"/>
        <w:gridCol w:w="1338"/>
        <w:gridCol w:w="1338"/>
        <w:gridCol w:w="1338"/>
        <w:gridCol w:w="1339"/>
        <w:gridCol w:w="1339"/>
        <w:gridCol w:w="1330"/>
      </w:tblGrid>
      <w:tr w:rsidR="00526B77" w:rsidRPr="00216D06" w14:paraId="2EB34219" w14:textId="77777777" w:rsidTr="00D314FB">
        <w:trPr>
          <w:trHeight w:val="358"/>
          <w:jc w:val="center"/>
        </w:trPr>
        <w:tc>
          <w:tcPr>
            <w:tcW w:w="1419" w:type="dxa"/>
          </w:tcPr>
          <w:p w14:paraId="761A55E0" w14:textId="77777777" w:rsidR="00526B77" w:rsidRPr="00216D06" w:rsidRDefault="00526B77" w:rsidP="00D314FB">
            <w:pPr>
              <w:pStyle w:val="NoSpacing"/>
              <w:jc w:val="center"/>
            </w:pPr>
            <w:r>
              <w:t>1</w:t>
            </w:r>
          </w:p>
        </w:tc>
        <w:tc>
          <w:tcPr>
            <w:tcW w:w="1419" w:type="dxa"/>
          </w:tcPr>
          <w:p w14:paraId="6B5D6D2E" w14:textId="77777777" w:rsidR="00526B77" w:rsidRPr="00216D06" w:rsidRDefault="00526B77" w:rsidP="00D314FB">
            <w:pPr>
              <w:pStyle w:val="NoSpacing"/>
              <w:jc w:val="center"/>
            </w:pPr>
            <w:r>
              <w:t>2</w:t>
            </w:r>
          </w:p>
        </w:tc>
        <w:tc>
          <w:tcPr>
            <w:tcW w:w="1419" w:type="dxa"/>
          </w:tcPr>
          <w:p w14:paraId="7A3272D2" w14:textId="77777777" w:rsidR="00526B77" w:rsidRPr="00216D06" w:rsidRDefault="00526B77" w:rsidP="00D314FB">
            <w:pPr>
              <w:pStyle w:val="NoSpacing"/>
              <w:jc w:val="center"/>
            </w:pPr>
            <w:r>
              <w:t>3</w:t>
            </w:r>
          </w:p>
        </w:tc>
        <w:tc>
          <w:tcPr>
            <w:tcW w:w="1419" w:type="dxa"/>
          </w:tcPr>
          <w:p w14:paraId="7C6BDEE4" w14:textId="77777777" w:rsidR="00526B77" w:rsidRPr="00216D06" w:rsidRDefault="00526B77" w:rsidP="00D314FB">
            <w:pPr>
              <w:pStyle w:val="NoSpacing"/>
              <w:jc w:val="center"/>
            </w:pPr>
            <w:r>
              <w:t>4</w:t>
            </w:r>
          </w:p>
        </w:tc>
        <w:tc>
          <w:tcPr>
            <w:tcW w:w="1420" w:type="dxa"/>
          </w:tcPr>
          <w:p w14:paraId="5152D3BA" w14:textId="77777777" w:rsidR="00526B77" w:rsidRPr="00216D06" w:rsidRDefault="00526B77" w:rsidP="00D314FB">
            <w:pPr>
              <w:pStyle w:val="NoSpacing"/>
              <w:jc w:val="center"/>
            </w:pPr>
            <w:r>
              <w:t>5</w:t>
            </w:r>
          </w:p>
        </w:tc>
        <w:tc>
          <w:tcPr>
            <w:tcW w:w="1420" w:type="dxa"/>
          </w:tcPr>
          <w:p w14:paraId="71916CFF" w14:textId="77777777" w:rsidR="00526B77" w:rsidRPr="00216D06" w:rsidRDefault="00526B77" w:rsidP="00D314FB">
            <w:pPr>
              <w:pStyle w:val="NoSpacing"/>
              <w:jc w:val="center"/>
            </w:pPr>
            <w:r>
              <w:t>6</w:t>
            </w:r>
          </w:p>
        </w:tc>
        <w:tc>
          <w:tcPr>
            <w:tcW w:w="1410" w:type="dxa"/>
          </w:tcPr>
          <w:p w14:paraId="730F5816" w14:textId="77777777" w:rsidR="00526B77" w:rsidRDefault="00526B77" w:rsidP="00D314FB">
            <w:pPr>
              <w:pStyle w:val="NoSpacing"/>
              <w:jc w:val="center"/>
            </w:pPr>
            <w:r>
              <w:t>7</w:t>
            </w:r>
          </w:p>
        </w:tc>
      </w:tr>
    </w:tbl>
    <w:p w14:paraId="2DFB8789" w14:textId="77777777" w:rsidR="00526B77" w:rsidRPr="00BB60B1" w:rsidRDefault="00526B77" w:rsidP="00526B77">
      <w:pPr>
        <w:widowControl w:val="0"/>
        <w:tabs>
          <w:tab w:val="left" w:pos="4133"/>
          <w:tab w:val="right" w:pos="12960"/>
        </w:tabs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Not at all true</w:t>
      </w:r>
      <w:r w:rsidRPr="00BB60B1">
        <w:rPr>
          <w:color w:val="000000"/>
        </w:rPr>
        <w:tab/>
      </w:r>
      <w:r>
        <w:rPr>
          <w:color w:val="000000"/>
        </w:rPr>
        <w:t xml:space="preserve">   Somewhat true                                            Very true</w:t>
      </w:r>
      <w:r w:rsidRPr="00BB60B1">
        <w:rPr>
          <w:color w:val="000000"/>
        </w:rPr>
        <w:t xml:space="preserve">          </w:t>
      </w:r>
    </w:p>
    <w:p w14:paraId="258B4D11" w14:textId="77777777" w:rsidR="00526B77" w:rsidRDefault="00526B77" w:rsidP="00526B77">
      <w:pPr>
        <w:widowControl w:val="0"/>
        <w:tabs>
          <w:tab w:val="right" w:pos="12960"/>
        </w:tabs>
        <w:autoSpaceDE w:val="0"/>
        <w:autoSpaceDN w:val="0"/>
        <w:adjustRightInd w:val="0"/>
        <w:rPr>
          <w:color w:val="000000"/>
          <w:spacing w:val="960"/>
          <w:kern w:val="1"/>
        </w:rPr>
      </w:pPr>
    </w:p>
    <w:p w14:paraId="6C1844CA" w14:textId="77777777" w:rsidR="00526B77" w:rsidRPr="00C05912" w:rsidRDefault="00526B77" w:rsidP="00526B77">
      <w:pPr>
        <w:autoSpaceDE w:val="0"/>
        <w:autoSpaceDN w:val="0"/>
        <w:adjustRightInd w:val="0"/>
        <w:rPr>
          <w:rFonts w:eastAsiaTheme="minorHAnsi"/>
          <w:b/>
          <w:bCs/>
        </w:rPr>
      </w:pPr>
      <w:r w:rsidRPr="00C05912">
        <w:rPr>
          <w:rFonts w:eastAsiaTheme="minorHAnsi"/>
          <w:b/>
          <w:bCs/>
        </w:rPr>
        <w:t>I believe doing this activity could be beneficial to me.</w:t>
      </w:r>
    </w:p>
    <w:p w14:paraId="7A13DB63" w14:textId="77777777" w:rsidR="00526B77" w:rsidRDefault="00526B77" w:rsidP="00526B77">
      <w:pPr>
        <w:widowControl w:val="0"/>
        <w:tabs>
          <w:tab w:val="right" w:pos="12960"/>
        </w:tabs>
        <w:autoSpaceDE w:val="0"/>
        <w:autoSpaceDN w:val="0"/>
        <w:adjustRightInd w:val="0"/>
        <w:rPr>
          <w:color w:val="000000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38"/>
        <w:gridCol w:w="1338"/>
        <w:gridCol w:w="1338"/>
        <w:gridCol w:w="1338"/>
        <w:gridCol w:w="1339"/>
        <w:gridCol w:w="1339"/>
        <w:gridCol w:w="1330"/>
      </w:tblGrid>
      <w:tr w:rsidR="00526B77" w:rsidRPr="00216D06" w14:paraId="2C6FFA21" w14:textId="77777777" w:rsidTr="00D314FB">
        <w:trPr>
          <w:trHeight w:val="358"/>
          <w:jc w:val="center"/>
        </w:trPr>
        <w:tc>
          <w:tcPr>
            <w:tcW w:w="1419" w:type="dxa"/>
          </w:tcPr>
          <w:p w14:paraId="66D45548" w14:textId="77777777" w:rsidR="00526B77" w:rsidRPr="00216D06" w:rsidRDefault="00526B77" w:rsidP="00D314FB">
            <w:pPr>
              <w:pStyle w:val="NoSpacing"/>
              <w:jc w:val="center"/>
            </w:pPr>
            <w:r>
              <w:t>1</w:t>
            </w:r>
          </w:p>
        </w:tc>
        <w:tc>
          <w:tcPr>
            <w:tcW w:w="1419" w:type="dxa"/>
          </w:tcPr>
          <w:p w14:paraId="7AD88FC8" w14:textId="77777777" w:rsidR="00526B77" w:rsidRPr="00216D06" w:rsidRDefault="00526B77" w:rsidP="00D314FB">
            <w:pPr>
              <w:pStyle w:val="NoSpacing"/>
              <w:jc w:val="center"/>
            </w:pPr>
            <w:r>
              <w:t>2</w:t>
            </w:r>
          </w:p>
        </w:tc>
        <w:tc>
          <w:tcPr>
            <w:tcW w:w="1419" w:type="dxa"/>
          </w:tcPr>
          <w:p w14:paraId="6110E9AF" w14:textId="77777777" w:rsidR="00526B77" w:rsidRPr="00216D06" w:rsidRDefault="00526B77" w:rsidP="00D314FB">
            <w:pPr>
              <w:pStyle w:val="NoSpacing"/>
              <w:jc w:val="center"/>
            </w:pPr>
            <w:r>
              <w:t>3</w:t>
            </w:r>
          </w:p>
        </w:tc>
        <w:tc>
          <w:tcPr>
            <w:tcW w:w="1419" w:type="dxa"/>
          </w:tcPr>
          <w:p w14:paraId="60E1CC7E" w14:textId="77777777" w:rsidR="00526B77" w:rsidRPr="00216D06" w:rsidRDefault="00526B77" w:rsidP="00D314FB">
            <w:pPr>
              <w:pStyle w:val="NoSpacing"/>
              <w:jc w:val="center"/>
            </w:pPr>
            <w:r>
              <w:t>4</w:t>
            </w:r>
          </w:p>
        </w:tc>
        <w:tc>
          <w:tcPr>
            <w:tcW w:w="1420" w:type="dxa"/>
          </w:tcPr>
          <w:p w14:paraId="516EE985" w14:textId="77777777" w:rsidR="00526B77" w:rsidRPr="00216D06" w:rsidRDefault="00526B77" w:rsidP="00D314FB">
            <w:pPr>
              <w:pStyle w:val="NoSpacing"/>
              <w:jc w:val="center"/>
            </w:pPr>
            <w:r>
              <w:t>5</w:t>
            </w:r>
          </w:p>
        </w:tc>
        <w:tc>
          <w:tcPr>
            <w:tcW w:w="1420" w:type="dxa"/>
          </w:tcPr>
          <w:p w14:paraId="270174CD" w14:textId="77777777" w:rsidR="00526B77" w:rsidRPr="00216D06" w:rsidRDefault="00526B77" w:rsidP="00D314FB">
            <w:pPr>
              <w:pStyle w:val="NoSpacing"/>
              <w:jc w:val="center"/>
            </w:pPr>
            <w:r>
              <w:t>6</w:t>
            </w:r>
          </w:p>
        </w:tc>
        <w:tc>
          <w:tcPr>
            <w:tcW w:w="1410" w:type="dxa"/>
          </w:tcPr>
          <w:p w14:paraId="7DEA9C02" w14:textId="77777777" w:rsidR="00526B77" w:rsidRDefault="00526B77" w:rsidP="00D314FB">
            <w:pPr>
              <w:pStyle w:val="NoSpacing"/>
              <w:jc w:val="center"/>
            </w:pPr>
            <w:r>
              <w:t>7</w:t>
            </w:r>
          </w:p>
        </w:tc>
      </w:tr>
    </w:tbl>
    <w:p w14:paraId="5EDB9223" w14:textId="77777777" w:rsidR="00526B77" w:rsidRPr="00BB60B1" w:rsidRDefault="00526B77" w:rsidP="00526B77">
      <w:pPr>
        <w:widowControl w:val="0"/>
        <w:tabs>
          <w:tab w:val="left" w:pos="4133"/>
          <w:tab w:val="right" w:pos="12960"/>
        </w:tabs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Not at all true</w:t>
      </w:r>
      <w:r w:rsidRPr="00BB60B1">
        <w:rPr>
          <w:color w:val="000000"/>
        </w:rPr>
        <w:tab/>
      </w:r>
      <w:r>
        <w:rPr>
          <w:color w:val="000000"/>
        </w:rPr>
        <w:t xml:space="preserve">   Somewhat true                                            Very true</w:t>
      </w:r>
      <w:r w:rsidRPr="00BB60B1">
        <w:rPr>
          <w:color w:val="000000"/>
        </w:rPr>
        <w:t xml:space="preserve">          </w:t>
      </w:r>
    </w:p>
    <w:p w14:paraId="288233DD" w14:textId="77777777" w:rsidR="00526B77" w:rsidRDefault="00526B77" w:rsidP="00526B77"/>
    <w:p w14:paraId="4FB4FF65" w14:textId="374A7C38" w:rsidR="009C5481" w:rsidRDefault="00526B77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00111C" wp14:editId="689D373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Square wrapText="bothSides"/>
                <wp:docPr id="12058014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19E6384" w14:textId="77777777" w:rsidR="00526B77" w:rsidRPr="008C2242" w:rsidRDefault="00526B77" w:rsidP="00526B77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Figure </w:t>
                            </w:r>
                            <w:r w:rsidRPr="005A43B9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</w:rPr>
                              <w:t>S</w:t>
                            </w:r>
                            <w:r w:rsidRPr="005A43B9">
                              <w:rPr>
                                <w:b/>
                                <w:bCs/>
                              </w:rPr>
                              <w:t>1: Intrinsic Motivation Inventory (IMI)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.  </w:t>
                            </w:r>
                            <w:r w:rsidRPr="005A43B9">
                              <w:t>The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Pr="005A43B9">
                              <w:t>IMI consisting of 16 items</w:t>
                            </w:r>
                            <w:r>
                              <w:t xml:space="preserve"> includes the </w:t>
                            </w:r>
                            <w:r w:rsidRPr="001A20BC">
                              <w:t xml:space="preserve">complete subscales of interest / enjoyment (7 items)  and effort / importance (5 items) </w:t>
                            </w:r>
                            <w:r>
                              <w:t>and p</w:t>
                            </w:r>
                            <w:r w:rsidRPr="001A20BC">
                              <w:t>artial subscales of value / usefulness (2 items) and competence (2 items).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700111C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" filled="f" strokeweight=".5pt">
                <v:textbox style="mso-fit-shape-to-text:t">
                  <w:txbxContent>
                    <w:p w14:paraId="619E6384" w14:textId="77777777" w:rsidR="00526B77" w:rsidRPr="008C2242" w:rsidRDefault="00526B77" w:rsidP="00526B77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Figure </w:t>
                      </w:r>
                      <w:r w:rsidRPr="005A43B9">
                        <w:rPr>
                          <w:b/>
                          <w:bCs/>
                        </w:rPr>
                        <w:t xml:space="preserve"> </w:t>
                      </w:r>
                      <w:r>
                        <w:rPr>
                          <w:b/>
                          <w:bCs/>
                        </w:rPr>
                        <w:t>S</w:t>
                      </w:r>
                      <w:r w:rsidRPr="005A43B9">
                        <w:rPr>
                          <w:b/>
                          <w:bCs/>
                        </w:rPr>
                        <w:t>1: Intrinsic Motivation Inventory (IMI)</w:t>
                      </w:r>
                      <w:r>
                        <w:rPr>
                          <w:b/>
                          <w:bCs/>
                        </w:rPr>
                        <w:t xml:space="preserve">.  </w:t>
                      </w:r>
                      <w:r w:rsidRPr="005A43B9">
                        <w:t>The</w:t>
                      </w:r>
                      <w:r>
                        <w:rPr>
                          <w:b/>
                          <w:bCs/>
                        </w:rPr>
                        <w:t xml:space="preserve"> </w:t>
                      </w:r>
                      <w:r w:rsidRPr="005A43B9">
                        <w:t>IMI consisting of 16 items</w:t>
                      </w:r>
                      <w:r>
                        <w:t xml:space="preserve"> includes the </w:t>
                      </w:r>
                      <w:r w:rsidRPr="001A20BC">
                        <w:t xml:space="preserve">complete subscales of interest / enjoyment (7 items)  and effort / importance (5 items) </w:t>
                      </w:r>
                      <w:r>
                        <w:t>and p</w:t>
                      </w:r>
                      <w:r w:rsidRPr="001A20BC">
                        <w:t>artial subscales of value / usefulness (2 items) and competence (2 items).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9C5481" w:rsidSect="00526B77">
      <w:footerReference w:type="even" r:id="rId4"/>
      <w:footerReference w:type="default" r:id="rId5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5BFCDD" w14:textId="77777777" w:rsidR="00000000" w:rsidRDefault="00000000" w:rsidP="001B7DF4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4E0099DA" w14:textId="77777777" w:rsidR="00000000" w:rsidRDefault="00000000" w:rsidP="00266FD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-623391276"/>
      <w:docPartObj>
        <w:docPartGallery w:val="Page Numbers (Bottom of Page)"/>
        <w:docPartUnique/>
      </w:docPartObj>
    </w:sdtPr>
    <w:sdtContent>
      <w:p w14:paraId="156EBE2A" w14:textId="77777777" w:rsidR="00000000" w:rsidRDefault="00000000" w:rsidP="001B7DF4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22</w:t>
        </w:r>
        <w:r>
          <w:rPr>
            <w:rStyle w:val="PageNumber"/>
          </w:rPr>
          <w:fldChar w:fldCharType="end"/>
        </w:r>
      </w:p>
    </w:sdtContent>
  </w:sdt>
  <w:p w14:paraId="548214EB" w14:textId="77777777" w:rsidR="00000000" w:rsidRDefault="00000000" w:rsidP="00266FDC">
    <w:pPr>
      <w:pStyle w:val="Footer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6B77"/>
    <w:rsid w:val="000123B6"/>
    <w:rsid w:val="000259AC"/>
    <w:rsid w:val="000A1692"/>
    <w:rsid w:val="000B7EE2"/>
    <w:rsid w:val="000E605C"/>
    <w:rsid w:val="00150D81"/>
    <w:rsid w:val="0019713D"/>
    <w:rsid w:val="001B2284"/>
    <w:rsid w:val="001D7FE7"/>
    <w:rsid w:val="001F0E28"/>
    <w:rsid w:val="001F3660"/>
    <w:rsid w:val="00203A1A"/>
    <w:rsid w:val="00204642"/>
    <w:rsid w:val="002478CF"/>
    <w:rsid w:val="002754D3"/>
    <w:rsid w:val="00286B4B"/>
    <w:rsid w:val="002D1986"/>
    <w:rsid w:val="00313943"/>
    <w:rsid w:val="003324AF"/>
    <w:rsid w:val="00336725"/>
    <w:rsid w:val="00343201"/>
    <w:rsid w:val="00344187"/>
    <w:rsid w:val="00345CF9"/>
    <w:rsid w:val="003524C9"/>
    <w:rsid w:val="003605A2"/>
    <w:rsid w:val="00374384"/>
    <w:rsid w:val="003870DF"/>
    <w:rsid w:val="004265DB"/>
    <w:rsid w:val="00437AEA"/>
    <w:rsid w:val="00464C69"/>
    <w:rsid w:val="00471B53"/>
    <w:rsid w:val="004D6263"/>
    <w:rsid w:val="0051727B"/>
    <w:rsid w:val="005254CC"/>
    <w:rsid w:val="00526B77"/>
    <w:rsid w:val="0056453E"/>
    <w:rsid w:val="00587DA7"/>
    <w:rsid w:val="005E02C7"/>
    <w:rsid w:val="00603FC8"/>
    <w:rsid w:val="006264C1"/>
    <w:rsid w:val="00626C43"/>
    <w:rsid w:val="0065083B"/>
    <w:rsid w:val="00650C2A"/>
    <w:rsid w:val="006561C5"/>
    <w:rsid w:val="00657764"/>
    <w:rsid w:val="00686A31"/>
    <w:rsid w:val="006B5850"/>
    <w:rsid w:val="006C563C"/>
    <w:rsid w:val="006F2562"/>
    <w:rsid w:val="006F4D5D"/>
    <w:rsid w:val="006F7CE0"/>
    <w:rsid w:val="007019A5"/>
    <w:rsid w:val="007029EB"/>
    <w:rsid w:val="00711A58"/>
    <w:rsid w:val="007C7458"/>
    <w:rsid w:val="007F66F8"/>
    <w:rsid w:val="00823187"/>
    <w:rsid w:val="00843182"/>
    <w:rsid w:val="008510D6"/>
    <w:rsid w:val="00882279"/>
    <w:rsid w:val="00897BBA"/>
    <w:rsid w:val="008C5BFF"/>
    <w:rsid w:val="008D1DDB"/>
    <w:rsid w:val="009151B6"/>
    <w:rsid w:val="009344A5"/>
    <w:rsid w:val="00973BEF"/>
    <w:rsid w:val="00974C0F"/>
    <w:rsid w:val="009955E3"/>
    <w:rsid w:val="0099757D"/>
    <w:rsid w:val="009A1AA4"/>
    <w:rsid w:val="009C5481"/>
    <w:rsid w:val="009F20AC"/>
    <w:rsid w:val="00A10EEB"/>
    <w:rsid w:val="00A47302"/>
    <w:rsid w:val="00A5587A"/>
    <w:rsid w:val="00A67102"/>
    <w:rsid w:val="00A85ADD"/>
    <w:rsid w:val="00AB15D2"/>
    <w:rsid w:val="00AB3E72"/>
    <w:rsid w:val="00AB4F58"/>
    <w:rsid w:val="00AB7B11"/>
    <w:rsid w:val="00AC53CE"/>
    <w:rsid w:val="00AD72A4"/>
    <w:rsid w:val="00AF1BB3"/>
    <w:rsid w:val="00B26816"/>
    <w:rsid w:val="00B31F4A"/>
    <w:rsid w:val="00B4495A"/>
    <w:rsid w:val="00B71073"/>
    <w:rsid w:val="00B738E7"/>
    <w:rsid w:val="00B83D3A"/>
    <w:rsid w:val="00BB2C7D"/>
    <w:rsid w:val="00C00A57"/>
    <w:rsid w:val="00C14A4D"/>
    <w:rsid w:val="00C34210"/>
    <w:rsid w:val="00C62231"/>
    <w:rsid w:val="00C743C9"/>
    <w:rsid w:val="00C74CF1"/>
    <w:rsid w:val="00CC7BFD"/>
    <w:rsid w:val="00CD2A5A"/>
    <w:rsid w:val="00CE33F1"/>
    <w:rsid w:val="00CF1B8E"/>
    <w:rsid w:val="00D02E86"/>
    <w:rsid w:val="00D16F4E"/>
    <w:rsid w:val="00D3481D"/>
    <w:rsid w:val="00D570FB"/>
    <w:rsid w:val="00D67B8C"/>
    <w:rsid w:val="00D7530B"/>
    <w:rsid w:val="00D83A43"/>
    <w:rsid w:val="00DC59EC"/>
    <w:rsid w:val="00DC5FA9"/>
    <w:rsid w:val="00ED7ECE"/>
    <w:rsid w:val="00EE5F2E"/>
    <w:rsid w:val="00EE76AF"/>
    <w:rsid w:val="00F11BB4"/>
    <w:rsid w:val="00F214C4"/>
    <w:rsid w:val="00F31866"/>
    <w:rsid w:val="00FD506F"/>
    <w:rsid w:val="00FE2C2B"/>
    <w:rsid w:val="00FF045B"/>
    <w:rsid w:val="00FF52C4"/>
    <w:rsid w:val="00FF6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72B575F"/>
  <w15:chartTrackingRefBased/>
  <w15:docId w15:val="{41D48130-C8A5-BE49-924B-10197944E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6B77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526B77"/>
    <w:pPr>
      <w:tabs>
        <w:tab w:val="center" w:pos="4680"/>
        <w:tab w:val="right" w:pos="9360"/>
      </w:tabs>
    </w:pPr>
    <w:rPr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526B77"/>
    <w:rPr>
      <w:rFonts w:ascii="Times New Roman" w:eastAsia="Times New Roman" w:hAnsi="Times New Roman" w:cs="Times New Roman"/>
      <w:sz w:val="22"/>
      <w:szCs w:val="22"/>
    </w:rPr>
  </w:style>
  <w:style w:type="table" w:styleId="TableGrid">
    <w:name w:val="Table Grid"/>
    <w:basedOn w:val="TableNormal"/>
    <w:rsid w:val="00526B77"/>
    <w:rPr>
      <w:rFonts w:eastAsiaTheme="minorEastAsi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526B77"/>
  </w:style>
  <w:style w:type="paragraph" w:styleId="NoSpacing">
    <w:name w:val="No Spacing"/>
    <w:uiPriority w:val="1"/>
    <w:qFormat/>
    <w:rsid w:val="00526B77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407</Words>
  <Characters>2320</Characters>
  <Application>Microsoft Office Word</Application>
  <DocSecurity>0</DocSecurity>
  <Lines>19</Lines>
  <Paragraphs>5</Paragraphs>
  <ScaleCrop>false</ScaleCrop>
  <Company/>
  <LinksUpToDate>false</LinksUpToDate>
  <CharactersWithSpaces>2722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Palmieri</dc:creator>
  <cp:keywords/>
  <dc:description/>
  <cp:lastModifiedBy>John Palmieri</cp:lastModifiedBy>
  <cp:revision>1</cp:revision>
  <dcterms:created xsi:type="dcterms:W3CDTF">2024-09-08T17:17:00Z</dcterms:created>
  <dcterms:modified xsi:type="dcterms:W3CDTF">2024-09-08T17:17:00Z</dcterms:modified>
</cp:coreProperties>
</file>